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bookmarkStart w:id="0" w:name="_GoBack"/>
      <w:bookmarkEnd w:id="0"/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6A6D33">
        <w:rPr>
          <w:rFonts w:ascii="Verdana" w:hAnsi="Verdana" w:cs="Times New Roman"/>
          <w:sz w:val="20"/>
          <w:szCs w:val="20"/>
        </w:rPr>
        <w:t>D – DCP 191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7454A1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6A6D33">
              <w:rPr>
                <w:rFonts w:ascii="Verdana" w:hAnsi="Verdana" w:cs="Microsoft Sans Serif"/>
                <w:sz w:val="20"/>
                <w:szCs w:val="20"/>
              </w:rPr>
              <w:t>191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AF6D63" w:rsidRDefault="00BF259F" w:rsidP="00DC229F">
            <w:pPr>
              <w:pStyle w:val="BodyText"/>
              <w:spacing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 xml:space="preserve">Publication of </w:t>
            </w:r>
            <w:r w:rsidR="00DC229F">
              <w:rPr>
                <w:rFonts w:ascii="Verdana" w:hAnsi="Verdana" w:cs="Microsoft Sans Serif"/>
                <w:sz w:val="20"/>
                <w:szCs w:val="20"/>
              </w:rPr>
              <w:t xml:space="preserve">the </w:t>
            </w:r>
            <w:r>
              <w:rPr>
                <w:rFonts w:ascii="Verdana" w:hAnsi="Verdana" w:cs="Microsoft Sans Serif"/>
                <w:sz w:val="20"/>
                <w:szCs w:val="20"/>
              </w:rPr>
              <w:t>R</w:t>
            </w:r>
            <w:r w:rsidR="00DC229F">
              <w:rPr>
                <w:rFonts w:ascii="Verdana" w:hAnsi="Verdana" w:cs="Microsoft Sans Serif"/>
                <w:sz w:val="20"/>
                <w:szCs w:val="20"/>
              </w:rPr>
              <w:t xml:space="preserve">evenue </w:t>
            </w:r>
            <w:r>
              <w:rPr>
                <w:rFonts w:ascii="Verdana" w:hAnsi="Verdana" w:cs="Microsoft Sans Serif"/>
                <w:sz w:val="20"/>
                <w:szCs w:val="20"/>
              </w:rPr>
              <w:t>P</w:t>
            </w:r>
            <w:r w:rsidR="00DC229F">
              <w:rPr>
                <w:rFonts w:ascii="Verdana" w:hAnsi="Verdana" w:cs="Microsoft Sans Serif"/>
                <w:sz w:val="20"/>
                <w:szCs w:val="20"/>
              </w:rPr>
              <w:t>rotection</w:t>
            </w:r>
            <w:r w:rsidR="006A6D33" w:rsidRPr="006A6D33">
              <w:rPr>
                <w:rFonts w:ascii="Verdana" w:hAnsi="Verdana" w:cs="Microsoft Sans Serif"/>
                <w:sz w:val="20"/>
                <w:szCs w:val="20"/>
              </w:rPr>
              <w:t xml:space="preserve"> Co</w:t>
            </w:r>
            <w:r w:rsidR="00DC229F">
              <w:rPr>
                <w:rFonts w:ascii="Verdana" w:hAnsi="Verdana" w:cs="Microsoft Sans Serif"/>
                <w:sz w:val="20"/>
                <w:szCs w:val="20"/>
              </w:rPr>
              <w:t>de of Practice</w:t>
            </w:r>
            <w:r w:rsidR="006A6D3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FA1BBF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Next DCUSA Release Following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702452" w:rsidP="009E25A7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29</w:t>
            </w:r>
            <w:r w:rsidR="009E25A7">
              <w:rPr>
                <w:rFonts w:ascii="Verdana" w:hAnsi="Verdana" w:cs="Microsoft Sans Serif"/>
                <w:sz w:val="20"/>
                <w:szCs w:val="20"/>
              </w:rPr>
              <w:t xml:space="preserve"> October</w:t>
            </w:r>
            <w:r w:rsidR="00FA1BBF">
              <w:rPr>
                <w:rFonts w:ascii="Verdana" w:hAnsi="Verdana" w:cs="Microsoft Sans Serif"/>
                <w:sz w:val="20"/>
                <w:szCs w:val="20"/>
              </w:rPr>
              <w:t xml:space="preserve"> 2013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4FA" w:rsidRDefault="00CC44FA">
      <w:r>
        <w:separator/>
      </w:r>
    </w:p>
  </w:endnote>
  <w:endnote w:type="continuationSeparator" w:id="0">
    <w:p w:rsidR="00CC44FA" w:rsidRDefault="00CC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4FA" w:rsidRPr="00266E0A" w:rsidRDefault="00FA1BBF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</w:t>
    </w:r>
    <w:r w:rsidR="00E900E8">
      <w:rPr>
        <w:rFonts w:ascii="Verdana" w:hAnsi="Verdana"/>
        <w:sz w:val="16"/>
      </w:rPr>
      <w:t>3</w:t>
    </w:r>
    <w:r>
      <w:rPr>
        <w:rFonts w:ascii="Verdana" w:hAnsi="Verdana"/>
        <w:sz w:val="16"/>
      </w:rPr>
      <w:t xml:space="preserve"> October </w:t>
    </w:r>
    <w:r w:rsidR="00EF6840">
      <w:rPr>
        <w:rFonts w:ascii="Verdana" w:hAnsi="Verdana"/>
        <w:sz w:val="16"/>
      </w:rPr>
      <w:t>2013</w:t>
    </w:r>
    <w:r w:rsidR="00CC44FA">
      <w:rPr>
        <w:rFonts w:ascii="Verdana" w:hAnsi="Verdana"/>
        <w:sz w:val="16"/>
      </w:rPr>
      <w:t xml:space="preserve">     </w:t>
    </w:r>
    <w:r w:rsidR="00CC44FA" w:rsidRPr="00266E0A">
      <w:rPr>
        <w:rFonts w:ascii="Verdana" w:hAnsi="Verdana"/>
        <w:sz w:val="16"/>
      </w:rPr>
      <w:tab/>
      <w:t xml:space="preserve">Page </w:t>
    </w:r>
    <w:r w:rsidR="00CD5E93" w:rsidRPr="00266E0A">
      <w:rPr>
        <w:rStyle w:val="PageNumber"/>
        <w:rFonts w:ascii="Verdana" w:hAnsi="Verdana"/>
        <w:sz w:val="16"/>
      </w:rPr>
      <w:fldChar w:fldCharType="begin"/>
    </w:r>
    <w:r w:rsidR="00CC44FA" w:rsidRPr="00266E0A">
      <w:rPr>
        <w:rStyle w:val="PageNumber"/>
        <w:rFonts w:ascii="Verdana" w:hAnsi="Verdana"/>
        <w:sz w:val="16"/>
      </w:rPr>
      <w:instrText xml:space="preserve"> PAGE </w:instrText>
    </w:r>
    <w:r w:rsidR="00CD5E93" w:rsidRPr="00266E0A">
      <w:rPr>
        <w:rStyle w:val="PageNumber"/>
        <w:rFonts w:ascii="Verdana" w:hAnsi="Verdana"/>
        <w:sz w:val="16"/>
      </w:rPr>
      <w:fldChar w:fldCharType="separate"/>
    </w:r>
    <w:r w:rsidR="00E900E8">
      <w:rPr>
        <w:rStyle w:val="PageNumber"/>
        <w:rFonts w:ascii="Verdana" w:hAnsi="Verdana"/>
        <w:noProof/>
        <w:sz w:val="16"/>
      </w:rPr>
      <w:t>1</w:t>
    </w:r>
    <w:r w:rsidR="00CD5E93" w:rsidRPr="00266E0A">
      <w:rPr>
        <w:rStyle w:val="PageNumber"/>
        <w:rFonts w:ascii="Verdana" w:hAnsi="Verdana"/>
        <w:sz w:val="16"/>
      </w:rPr>
      <w:fldChar w:fldCharType="end"/>
    </w:r>
    <w:r w:rsidR="00CC44FA" w:rsidRPr="00266E0A">
      <w:rPr>
        <w:rStyle w:val="PageNumber"/>
        <w:rFonts w:ascii="Verdana" w:hAnsi="Verdana"/>
        <w:sz w:val="16"/>
      </w:rPr>
      <w:t xml:space="preserve"> of </w:t>
    </w:r>
    <w:r w:rsidR="00CD5E93" w:rsidRPr="00266E0A">
      <w:rPr>
        <w:rStyle w:val="PageNumber"/>
        <w:rFonts w:ascii="Verdana" w:hAnsi="Verdana"/>
        <w:sz w:val="16"/>
      </w:rPr>
      <w:fldChar w:fldCharType="begin"/>
    </w:r>
    <w:r w:rsidR="00CC44FA" w:rsidRPr="00266E0A">
      <w:rPr>
        <w:rStyle w:val="PageNumber"/>
        <w:rFonts w:ascii="Verdana" w:hAnsi="Verdana"/>
        <w:sz w:val="16"/>
      </w:rPr>
      <w:instrText xml:space="preserve"> NUMPAGES </w:instrText>
    </w:r>
    <w:r w:rsidR="00CD5E93" w:rsidRPr="00266E0A">
      <w:rPr>
        <w:rStyle w:val="PageNumber"/>
        <w:rFonts w:ascii="Verdana" w:hAnsi="Verdana"/>
        <w:sz w:val="16"/>
      </w:rPr>
      <w:fldChar w:fldCharType="separate"/>
    </w:r>
    <w:r w:rsidR="00E900E8">
      <w:rPr>
        <w:rStyle w:val="PageNumber"/>
        <w:rFonts w:ascii="Verdana" w:hAnsi="Verdana"/>
        <w:noProof/>
        <w:sz w:val="16"/>
      </w:rPr>
      <w:t>1</w:t>
    </w:r>
    <w:r w:rsidR="00CD5E93" w:rsidRPr="00266E0A">
      <w:rPr>
        <w:rStyle w:val="PageNumber"/>
        <w:rFonts w:ascii="Verdana" w:hAnsi="Verdana"/>
        <w:sz w:val="16"/>
      </w:rPr>
      <w:fldChar w:fldCharType="end"/>
    </w:r>
    <w:r w:rsidR="00CC44FA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4FA" w:rsidRDefault="00CC44FA">
      <w:r>
        <w:separator/>
      </w:r>
    </w:p>
  </w:footnote>
  <w:footnote w:type="continuationSeparator" w:id="0">
    <w:p w:rsidR="00CC44FA" w:rsidRDefault="00CC44FA">
      <w:r>
        <w:continuationSeparator/>
      </w:r>
    </w:p>
  </w:footnote>
  <w:footnote w:id="1">
    <w:p w:rsidR="00CC44FA" w:rsidRPr="00775818" w:rsidRDefault="00CC44FA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4FA" w:rsidRPr="00266E0A" w:rsidRDefault="00CC44FA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>
      <w:rPr>
        <w:rFonts w:ascii="Verdana" w:hAnsi="Verdana"/>
        <w:sz w:val="16"/>
      </w:rPr>
      <w:t>DCP</w:t>
    </w:r>
    <w:r w:rsidR="007454A1">
      <w:rPr>
        <w:rFonts w:ascii="Verdana" w:hAnsi="Verdana"/>
        <w:sz w:val="16"/>
      </w:rPr>
      <w:t xml:space="preserve"> </w:t>
    </w:r>
    <w:r w:rsidR="006A6D33">
      <w:rPr>
        <w:rFonts w:ascii="Verdana" w:hAnsi="Verdana"/>
        <w:sz w:val="16"/>
      </w:rPr>
      <w:t>191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95975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B3A89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813AD"/>
    <w:rsid w:val="0029537A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9402E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872C8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76F1B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7709F"/>
    <w:rsid w:val="00690709"/>
    <w:rsid w:val="006A0BD7"/>
    <w:rsid w:val="006A308C"/>
    <w:rsid w:val="006A4532"/>
    <w:rsid w:val="006A6D33"/>
    <w:rsid w:val="006B3AB0"/>
    <w:rsid w:val="006C745A"/>
    <w:rsid w:val="006E0238"/>
    <w:rsid w:val="006E3BEB"/>
    <w:rsid w:val="006F459F"/>
    <w:rsid w:val="00701E8B"/>
    <w:rsid w:val="00702452"/>
    <w:rsid w:val="00721166"/>
    <w:rsid w:val="00733350"/>
    <w:rsid w:val="00736BD4"/>
    <w:rsid w:val="0074207A"/>
    <w:rsid w:val="007454A1"/>
    <w:rsid w:val="0074561A"/>
    <w:rsid w:val="00746DA3"/>
    <w:rsid w:val="00747BB4"/>
    <w:rsid w:val="007555AA"/>
    <w:rsid w:val="007558DF"/>
    <w:rsid w:val="007653CB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545A"/>
    <w:rsid w:val="00877F82"/>
    <w:rsid w:val="00881E46"/>
    <w:rsid w:val="00883173"/>
    <w:rsid w:val="008832A5"/>
    <w:rsid w:val="00890152"/>
    <w:rsid w:val="008956FF"/>
    <w:rsid w:val="008C59FE"/>
    <w:rsid w:val="008D0E41"/>
    <w:rsid w:val="008E4B4F"/>
    <w:rsid w:val="009026EB"/>
    <w:rsid w:val="00902A7B"/>
    <w:rsid w:val="00911573"/>
    <w:rsid w:val="00920034"/>
    <w:rsid w:val="0093479D"/>
    <w:rsid w:val="00941090"/>
    <w:rsid w:val="00947397"/>
    <w:rsid w:val="0095573C"/>
    <w:rsid w:val="00972814"/>
    <w:rsid w:val="00980780"/>
    <w:rsid w:val="00982BB9"/>
    <w:rsid w:val="009B15F6"/>
    <w:rsid w:val="009C21B5"/>
    <w:rsid w:val="009C3B3C"/>
    <w:rsid w:val="009E25A7"/>
    <w:rsid w:val="009F68F4"/>
    <w:rsid w:val="00A020CF"/>
    <w:rsid w:val="00A21A25"/>
    <w:rsid w:val="00A21A4B"/>
    <w:rsid w:val="00A23399"/>
    <w:rsid w:val="00A31F8E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AF6D63"/>
    <w:rsid w:val="00B03446"/>
    <w:rsid w:val="00B064E9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259F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71DA4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4FA"/>
    <w:rsid w:val="00CC4837"/>
    <w:rsid w:val="00CC5279"/>
    <w:rsid w:val="00CC7DA0"/>
    <w:rsid w:val="00CD04BD"/>
    <w:rsid w:val="00CD5E93"/>
    <w:rsid w:val="00CD6084"/>
    <w:rsid w:val="00CD6846"/>
    <w:rsid w:val="00CF397A"/>
    <w:rsid w:val="00D04733"/>
    <w:rsid w:val="00D0602E"/>
    <w:rsid w:val="00D0686E"/>
    <w:rsid w:val="00D13C1F"/>
    <w:rsid w:val="00D155A2"/>
    <w:rsid w:val="00D162A3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5E83"/>
    <w:rsid w:val="00D96575"/>
    <w:rsid w:val="00DA373F"/>
    <w:rsid w:val="00DA5FAC"/>
    <w:rsid w:val="00DA600A"/>
    <w:rsid w:val="00DA67B5"/>
    <w:rsid w:val="00DB02B1"/>
    <w:rsid w:val="00DB19C9"/>
    <w:rsid w:val="00DB3A5A"/>
    <w:rsid w:val="00DC229F"/>
    <w:rsid w:val="00DC653E"/>
    <w:rsid w:val="00DC729E"/>
    <w:rsid w:val="00DF7356"/>
    <w:rsid w:val="00E0084F"/>
    <w:rsid w:val="00E014D6"/>
    <w:rsid w:val="00E1258D"/>
    <w:rsid w:val="00E17E06"/>
    <w:rsid w:val="00E2204D"/>
    <w:rsid w:val="00E27CAD"/>
    <w:rsid w:val="00E30A2A"/>
    <w:rsid w:val="00E35178"/>
    <w:rsid w:val="00E424F4"/>
    <w:rsid w:val="00E47055"/>
    <w:rsid w:val="00E507BC"/>
    <w:rsid w:val="00E6304E"/>
    <w:rsid w:val="00E7373F"/>
    <w:rsid w:val="00E80E56"/>
    <w:rsid w:val="00E81C2B"/>
    <w:rsid w:val="00E83A81"/>
    <w:rsid w:val="00E86210"/>
    <w:rsid w:val="00E900E8"/>
    <w:rsid w:val="00EA0962"/>
    <w:rsid w:val="00EA2DDF"/>
    <w:rsid w:val="00EB2BCE"/>
    <w:rsid w:val="00EB5A92"/>
    <w:rsid w:val="00ED5CF6"/>
    <w:rsid w:val="00ED6017"/>
    <w:rsid w:val="00EF070B"/>
    <w:rsid w:val="00EF6840"/>
    <w:rsid w:val="00F02C22"/>
    <w:rsid w:val="00F12E9F"/>
    <w:rsid w:val="00F15378"/>
    <w:rsid w:val="00F265CD"/>
    <w:rsid w:val="00F3676A"/>
    <w:rsid w:val="00F36C6F"/>
    <w:rsid w:val="00F57E53"/>
    <w:rsid w:val="00F60DCB"/>
    <w:rsid w:val="00F7373F"/>
    <w:rsid w:val="00F7652B"/>
    <w:rsid w:val="00F84243"/>
    <w:rsid w:val="00F85BCA"/>
    <w:rsid w:val="00F862C9"/>
    <w:rsid w:val="00F86506"/>
    <w:rsid w:val="00FA01C2"/>
    <w:rsid w:val="00FA1BBF"/>
    <w:rsid w:val="00FA265B"/>
    <w:rsid w:val="00FB394B"/>
    <w:rsid w:val="00FB6D3F"/>
    <w:rsid w:val="00FC159D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9AD7F-AEF2-43B1-B6D2-9D3C7961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CC808D92</Template>
  <TotalTime>0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501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hynesc</cp:lastModifiedBy>
  <cp:revision>2</cp:revision>
  <cp:lastPrinted>2013-10-18T18:22:00Z</cp:lastPrinted>
  <dcterms:created xsi:type="dcterms:W3CDTF">2013-10-23T08:07:00Z</dcterms:created>
  <dcterms:modified xsi:type="dcterms:W3CDTF">2013-10-23T08:07:00Z</dcterms:modified>
</cp:coreProperties>
</file>