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libri" w:eastAsiaTheme="minorHAnsi" w:hAnsi="Calibri" w:cstheme="minorBidi"/>
          <w:caps w:val="0"/>
          <w:spacing w:val="0"/>
          <w:kern w:val="0"/>
          <w:sz w:val="22"/>
          <w:szCs w:val="24"/>
        </w:rPr>
        <w:id w:val="-634709140"/>
        <w:lock w:val="contentLocked"/>
        <w:placeholder>
          <w:docPart w:val="DefaultPlaceholder_1082065158"/>
        </w:placeholder>
        <w:group/>
      </w:sdtPr>
      <w:sdtContent>
        <w:sdt>
          <w:sdtPr>
            <w:rPr>
              <w:rFonts w:ascii="Calibri" w:eastAsiaTheme="minorHAnsi" w:hAnsi="Calibri" w:cstheme="minorBidi"/>
              <w:caps w:val="0"/>
              <w:spacing w:val="0"/>
              <w:kern w:val="0"/>
              <w:sz w:val="22"/>
              <w:szCs w:val="24"/>
            </w:rPr>
            <w:id w:val="1349910359"/>
            <w:lock w:val="contentLocked"/>
            <w:placeholder>
              <w:docPart w:val="DefaultPlaceholder_1082065158"/>
            </w:placeholder>
            <w:group/>
          </w:sdt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A83756" w:rsidP="00193115">
                    <w:pPr>
                      <w:rPr>
                        <w:rFonts w:ascii="Calibri" w:hAnsi="Calibri"/>
                        <w:sz w:val="22"/>
                      </w:rPr>
                    </w:pPr>
                    <w:r w:rsidRPr="00A83756">
                      <w:rPr>
                        <w:rFonts w:ascii="Calibri" w:hAnsi="Calibri"/>
                        <w:sz w:val="22"/>
                      </w:rPr>
                      <w:t>DCP 218</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A83756" w:rsidP="00193115">
                    <w:pPr>
                      <w:rPr>
                        <w:rFonts w:ascii="Calibri" w:hAnsi="Calibri"/>
                        <w:sz w:val="22"/>
                      </w:rPr>
                    </w:pPr>
                    <w:r w:rsidRPr="00A83756">
                      <w:rPr>
                        <w:rFonts w:ascii="Calibri" w:hAnsi="Calibri"/>
                        <w:sz w:val="22"/>
                      </w:rPr>
                      <w:t>Licence Derogation Notification</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A83756"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A83756" w:rsidP="00193115">
                    <w:pPr>
                      <w:rPr>
                        <w:rFonts w:ascii="Calibri" w:hAnsi="Calibri"/>
                        <w:sz w:val="22"/>
                      </w:rPr>
                    </w:pPr>
                    <w:r>
                      <w:rPr>
                        <w:rFonts w:ascii="Calibri" w:hAnsi="Calibri"/>
                        <w:sz w:val="22"/>
                      </w:rPr>
                      <w:t>Part 2</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A83756" w:rsidP="00697019">
                    <w:pPr>
                      <w:rPr>
                        <w:rFonts w:ascii="Calibri" w:hAnsi="Calibri"/>
                        <w:sz w:val="22"/>
                      </w:rPr>
                    </w:pPr>
                    <w:r>
                      <w:rPr>
                        <w:rFonts w:ascii="Calibri" w:hAnsi="Calibri"/>
                        <w:sz w:val="22"/>
                      </w:rPr>
                      <w:t>N</w:t>
                    </w:r>
                    <w:r w:rsidRPr="00A83756">
                      <w:rPr>
                        <w:rFonts w:ascii="Calibri" w:hAnsi="Calibri"/>
                        <w:sz w:val="22"/>
                      </w:rPr>
                      <w:t>ext DCUSA Release after approval by Parties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A83756" w:rsidP="00193115">
                    <w:pPr>
                      <w:rPr>
                        <w:rFonts w:ascii="Calibri" w:hAnsi="Calibri"/>
                        <w:sz w:val="22"/>
                      </w:rPr>
                    </w:pPr>
                    <w:r w:rsidRPr="00A83756">
                      <w:rPr>
                        <w:rFonts w:ascii="Calibri" w:hAnsi="Calibri"/>
                        <w:sz w:val="22"/>
                      </w:rPr>
                      <w:t>5 December 2014</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810B0F25CA6B4843A83EE9BA2E27BB85"/>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A0DDC0542D004B17AF3C2C28E9CEE3F5"/>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B637BD0A05DF44C19DFFE558A3CCC360"/>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E5A1F5FE39AE4F1D808BDA5D6BFDAA49"/>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CC0B2B13DD514DFFAA47E6DE288B79B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39279F652B8A4070B52446C469F036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38636DE46EFE47099BF7AB89CDCD9E02"/>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80C6DC031FDB4B44833836532892111E"/>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F898D543B2014244BAD32AAF4A65235A"/>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21D426D4A854E62AC8233B2228A3488"/>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3776C8E45A1E450A8A117C6D7AD019AA"/>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C21B186B95844C6F8CB9FC880E1A2C64"/>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p>
                </w:tc>
                <w:sdt>
                  <w:sdtPr>
                    <w:rPr>
                      <w:rFonts w:ascii="Calibri" w:hAnsi="Calibri"/>
                      <w:sz w:val="22"/>
                    </w:rPr>
                    <w:alias w:val="Other Comments"/>
                    <w:tag w:val="other_comments"/>
                    <w:id w:val="163441968"/>
                    <w:placeholder>
                      <w:docPart w:val="FADB34DA4D30441B96FA33566CC08B1A"/>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t xml:space="preserve">That compliance by each DNO Party with the Charging Methodologies facilitates compliance with the Regulation on Cross-Border Exchange in Electricity and any relevant legally binding </w:t>
                    </w:r>
                    <w:r w:rsidRPr="00957B20">
                      <w:rPr>
                        <w:rFonts w:ascii="Calibri" w:hAnsi="Calibri"/>
                        <w:sz w:val="22"/>
                      </w:rPr>
                      <w:lastRenderedPageBreak/>
                      <w:t>decisions of the European Commission and/or the Agency for the Co-operation of Energy Regulators.</w:t>
                    </w:r>
                  </w:p>
                </w:tc>
              </w:tr>
            </w:tbl>
            <w:p w:rsidR="00957B20" w:rsidRPr="00957B20" w:rsidRDefault="00823A0B" w:rsidP="00CA72C7">
              <w:pPr>
                <w:pStyle w:val="ObjectivesHeading"/>
                <w:rPr>
                  <w:rFonts w:ascii="Calibri" w:hAnsi="Calibri"/>
                  <w:sz w:val="22"/>
                </w:rPr>
              </w:pPr>
            </w:p>
          </w:sdtContent>
        </w:sdt>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60A" w:rsidRDefault="005E560A" w:rsidP="00FD00A2">
      <w:r>
        <w:separator/>
      </w:r>
    </w:p>
  </w:endnote>
  <w:endnote w:type="continuationSeparator" w:id="0">
    <w:p w:rsidR="005E560A" w:rsidRDefault="005E560A"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665044"/>
      <w:lock w:val="contentLocked"/>
      <w:placeholder>
        <w:docPart w:val="DefaultPlaceholder_1082065158"/>
      </w:placeholder>
      <w:group/>
    </w:sdtPr>
    <w:sdtContent>
      <w:sdt>
        <w:sdtPr>
          <w:id w:val="-1307850979"/>
          <w:lock w:val="contentLocked"/>
          <w:placeholder>
            <w:docPart w:val="DefaultPlaceholder_1082065158"/>
          </w:placeholder>
          <w:showingPlcHdr/>
          <w:group/>
        </w:sdtPr>
        <w:sdtEndPr/>
        <w:sdtContent>
          <w:p w:rsidR="00A83756" w:rsidRDefault="0015538E">
            <w:pPr>
              <w:pStyle w:val="Footer"/>
            </w:pPr>
            <w:r w:rsidRPr="005F4788">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918465959"/>
      <w:lock w:val="contentLocked"/>
      <w:placeholder>
        <w:docPart w:val="DefaultPlaceholder_1082065158"/>
      </w:placeholder>
      <w:group/>
    </w:sdtPr>
    <w:sdtContent>
      <w:sdt>
        <w:sdtPr>
          <w:rPr>
            <w:rFonts w:ascii="Calibri" w:hAnsi="Calibri"/>
          </w:rPr>
          <w:id w:val="-1435740432"/>
          <w:lock w:val="contentLocked"/>
          <w:placeholder>
            <w:docPart w:val="DefaultPlaceholder_1082065158"/>
          </w:placeholder>
          <w:group/>
        </w:sdtPr>
        <w:sdtEndPr/>
        <w:sdtContent>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A83756">
              <w:rPr>
                <w:rFonts w:ascii="Calibri" w:hAnsi="Calibri"/>
              </w:rPr>
              <w:t>12 November 2014</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823A0B">
              <w:rPr>
                <w:rFonts w:ascii="Calibri" w:hAnsi="Calibri"/>
                <w:noProof/>
              </w:rPr>
              <w:t>1</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823A0B">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A83756">
              <w:rPr>
                <w:rFonts w:ascii="Calibri" w:hAnsi="Calibri"/>
              </w:rPr>
              <w:t>1.0</w:t>
            </w:r>
            <w:r w:rsidRPr="00957B20">
              <w:rPr>
                <w:rFonts w:ascii="Calibri" w:hAnsi="Calibri"/>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998549"/>
      <w:lock w:val="contentLocked"/>
      <w:placeholder>
        <w:docPart w:val="DefaultPlaceholder_1082065158"/>
      </w:placeholder>
      <w:group/>
    </w:sdtPr>
    <w:sdtContent>
      <w:sdt>
        <w:sdtPr>
          <w:id w:val="-1728603772"/>
          <w:lock w:val="contentLocked"/>
          <w:placeholder>
            <w:docPart w:val="DefaultPlaceholder_1082065158"/>
          </w:placeholder>
          <w:showingPlcHdr/>
          <w:group/>
        </w:sdtPr>
        <w:sdtEndPr/>
        <w:sdtContent>
          <w:p w:rsidR="00A83756" w:rsidRDefault="0015538E">
            <w:pPr>
              <w:pStyle w:val="Footer"/>
            </w:pPr>
            <w:r w:rsidRPr="005F4788">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60A" w:rsidRDefault="005E560A" w:rsidP="00FD00A2">
      <w:r>
        <w:separator/>
      </w:r>
    </w:p>
  </w:footnote>
  <w:footnote w:type="continuationSeparator" w:id="0">
    <w:p w:rsidR="005E560A" w:rsidRDefault="005E560A"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140210"/>
      <w:lock w:val="contentLocked"/>
      <w:placeholder>
        <w:docPart w:val="DefaultPlaceholder_1082065158"/>
      </w:placeholder>
      <w:group/>
    </w:sdtPr>
    <w:sdtContent>
      <w:sdt>
        <w:sdtPr>
          <w:id w:val="-527870210"/>
          <w:lock w:val="contentLocked"/>
          <w:placeholder>
            <w:docPart w:val="DefaultPlaceholder_1082065158"/>
          </w:placeholder>
          <w:showingPlcHdr/>
          <w:group/>
        </w:sdtPr>
        <w:sdtEndPr/>
        <w:sdtContent>
          <w:p w:rsidR="00A83756" w:rsidRDefault="0015538E">
            <w:pPr>
              <w:pStyle w:val="Header"/>
            </w:pPr>
            <w:r w:rsidRPr="005F4788">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477772709"/>
      <w:lock w:val="contentLocked"/>
      <w:placeholder>
        <w:docPart w:val="DefaultPlaceholder_1082065158"/>
      </w:placeholder>
      <w:group/>
    </w:sdtPr>
    <w:sdtContent>
      <w:sdt>
        <w:sdtPr>
          <w:rPr>
            <w:rFonts w:ascii="Calibri" w:hAnsi="Calibri"/>
          </w:rPr>
          <w:id w:val="148485319"/>
          <w:lock w:val="contentLocked"/>
          <w:placeholder>
            <w:docPart w:val="DefaultPlaceholder_1082065158"/>
          </w:placeholder>
          <w:group/>
        </w:sdtPr>
        <w:sdtEnd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A83756">
              <w:rPr>
                <w:rFonts w:ascii="Calibri" w:hAnsi="Calibri"/>
              </w:rPr>
              <w:t>218</w:t>
            </w:r>
            <w:r w:rsidR="00FD00A2" w:rsidRPr="00957B20">
              <w:rPr>
                <w:rFonts w:ascii="Calibri" w:hAnsi="Calibri"/>
              </w:rPr>
              <w:fldChar w:fldCharType="end"/>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350297"/>
      <w:lock w:val="contentLocked"/>
      <w:placeholder>
        <w:docPart w:val="DefaultPlaceholder_1082065158"/>
      </w:placeholder>
      <w:group/>
    </w:sdtPr>
    <w:sdtContent>
      <w:sdt>
        <w:sdtPr>
          <w:id w:val="-1822958715"/>
          <w:lock w:val="contentLocked"/>
          <w:placeholder>
            <w:docPart w:val="DefaultPlaceholder_1082065158"/>
          </w:placeholder>
          <w:showingPlcHdr/>
          <w:group/>
        </w:sdtPr>
        <w:sdtEndPr/>
        <w:sdtContent>
          <w:p w:rsidR="00A83756" w:rsidRDefault="0015538E">
            <w:pPr>
              <w:pStyle w:val="Header"/>
            </w:pPr>
            <w:r w:rsidRPr="005F4788">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60A"/>
    <w:rsid w:val="00077D80"/>
    <w:rsid w:val="00134AF7"/>
    <w:rsid w:val="0015538E"/>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E560A"/>
    <w:rsid w:val="005F1DC2"/>
    <w:rsid w:val="005F26DE"/>
    <w:rsid w:val="005F2D28"/>
    <w:rsid w:val="00697019"/>
    <w:rsid w:val="00711B18"/>
    <w:rsid w:val="007361B2"/>
    <w:rsid w:val="0076726D"/>
    <w:rsid w:val="00807039"/>
    <w:rsid w:val="00823A0B"/>
    <w:rsid w:val="00884177"/>
    <w:rsid w:val="008D01AD"/>
    <w:rsid w:val="008F22A5"/>
    <w:rsid w:val="00904368"/>
    <w:rsid w:val="00916C37"/>
    <w:rsid w:val="00957B20"/>
    <w:rsid w:val="00963A66"/>
    <w:rsid w:val="009A3EA3"/>
    <w:rsid w:val="009B02DB"/>
    <w:rsid w:val="009F1AFC"/>
    <w:rsid w:val="00A817E9"/>
    <w:rsid w:val="00A828F0"/>
    <w:rsid w:val="00A83756"/>
    <w:rsid w:val="00AC6DB4"/>
    <w:rsid w:val="00B23399"/>
    <w:rsid w:val="00C01797"/>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0B0F25CA6B4843A83EE9BA2E27BB85"/>
        <w:category>
          <w:name w:val="General"/>
          <w:gallery w:val="placeholder"/>
        </w:category>
        <w:types>
          <w:type w:val="bbPlcHdr"/>
        </w:types>
        <w:behaviors>
          <w:behavior w:val="content"/>
        </w:behaviors>
        <w:guid w:val="{0CCFCEDD-A4CB-4638-A715-F23EFE11DBE3}"/>
      </w:docPartPr>
      <w:docPartBody>
        <w:p w:rsidR="00AE7222" w:rsidRDefault="001C31DB">
          <w:pPr>
            <w:pStyle w:val="810B0F25CA6B4843A83EE9BA2E27BB85"/>
          </w:pPr>
          <w:r w:rsidRPr="005D19FB">
            <w:rPr>
              <w:rStyle w:val="PlaceholderText"/>
            </w:rPr>
            <w:t>Click here to enter text.</w:t>
          </w:r>
        </w:p>
      </w:docPartBody>
    </w:docPart>
    <w:docPart>
      <w:docPartPr>
        <w:name w:val="A0DDC0542D004B17AF3C2C28E9CEE3F5"/>
        <w:category>
          <w:name w:val="General"/>
          <w:gallery w:val="placeholder"/>
        </w:category>
        <w:types>
          <w:type w:val="bbPlcHdr"/>
        </w:types>
        <w:behaviors>
          <w:behavior w:val="content"/>
        </w:behaviors>
        <w:guid w:val="{73683E2A-3C74-479F-B0D5-F1A03FB22E57}"/>
      </w:docPartPr>
      <w:docPartBody>
        <w:p w:rsidR="00AE7222" w:rsidRDefault="001C31DB">
          <w:pPr>
            <w:pStyle w:val="A0DDC0542D004B17AF3C2C28E9CEE3F5"/>
          </w:pPr>
          <w:r w:rsidRPr="005D19FB">
            <w:rPr>
              <w:rStyle w:val="PlaceholderText"/>
            </w:rPr>
            <w:t>Choose an item.</w:t>
          </w:r>
        </w:p>
      </w:docPartBody>
    </w:docPart>
    <w:docPart>
      <w:docPartPr>
        <w:name w:val="B637BD0A05DF44C19DFFE558A3CCC360"/>
        <w:category>
          <w:name w:val="General"/>
          <w:gallery w:val="placeholder"/>
        </w:category>
        <w:types>
          <w:type w:val="bbPlcHdr"/>
        </w:types>
        <w:behaviors>
          <w:behavior w:val="content"/>
        </w:behaviors>
        <w:guid w:val="{C3F6F309-92D9-4F21-9FD2-B31F70CDBD87}"/>
      </w:docPartPr>
      <w:docPartBody>
        <w:p w:rsidR="00AE7222" w:rsidRDefault="001C31DB">
          <w:pPr>
            <w:pStyle w:val="B637BD0A05DF44C19DFFE558A3CCC360"/>
          </w:pPr>
          <w:r w:rsidRPr="005D19FB">
            <w:rPr>
              <w:rStyle w:val="PlaceholderText"/>
            </w:rPr>
            <w:t>Click here to enter text.</w:t>
          </w:r>
        </w:p>
      </w:docPartBody>
    </w:docPart>
    <w:docPart>
      <w:docPartPr>
        <w:name w:val="E5A1F5FE39AE4F1D808BDA5D6BFDAA49"/>
        <w:category>
          <w:name w:val="General"/>
          <w:gallery w:val="placeholder"/>
        </w:category>
        <w:types>
          <w:type w:val="bbPlcHdr"/>
        </w:types>
        <w:behaviors>
          <w:behavior w:val="content"/>
        </w:behaviors>
        <w:guid w:val="{966C9155-74BB-4096-8A62-2177BBD464B2}"/>
      </w:docPartPr>
      <w:docPartBody>
        <w:p w:rsidR="00AE7222" w:rsidRDefault="001C31DB">
          <w:pPr>
            <w:pStyle w:val="E5A1F5FE39AE4F1D808BDA5D6BFDAA49"/>
          </w:pPr>
          <w:r w:rsidRPr="005D19FB">
            <w:rPr>
              <w:rStyle w:val="PlaceholderText"/>
            </w:rPr>
            <w:t>Click here to enter text.</w:t>
          </w:r>
        </w:p>
      </w:docPartBody>
    </w:docPart>
    <w:docPart>
      <w:docPartPr>
        <w:name w:val="CC0B2B13DD514DFFAA47E6DE288B79B0"/>
        <w:category>
          <w:name w:val="General"/>
          <w:gallery w:val="placeholder"/>
        </w:category>
        <w:types>
          <w:type w:val="bbPlcHdr"/>
        </w:types>
        <w:behaviors>
          <w:behavior w:val="content"/>
        </w:behaviors>
        <w:guid w:val="{4A26DD2D-91F1-47AC-812F-C63A29CFE7B1}"/>
      </w:docPartPr>
      <w:docPartBody>
        <w:p w:rsidR="00AE7222" w:rsidRDefault="001C31DB">
          <w:pPr>
            <w:pStyle w:val="CC0B2B13DD514DFFAA47E6DE288B79B0"/>
          </w:pPr>
          <w:r w:rsidRPr="005D19FB">
            <w:rPr>
              <w:rStyle w:val="PlaceholderText"/>
            </w:rPr>
            <w:t>Click here to enter text.</w:t>
          </w:r>
        </w:p>
      </w:docPartBody>
    </w:docPart>
    <w:docPart>
      <w:docPartPr>
        <w:name w:val="39279F652B8A4070B52446C469F03644"/>
        <w:category>
          <w:name w:val="General"/>
          <w:gallery w:val="placeholder"/>
        </w:category>
        <w:types>
          <w:type w:val="bbPlcHdr"/>
        </w:types>
        <w:behaviors>
          <w:behavior w:val="content"/>
        </w:behaviors>
        <w:guid w:val="{EF448133-2D19-4CAD-A886-404794F229B7}"/>
      </w:docPartPr>
      <w:docPartBody>
        <w:p w:rsidR="00AE7222" w:rsidRDefault="001C31DB">
          <w:pPr>
            <w:pStyle w:val="39279F652B8A4070B52446C469F03644"/>
          </w:pPr>
          <w:r w:rsidRPr="005D19FB">
            <w:rPr>
              <w:rStyle w:val="PlaceholderText"/>
            </w:rPr>
            <w:t>Click here to enter text.</w:t>
          </w:r>
        </w:p>
      </w:docPartBody>
    </w:docPart>
    <w:docPart>
      <w:docPartPr>
        <w:name w:val="38636DE46EFE47099BF7AB89CDCD9E02"/>
        <w:category>
          <w:name w:val="General"/>
          <w:gallery w:val="placeholder"/>
        </w:category>
        <w:types>
          <w:type w:val="bbPlcHdr"/>
        </w:types>
        <w:behaviors>
          <w:behavior w:val="content"/>
        </w:behaviors>
        <w:guid w:val="{DACEC7CF-D105-4718-A4D1-A4188E3EAA7A}"/>
      </w:docPartPr>
      <w:docPartBody>
        <w:p w:rsidR="00AE7222" w:rsidRDefault="001C31DB">
          <w:pPr>
            <w:pStyle w:val="38636DE46EFE47099BF7AB89CDCD9E02"/>
          </w:pPr>
          <w:r w:rsidRPr="005D19FB">
            <w:rPr>
              <w:rStyle w:val="PlaceholderText"/>
            </w:rPr>
            <w:t>Click here to enter text.</w:t>
          </w:r>
        </w:p>
      </w:docPartBody>
    </w:docPart>
    <w:docPart>
      <w:docPartPr>
        <w:name w:val="80C6DC031FDB4B44833836532892111E"/>
        <w:category>
          <w:name w:val="General"/>
          <w:gallery w:val="placeholder"/>
        </w:category>
        <w:types>
          <w:type w:val="bbPlcHdr"/>
        </w:types>
        <w:behaviors>
          <w:behavior w:val="content"/>
        </w:behaviors>
        <w:guid w:val="{F0E3AF6F-D4CC-4D0B-ABDC-245FE2B0BDCB}"/>
      </w:docPartPr>
      <w:docPartBody>
        <w:p w:rsidR="00AE7222" w:rsidRDefault="001C31DB">
          <w:pPr>
            <w:pStyle w:val="80C6DC031FDB4B44833836532892111E"/>
          </w:pPr>
          <w:r w:rsidRPr="005D19FB">
            <w:rPr>
              <w:rStyle w:val="PlaceholderText"/>
            </w:rPr>
            <w:t>Click here to enter text.</w:t>
          </w:r>
        </w:p>
      </w:docPartBody>
    </w:docPart>
    <w:docPart>
      <w:docPartPr>
        <w:name w:val="F898D543B2014244BAD32AAF4A65235A"/>
        <w:category>
          <w:name w:val="General"/>
          <w:gallery w:val="placeholder"/>
        </w:category>
        <w:types>
          <w:type w:val="bbPlcHdr"/>
        </w:types>
        <w:behaviors>
          <w:behavior w:val="content"/>
        </w:behaviors>
        <w:guid w:val="{4E694B70-E8A1-45D3-B9F1-1DCC79B2AD02}"/>
      </w:docPartPr>
      <w:docPartBody>
        <w:p w:rsidR="00AE7222" w:rsidRDefault="001C31DB">
          <w:pPr>
            <w:pStyle w:val="F898D543B2014244BAD32AAF4A65235A"/>
          </w:pPr>
          <w:r w:rsidRPr="005D19FB">
            <w:rPr>
              <w:rStyle w:val="PlaceholderText"/>
            </w:rPr>
            <w:t>Click here to enter text.</w:t>
          </w:r>
        </w:p>
      </w:docPartBody>
    </w:docPart>
    <w:docPart>
      <w:docPartPr>
        <w:name w:val="F21D426D4A854E62AC8233B2228A3488"/>
        <w:category>
          <w:name w:val="General"/>
          <w:gallery w:val="placeholder"/>
        </w:category>
        <w:types>
          <w:type w:val="bbPlcHdr"/>
        </w:types>
        <w:behaviors>
          <w:behavior w:val="content"/>
        </w:behaviors>
        <w:guid w:val="{650350E7-CEAC-4FC8-86B5-F8EB4AB63F44}"/>
      </w:docPartPr>
      <w:docPartBody>
        <w:p w:rsidR="00AE7222" w:rsidRDefault="001C31DB">
          <w:pPr>
            <w:pStyle w:val="F21D426D4A854E62AC8233B2228A3488"/>
          </w:pPr>
          <w:r w:rsidRPr="005D19FB">
            <w:rPr>
              <w:rStyle w:val="PlaceholderText"/>
            </w:rPr>
            <w:t>Choose an item.</w:t>
          </w:r>
        </w:p>
      </w:docPartBody>
    </w:docPart>
    <w:docPart>
      <w:docPartPr>
        <w:name w:val="3776C8E45A1E450A8A117C6D7AD019AA"/>
        <w:category>
          <w:name w:val="General"/>
          <w:gallery w:val="placeholder"/>
        </w:category>
        <w:types>
          <w:type w:val="bbPlcHdr"/>
        </w:types>
        <w:behaviors>
          <w:behavior w:val="content"/>
        </w:behaviors>
        <w:guid w:val="{696F40CD-8598-4A5F-995F-EAB1FD8F4663}"/>
      </w:docPartPr>
      <w:docPartBody>
        <w:p w:rsidR="00AE7222" w:rsidRDefault="001C31DB">
          <w:pPr>
            <w:pStyle w:val="3776C8E45A1E450A8A117C6D7AD019AA"/>
          </w:pPr>
          <w:r w:rsidRPr="005D19FB">
            <w:rPr>
              <w:rStyle w:val="PlaceholderText"/>
            </w:rPr>
            <w:t>Choose an item.</w:t>
          </w:r>
        </w:p>
      </w:docPartBody>
    </w:docPart>
    <w:docPart>
      <w:docPartPr>
        <w:name w:val="C21B186B95844C6F8CB9FC880E1A2C64"/>
        <w:category>
          <w:name w:val="General"/>
          <w:gallery w:val="placeholder"/>
        </w:category>
        <w:types>
          <w:type w:val="bbPlcHdr"/>
        </w:types>
        <w:behaviors>
          <w:behavior w:val="content"/>
        </w:behaviors>
        <w:guid w:val="{293A3CD8-3292-4FF6-B5FC-A8201A2C0821}"/>
      </w:docPartPr>
      <w:docPartBody>
        <w:p w:rsidR="00AE7222" w:rsidRDefault="001C31DB">
          <w:pPr>
            <w:pStyle w:val="C21B186B95844C6F8CB9FC880E1A2C64"/>
          </w:pPr>
          <w:r w:rsidRPr="005D19FB">
            <w:rPr>
              <w:rStyle w:val="PlaceholderText"/>
            </w:rPr>
            <w:t>Click here to enter text.</w:t>
          </w:r>
        </w:p>
      </w:docPartBody>
    </w:docPart>
    <w:docPart>
      <w:docPartPr>
        <w:name w:val="FADB34DA4D30441B96FA33566CC08B1A"/>
        <w:category>
          <w:name w:val="General"/>
          <w:gallery w:val="placeholder"/>
        </w:category>
        <w:types>
          <w:type w:val="bbPlcHdr"/>
        </w:types>
        <w:behaviors>
          <w:behavior w:val="content"/>
        </w:behaviors>
        <w:guid w:val="{75887E1E-5C68-4178-AC70-9EC54A4BE5A2}"/>
      </w:docPartPr>
      <w:docPartBody>
        <w:p w:rsidR="00AE7222" w:rsidRDefault="001C31DB">
          <w:pPr>
            <w:pStyle w:val="FADB34DA4D30441B96FA33566CC08B1A"/>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15D8759F-5C3C-49D5-B865-3481284CB99D}"/>
      </w:docPartPr>
      <w:docPartBody>
        <w:p w:rsidR="00AE7222" w:rsidRDefault="001C31DB">
          <w:r w:rsidRPr="005F478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1DB"/>
    <w:rsid w:val="001C31DB"/>
    <w:rsid w:val="00AE72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31DB"/>
    <w:rPr>
      <w:color w:val="808080"/>
    </w:rPr>
  </w:style>
  <w:style w:type="paragraph" w:customStyle="1" w:styleId="810B0F25CA6B4843A83EE9BA2E27BB85">
    <w:name w:val="810B0F25CA6B4843A83EE9BA2E27BB85"/>
  </w:style>
  <w:style w:type="paragraph" w:customStyle="1" w:styleId="A0DDC0542D004B17AF3C2C28E9CEE3F5">
    <w:name w:val="A0DDC0542D004B17AF3C2C28E9CEE3F5"/>
  </w:style>
  <w:style w:type="paragraph" w:customStyle="1" w:styleId="B637BD0A05DF44C19DFFE558A3CCC360">
    <w:name w:val="B637BD0A05DF44C19DFFE558A3CCC360"/>
  </w:style>
  <w:style w:type="paragraph" w:customStyle="1" w:styleId="E5A1F5FE39AE4F1D808BDA5D6BFDAA49">
    <w:name w:val="E5A1F5FE39AE4F1D808BDA5D6BFDAA49"/>
  </w:style>
  <w:style w:type="paragraph" w:customStyle="1" w:styleId="CC0B2B13DD514DFFAA47E6DE288B79B0">
    <w:name w:val="CC0B2B13DD514DFFAA47E6DE288B79B0"/>
  </w:style>
  <w:style w:type="paragraph" w:customStyle="1" w:styleId="39279F652B8A4070B52446C469F03644">
    <w:name w:val="39279F652B8A4070B52446C469F03644"/>
  </w:style>
  <w:style w:type="paragraph" w:customStyle="1" w:styleId="38636DE46EFE47099BF7AB89CDCD9E02">
    <w:name w:val="38636DE46EFE47099BF7AB89CDCD9E02"/>
  </w:style>
  <w:style w:type="paragraph" w:customStyle="1" w:styleId="80C6DC031FDB4B44833836532892111E">
    <w:name w:val="80C6DC031FDB4B44833836532892111E"/>
  </w:style>
  <w:style w:type="paragraph" w:customStyle="1" w:styleId="F898D543B2014244BAD32AAF4A65235A">
    <w:name w:val="F898D543B2014244BAD32AAF4A65235A"/>
  </w:style>
  <w:style w:type="paragraph" w:customStyle="1" w:styleId="F21D426D4A854E62AC8233B2228A3488">
    <w:name w:val="F21D426D4A854E62AC8233B2228A3488"/>
  </w:style>
  <w:style w:type="paragraph" w:customStyle="1" w:styleId="3776C8E45A1E450A8A117C6D7AD019AA">
    <w:name w:val="3776C8E45A1E450A8A117C6D7AD019AA"/>
  </w:style>
  <w:style w:type="paragraph" w:customStyle="1" w:styleId="C21B186B95844C6F8CB9FC880E1A2C64">
    <w:name w:val="C21B186B95844C6F8CB9FC880E1A2C64"/>
  </w:style>
  <w:style w:type="paragraph" w:customStyle="1" w:styleId="FADB34DA4D30441B96FA33566CC08B1A">
    <w:name w:val="FADB34DA4D30441B96FA33566CC08B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31DB"/>
    <w:rPr>
      <w:color w:val="808080"/>
    </w:rPr>
  </w:style>
  <w:style w:type="paragraph" w:customStyle="1" w:styleId="810B0F25CA6B4843A83EE9BA2E27BB85">
    <w:name w:val="810B0F25CA6B4843A83EE9BA2E27BB85"/>
  </w:style>
  <w:style w:type="paragraph" w:customStyle="1" w:styleId="A0DDC0542D004B17AF3C2C28E9CEE3F5">
    <w:name w:val="A0DDC0542D004B17AF3C2C28E9CEE3F5"/>
  </w:style>
  <w:style w:type="paragraph" w:customStyle="1" w:styleId="B637BD0A05DF44C19DFFE558A3CCC360">
    <w:name w:val="B637BD0A05DF44C19DFFE558A3CCC360"/>
  </w:style>
  <w:style w:type="paragraph" w:customStyle="1" w:styleId="E5A1F5FE39AE4F1D808BDA5D6BFDAA49">
    <w:name w:val="E5A1F5FE39AE4F1D808BDA5D6BFDAA49"/>
  </w:style>
  <w:style w:type="paragraph" w:customStyle="1" w:styleId="CC0B2B13DD514DFFAA47E6DE288B79B0">
    <w:name w:val="CC0B2B13DD514DFFAA47E6DE288B79B0"/>
  </w:style>
  <w:style w:type="paragraph" w:customStyle="1" w:styleId="39279F652B8A4070B52446C469F03644">
    <w:name w:val="39279F652B8A4070B52446C469F03644"/>
  </w:style>
  <w:style w:type="paragraph" w:customStyle="1" w:styleId="38636DE46EFE47099BF7AB89CDCD9E02">
    <w:name w:val="38636DE46EFE47099BF7AB89CDCD9E02"/>
  </w:style>
  <w:style w:type="paragraph" w:customStyle="1" w:styleId="80C6DC031FDB4B44833836532892111E">
    <w:name w:val="80C6DC031FDB4B44833836532892111E"/>
  </w:style>
  <w:style w:type="paragraph" w:customStyle="1" w:styleId="F898D543B2014244BAD32AAF4A65235A">
    <w:name w:val="F898D543B2014244BAD32AAF4A65235A"/>
  </w:style>
  <w:style w:type="paragraph" w:customStyle="1" w:styleId="F21D426D4A854E62AC8233B2228A3488">
    <w:name w:val="F21D426D4A854E62AC8233B2228A3488"/>
  </w:style>
  <w:style w:type="paragraph" w:customStyle="1" w:styleId="3776C8E45A1E450A8A117C6D7AD019AA">
    <w:name w:val="3776C8E45A1E450A8A117C6D7AD019AA"/>
  </w:style>
  <w:style w:type="paragraph" w:customStyle="1" w:styleId="C21B186B95844C6F8CB9FC880E1A2C64">
    <w:name w:val="C21B186B95844C6F8CB9FC880E1A2C64"/>
  </w:style>
  <w:style w:type="paragraph" w:customStyle="1" w:styleId="FADB34DA4D30441B96FA33566CC08B1A">
    <w:name w:val="FADB34DA4D30441B96FA33566CC08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F0187-FD43-4719-90A1-6EFF8367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3</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Rosalind Timperley</dc:creator>
  <cp:lastModifiedBy>Roz</cp:lastModifiedBy>
  <cp:revision>2</cp:revision>
  <dcterms:created xsi:type="dcterms:W3CDTF">2014-11-21T09:18:00Z</dcterms:created>
  <dcterms:modified xsi:type="dcterms:W3CDTF">2014-11-21T09:18:00Z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218</vt:lpwstr>
  </property>
  <property fmtid="{D5CDD505-2E9C-101B-9397-08002B2CF9AE}" pid="3" name="Date">
    <vt:lpwstr>12 November 2014</vt:lpwstr>
  </property>
  <property fmtid="{D5CDD505-2E9C-101B-9397-08002B2CF9AE}" pid="4" name="Version">
    <vt:lpwstr>1.0</vt:lpwstr>
  </property>
</Properties>
</file>