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w:hAnsi="Calibri"/>
          <w:sz w:val="22"/>
        </w:rPr>
        <w:id w:val="-1125931339"/>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74683F">
            <w:rPr>
              <w:rFonts w:ascii="Calibri" w:hAnsi="Calibri"/>
              <w:sz w:val="22"/>
            </w:rPr>
            <w:t>5</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343D87" w:rsidP="00676222">
                <w:pPr>
                  <w:rPr>
                    <w:rFonts w:ascii="Calibri" w:hAnsi="Calibri"/>
                    <w:sz w:val="22"/>
                  </w:rPr>
                </w:pPr>
                <w:r>
                  <w:rPr>
                    <w:rFonts w:ascii="Calibri" w:hAnsi="Calibri"/>
                    <w:sz w:val="22"/>
                  </w:rPr>
                  <w:t xml:space="preserve">DCP </w:t>
                </w:r>
                <w:r w:rsidR="00676222">
                  <w:rPr>
                    <w:rFonts w:ascii="Calibri" w:hAnsi="Calibri"/>
                    <w:sz w:val="22"/>
                  </w:rPr>
                  <w:t>212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74683F" w:rsidP="00193115">
                <w:pPr>
                  <w:rPr>
                    <w:rFonts w:ascii="Calibri" w:hAnsi="Calibri"/>
                    <w:sz w:val="22"/>
                  </w:rPr>
                </w:pPr>
                <w:r w:rsidRPr="0074683F">
                  <w:rPr>
                    <w:rFonts w:ascii="Calibri" w:hAnsi="Calibri"/>
                    <w:sz w:val="22"/>
                  </w:rPr>
                  <w:t>Align the</w:t>
                </w:r>
                <w:r>
                  <w:rPr>
                    <w:rFonts w:ascii="Calibri" w:hAnsi="Calibri"/>
                    <w:sz w:val="22"/>
                  </w:rPr>
                  <w:t xml:space="preserve"> </w:t>
                </w:r>
                <w:r w:rsidR="00676222">
                  <w:rPr>
                    <w:rFonts w:ascii="Calibri" w:hAnsi="Calibri"/>
                    <w:sz w:val="22"/>
                  </w:rPr>
                  <w:t xml:space="preserve">Extended </w:t>
                </w:r>
                <w:r>
                  <w:rPr>
                    <w:rFonts w:ascii="Calibri" w:hAnsi="Calibri"/>
                    <w:sz w:val="22"/>
                  </w:rPr>
                  <w:t>PCDM Model with the Legal Text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343D87" w:rsidP="0074683F">
                <w:pPr>
                  <w:rPr>
                    <w:rFonts w:ascii="Calibri" w:hAnsi="Calibri"/>
                    <w:sz w:val="22"/>
                  </w:rPr>
                </w:pPr>
                <w:r w:rsidRPr="00343D87">
                  <w:rPr>
                    <w:rFonts w:ascii="Calibri" w:hAnsi="Calibri"/>
                    <w:sz w:val="22"/>
                  </w:rPr>
                  <w:t>IDNOs</w:t>
                </w:r>
                <w:r w:rsidR="0074683F">
                  <w:rPr>
                    <w:rFonts w:ascii="Calibri" w:hAnsi="Calibri"/>
                    <w:sz w:val="22"/>
                  </w:rPr>
                  <w:t xml:space="preserve"> and</w:t>
                </w:r>
                <w:r w:rsidRPr="00343D87">
                  <w:rPr>
                    <w:rFonts w:ascii="Calibri" w:hAnsi="Calibri"/>
                    <w:sz w:val="22"/>
                  </w:rPr>
                  <w:t xml:space="preserve"> 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343D87"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74683F" w:rsidP="00697019">
                <w:pPr>
                  <w:rPr>
                    <w:rFonts w:ascii="Calibri" w:hAnsi="Calibri"/>
                    <w:sz w:val="22"/>
                  </w:rPr>
                </w:pPr>
                <w:r w:rsidRPr="0074683F">
                  <w:rPr>
                    <w:rFonts w:ascii="Calibri" w:hAnsi="Calibri"/>
                    <w:sz w:val="22"/>
                  </w:rPr>
                  <w:t>First Release Following Authority Consent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3A7E9B" w:rsidP="00193115">
                <w:pPr>
                  <w:rPr>
                    <w:rFonts w:ascii="Calibri" w:hAnsi="Calibri"/>
                    <w:sz w:val="22"/>
                  </w:rPr>
                </w:pPr>
                <w:r>
                  <w:rPr>
                    <w:rFonts w:ascii="Calibri" w:hAnsi="Calibri"/>
                    <w:sz w:val="22"/>
                  </w:rPr>
                  <w:t>16</w:t>
                </w:r>
                <w:r w:rsidR="00343D87">
                  <w:rPr>
                    <w:rFonts w:ascii="Calibri" w:hAnsi="Calibri"/>
                    <w:sz w:val="22"/>
                  </w:rPr>
                  <w:t xml:space="preserve"> January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6416CF0731448588288E805798DB061"/>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A66EEC2B3CBF4D54B9E6D2998E850F63"/>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F3AB4B249A0A4C53984067E9F2A27717"/>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32181770B334C56B87D7FC691B697E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8F64892C75C4F54BB0CDDBAF6E02D3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56FFE78EBF44D71881783BD66C65769"/>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2AFEBDE91FAE4C3D97C99C38268D3FE9"/>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40E38F8C584D42AF9700D18EDA0D3406"/>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45C6349973D47B19891D9060FFE6FE3"/>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E2CCB791D62B48D6AAC3136E115023FE"/>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E91EF1746FA4FF3BB3AA39ECB321B9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8D04B1F7813149679E5BC0EF438F62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3A7E9B">
                  <w:rPr>
                    <w:rFonts w:ascii="Calibri" w:hAnsi="Calibri"/>
                    <w:sz w:val="22"/>
                  </w:rPr>
                  <w:t xml:space="preserve"> (Optional)</w:t>
                </w:r>
              </w:p>
            </w:tc>
            <w:sdt>
              <w:sdtPr>
                <w:rPr>
                  <w:rFonts w:ascii="Calibri" w:hAnsi="Calibri"/>
                  <w:sz w:val="22"/>
                </w:rPr>
                <w:alias w:val="Other Comments"/>
                <w:tag w:val="other_comments"/>
                <w:id w:val="163441968"/>
                <w:placeholder>
                  <w:docPart w:val="683991246AA947C0BDBBB6062843F322"/>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 xml:space="preserve">That compliance by each DNO Party with the Charging Methodologies facilitates compliance </w:t>
                </w:r>
                <w:r w:rsidRPr="00957B20">
                  <w:rPr>
                    <w:rFonts w:ascii="Calibri" w:hAnsi="Calibri"/>
                    <w:sz w:val="22"/>
                  </w:rPr>
                  <w:lastRenderedPageBreak/>
                  <w:t>with the Regulation on Cross-Border Exchange in Electricity and any relevant legally binding decisions of the European Commission and/or the Agency for the Co-operation of Energy Regulators.</w:t>
                </w:r>
              </w:p>
            </w:tc>
          </w:tr>
        </w:tbl>
        <w:p w:rsidR="00957B20" w:rsidRPr="00957B20" w:rsidRDefault="001548F2"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3" w:rsidRDefault="00FE52E3" w:rsidP="00FD00A2">
      <w:r>
        <w:separator/>
      </w:r>
    </w:p>
  </w:endnote>
  <w:endnote w:type="continuationSeparator" w:id="0">
    <w:p w:rsidR="00FE52E3" w:rsidRDefault="00FE52E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508366"/>
      <w:lock w:val="contentLocked"/>
      <w:placeholder>
        <w:docPart w:val="DefaultPlaceholder_1082065158"/>
      </w:placeholder>
      <w:showingPlcHdr/>
      <w:group/>
    </w:sdtPr>
    <w:sdtContent>
      <w:p w:rsidR="001548F2" w:rsidRDefault="001548F2">
        <w:pPr>
          <w:pStyle w:val="Footer"/>
        </w:pPr>
        <w:r w:rsidRPr="005E2047">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181973007"/>
      <w:lock w:val="contentLocked"/>
      <w:placeholder>
        <w:docPart w:val="DefaultPlaceholder_1082065158"/>
      </w:placeholder>
      <w:group/>
    </w:sdt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3A7E9B">
          <w:rPr>
            <w:rFonts w:ascii="Calibri" w:hAnsi="Calibri"/>
          </w:rPr>
          <w:t>18</w:t>
        </w:r>
        <w:r w:rsidR="00343D87">
          <w:rPr>
            <w:rFonts w:ascii="Calibri" w:hAnsi="Calibri"/>
          </w:rPr>
          <w:t xml:space="preserve"> December 2014</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1548F2">
          <w:rPr>
            <w:rFonts w:ascii="Calibri" w:hAnsi="Calibri"/>
            <w:noProof/>
          </w:rPr>
          <w:t>1</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1548F2">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74683F">
          <w:rPr>
            <w:rFonts w:ascii="Calibri" w:hAnsi="Calibri"/>
          </w:rPr>
          <w:t>1</w:t>
        </w:r>
        <w:r w:rsidR="00343D87">
          <w:rPr>
            <w:rFonts w:ascii="Calibri" w:hAnsi="Calibri"/>
          </w:rPr>
          <w:t>.0</w:t>
        </w:r>
        <w:r w:rsidRPr="00957B20">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091140"/>
      <w:lock w:val="contentLocked"/>
      <w:placeholder>
        <w:docPart w:val="DefaultPlaceholder_1082065158"/>
      </w:placeholder>
      <w:showingPlcHdr/>
      <w:group/>
    </w:sdtPr>
    <w:sdtContent>
      <w:p w:rsidR="001548F2" w:rsidRDefault="001548F2">
        <w:pPr>
          <w:pStyle w:val="Footer"/>
        </w:pPr>
        <w:r w:rsidRPr="005E2047">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3" w:rsidRDefault="00FE52E3" w:rsidP="00FD00A2">
      <w:r>
        <w:separator/>
      </w:r>
    </w:p>
  </w:footnote>
  <w:footnote w:type="continuationSeparator" w:id="0">
    <w:p w:rsidR="00FE52E3" w:rsidRDefault="00FE52E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097200"/>
      <w:lock w:val="contentLocked"/>
      <w:placeholder>
        <w:docPart w:val="DefaultPlaceholder_1082065158"/>
      </w:placeholder>
      <w:showingPlcHdr/>
      <w:group/>
    </w:sdtPr>
    <w:sdtContent>
      <w:p w:rsidR="001548F2" w:rsidRDefault="001548F2">
        <w:pPr>
          <w:pStyle w:val="Header"/>
        </w:pPr>
        <w:r w:rsidRPr="005E2047">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385863518"/>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76222">
          <w:rPr>
            <w:rFonts w:ascii="Calibri" w:hAnsi="Calibri"/>
          </w:rPr>
          <w:t>212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555070"/>
      <w:lock w:val="contentLocked"/>
      <w:placeholder>
        <w:docPart w:val="DefaultPlaceholder_1082065158"/>
      </w:placeholder>
      <w:showingPlcHdr/>
      <w:group/>
    </w:sdtPr>
    <w:sdtContent>
      <w:p w:rsidR="001548F2" w:rsidRDefault="001548F2">
        <w:pPr>
          <w:pStyle w:val="Header"/>
        </w:pPr>
        <w:r w:rsidRPr="005E2047">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2E3"/>
    <w:rsid w:val="00077D80"/>
    <w:rsid w:val="00134AF7"/>
    <w:rsid w:val="001548F2"/>
    <w:rsid w:val="00171886"/>
    <w:rsid w:val="00193115"/>
    <w:rsid w:val="001E03C5"/>
    <w:rsid w:val="001F256A"/>
    <w:rsid w:val="00223DF1"/>
    <w:rsid w:val="0023069B"/>
    <w:rsid w:val="002B61A0"/>
    <w:rsid w:val="0031153A"/>
    <w:rsid w:val="00343D87"/>
    <w:rsid w:val="003A7E9B"/>
    <w:rsid w:val="0040580C"/>
    <w:rsid w:val="00410907"/>
    <w:rsid w:val="004572E2"/>
    <w:rsid w:val="004A45C0"/>
    <w:rsid w:val="005124D0"/>
    <w:rsid w:val="005524E0"/>
    <w:rsid w:val="00554409"/>
    <w:rsid w:val="005A6203"/>
    <w:rsid w:val="005F1DC2"/>
    <w:rsid w:val="005F26DE"/>
    <w:rsid w:val="005F2D28"/>
    <w:rsid w:val="00676222"/>
    <w:rsid w:val="00697019"/>
    <w:rsid w:val="00711B18"/>
    <w:rsid w:val="007361B2"/>
    <w:rsid w:val="0074683F"/>
    <w:rsid w:val="0076726D"/>
    <w:rsid w:val="007D271A"/>
    <w:rsid w:val="00807039"/>
    <w:rsid w:val="00884177"/>
    <w:rsid w:val="008D01AD"/>
    <w:rsid w:val="008F22A5"/>
    <w:rsid w:val="00904368"/>
    <w:rsid w:val="00916C37"/>
    <w:rsid w:val="00957B20"/>
    <w:rsid w:val="00963A66"/>
    <w:rsid w:val="009A3EA3"/>
    <w:rsid w:val="009B02DB"/>
    <w:rsid w:val="009F1AFC"/>
    <w:rsid w:val="00A817E9"/>
    <w:rsid w:val="00A828F0"/>
    <w:rsid w:val="00AC6DB4"/>
    <w:rsid w:val="00B23399"/>
    <w:rsid w:val="00C01797"/>
    <w:rsid w:val="00CA72C7"/>
    <w:rsid w:val="00CE497A"/>
    <w:rsid w:val="00D7706F"/>
    <w:rsid w:val="00DB3EF9"/>
    <w:rsid w:val="00EE2CEA"/>
    <w:rsid w:val="00EF062E"/>
    <w:rsid w:val="00FD00A2"/>
    <w:rsid w:val="00FE52E3"/>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416CF0731448588288E805798DB061"/>
        <w:category>
          <w:name w:val="General"/>
          <w:gallery w:val="placeholder"/>
        </w:category>
        <w:types>
          <w:type w:val="bbPlcHdr"/>
        </w:types>
        <w:behaviors>
          <w:behavior w:val="content"/>
        </w:behaviors>
        <w:guid w:val="{755AC0B6-D61A-4FCD-8B75-B1FCE7A44ED5}"/>
      </w:docPartPr>
      <w:docPartBody>
        <w:p w:rsidR="00D25AC0" w:rsidRDefault="003B778F">
          <w:pPr>
            <w:pStyle w:val="46416CF0731448588288E805798DB061"/>
          </w:pPr>
          <w:r w:rsidRPr="005D19FB">
            <w:rPr>
              <w:rStyle w:val="PlaceholderText"/>
            </w:rPr>
            <w:t>Click here to enter text.</w:t>
          </w:r>
        </w:p>
      </w:docPartBody>
    </w:docPart>
    <w:docPart>
      <w:docPartPr>
        <w:name w:val="A66EEC2B3CBF4D54B9E6D2998E850F63"/>
        <w:category>
          <w:name w:val="General"/>
          <w:gallery w:val="placeholder"/>
        </w:category>
        <w:types>
          <w:type w:val="bbPlcHdr"/>
        </w:types>
        <w:behaviors>
          <w:behavior w:val="content"/>
        </w:behaviors>
        <w:guid w:val="{EF989B3D-48C3-4942-B597-F73A98FB422F}"/>
      </w:docPartPr>
      <w:docPartBody>
        <w:p w:rsidR="00D25AC0" w:rsidRDefault="003B778F">
          <w:pPr>
            <w:pStyle w:val="A66EEC2B3CBF4D54B9E6D2998E850F63"/>
          </w:pPr>
          <w:r w:rsidRPr="005D19FB">
            <w:rPr>
              <w:rStyle w:val="PlaceholderText"/>
            </w:rPr>
            <w:t>Choose an item.</w:t>
          </w:r>
        </w:p>
      </w:docPartBody>
    </w:docPart>
    <w:docPart>
      <w:docPartPr>
        <w:name w:val="F3AB4B249A0A4C53984067E9F2A27717"/>
        <w:category>
          <w:name w:val="General"/>
          <w:gallery w:val="placeholder"/>
        </w:category>
        <w:types>
          <w:type w:val="bbPlcHdr"/>
        </w:types>
        <w:behaviors>
          <w:behavior w:val="content"/>
        </w:behaviors>
        <w:guid w:val="{AFFC3D36-3873-4200-B5D1-BF20DE4CFD30}"/>
      </w:docPartPr>
      <w:docPartBody>
        <w:p w:rsidR="00D25AC0" w:rsidRDefault="003B778F">
          <w:pPr>
            <w:pStyle w:val="F3AB4B249A0A4C53984067E9F2A27717"/>
          </w:pPr>
          <w:r w:rsidRPr="005D19FB">
            <w:rPr>
              <w:rStyle w:val="PlaceholderText"/>
            </w:rPr>
            <w:t>Click here to enter text.</w:t>
          </w:r>
        </w:p>
      </w:docPartBody>
    </w:docPart>
    <w:docPart>
      <w:docPartPr>
        <w:name w:val="132181770B334C56B87D7FC691B697E8"/>
        <w:category>
          <w:name w:val="General"/>
          <w:gallery w:val="placeholder"/>
        </w:category>
        <w:types>
          <w:type w:val="bbPlcHdr"/>
        </w:types>
        <w:behaviors>
          <w:behavior w:val="content"/>
        </w:behaviors>
        <w:guid w:val="{0A8880DA-123A-4CB4-A5A7-447711D2B739}"/>
      </w:docPartPr>
      <w:docPartBody>
        <w:p w:rsidR="00D25AC0" w:rsidRDefault="003B778F">
          <w:pPr>
            <w:pStyle w:val="132181770B334C56B87D7FC691B697E8"/>
          </w:pPr>
          <w:r w:rsidRPr="005D19FB">
            <w:rPr>
              <w:rStyle w:val="PlaceholderText"/>
            </w:rPr>
            <w:t>Click here to enter text.</w:t>
          </w:r>
        </w:p>
      </w:docPartBody>
    </w:docPart>
    <w:docPart>
      <w:docPartPr>
        <w:name w:val="38F64892C75C4F54BB0CDDBAF6E02D37"/>
        <w:category>
          <w:name w:val="General"/>
          <w:gallery w:val="placeholder"/>
        </w:category>
        <w:types>
          <w:type w:val="bbPlcHdr"/>
        </w:types>
        <w:behaviors>
          <w:behavior w:val="content"/>
        </w:behaviors>
        <w:guid w:val="{368E36A1-DB70-4191-9784-642757EAA3EB}"/>
      </w:docPartPr>
      <w:docPartBody>
        <w:p w:rsidR="00D25AC0" w:rsidRDefault="003B778F">
          <w:pPr>
            <w:pStyle w:val="38F64892C75C4F54BB0CDDBAF6E02D37"/>
          </w:pPr>
          <w:r w:rsidRPr="005D19FB">
            <w:rPr>
              <w:rStyle w:val="PlaceholderText"/>
            </w:rPr>
            <w:t>Click here to enter text.</w:t>
          </w:r>
        </w:p>
      </w:docPartBody>
    </w:docPart>
    <w:docPart>
      <w:docPartPr>
        <w:name w:val="456FFE78EBF44D71881783BD66C65769"/>
        <w:category>
          <w:name w:val="General"/>
          <w:gallery w:val="placeholder"/>
        </w:category>
        <w:types>
          <w:type w:val="bbPlcHdr"/>
        </w:types>
        <w:behaviors>
          <w:behavior w:val="content"/>
        </w:behaviors>
        <w:guid w:val="{E745A7E1-25D7-4375-90DF-676792039A63}"/>
      </w:docPartPr>
      <w:docPartBody>
        <w:p w:rsidR="00D25AC0" w:rsidRDefault="003B778F">
          <w:pPr>
            <w:pStyle w:val="456FFE78EBF44D71881783BD66C65769"/>
          </w:pPr>
          <w:r w:rsidRPr="005D19FB">
            <w:rPr>
              <w:rStyle w:val="PlaceholderText"/>
            </w:rPr>
            <w:t>Click here to enter text.</w:t>
          </w:r>
        </w:p>
      </w:docPartBody>
    </w:docPart>
    <w:docPart>
      <w:docPartPr>
        <w:name w:val="2AFEBDE91FAE4C3D97C99C38268D3FE9"/>
        <w:category>
          <w:name w:val="General"/>
          <w:gallery w:val="placeholder"/>
        </w:category>
        <w:types>
          <w:type w:val="bbPlcHdr"/>
        </w:types>
        <w:behaviors>
          <w:behavior w:val="content"/>
        </w:behaviors>
        <w:guid w:val="{9FB43126-4DE4-4836-8488-1566DE72946C}"/>
      </w:docPartPr>
      <w:docPartBody>
        <w:p w:rsidR="00D25AC0" w:rsidRDefault="003B778F">
          <w:pPr>
            <w:pStyle w:val="2AFEBDE91FAE4C3D97C99C38268D3FE9"/>
          </w:pPr>
          <w:r w:rsidRPr="005D19FB">
            <w:rPr>
              <w:rStyle w:val="PlaceholderText"/>
            </w:rPr>
            <w:t>Click here to enter text.</w:t>
          </w:r>
        </w:p>
      </w:docPartBody>
    </w:docPart>
    <w:docPart>
      <w:docPartPr>
        <w:name w:val="40E38F8C584D42AF9700D18EDA0D3406"/>
        <w:category>
          <w:name w:val="General"/>
          <w:gallery w:val="placeholder"/>
        </w:category>
        <w:types>
          <w:type w:val="bbPlcHdr"/>
        </w:types>
        <w:behaviors>
          <w:behavior w:val="content"/>
        </w:behaviors>
        <w:guid w:val="{C3AEA402-F75A-4304-94ED-549E4C0EBAC7}"/>
      </w:docPartPr>
      <w:docPartBody>
        <w:p w:rsidR="00D25AC0" w:rsidRDefault="003B778F">
          <w:pPr>
            <w:pStyle w:val="40E38F8C584D42AF9700D18EDA0D3406"/>
          </w:pPr>
          <w:r w:rsidRPr="005D19FB">
            <w:rPr>
              <w:rStyle w:val="PlaceholderText"/>
            </w:rPr>
            <w:t>Click here to enter text.</w:t>
          </w:r>
        </w:p>
      </w:docPartBody>
    </w:docPart>
    <w:docPart>
      <w:docPartPr>
        <w:name w:val="845C6349973D47B19891D9060FFE6FE3"/>
        <w:category>
          <w:name w:val="General"/>
          <w:gallery w:val="placeholder"/>
        </w:category>
        <w:types>
          <w:type w:val="bbPlcHdr"/>
        </w:types>
        <w:behaviors>
          <w:behavior w:val="content"/>
        </w:behaviors>
        <w:guid w:val="{A62E747E-621F-408B-AEDB-4BC75D52CEBB}"/>
      </w:docPartPr>
      <w:docPartBody>
        <w:p w:rsidR="00D25AC0" w:rsidRDefault="003B778F">
          <w:pPr>
            <w:pStyle w:val="845C6349973D47B19891D9060FFE6FE3"/>
          </w:pPr>
          <w:r w:rsidRPr="005D19FB">
            <w:rPr>
              <w:rStyle w:val="PlaceholderText"/>
            </w:rPr>
            <w:t>Click here to enter text.</w:t>
          </w:r>
        </w:p>
      </w:docPartBody>
    </w:docPart>
    <w:docPart>
      <w:docPartPr>
        <w:name w:val="E2CCB791D62B48D6AAC3136E115023FE"/>
        <w:category>
          <w:name w:val="General"/>
          <w:gallery w:val="placeholder"/>
        </w:category>
        <w:types>
          <w:type w:val="bbPlcHdr"/>
        </w:types>
        <w:behaviors>
          <w:behavior w:val="content"/>
        </w:behaviors>
        <w:guid w:val="{72749337-2155-449F-BEAE-D3A45B1A83BB}"/>
      </w:docPartPr>
      <w:docPartBody>
        <w:p w:rsidR="00D25AC0" w:rsidRDefault="003B778F">
          <w:pPr>
            <w:pStyle w:val="E2CCB791D62B48D6AAC3136E115023FE"/>
          </w:pPr>
          <w:r w:rsidRPr="005D19FB">
            <w:rPr>
              <w:rStyle w:val="PlaceholderText"/>
            </w:rPr>
            <w:t>Choose an item.</w:t>
          </w:r>
        </w:p>
      </w:docPartBody>
    </w:docPart>
    <w:docPart>
      <w:docPartPr>
        <w:name w:val="8E91EF1746FA4FF3BB3AA39ECB321B93"/>
        <w:category>
          <w:name w:val="General"/>
          <w:gallery w:val="placeholder"/>
        </w:category>
        <w:types>
          <w:type w:val="bbPlcHdr"/>
        </w:types>
        <w:behaviors>
          <w:behavior w:val="content"/>
        </w:behaviors>
        <w:guid w:val="{DAAB38EB-24A5-4839-ACE5-917274FDD4DF}"/>
      </w:docPartPr>
      <w:docPartBody>
        <w:p w:rsidR="00D25AC0" w:rsidRDefault="003B778F">
          <w:pPr>
            <w:pStyle w:val="8E91EF1746FA4FF3BB3AA39ECB321B93"/>
          </w:pPr>
          <w:r w:rsidRPr="005D19FB">
            <w:rPr>
              <w:rStyle w:val="PlaceholderText"/>
            </w:rPr>
            <w:t>Choose an item.</w:t>
          </w:r>
        </w:p>
      </w:docPartBody>
    </w:docPart>
    <w:docPart>
      <w:docPartPr>
        <w:name w:val="8D04B1F7813149679E5BC0EF438F6218"/>
        <w:category>
          <w:name w:val="General"/>
          <w:gallery w:val="placeholder"/>
        </w:category>
        <w:types>
          <w:type w:val="bbPlcHdr"/>
        </w:types>
        <w:behaviors>
          <w:behavior w:val="content"/>
        </w:behaviors>
        <w:guid w:val="{E9580B31-562D-4B8B-BB36-9EDE013C803A}"/>
      </w:docPartPr>
      <w:docPartBody>
        <w:p w:rsidR="00D25AC0" w:rsidRDefault="003B778F">
          <w:pPr>
            <w:pStyle w:val="8D04B1F7813149679E5BC0EF438F6218"/>
          </w:pPr>
          <w:r w:rsidRPr="005D19FB">
            <w:rPr>
              <w:rStyle w:val="PlaceholderText"/>
            </w:rPr>
            <w:t>Click here to enter text.</w:t>
          </w:r>
        </w:p>
      </w:docPartBody>
    </w:docPart>
    <w:docPart>
      <w:docPartPr>
        <w:name w:val="683991246AA947C0BDBBB6062843F322"/>
        <w:category>
          <w:name w:val="General"/>
          <w:gallery w:val="placeholder"/>
        </w:category>
        <w:types>
          <w:type w:val="bbPlcHdr"/>
        </w:types>
        <w:behaviors>
          <w:behavior w:val="content"/>
        </w:behaviors>
        <w:guid w:val="{52A20DFC-4CA8-430E-99EA-88B608277AE9}"/>
      </w:docPartPr>
      <w:docPartBody>
        <w:p w:rsidR="00D25AC0" w:rsidRDefault="003B778F">
          <w:pPr>
            <w:pStyle w:val="683991246AA947C0BDBBB6062843F322"/>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57874656-7FEC-4FE5-964E-60AFF01248E0}"/>
      </w:docPartPr>
      <w:docPartBody>
        <w:p w:rsidR="00000000" w:rsidRDefault="001F00B8">
          <w:r w:rsidRPr="005E204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8F"/>
    <w:rsid w:val="001F00B8"/>
    <w:rsid w:val="003B778F"/>
    <w:rsid w:val="004E2297"/>
    <w:rsid w:val="00D25AC0"/>
    <w:rsid w:val="00FE0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00B8"/>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00B8"/>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A20D2-C239-41BA-9138-120938343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6</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Michael Walls</cp:lastModifiedBy>
  <cp:revision>8</cp:revision>
  <dcterms:created xsi:type="dcterms:W3CDTF">2014-12-04T11:25:00Z</dcterms:created>
  <dcterms:modified xsi:type="dcterms:W3CDTF">2014-12-18T11:20:00Z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178</vt:lpwstr>
  </property>
  <property fmtid="{D5CDD505-2E9C-101B-9397-08002B2CF9AE}" pid="3" name="Date">
    <vt:lpwstr>19 December 2014</vt:lpwstr>
  </property>
  <property fmtid="{D5CDD505-2E9C-101B-9397-08002B2CF9AE}" pid="4" name="Version">
    <vt:lpwstr>2.0</vt:lpwstr>
  </property>
</Properties>
</file>