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FB3F3A" w:rsidRDefault="000117A5" w:rsidP="00223DF1">
      <w:pPr>
        <w:pStyle w:val="Title"/>
        <w:rPr>
          <w:rFonts w:ascii="Calibri" w:hAnsi="Calibri"/>
          <w:sz w:val="22"/>
          <w:szCs w:val="22"/>
        </w:rPr>
      </w:pPr>
      <w:bookmarkStart w:id="0" w:name="_GoBack"/>
      <w:bookmarkEnd w:id="0"/>
      <w:r>
        <w:rPr>
          <w:rFonts w:ascii="Calibri" w:hAnsi="Calibri"/>
          <w:sz w:val="22"/>
          <w:szCs w:val="22"/>
        </w:rPr>
        <w:t>DCP 205 Consultation Response Form</w:t>
      </w:r>
    </w:p>
    <w:p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D4451D">
        <w:rPr>
          <w:rFonts w:ascii="Calibri" w:hAnsi="Calibri"/>
          <w:sz w:val="22"/>
          <w:szCs w:val="22"/>
        </w:rPr>
        <w:t>Delveer Johal</w:t>
      </w:r>
    </w:p>
    <w:p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9" w:history="1">
        <w:r w:rsidRPr="00FB3F3A">
          <w:rPr>
            <w:rStyle w:val="Hyperlink"/>
            <w:rFonts w:ascii="Calibri" w:hAnsi="Calibri"/>
            <w:sz w:val="22"/>
            <w:szCs w:val="22"/>
          </w:rPr>
          <w:t>DCUSA@electralink.co.uk</w:t>
        </w:r>
      </w:hyperlink>
    </w:p>
    <w:p w:rsidR="00223DF1" w:rsidRPr="00FB3F3A" w:rsidRDefault="00A828F0" w:rsidP="00A828F0">
      <w:pPr>
        <w:pStyle w:val="BodyText"/>
        <w:rPr>
          <w:rFonts w:ascii="Calibri" w:hAnsi="Calibri"/>
          <w:sz w:val="22"/>
          <w:szCs w:val="22"/>
        </w:rPr>
      </w:pPr>
      <w:r w:rsidRPr="00FB3F3A">
        <w:rPr>
          <w:rFonts w:ascii="Calibri" w:hAnsi="Calibri"/>
          <w:sz w:val="22"/>
          <w:szCs w:val="22"/>
        </w:rPr>
        <w:t xml:space="preserve">Fax: 020 7432 </w:t>
      </w:r>
      <w:r w:rsidR="00D4451D">
        <w:rPr>
          <w:rFonts w:ascii="Calibri" w:hAnsi="Calibri"/>
          <w:sz w:val="22"/>
          <w:szCs w:val="22"/>
        </w:rPr>
        <w:t>3016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612453BF25664F6A807DBFBE4BD1FCF1"/>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612453BF25664F6A807DBFBE4BD1FCF1"/>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EEE73D517854F7CAA010A30F90E24F8"/>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612453BF25664F6A807DBFBE4BD1FCF1"/>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612453BF25664F6A807DBFBE4BD1FCF1"/>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EEE73D517854F7CAA010A30F90E24F8"/>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4451D" w:rsidTr="00D4451D">
        <w:trPr>
          <w:cnfStyle w:val="100000000000" w:firstRow="1" w:lastRow="0" w:firstColumn="0" w:lastColumn="0" w:oddVBand="0" w:evenVBand="0" w:oddHBand="0" w:evenHBand="0" w:firstRowFirstColumn="0" w:firstRowLastColumn="0" w:lastRowFirstColumn="0" w:lastRowLastColumn="0"/>
        </w:trPr>
        <w:tc>
          <w:tcPr>
            <w:tcW w:w="9287" w:type="dxa"/>
          </w:tcPr>
          <w:p w:rsidR="00D4451D" w:rsidRDefault="00D4451D" w:rsidP="00D4451D">
            <w:pPr>
              <w:pStyle w:val="Question"/>
            </w:pPr>
            <w:r w:rsidRPr="00D4451D">
              <w:t>Do you understand the intent of the CP?</w:t>
            </w:r>
          </w:p>
        </w:tc>
      </w:tr>
      <w:tr w:rsidR="00D4451D" w:rsidTr="00D4451D">
        <w:sdt>
          <w:sdtPr>
            <w:tag w:val="dcusa_response1"/>
            <w:id w:val="-634331703"/>
            <w:placeholder>
              <w:docPart w:val="DefaultPlaceholder_1082065158"/>
            </w:placeholder>
            <w:showingPlcHdr/>
          </w:sdtPr>
          <w:sdtEndPr/>
          <w:sdtContent>
            <w:tc>
              <w:tcPr>
                <w:tcW w:w="9287" w:type="dxa"/>
              </w:tcPr>
              <w:p w:rsidR="00D4451D" w:rsidRDefault="00D4451D" w:rsidP="00D4451D">
                <w:pPr>
                  <w:pStyle w:val="BodyText"/>
                </w:pPr>
                <w:r w:rsidRPr="00FF38A5">
                  <w:rPr>
                    <w:rStyle w:val="PlaceholderText"/>
                  </w:rPr>
                  <w:t>Click here to enter text.</w:t>
                </w:r>
              </w:p>
            </w:tc>
          </w:sdtContent>
        </w:sdt>
      </w:tr>
    </w:tbl>
    <w:p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4451D" w:rsidTr="00D4451D">
        <w:trPr>
          <w:cnfStyle w:val="100000000000" w:firstRow="1" w:lastRow="0" w:firstColumn="0" w:lastColumn="0" w:oddVBand="0" w:evenVBand="0" w:oddHBand="0" w:evenHBand="0" w:firstRowFirstColumn="0" w:firstRowLastColumn="0" w:lastRowFirstColumn="0" w:lastRowLastColumn="0"/>
        </w:trPr>
        <w:tc>
          <w:tcPr>
            <w:tcW w:w="9287" w:type="dxa"/>
          </w:tcPr>
          <w:p w:rsidR="00D4451D" w:rsidRDefault="00D4451D" w:rsidP="00D4451D">
            <w:pPr>
              <w:pStyle w:val="Question"/>
            </w:pPr>
            <w:r w:rsidRPr="00D4451D">
              <w:t>Are you supportive of the principles of the CP?</w:t>
            </w:r>
          </w:p>
        </w:tc>
      </w:tr>
      <w:tr w:rsidR="00D4451D" w:rsidTr="00D4451D">
        <w:sdt>
          <w:sdtPr>
            <w:tag w:val="dcusa_response2"/>
            <w:id w:val="969872409"/>
            <w:placeholder>
              <w:docPart w:val="DefaultPlaceholder_1082065158"/>
            </w:placeholder>
            <w:showingPlcHdr/>
          </w:sdtPr>
          <w:sdtEndPr/>
          <w:sdtContent>
            <w:tc>
              <w:tcPr>
                <w:tcW w:w="9287" w:type="dxa"/>
              </w:tcPr>
              <w:p w:rsidR="00D4451D" w:rsidRDefault="00D4451D" w:rsidP="00D4451D">
                <w:pPr>
                  <w:pStyle w:val="BodyText"/>
                </w:pPr>
                <w:r w:rsidRPr="00FF38A5">
                  <w:rPr>
                    <w:rStyle w:val="PlaceholderText"/>
                  </w:rPr>
                  <w:t>Click here to enter text.</w:t>
                </w:r>
              </w:p>
            </w:tc>
          </w:sdtContent>
        </w:sdt>
      </w:tr>
    </w:tbl>
    <w:p w:rsidR="00D4451D" w:rsidRDefault="00D4451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4451D" w:rsidTr="00D4451D">
        <w:trPr>
          <w:cnfStyle w:val="100000000000" w:firstRow="1" w:lastRow="0" w:firstColumn="0" w:lastColumn="0" w:oddVBand="0" w:evenVBand="0" w:oddHBand="0" w:evenHBand="0" w:firstRowFirstColumn="0" w:firstRowLastColumn="0" w:lastRowFirstColumn="0" w:lastRowLastColumn="0"/>
        </w:trPr>
        <w:tc>
          <w:tcPr>
            <w:tcW w:w="9287" w:type="dxa"/>
          </w:tcPr>
          <w:p w:rsidR="00D4451D" w:rsidRDefault="0063181A" w:rsidP="0063181A">
            <w:pPr>
              <w:pStyle w:val="Question"/>
            </w:pPr>
            <w:r w:rsidRPr="0063181A">
              <w:t xml:space="preserve">Do you have any comments and preferences on the four options in order to capture and exclude from this charging change “equipment of an unusual nature or that it would be non-standard in a normal domestic or small business environment”. Please provide comments for each option. </w:t>
            </w:r>
          </w:p>
          <w:p w:rsidR="0063181A" w:rsidRDefault="0063181A" w:rsidP="0063181A">
            <w:pPr>
              <w:pStyle w:val="ListParagraph"/>
              <w:rPr>
                <w:b/>
              </w:rPr>
            </w:pPr>
          </w:p>
          <w:p w:rsidR="00D4451D" w:rsidRDefault="00D4451D" w:rsidP="0063181A">
            <w:pPr>
              <w:pStyle w:val="ListParagraph"/>
              <w:numPr>
                <w:ilvl w:val="0"/>
                <w:numId w:val="16"/>
              </w:numPr>
              <w:rPr>
                <w:b/>
              </w:rPr>
            </w:pPr>
            <w:r w:rsidRPr="00D4451D">
              <w:rPr>
                <w:b/>
              </w:rPr>
              <w:t>Causing disruption to other Users</w:t>
            </w:r>
          </w:p>
          <w:p w:rsidR="00D4451D" w:rsidRPr="00D4451D" w:rsidRDefault="00D4451D" w:rsidP="0063181A">
            <w:pPr>
              <w:pStyle w:val="ListParagraph"/>
              <w:rPr>
                <w:b/>
              </w:rPr>
            </w:pPr>
          </w:p>
          <w:p w:rsidR="00D4451D" w:rsidRDefault="00D4451D" w:rsidP="0063181A">
            <w:pPr>
              <w:pStyle w:val="ListParagraph"/>
              <w:numPr>
                <w:ilvl w:val="0"/>
                <w:numId w:val="16"/>
              </w:numPr>
              <w:rPr>
                <w:b/>
              </w:rPr>
            </w:pPr>
            <w:r w:rsidRPr="00D4451D">
              <w:rPr>
                <w:b/>
              </w:rPr>
              <w:t>Causing disruption to other Users with costs to rectify in excess of a High Cost Cap</w:t>
            </w:r>
          </w:p>
          <w:p w:rsidR="00D4451D" w:rsidRPr="00D4451D" w:rsidRDefault="00D4451D" w:rsidP="0063181A">
            <w:pPr>
              <w:pStyle w:val="ListParagraph"/>
              <w:rPr>
                <w:b/>
              </w:rPr>
            </w:pPr>
          </w:p>
          <w:p w:rsidR="00D4451D" w:rsidRDefault="00D4451D" w:rsidP="0063181A">
            <w:pPr>
              <w:pStyle w:val="ListParagraph"/>
              <w:numPr>
                <w:ilvl w:val="0"/>
                <w:numId w:val="16"/>
              </w:numPr>
              <w:rPr>
                <w:b/>
              </w:rPr>
            </w:pPr>
            <w:r w:rsidRPr="00D4451D">
              <w:rPr>
                <w:b/>
              </w:rPr>
              <w:t>Equipment Standard</w:t>
            </w:r>
          </w:p>
          <w:p w:rsidR="00D4451D" w:rsidRPr="00D4451D" w:rsidRDefault="00D4451D" w:rsidP="0063181A">
            <w:pPr>
              <w:pStyle w:val="ListParagraph"/>
              <w:rPr>
                <w:b/>
              </w:rPr>
            </w:pPr>
          </w:p>
          <w:p w:rsidR="00D4451D" w:rsidRPr="00D4451D" w:rsidRDefault="00D4451D" w:rsidP="0063181A">
            <w:pPr>
              <w:pStyle w:val="BodyText"/>
              <w:numPr>
                <w:ilvl w:val="0"/>
                <w:numId w:val="16"/>
              </w:numPr>
              <w:spacing w:line="240" w:lineRule="auto"/>
            </w:pPr>
            <w:r w:rsidRPr="00D4451D">
              <w:rPr>
                <w:b/>
              </w:rPr>
              <w:t>No current exclusion for any equipment installed by existing customers.</w:t>
            </w:r>
          </w:p>
        </w:tc>
      </w:tr>
      <w:tr w:rsidR="00D4451D" w:rsidTr="00D4451D">
        <w:sdt>
          <w:sdtPr>
            <w:tag w:val="dcusa_response3"/>
            <w:id w:val="206070967"/>
            <w:placeholder>
              <w:docPart w:val="DefaultPlaceholder_1082065158"/>
            </w:placeholder>
            <w:showingPlcHdr/>
          </w:sdtPr>
          <w:sdtEndPr/>
          <w:sdtContent>
            <w:tc>
              <w:tcPr>
                <w:tcW w:w="9287" w:type="dxa"/>
              </w:tcPr>
              <w:p w:rsidR="00D4451D" w:rsidRDefault="00D4451D" w:rsidP="00D4451D">
                <w:pPr>
                  <w:pStyle w:val="BodyText"/>
                </w:pPr>
                <w:r w:rsidRPr="00FF38A5">
                  <w:rPr>
                    <w:rStyle w:val="PlaceholderText"/>
                  </w:rPr>
                  <w:t>Click here to enter text.</w:t>
                </w:r>
              </w:p>
            </w:tc>
          </w:sdtContent>
        </w:sdt>
      </w:tr>
    </w:tbl>
    <w:p w:rsidR="00D4451D" w:rsidRDefault="00D4451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4451D" w:rsidTr="00D4451D">
        <w:trPr>
          <w:cnfStyle w:val="100000000000" w:firstRow="1" w:lastRow="0" w:firstColumn="0" w:lastColumn="0" w:oddVBand="0" w:evenVBand="0" w:oddHBand="0" w:evenHBand="0" w:firstRowFirstColumn="0" w:firstRowLastColumn="0" w:lastRowFirstColumn="0" w:lastRowLastColumn="0"/>
        </w:trPr>
        <w:tc>
          <w:tcPr>
            <w:tcW w:w="9287" w:type="dxa"/>
          </w:tcPr>
          <w:p w:rsidR="00D4451D" w:rsidRDefault="00D4451D" w:rsidP="0063181A">
            <w:pPr>
              <w:pStyle w:val="Question"/>
            </w:pPr>
            <w:r w:rsidRPr="00D4451D">
              <w:lastRenderedPageBreak/>
              <w:t>Do you consider that the proposal better facilitates the DCUSA General Objectives? Please give supporting reasons.</w:t>
            </w:r>
          </w:p>
        </w:tc>
      </w:tr>
      <w:tr w:rsidR="00D4451D" w:rsidTr="00D4451D">
        <w:sdt>
          <w:sdtPr>
            <w:tag w:val="dcusa_response4"/>
            <w:id w:val="864788601"/>
            <w:placeholder>
              <w:docPart w:val="DefaultPlaceholder_1082065158"/>
            </w:placeholder>
            <w:showingPlcHdr/>
          </w:sdtPr>
          <w:sdtEndPr/>
          <w:sdtContent>
            <w:tc>
              <w:tcPr>
                <w:tcW w:w="9287" w:type="dxa"/>
              </w:tcPr>
              <w:p w:rsidR="00D4451D" w:rsidRDefault="00D4451D" w:rsidP="00D4451D">
                <w:pPr>
                  <w:pStyle w:val="BodyText"/>
                </w:pPr>
                <w:r w:rsidRPr="00FF38A5">
                  <w:rPr>
                    <w:rStyle w:val="PlaceholderText"/>
                  </w:rPr>
                  <w:t>Click here to enter text.</w:t>
                </w:r>
              </w:p>
            </w:tc>
          </w:sdtContent>
        </w:sdt>
      </w:tr>
    </w:tbl>
    <w:p w:rsidR="00D4451D" w:rsidRDefault="00D4451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3181A" w:rsidTr="0063181A">
        <w:trPr>
          <w:cnfStyle w:val="100000000000" w:firstRow="1" w:lastRow="0" w:firstColumn="0" w:lastColumn="0" w:oddVBand="0" w:evenVBand="0" w:oddHBand="0" w:evenHBand="0" w:firstRowFirstColumn="0" w:firstRowLastColumn="0" w:lastRowFirstColumn="0" w:lastRowLastColumn="0"/>
        </w:trPr>
        <w:tc>
          <w:tcPr>
            <w:tcW w:w="9287" w:type="dxa"/>
          </w:tcPr>
          <w:p w:rsidR="0063181A" w:rsidRDefault="0063181A" w:rsidP="0063181A">
            <w:pPr>
              <w:pStyle w:val="Question"/>
            </w:pPr>
            <w:r w:rsidRPr="0063181A">
              <w:t>Do you consider that the proposal better facilitates the DCUSA Charging Objectives? Please give supporting reasons.</w:t>
            </w:r>
          </w:p>
        </w:tc>
      </w:tr>
      <w:tr w:rsidR="0063181A" w:rsidTr="0063181A">
        <w:sdt>
          <w:sdtPr>
            <w:tag w:val="dcusa_response5"/>
            <w:id w:val="-1247962665"/>
            <w:placeholder>
              <w:docPart w:val="DefaultPlaceholder_1082065158"/>
            </w:placeholder>
            <w:showingPlcHdr/>
          </w:sdtPr>
          <w:sdtEndPr/>
          <w:sdtContent>
            <w:tc>
              <w:tcPr>
                <w:tcW w:w="9287" w:type="dxa"/>
              </w:tcPr>
              <w:p w:rsidR="0063181A" w:rsidRDefault="0063181A" w:rsidP="0063181A">
                <w:pPr>
                  <w:pStyle w:val="BodyText"/>
                </w:pPr>
                <w:r w:rsidRPr="00FF38A5">
                  <w:rPr>
                    <w:rStyle w:val="PlaceholderText"/>
                  </w:rPr>
                  <w:t>Click here to enter text.</w:t>
                </w:r>
              </w:p>
            </w:tc>
          </w:sdtContent>
        </w:sdt>
      </w:tr>
    </w:tbl>
    <w:p w:rsidR="0063181A" w:rsidRDefault="0063181A"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3181A" w:rsidTr="0063181A">
        <w:trPr>
          <w:cnfStyle w:val="100000000000" w:firstRow="1" w:lastRow="0" w:firstColumn="0" w:lastColumn="0" w:oddVBand="0" w:evenVBand="0" w:oddHBand="0" w:evenHBand="0" w:firstRowFirstColumn="0" w:firstRowLastColumn="0" w:lastRowFirstColumn="0" w:lastRowLastColumn="0"/>
        </w:trPr>
        <w:tc>
          <w:tcPr>
            <w:tcW w:w="9287" w:type="dxa"/>
          </w:tcPr>
          <w:p w:rsidR="0063181A" w:rsidRDefault="0063181A" w:rsidP="0063181A">
            <w:pPr>
              <w:pStyle w:val="Question"/>
            </w:pPr>
            <w:r w:rsidRPr="0063181A">
              <w:t>Are there any unintended consequences of this proposal?</w:t>
            </w:r>
          </w:p>
        </w:tc>
      </w:tr>
      <w:tr w:rsidR="0063181A" w:rsidTr="0063181A">
        <w:sdt>
          <w:sdtPr>
            <w:tag w:val="dcusa_response6"/>
            <w:id w:val="-1886777688"/>
            <w:placeholder>
              <w:docPart w:val="DefaultPlaceholder_1082065158"/>
            </w:placeholder>
            <w:showingPlcHdr/>
          </w:sdtPr>
          <w:sdtEndPr/>
          <w:sdtContent>
            <w:tc>
              <w:tcPr>
                <w:tcW w:w="9287" w:type="dxa"/>
              </w:tcPr>
              <w:p w:rsidR="0063181A" w:rsidRDefault="0063181A" w:rsidP="0063181A">
                <w:pPr>
                  <w:pStyle w:val="BodyText"/>
                </w:pPr>
                <w:r w:rsidRPr="00FF38A5">
                  <w:rPr>
                    <w:rStyle w:val="PlaceholderText"/>
                  </w:rPr>
                  <w:t>Click here to enter text.</w:t>
                </w:r>
              </w:p>
            </w:tc>
          </w:sdtContent>
        </w:sdt>
      </w:tr>
    </w:tbl>
    <w:p w:rsidR="0063181A" w:rsidRDefault="0063181A"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3181A" w:rsidTr="0063181A">
        <w:trPr>
          <w:cnfStyle w:val="100000000000" w:firstRow="1" w:lastRow="0" w:firstColumn="0" w:lastColumn="0" w:oddVBand="0" w:evenVBand="0" w:oddHBand="0" w:evenHBand="0" w:firstRowFirstColumn="0" w:firstRowLastColumn="0" w:lastRowFirstColumn="0" w:lastRowLastColumn="0"/>
        </w:trPr>
        <w:tc>
          <w:tcPr>
            <w:tcW w:w="9287" w:type="dxa"/>
          </w:tcPr>
          <w:p w:rsidR="0063181A" w:rsidRDefault="0063181A" w:rsidP="0063181A">
            <w:pPr>
              <w:pStyle w:val="Question"/>
            </w:pPr>
            <w:r w:rsidRPr="0063181A">
              <w:t>Are there any alternative solutions or matters that should be considered?</w:t>
            </w:r>
          </w:p>
        </w:tc>
      </w:tr>
      <w:tr w:rsidR="0063181A" w:rsidTr="0063181A">
        <w:sdt>
          <w:sdtPr>
            <w:tag w:val="dcusa_response7"/>
            <w:id w:val="-162862536"/>
            <w:placeholder>
              <w:docPart w:val="DefaultPlaceholder_1082065158"/>
            </w:placeholder>
            <w:showingPlcHdr/>
          </w:sdtPr>
          <w:sdtEndPr/>
          <w:sdtContent>
            <w:tc>
              <w:tcPr>
                <w:tcW w:w="9287" w:type="dxa"/>
              </w:tcPr>
              <w:p w:rsidR="0063181A" w:rsidRDefault="0063181A" w:rsidP="0063181A">
                <w:pPr>
                  <w:pStyle w:val="BodyText"/>
                </w:pPr>
                <w:r w:rsidRPr="00FF38A5">
                  <w:rPr>
                    <w:rStyle w:val="PlaceholderText"/>
                  </w:rPr>
                  <w:t>Click here to enter text.</w:t>
                </w:r>
              </w:p>
            </w:tc>
          </w:sdtContent>
        </w:sdt>
      </w:tr>
    </w:tbl>
    <w:p w:rsidR="0063181A" w:rsidRDefault="0063181A"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3181A" w:rsidTr="0063181A">
        <w:trPr>
          <w:cnfStyle w:val="100000000000" w:firstRow="1" w:lastRow="0" w:firstColumn="0" w:lastColumn="0" w:oddVBand="0" w:evenVBand="0" w:oddHBand="0" w:evenHBand="0" w:firstRowFirstColumn="0" w:firstRowLastColumn="0" w:lastRowFirstColumn="0" w:lastRowLastColumn="0"/>
        </w:trPr>
        <w:tc>
          <w:tcPr>
            <w:tcW w:w="9287" w:type="dxa"/>
          </w:tcPr>
          <w:p w:rsidR="0063181A" w:rsidRDefault="0063181A" w:rsidP="0063181A">
            <w:pPr>
              <w:pStyle w:val="Question"/>
            </w:pPr>
            <w:r w:rsidRPr="0063181A">
              <w:t>Please state any other comments or views on the Change Proposal.</w:t>
            </w:r>
          </w:p>
        </w:tc>
      </w:tr>
      <w:tr w:rsidR="0063181A" w:rsidTr="0063181A">
        <w:sdt>
          <w:sdtPr>
            <w:tag w:val="dcusa_response8"/>
            <w:id w:val="1639145171"/>
            <w:placeholder>
              <w:docPart w:val="DefaultPlaceholder_1082065158"/>
            </w:placeholder>
            <w:showingPlcHdr/>
          </w:sdtPr>
          <w:sdtEndPr/>
          <w:sdtContent>
            <w:tc>
              <w:tcPr>
                <w:tcW w:w="9287" w:type="dxa"/>
              </w:tcPr>
              <w:p w:rsidR="0063181A" w:rsidRDefault="0063181A" w:rsidP="0063181A">
                <w:pPr>
                  <w:pStyle w:val="BodyText"/>
                </w:pPr>
                <w:r w:rsidRPr="00FF38A5">
                  <w:rPr>
                    <w:rStyle w:val="PlaceholderText"/>
                  </w:rPr>
                  <w:t>Click here to enter text.</w:t>
                </w:r>
              </w:p>
            </w:tc>
          </w:sdtContent>
        </w:sdt>
      </w:tr>
    </w:tbl>
    <w:p w:rsidR="0063181A" w:rsidRPr="00FB3F3A" w:rsidRDefault="0063181A" w:rsidP="0063181A">
      <w:pPr>
        <w:pStyle w:val="BodyText"/>
        <w:rPr>
          <w:rFonts w:ascii="Calibri" w:hAnsi="Calibri"/>
          <w:sz w:val="22"/>
          <w:szCs w:val="22"/>
        </w:rPr>
      </w:pPr>
    </w:p>
    <w:sectPr w:rsidR="0063181A" w:rsidRPr="00FB3F3A"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51D" w:rsidRDefault="00D4451D" w:rsidP="00FD00A2">
      <w:r>
        <w:separator/>
      </w:r>
    </w:p>
  </w:endnote>
  <w:endnote w:type="continuationSeparator" w:id="0">
    <w:p w:rsidR="00D4451D" w:rsidRDefault="00D4451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FB3F3A" w:rsidRDefault="008E1ADD">
    <w:pPr>
      <w:pStyle w:val="Footer"/>
      <w:rPr>
        <w:rFonts w:ascii="Calibri" w:hAnsi="Calibri"/>
      </w:rPr>
    </w:pPr>
    <w:r>
      <w:rPr>
        <w:rFonts w:ascii="Calibri" w:hAnsi="Calibri"/>
      </w:rPr>
      <w:t>14 July 2014</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Pr>
        <w:rFonts w:ascii="Calibri" w:hAnsi="Calibri"/>
        <w:noProof/>
      </w:rPr>
      <w:t>2</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Pr>
        <w:rFonts w:ascii="Calibri" w:hAnsi="Calibri"/>
        <w:noProof/>
      </w:rPr>
      <w:t>2</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sidR="00D4451D">
      <w:rPr>
        <w:rFonts w:ascii="Calibri" w:hAnsi="Calibri"/>
      </w:rPr>
      <w:t>1.0</w:t>
    </w:r>
    <w:r w:rsidR="00FD00A2" w:rsidRPr="00FB3F3A">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51D" w:rsidRDefault="00D4451D" w:rsidP="00FD00A2">
      <w:r>
        <w:separator/>
      </w:r>
    </w:p>
  </w:footnote>
  <w:footnote w:type="continuationSeparator" w:id="0">
    <w:p w:rsidR="00D4451D" w:rsidRDefault="00D4451D"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FD00A2" w:rsidRPr="00FB3F3A">
      <w:rPr>
        <w:rFonts w:ascii="Calibri" w:hAnsi="Calibri"/>
      </w:rPr>
      <w:fldChar w:fldCharType="begin"/>
    </w:r>
    <w:r w:rsidR="00FD00A2" w:rsidRPr="00FB3F3A">
      <w:rPr>
        <w:rFonts w:ascii="Calibri" w:hAnsi="Calibri"/>
      </w:rPr>
      <w:instrText xml:space="preserve"> docproperty ref </w:instrText>
    </w:r>
    <w:r w:rsidR="00FD00A2" w:rsidRPr="00FB3F3A">
      <w:rPr>
        <w:rFonts w:ascii="Calibri" w:hAnsi="Calibri"/>
      </w:rPr>
      <w:fldChar w:fldCharType="separate"/>
    </w:r>
    <w:r w:rsidR="00D4451D">
      <w:rPr>
        <w:rFonts w:ascii="Calibri" w:hAnsi="Calibri"/>
      </w:rPr>
      <w:t>205</w:t>
    </w:r>
    <w:r w:rsidR="00FD00A2" w:rsidRPr="00FB3F3A">
      <w:rPr>
        <w:rFonts w:ascii="Calibri" w:hAnsi="Calibr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C07334F"/>
    <w:multiLevelType w:val="hybridMultilevel"/>
    <w:tmpl w:val="25823316"/>
    <w:lvl w:ilvl="0" w:tplc="27D46C0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51D"/>
    <w:rsid w:val="000117A5"/>
    <w:rsid w:val="00077D80"/>
    <w:rsid w:val="00134AF7"/>
    <w:rsid w:val="001E03C5"/>
    <w:rsid w:val="001F2288"/>
    <w:rsid w:val="00223DF1"/>
    <w:rsid w:val="0023069B"/>
    <w:rsid w:val="002B61A0"/>
    <w:rsid w:val="0031153A"/>
    <w:rsid w:val="0040580C"/>
    <w:rsid w:val="00410907"/>
    <w:rsid w:val="00554409"/>
    <w:rsid w:val="0063181A"/>
    <w:rsid w:val="00711B18"/>
    <w:rsid w:val="007361B2"/>
    <w:rsid w:val="0076726D"/>
    <w:rsid w:val="00884177"/>
    <w:rsid w:val="008D01AD"/>
    <w:rsid w:val="008E1ADD"/>
    <w:rsid w:val="008F22A5"/>
    <w:rsid w:val="00963A66"/>
    <w:rsid w:val="009A3EA3"/>
    <w:rsid w:val="009B02DB"/>
    <w:rsid w:val="009F1AFC"/>
    <w:rsid w:val="00A817E9"/>
    <w:rsid w:val="00A828F0"/>
    <w:rsid w:val="00AC6DB4"/>
    <w:rsid w:val="00C01797"/>
    <w:rsid w:val="00CE497A"/>
    <w:rsid w:val="00D4451D"/>
    <w:rsid w:val="00DB3EF9"/>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D445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D44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ld\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2453BF25664F6A807DBFBE4BD1FCF1"/>
        <w:category>
          <w:name w:val="General"/>
          <w:gallery w:val="placeholder"/>
        </w:category>
        <w:types>
          <w:type w:val="bbPlcHdr"/>
        </w:types>
        <w:behaviors>
          <w:behavior w:val="content"/>
        </w:behaviors>
        <w:guid w:val="{2128BFD7-515D-48C4-ABBD-3DA97830DDE9}"/>
      </w:docPartPr>
      <w:docPartBody>
        <w:p w:rsidR="00D41757" w:rsidRDefault="00CE1F5A">
          <w:pPr>
            <w:pStyle w:val="612453BF25664F6A807DBFBE4BD1FCF1"/>
          </w:pPr>
          <w:r w:rsidRPr="005D19FB">
            <w:rPr>
              <w:rStyle w:val="PlaceholderText"/>
            </w:rPr>
            <w:t>Click here to enter text.</w:t>
          </w:r>
        </w:p>
      </w:docPartBody>
    </w:docPart>
    <w:docPart>
      <w:docPartPr>
        <w:name w:val="4EEE73D517854F7CAA010A30F90E24F8"/>
        <w:category>
          <w:name w:val="General"/>
          <w:gallery w:val="placeholder"/>
        </w:category>
        <w:types>
          <w:type w:val="bbPlcHdr"/>
        </w:types>
        <w:behaviors>
          <w:behavior w:val="content"/>
        </w:behaviors>
        <w:guid w:val="{219496D0-3FD4-462D-A3D1-E0D6055E6869}"/>
      </w:docPartPr>
      <w:docPartBody>
        <w:p w:rsidR="00D41757" w:rsidRDefault="00CE1F5A">
          <w:pPr>
            <w:pStyle w:val="4EEE73D517854F7CAA010A30F90E24F8"/>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29FA6F6-9D3A-4E34-8799-89FDA3FD7937}"/>
      </w:docPartPr>
      <w:docPartBody>
        <w:p w:rsidR="00D41757" w:rsidRDefault="00CE1F5A">
          <w:r w:rsidRPr="00FF38A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F5A"/>
    <w:rsid w:val="00CE1F5A"/>
    <w:rsid w:val="00D41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1F5A"/>
    <w:rPr>
      <w:color w:val="808080"/>
    </w:rPr>
  </w:style>
  <w:style w:type="paragraph" w:customStyle="1" w:styleId="612453BF25664F6A807DBFBE4BD1FCF1">
    <w:name w:val="612453BF25664F6A807DBFBE4BD1FCF1"/>
  </w:style>
  <w:style w:type="paragraph" w:customStyle="1" w:styleId="4EEE73D517854F7CAA010A30F90E24F8">
    <w:name w:val="4EEE73D517854F7CAA010A30F90E24F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1F5A"/>
    <w:rPr>
      <w:color w:val="808080"/>
    </w:rPr>
  </w:style>
  <w:style w:type="paragraph" w:customStyle="1" w:styleId="612453BF25664F6A807DBFBE4BD1FCF1">
    <w:name w:val="612453BF25664F6A807DBFBE4BD1FCF1"/>
  </w:style>
  <w:style w:type="paragraph" w:customStyle="1" w:styleId="4EEE73D517854F7CAA010A30F90E24F8">
    <w:name w:val="4EEE73D517854F7CAA010A30F90E24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1D4D5-C1FC-4D66-85F8-B542DC10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94</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Delveer Johal</dc:creator>
  <cp:lastModifiedBy>Delveer Johal</cp:lastModifiedBy>
  <cp:revision>2</cp:revision>
  <dcterms:created xsi:type="dcterms:W3CDTF">2014-07-08T09:28:00Z</dcterms:created>
  <dcterms:modified xsi:type="dcterms:W3CDTF">2014-07-11T15:27:00Z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205</vt:lpwstr>
  </property>
  <property fmtid="{D5CDD505-2E9C-101B-9397-08002B2CF9AE}" pid="3" name="Date">
    <vt:lpwstr>08 July 2014</vt:lpwstr>
  </property>
  <property fmtid="{D5CDD505-2E9C-101B-9397-08002B2CF9AE}" pid="4" name="Version">
    <vt:lpwstr>1.0</vt:lpwstr>
  </property>
</Properties>
</file>