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heme="minorHAnsi" w:hAnsi="Calibri" w:cstheme="minorBidi"/>
          <w:caps w:val="0"/>
          <w:spacing w:val="0"/>
          <w:kern w:val="0"/>
          <w:sz w:val="22"/>
          <w:szCs w:val="24"/>
        </w:rPr>
        <w:id w:val="672148746"/>
        <w:lock w:val="contentLocked"/>
        <w:placeholder>
          <w:docPart w:val="DefaultPlaceholder_1082065158"/>
        </w:placeholder>
        <w:group/>
      </w:sdt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30EEB" w:rsidP="00193115">
                <w:pPr>
                  <w:rPr>
                    <w:rFonts w:ascii="Calibri" w:hAnsi="Calibri"/>
                    <w:sz w:val="22"/>
                  </w:rPr>
                </w:pPr>
                <w:r>
                  <w:rPr>
                    <w:rFonts w:ascii="Calibri" w:hAnsi="Calibri"/>
                    <w:sz w:val="22"/>
                  </w:rPr>
                  <w:t>DCP 239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630EEB" w:rsidP="00193115">
                <w:pPr>
                  <w:rPr>
                    <w:rFonts w:ascii="Calibri" w:hAnsi="Calibri"/>
                    <w:sz w:val="22"/>
                  </w:rPr>
                </w:pPr>
                <w:r w:rsidRPr="00630EEB">
                  <w:rPr>
                    <w:rFonts w:ascii="Calibri" w:hAnsi="Calibri"/>
                    <w:sz w:val="22"/>
                  </w:rPr>
                  <w:t>Alignment of DCP 195A Smart Meter Installation Forecasts Submission Dates with DECC Reporting</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630EEB" w:rsidP="00193115">
                <w:pPr>
                  <w:rPr>
                    <w:rFonts w:ascii="Calibri" w:hAnsi="Calibri"/>
                    <w:sz w:val="22"/>
                  </w:rPr>
                </w:pPr>
                <w:r>
                  <w:rPr>
                    <w:rFonts w:ascii="Calibri" w:hAnsi="Calibri"/>
                    <w:sz w:val="22"/>
                  </w:rPr>
                  <w:t>DNOs/IDNOs/Suppliers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630EEB" w:rsidP="00193115">
                <w:pPr>
                  <w:rPr>
                    <w:rFonts w:ascii="Calibri" w:hAnsi="Calibri"/>
                    <w:sz w:val="22"/>
                  </w:rPr>
                </w:pPr>
                <w:r>
                  <w:rPr>
                    <w:rFonts w:ascii="Calibri" w:hAnsi="Calibri"/>
                    <w:sz w:val="22"/>
                  </w:rPr>
                  <w:t>Part 2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207F3" w:rsidP="00697019">
                <w:pPr>
                  <w:rPr>
                    <w:rFonts w:ascii="Calibri" w:hAnsi="Calibri"/>
                    <w:sz w:val="22"/>
                  </w:rPr>
                </w:pPr>
                <w:r>
                  <w:rPr>
                    <w:rFonts w:ascii="Calibri" w:hAnsi="Calibri"/>
                    <w:sz w:val="22"/>
                  </w:rPr>
                  <w:t>1</w:t>
                </w:r>
                <w:r w:rsidR="00630EEB" w:rsidRPr="00630EEB">
                  <w:rPr>
                    <w:rFonts w:ascii="Calibri" w:hAnsi="Calibri"/>
                    <w:sz w:val="22"/>
                  </w:rPr>
                  <w:t xml:space="preserve"> June 2015</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C207F3" w:rsidP="00193115">
                <w:pPr>
                  <w:rPr>
                    <w:rFonts w:ascii="Calibri" w:hAnsi="Calibri"/>
                    <w:sz w:val="22"/>
                  </w:rPr>
                </w:pPr>
                <w:r>
                  <w:rPr>
                    <w:rFonts w:ascii="Calibri" w:hAnsi="Calibri"/>
                    <w:sz w:val="22"/>
                  </w:rPr>
                  <w:t>22 May</w:t>
                </w:r>
                <w:r w:rsidR="00630EEB">
                  <w:rPr>
                    <w:rFonts w:ascii="Calibri" w:hAnsi="Calibri"/>
                    <w:sz w:val="22"/>
                  </w:rPr>
                  <w:t xml:space="preserve">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F1E08388B1394D6CAB366EE2B570DFE0"/>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AE069F3764AE4CF58565E3409C9B43D2"/>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EB1E7C39F8C442ED8795351077DE78F1"/>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979240999A2C4C6A8088D63C8B6FE8E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796C6F5B063444E8D10A69619E70886"/>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81751046E83C468C9A475F31474AACB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EEF34839C4247DE906413974B0D9FFE"/>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95F8FAE4A41E45BB82599E5768B597E8"/>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E88092AC1A34796A2A84D0837D2AC89"/>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47A8C37BA8041E3ADF521AA000C4E2C"/>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w:t>
                </w:r>
                <w:bookmarkStart w:id="0" w:name="_GoBack"/>
                <w:bookmarkEnd w:id="0"/>
                <w:r w:rsidRPr="00957B20">
                  <w:rPr>
                    <w:rFonts w:ascii="Calibri" w:hAnsi="Calibri"/>
                    <w:sz w:val="22"/>
                  </w:rPr>
                  <w:t>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7C9070E42D62421B81AB8D8037F76A7C"/>
                </w:placeholder>
                <w:showingPlcHdr/>
              </w:sdtPr>
              <w:sdtEndPr/>
              <w:sdtContent>
                <w:tc>
                  <w:tcPr>
                    <w:tcW w:w="6370" w:type="dxa"/>
                    <w:shd w:val="clear" w:color="auto" w:fill="auto"/>
                  </w:tcPr>
                  <w:p w:rsidR="004572E2" w:rsidRPr="00957B20" w:rsidRDefault="00D32B47" w:rsidP="004F258C">
                    <w:pPr>
                      <w:rPr>
                        <w:rFonts w:ascii="Calibri" w:hAnsi="Calibri"/>
                        <w:sz w:val="22"/>
                      </w:rPr>
                    </w:pPr>
                    <w:r w:rsidRPr="005D19FB">
                      <w:rPr>
                        <w:rStyle w:val="PlaceholderText"/>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8D6DA33336A04DAD9875CB97D2A89127"/>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D32B47"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924" w:rsidRDefault="00EB7924" w:rsidP="00FD00A2">
      <w:r>
        <w:separator/>
      </w:r>
    </w:p>
  </w:endnote>
  <w:endnote w:type="continuationSeparator" w:id="0">
    <w:p w:rsidR="00EB7924" w:rsidRDefault="00EB792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7498"/>
      <w:lock w:val="contentLocked"/>
      <w:placeholder>
        <w:docPart w:val="DefaultPlaceholder_1082065158"/>
      </w:placeholder>
      <w:group/>
    </w:sdtPr>
    <w:sdtEndPr/>
    <w:sdtContent>
      <w:sdt>
        <w:sdtPr>
          <w:id w:val="1649484554"/>
          <w:lock w:val="contentLocked"/>
          <w:placeholder>
            <w:docPart w:val="DefaultPlaceholder_1082065158"/>
          </w:placeholder>
          <w:showingPlcHdr/>
          <w:group/>
        </w:sdtPr>
        <w:sdtEndPr/>
        <w:sdtContent>
          <w:p w:rsidR="00C530E2" w:rsidRDefault="00C530E2">
            <w:pPr>
              <w:pStyle w:val="Footer"/>
            </w:pPr>
            <w:r w:rsidRPr="001A4017">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26683492"/>
      <w:lock w:val="contentLocked"/>
      <w:placeholder>
        <w:docPart w:val="DefaultPlaceholder_1082065158"/>
      </w:placeholder>
      <w:group/>
    </w:sdtPr>
    <w:sdtEndPr/>
    <w:sdtContent>
      <w:sdt>
        <w:sdtPr>
          <w:rPr>
            <w:rFonts w:ascii="Calibri" w:hAnsi="Calibri"/>
          </w:rPr>
          <w:id w:val="-1555306226"/>
          <w:lock w:val="contentLocked"/>
          <w:placeholder>
            <w:docPart w:val="DefaultPlaceholder_1082065158"/>
          </w:placeholder>
          <w:group/>
        </w:sdtPr>
        <w:sdtEnd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C207F3">
              <w:rPr>
                <w:rFonts w:ascii="Calibri" w:hAnsi="Calibri"/>
              </w:rPr>
              <w:t>11 May 2014</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D32B47">
              <w:rPr>
                <w:rFonts w:ascii="Calibri" w:hAnsi="Calibri"/>
                <w:noProof/>
              </w:rPr>
              <w:t>2</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D32B47">
              <w:rPr>
                <w:rFonts w:ascii="Calibri" w:hAnsi="Calibri"/>
                <w:noProof/>
              </w:rPr>
              <w:t>2</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C207F3">
              <w:rPr>
                <w:rFonts w:ascii="Calibri" w:hAnsi="Calibri"/>
              </w:rPr>
              <w:t>1.0</w:t>
            </w:r>
            <w:r w:rsidRPr="00957B20">
              <w:rPr>
                <w:rFonts w:ascii="Calibri" w:hAnsi="Calibri"/>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0995057"/>
      <w:lock w:val="contentLocked"/>
      <w:placeholder>
        <w:docPart w:val="DefaultPlaceholder_1082065158"/>
      </w:placeholder>
      <w:group/>
    </w:sdtPr>
    <w:sdtEndPr/>
    <w:sdtContent>
      <w:sdt>
        <w:sdtPr>
          <w:id w:val="-2040264009"/>
          <w:lock w:val="contentLocked"/>
          <w:placeholder>
            <w:docPart w:val="DefaultPlaceholder_1082065158"/>
          </w:placeholder>
          <w:showingPlcHdr/>
          <w:group/>
        </w:sdtPr>
        <w:sdtEndPr/>
        <w:sdtContent>
          <w:p w:rsidR="00C530E2" w:rsidRDefault="00C530E2">
            <w:pPr>
              <w:pStyle w:val="Footer"/>
            </w:pPr>
            <w:r w:rsidRPr="001A4017">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924" w:rsidRDefault="00EB7924" w:rsidP="00FD00A2">
      <w:r>
        <w:separator/>
      </w:r>
    </w:p>
  </w:footnote>
  <w:footnote w:type="continuationSeparator" w:id="0">
    <w:p w:rsidR="00EB7924" w:rsidRDefault="00EB7924"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79857"/>
      <w:lock w:val="contentLocked"/>
      <w:placeholder>
        <w:docPart w:val="DefaultPlaceholder_1082065158"/>
      </w:placeholder>
      <w:group/>
    </w:sdtPr>
    <w:sdtEndPr/>
    <w:sdtContent>
      <w:sdt>
        <w:sdtPr>
          <w:id w:val="-574736963"/>
          <w:lock w:val="contentLocked"/>
          <w:placeholder>
            <w:docPart w:val="DefaultPlaceholder_1082065158"/>
          </w:placeholder>
          <w:showingPlcHdr/>
          <w:group/>
        </w:sdtPr>
        <w:sdtEndPr/>
        <w:sdtContent>
          <w:p w:rsidR="00C530E2" w:rsidRDefault="00C530E2">
            <w:pPr>
              <w:pStyle w:val="Header"/>
            </w:pPr>
            <w:r w:rsidRPr="001A4017">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77578976"/>
      <w:lock w:val="contentLocked"/>
      <w:placeholder>
        <w:docPart w:val="DefaultPlaceholder_1082065158"/>
      </w:placeholder>
      <w:group/>
    </w:sdtPr>
    <w:sdtEndPr/>
    <w:sdtContent>
      <w:sdt>
        <w:sdtPr>
          <w:rPr>
            <w:rFonts w:ascii="Calibri" w:hAnsi="Calibri"/>
          </w:rPr>
          <w:id w:val="833647447"/>
          <w:lock w:val="contentLocked"/>
          <w:placeholder>
            <w:docPart w:val="DefaultPlaceholder_1082065158"/>
          </w:placeholder>
          <w:group/>
        </w:sdtPr>
        <w:sdtEnd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C207F3">
              <w:rPr>
                <w:rFonts w:ascii="Calibri" w:hAnsi="Calibri"/>
              </w:rPr>
              <w:t>239</w:t>
            </w:r>
            <w:r w:rsidR="00FD00A2" w:rsidRPr="00957B20">
              <w:rPr>
                <w:rFonts w:ascii="Calibri" w:hAnsi="Calibri"/>
              </w:rPr>
              <w:fldChar w:fldCharType="end"/>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96361"/>
      <w:lock w:val="contentLocked"/>
      <w:placeholder>
        <w:docPart w:val="DefaultPlaceholder_1082065158"/>
      </w:placeholder>
      <w:group/>
    </w:sdtPr>
    <w:sdtEndPr/>
    <w:sdtContent>
      <w:sdt>
        <w:sdtPr>
          <w:id w:val="835570984"/>
          <w:lock w:val="contentLocked"/>
          <w:placeholder>
            <w:docPart w:val="DefaultPlaceholder_1082065158"/>
          </w:placeholder>
          <w:showingPlcHdr/>
          <w:group/>
        </w:sdtPr>
        <w:sdtEndPr/>
        <w:sdtContent>
          <w:p w:rsidR="00C530E2" w:rsidRDefault="00C530E2">
            <w:pPr>
              <w:pStyle w:val="Header"/>
            </w:pPr>
            <w:r w:rsidRPr="001A4017">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924"/>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4F258C"/>
    <w:rsid w:val="005124D0"/>
    <w:rsid w:val="00554409"/>
    <w:rsid w:val="005A6203"/>
    <w:rsid w:val="005F1DC2"/>
    <w:rsid w:val="005F26DE"/>
    <w:rsid w:val="005F2D28"/>
    <w:rsid w:val="00630EEB"/>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33E"/>
    <w:rsid w:val="00AC6DB4"/>
    <w:rsid w:val="00B23399"/>
    <w:rsid w:val="00C01797"/>
    <w:rsid w:val="00C207F3"/>
    <w:rsid w:val="00C444B5"/>
    <w:rsid w:val="00C530E2"/>
    <w:rsid w:val="00CA72C7"/>
    <w:rsid w:val="00CE497A"/>
    <w:rsid w:val="00D32B47"/>
    <w:rsid w:val="00D7706F"/>
    <w:rsid w:val="00DB3EF9"/>
    <w:rsid w:val="00EB7924"/>
    <w:rsid w:val="00EE2CEA"/>
    <w:rsid w:val="00EE768E"/>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1E08388B1394D6CAB366EE2B570DFE0"/>
        <w:category>
          <w:name w:val="General"/>
          <w:gallery w:val="placeholder"/>
        </w:category>
        <w:types>
          <w:type w:val="bbPlcHdr"/>
        </w:types>
        <w:behaviors>
          <w:behavior w:val="content"/>
        </w:behaviors>
        <w:guid w:val="{2F8CC078-D977-46C2-8E81-11DAAA3670A7}"/>
      </w:docPartPr>
      <w:docPartBody>
        <w:p w:rsidR="00D019F0" w:rsidRDefault="00D019F0">
          <w:pPr>
            <w:pStyle w:val="F1E08388B1394D6CAB366EE2B570DFE0"/>
          </w:pPr>
          <w:r w:rsidRPr="005D19FB">
            <w:rPr>
              <w:rStyle w:val="PlaceholderText"/>
            </w:rPr>
            <w:t>Click here to enter text.</w:t>
          </w:r>
        </w:p>
      </w:docPartBody>
    </w:docPart>
    <w:docPart>
      <w:docPartPr>
        <w:name w:val="AE069F3764AE4CF58565E3409C9B43D2"/>
        <w:category>
          <w:name w:val="General"/>
          <w:gallery w:val="placeholder"/>
        </w:category>
        <w:types>
          <w:type w:val="bbPlcHdr"/>
        </w:types>
        <w:behaviors>
          <w:behavior w:val="content"/>
        </w:behaviors>
        <w:guid w:val="{C97FE140-28FF-4D5D-B199-695E23D07644}"/>
      </w:docPartPr>
      <w:docPartBody>
        <w:p w:rsidR="00D019F0" w:rsidRDefault="00D019F0">
          <w:pPr>
            <w:pStyle w:val="AE069F3764AE4CF58565E3409C9B43D2"/>
          </w:pPr>
          <w:r w:rsidRPr="005D19FB">
            <w:rPr>
              <w:rStyle w:val="PlaceholderText"/>
            </w:rPr>
            <w:t>Choose an item.</w:t>
          </w:r>
        </w:p>
      </w:docPartBody>
    </w:docPart>
    <w:docPart>
      <w:docPartPr>
        <w:name w:val="EB1E7C39F8C442ED8795351077DE78F1"/>
        <w:category>
          <w:name w:val="General"/>
          <w:gallery w:val="placeholder"/>
        </w:category>
        <w:types>
          <w:type w:val="bbPlcHdr"/>
        </w:types>
        <w:behaviors>
          <w:behavior w:val="content"/>
        </w:behaviors>
        <w:guid w:val="{15748C09-B00F-4977-9CFF-8E331871C7EB}"/>
      </w:docPartPr>
      <w:docPartBody>
        <w:p w:rsidR="00D019F0" w:rsidRDefault="00D019F0">
          <w:pPr>
            <w:pStyle w:val="EB1E7C39F8C442ED8795351077DE78F1"/>
          </w:pPr>
          <w:r w:rsidRPr="005D19FB">
            <w:rPr>
              <w:rStyle w:val="PlaceholderText"/>
            </w:rPr>
            <w:t>Click here to enter text.</w:t>
          </w:r>
        </w:p>
      </w:docPartBody>
    </w:docPart>
    <w:docPart>
      <w:docPartPr>
        <w:name w:val="979240999A2C4C6A8088D63C8B6FE8EA"/>
        <w:category>
          <w:name w:val="General"/>
          <w:gallery w:val="placeholder"/>
        </w:category>
        <w:types>
          <w:type w:val="bbPlcHdr"/>
        </w:types>
        <w:behaviors>
          <w:behavior w:val="content"/>
        </w:behaviors>
        <w:guid w:val="{FF4D8539-6D6E-44DE-B7BE-0F23050AD054}"/>
      </w:docPartPr>
      <w:docPartBody>
        <w:p w:rsidR="00D019F0" w:rsidRDefault="00D019F0">
          <w:pPr>
            <w:pStyle w:val="979240999A2C4C6A8088D63C8B6FE8EA"/>
          </w:pPr>
          <w:r w:rsidRPr="005D19FB">
            <w:rPr>
              <w:rStyle w:val="PlaceholderText"/>
            </w:rPr>
            <w:t>Click here to enter text.</w:t>
          </w:r>
        </w:p>
      </w:docPartBody>
    </w:docPart>
    <w:docPart>
      <w:docPartPr>
        <w:name w:val="3796C6F5B063444E8D10A69619E70886"/>
        <w:category>
          <w:name w:val="General"/>
          <w:gallery w:val="placeholder"/>
        </w:category>
        <w:types>
          <w:type w:val="bbPlcHdr"/>
        </w:types>
        <w:behaviors>
          <w:behavior w:val="content"/>
        </w:behaviors>
        <w:guid w:val="{4CBEBB55-5D76-4241-BFBF-D7DD7EA2542B}"/>
      </w:docPartPr>
      <w:docPartBody>
        <w:p w:rsidR="00D019F0" w:rsidRDefault="00D019F0">
          <w:pPr>
            <w:pStyle w:val="3796C6F5B063444E8D10A69619E70886"/>
          </w:pPr>
          <w:r w:rsidRPr="005D19FB">
            <w:rPr>
              <w:rStyle w:val="PlaceholderText"/>
            </w:rPr>
            <w:t>Click here to enter text.</w:t>
          </w:r>
        </w:p>
      </w:docPartBody>
    </w:docPart>
    <w:docPart>
      <w:docPartPr>
        <w:name w:val="81751046E83C468C9A475F31474AACBD"/>
        <w:category>
          <w:name w:val="General"/>
          <w:gallery w:val="placeholder"/>
        </w:category>
        <w:types>
          <w:type w:val="bbPlcHdr"/>
        </w:types>
        <w:behaviors>
          <w:behavior w:val="content"/>
        </w:behaviors>
        <w:guid w:val="{D1D8828F-0315-44C9-83DD-EF80F657F289}"/>
      </w:docPartPr>
      <w:docPartBody>
        <w:p w:rsidR="00D019F0" w:rsidRDefault="00D019F0">
          <w:pPr>
            <w:pStyle w:val="81751046E83C468C9A475F31474AACBD"/>
          </w:pPr>
          <w:r w:rsidRPr="005D19FB">
            <w:rPr>
              <w:rStyle w:val="PlaceholderText"/>
            </w:rPr>
            <w:t>Click here to enter text.</w:t>
          </w:r>
        </w:p>
      </w:docPartBody>
    </w:docPart>
    <w:docPart>
      <w:docPartPr>
        <w:name w:val="9EEF34839C4247DE906413974B0D9FFE"/>
        <w:category>
          <w:name w:val="General"/>
          <w:gallery w:val="placeholder"/>
        </w:category>
        <w:types>
          <w:type w:val="bbPlcHdr"/>
        </w:types>
        <w:behaviors>
          <w:behavior w:val="content"/>
        </w:behaviors>
        <w:guid w:val="{21AC1560-47DF-4A1B-AA86-BA27C4C7D697}"/>
      </w:docPartPr>
      <w:docPartBody>
        <w:p w:rsidR="00D019F0" w:rsidRDefault="00D019F0">
          <w:pPr>
            <w:pStyle w:val="9EEF34839C4247DE906413974B0D9FFE"/>
          </w:pPr>
          <w:r w:rsidRPr="005D19FB">
            <w:rPr>
              <w:rStyle w:val="PlaceholderText"/>
            </w:rPr>
            <w:t>Click here to enter text.</w:t>
          </w:r>
        </w:p>
      </w:docPartBody>
    </w:docPart>
    <w:docPart>
      <w:docPartPr>
        <w:name w:val="95F8FAE4A41E45BB82599E5768B597E8"/>
        <w:category>
          <w:name w:val="General"/>
          <w:gallery w:val="placeholder"/>
        </w:category>
        <w:types>
          <w:type w:val="bbPlcHdr"/>
        </w:types>
        <w:behaviors>
          <w:behavior w:val="content"/>
        </w:behaviors>
        <w:guid w:val="{42FA7DAB-F2CB-4BE8-B657-048D4E2AE3E0}"/>
      </w:docPartPr>
      <w:docPartBody>
        <w:p w:rsidR="00D019F0" w:rsidRDefault="00D019F0">
          <w:pPr>
            <w:pStyle w:val="95F8FAE4A41E45BB82599E5768B597E8"/>
          </w:pPr>
          <w:r w:rsidRPr="005D19FB">
            <w:rPr>
              <w:rStyle w:val="PlaceholderText"/>
            </w:rPr>
            <w:t>Click here to enter text.</w:t>
          </w:r>
        </w:p>
      </w:docPartBody>
    </w:docPart>
    <w:docPart>
      <w:docPartPr>
        <w:name w:val="4E88092AC1A34796A2A84D0837D2AC89"/>
        <w:category>
          <w:name w:val="General"/>
          <w:gallery w:val="placeholder"/>
        </w:category>
        <w:types>
          <w:type w:val="bbPlcHdr"/>
        </w:types>
        <w:behaviors>
          <w:behavior w:val="content"/>
        </w:behaviors>
        <w:guid w:val="{0D0E0D52-2031-48DF-B7EF-68DBAC85D0CB}"/>
      </w:docPartPr>
      <w:docPartBody>
        <w:p w:rsidR="00D019F0" w:rsidRDefault="00D019F0">
          <w:pPr>
            <w:pStyle w:val="4E88092AC1A34796A2A84D0837D2AC89"/>
          </w:pPr>
          <w:r w:rsidRPr="005D19FB">
            <w:rPr>
              <w:rStyle w:val="PlaceholderText"/>
            </w:rPr>
            <w:t>Choose an item.</w:t>
          </w:r>
        </w:p>
      </w:docPartBody>
    </w:docPart>
    <w:docPart>
      <w:docPartPr>
        <w:name w:val="D47A8C37BA8041E3ADF521AA000C4E2C"/>
        <w:category>
          <w:name w:val="General"/>
          <w:gallery w:val="placeholder"/>
        </w:category>
        <w:types>
          <w:type w:val="bbPlcHdr"/>
        </w:types>
        <w:behaviors>
          <w:behavior w:val="content"/>
        </w:behaviors>
        <w:guid w:val="{220FB9F3-FE40-48AA-96C4-F24F4E8FC040}"/>
      </w:docPartPr>
      <w:docPartBody>
        <w:p w:rsidR="00D019F0" w:rsidRDefault="00D019F0">
          <w:pPr>
            <w:pStyle w:val="D47A8C37BA8041E3ADF521AA000C4E2C"/>
          </w:pPr>
          <w:r w:rsidRPr="005D19FB">
            <w:rPr>
              <w:rStyle w:val="PlaceholderText"/>
            </w:rPr>
            <w:t>Choose an item.</w:t>
          </w:r>
        </w:p>
      </w:docPartBody>
    </w:docPart>
    <w:docPart>
      <w:docPartPr>
        <w:name w:val="7C9070E42D62421B81AB8D8037F76A7C"/>
        <w:category>
          <w:name w:val="General"/>
          <w:gallery w:val="placeholder"/>
        </w:category>
        <w:types>
          <w:type w:val="bbPlcHdr"/>
        </w:types>
        <w:behaviors>
          <w:behavior w:val="content"/>
        </w:behaviors>
        <w:guid w:val="{F5C22FD1-4669-4D8E-B39B-28075BC63BB9}"/>
      </w:docPartPr>
      <w:docPartBody>
        <w:p w:rsidR="00D019F0" w:rsidRDefault="00D019F0">
          <w:pPr>
            <w:pStyle w:val="7C9070E42D62421B81AB8D8037F76A7C"/>
          </w:pPr>
          <w:r w:rsidRPr="005D19FB">
            <w:rPr>
              <w:rStyle w:val="PlaceholderText"/>
            </w:rPr>
            <w:t>Click here to enter text.</w:t>
          </w:r>
        </w:p>
      </w:docPartBody>
    </w:docPart>
    <w:docPart>
      <w:docPartPr>
        <w:name w:val="8D6DA33336A04DAD9875CB97D2A89127"/>
        <w:category>
          <w:name w:val="General"/>
          <w:gallery w:val="placeholder"/>
        </w:category>
        <w:types>
          <w:type w:val="bbPlcHdr"/>
        </w:types>
        <w:behaviors>
          <w:behavior w:val="content"/>
        </w:behaviors>
        <w:guid w:val="{5B405E57-8CA8-4C50-823B-13B47F53EBA0}"/>
      </w:docPartPr>
      <w:docPartBody>
        <w:p w:rsidR="00D019F0" w:rsidRDefault="00D019F0">
          <w:pPr>
            <w:pStyle w:val="8D6DA33336A04DAD9875CB97D2A89127"/>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C6C2FEC1-8C31-48F6-AB9D-50ABFAC43C79}"/>
      </w:docPartPr>
      <w:docPartBody>
        <w:p w:rsidR="00E1694B" w:rsidRDefault="00D019F0">
          <w:r w:rsidRPr="001A401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F0"/>
    <w:rsid w:val="00D019F0"/>
    <w:rsid w:val="00E16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19F0"/>
    <w:rPr>
      <w:color w:val="808080"/>
    </w:rPr>
  </w:style>
  <w:style w:type="paragraph" w:customStyle="1" w:styleId="F1E08388B1394D6CAB366EE2B570DFE0">
    <w:name w:val="F1E08388B1394D6CAB366EE2B570DFE0"/>
  </w:style>
  <w:style w:type="paragraph" w:customStyle="1" w:styleId="AE069F3764AE4CF58565E3409C9B43D2">
    <w:name w:val="AE069F3764AE4CF58565E3409C9B43D2"/>
  </w:style>
  <w:style w:type="paragraph" w:customStyle="1" w:styleId="EB1E7C39F8C442ED8795351077DE78F1">
    <w:name w:val="EB1E7C39F8C442ED8795351077DE78F1"/>
  </w:style>
  <w:style w:type="paragraph" w:customStyle="1" w:styleId="979240999A2C4C6A8088D63C8B6FE8EA">
    <w:name w:val="979240999A2C4C6A8088D63C8B6FE8EA"/>
  </w:style>
  <w:style w:type="paragraph" w:customStyle="1" w:styleId="3796C6F5B063444E8D10A69619E70886">
    <w:name w:val="3796C6F5B063444E8D10A69619E70886"/>
  </w:style>
  <w:style w:type="paragraph" w:customStyle="1" w:styleId="81751046E83C468C9A475F31474AACBD">
    <w:name w:val="81751046E83C468C9A475F31474AACBD"/>
  </w:style>
  <w:style w:type="paragraph" w:customStyle="1" w:styleId="9EEF34839C4247DE906413974B0D9FFE">
    <w:name w:val="9EEF34839C4247DE906413974B0D9FFE"/>
  </w:style>
  <w:style w:type="paragraph" w:customStyle="1" w:styleId="95F8FAE4A41E45BB82599E5768B597E8">
    <w:name w:val="95F8FAE4A41E45BB82599E5768B597E8"/>
  </w:style>
  <w:style w:type="paragraph" w:customStyle="1" w:styleId="4E88092AC1A34796A2A84D0837D2AC89">
    <w:name w:val="4E88092AC1A34796A2A84D0837D2AC89"/>
  </w:style>
  <w:style w:type="paragraph" w:customStyle="1" w:styleId="D47A8C37BA8041E3ADF521AA000C4E2C">
    <w:name w:val="D47A8C37BA8041E3ADF521AA000C4E2C"/>
  </w:style>
  <w:style w:type="paragraph" w:customStyle="1" w:styleId="7C9070E42D62421B81AB8D8037F76A7C">
    <w:name w:val="7C9070E42D62421B81AB8D8037F76A7C"/>
  </w:style>
  <w:style w:type="paragraph" w:customStyle="1" w:styleId="8D6DA33336A04DAD9875CB97D2A89127">
    <w:name w:val="8D6DA33336A04DAD9875CB97D2A891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19F0"/>
    <w:rPr>
      <w:color w:val="808080"/>
    </w:rPr>
  </w:style>
  <w:style w:type="paragraph" w:customStyle="1" w:styleId="F1E08388B1394D6CAB366EE2B570DFE0">
    <w:name w:val="F1E08388B1394D6CAB366EE2B570DFE0"/>
  </w:style>
  <w:style w:type="paragraph" w:customStyle="1" w:styleId="AE069F3764AE4CF58565E3409C9B43D2">
    <w:name w:val="AE069F3764AE4CF58565E3409C9B43D2"/>
  </w:style>
  <w:style w:type="paragraph" w:customStyle="1" w:styleId="EB1E7C39F8C442ED8795351077DE78F1">
    <w:name w:val="EB1E7C39F8C442ED8795351077DE78F1"/>
  </w:style>
  <w:style w:type="paragraph" w:customStyle="1" w:styleId="979240999A2C4C6A8088D63C8B6FE8EA">
    <w:name w:val="979240999A2C4C6A8088D63C8B6FE8EA"/>
  </w:style>
  <w:style w:type="paragraph" w:customStyle="1" w:styleId="3796C6F5B063444E8D10A69619E70886">
    <w:name w:val="3796C6F5B063444E8D10A69619E70886"/>
  </w:style>
  <w:style w:type="paragraph" w:customStyle="1" w:styleId="81751046E83C468C9A475F31474AACBD">
    <w:name w:val="81751046E83C468C9A475F31474AACBD"/>
  </w:style>
  <w:style w:type="paragraph" w:customStyle="1" w:styleId="9EEF34839C4247DE906413974B0D9FFE">
    <w:name w:val="9EEF34839C4247DE906413974B0D9FFE"/>
  </w:style>
  <w:style w:type="paragraph" w:customStyle="1" w:styleId="95F8FAE4A41E45BB82599E5768B597E8">
    <w:name w:val="95F8FAE4A41E45BB82599E5768B597E8"/>
  </w:style>
  <w:style w:type="paragraph" w:customStyle="1" w:styleId="4E88092AC1A34796A2A84D0837D2AC89">
    <w:name w:val="4E88092AC1A34796A2A84D0837D2AC89"/>
  </w:style>
  <w:style w:type="paragraph" w:customStyle="1" w:styleId="D47A8C37BA8041E3ADF521AA000C4E2C">
    <w:name w:val="D47A8C37BA8041E3ADF521AA000C4E2C"/>
  </w:style>
  <w:style w:type="paragraph" w:customStyle="1" w:styleId="7C9070E42D62421B81AB8D8037F76A7C">
    <w:name w:val="7C9070E42D62421B81AB8D8037F76A7C"/>
  </w:style>
  <w:style w:type="paragraph" w:customStyle="1" w:styleId="8D6DA33336A04DAD9875CB97D2A89127">
    <w:name w:val="8D6DA33336A04DAD9875CB97D2A891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A16F-1644-4805-838B-1B0BFBB07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8</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Roz</cp:lastModifiedBy>
  <cp:revision>8</cp:revision>
  <dcterms:created xsi:type="dcterms:W3CDTF">2015-05-06T12:22:00Z</dcterms:created>
  <dcterms:modified xsi:type="dcterms:W3CDTF">2015-05-11T08:43:00Z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239</vt:lpwstr>
  </property>
  <property fmtid="{D5CDD505-2E9C-101B-9397-08002B2CF9AE}" pid="3" name="Date">
    <vt:lpwstr>11 May 2014</vt:lpwstr>
  </property>
  <property fmtid="{D5CDD505-2E9C-101B-9397-08002B2CF9AE}" pid="4" name="Version">
    <vt:lpwstr>1.0</vt:lpwstr>
  </property>
</Properties>
</file>