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1774780917"/>
        <w:lock w:val="contentLocked"/>
        <w:placeholder>
          <w:docPart w:val="DefaultPlaceholder_1082065158"/>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w:t>
          </w:r>
          <w:r w:rsidR="00E6678E">
            <w:rPr>
              <w:rFonts w:ascii="Calibri" w:hAnsi="Calibri"/>
              <w:sz w:val="22"/>
            </w:rPr>
            <w:t>DCP 230 Voting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B20A01" w:rsidP="00193115">
                <w:pPr>
                  <w:rPr>
                    <w:rFonts w:ascii="Calibri" w:hAnsi="Calibri"/>
                    <w:sz w:val="22"/>
                  </w:rPr>
                </w:pPr>
                <w:r>
                  <w:rPr>
                    <w:rFonts w:ascii="Calibri" w:hAnsi="Calibri"/>
                    <w:sz w:val="22"/>
                  </w:rPr>
                  <w:t>DCP 230</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B20A01" w:rsidP="00193115">
                <w:pPr>
                  <w:rPr>
                    <w:rFonts w:ascii="Calibri" w:hAnsi="Calibri"/>
                    <w:sz w:val="22"/>
                  </w:rPr>
                </w:pPr>
                <w:r w:rsidRPr="00B20A01">
                  <w:rPr>
                    <w:rFonts w:ascii="Calibri" w:hAnsi="Calibri"/>
                    <w:sz w:val="22"/>
                  </w:rPr>
                  <w:t>Rate of Return Enduring Solution</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B20A01" w:rsidP="00193115">
                <w:pPr>
                  <w:rPr>
                    <w:rFonts w:ascii="Calibri" w:hAnsi="Calibri"/>
                    <w:sz w:val="22"/>
                  </w:rPr>
                </w:pPr>
                <w:r w:rsidRPr="00B20A01">
                  <w:rPr>
                    <w:rFonts w:ascii="Calibri" w:hAnsi="Calibri"/>
                    <w:sz w:val="22"/>
                  </w:rPr>
                  <w:t>DNOs, IDNOs and Suppliers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541C3F" w:rsidP="00193115">
                <w:pPr>
                  <w:rPr>
                    <w:rFonts w:ascii="Calibri" w:hAnsi="Calibri"/>
                    <w:sz w:val="22"/>
                  </w:rPr>
                </w:pPr>
                <w:r>
                  <w:rPr>
                    <w:rFonts w:ascii="Calibri" w:hAnsi="Calibri"/>
                    <w:sz w:val="22"/>
                  </w:rPr>
                  <w:t>Part 1 M</w:t>
                </w:r>
                <w:r w:rsidR="00B20A01">
                  <w:rPr>
                    <w:rFonts w:ascii="Calibri" w:hAnsi="Calibri"/>
                    <w:sz w:val="22"/>
                  </w:rPr>
                  <w:t>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B20A01" w:rsidP="00697019">
                <w:pPr>
                  <w:rPr>
                    <w:rFonts w:ascii="Calibri" w:hAnsi="Calibri"/>
                    <w:sz w:val="22"/>
                  </w:rPr>
                </w:pPr>
                <w:r>
                  <w:rPr>
                    <w:rFonts w:ascii="Calibri" w:hAnsi="Calibri"/>
                    <w:sz w:val="22"/>
                  </w:rPr>
                  <w:t>01 April 2016</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8E3CDB" w:rsidP="00887AE9">
                <w:pPr>
                  <w:rPr>
                    <w:rFonts w:ascii="Calibri" w:hAnsi="Calibri"/>
                    <w:sz w:val="22"/>
                  </w:rPr>
                </w:pPr>
                <w:r>
                  <w:rPr>
                    <w:rFonts w:ascii="Calibri" w:hAnsi="Calibri"/>
                    <w:sz w:val="22"/>
                  </w:rPr>
                  <w:t>2</w:t>
                </w:r>
                <w:r w:rsidR="00887AE9">
                  <w:rPr>
                    <w:rFonts w:ascii="Calibri" w:hAnsi="Calibri"/>
                    <w:sz w:val="22"/>
                  </w:rPr>
                  <w:t>3</w:t>
                </w:r>
                <w:r w:rsidR="00B20A01">
                  <w:rPr>
                    <w:rFonts w:ascii="Calibri" w:hAnsi="Calibri"/>
                    <w:sz w:val="22"/>
                  </w:rPr>
                  <w:t xml:space="preserve"> September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DF1BA8BDA5924830B810D685EDE905BA"/>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FE6F22EC10144DD5937E8987FC45B8FC"/>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4F93EEC6B9884708BC16832E750DC0BA"/>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bookmarkStart w:id="0" w:name="_GoBack"/>
            <w:bookmarkEnd w:id="0"/>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C0D53A9C9CBE4A5BA567A69D302217DB"/>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8C213C15431F4A4D874E3B5DD30E6BFF"/>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48269BE5B0C9477BA5CB00F78696C57B"/>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224B61E8583A456D8F90B4644E61A518"/>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6BFD1F3C92404718AAF0FB71702D2A11"/>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3F3C03B254194C31A59314F017C363AC"/>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11EF7EE228504FDA973415804F46E4D5"/>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C9DF8EEB463242F6AA62B6501F1D1333"/>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BA1B62FE6E4E4DE4BD950AD9E2289DB2"/>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887AE9" w:rsidP="00CA72C7">
          <w:pPr>
            <w:pStyle w:val="ObjectivesHeading"/>
            <w:rPr>
              <w:rFonts w:ascii="Calibri" w:hAnsi="Calibri"/>
              <w:sz w:val="22"/>
            </w:rPr>
          </w:pPr>
        </w:p>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A01" w:rsidRDefault="00B20A01" w:rsidP="00FD00A2">
      <w:r>
        <w:separator/>
      </w:r>
    </w:p>
  </w:endnote>
  <w:endnote w:type="continuationSeparator" w:id="0">
    <w:p w:rsidR="00B20A01" w:rsidRDefault="00B20A01"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366654"/>
      <w:lock w:val="contentLocked"/>
      <w:placeholder>
        <w:docPart w:val="DefaultPlaceholder_1082065158"/>
      </w:placeholder>
      <w:showingPlcHdr/>
      <w:group/>
    </w:sdtPr>
    <w:sdtContent>
      <w:p w:rsidR="00887AE9" w:rsidRDefault="00887AE9">
        <w:pPr>
          <w:pStyle w:val="Footer"/>
        </w:pPr>
        <w:r w:rsidRPr="00C861AC">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661379236"/>
      <w:lock w:val="contentLocked"/>
      <w:placeholder>
        <w:docPart w:val="DefaultPlaceholder_1082065158"/>
      </w:placeholder>
      <w:group/>
    </w:sdtPr>
    <w:sdtContent>
      <w:p w:rsidR="00FD00A2" w:rsidRPr="00957B20" w:rsidRDefault="00887AE9">
        <w:pPr>
          <w:pStyle w:val="Footer"/>
          <w:rPr>
            <w:rFonts w:ascii="Calibri" w:hAnsi="Calibri"/>
          </w:rPr>
        </w:pPr>
        <w:r>
          <w:rPr>
            <w:rFonts w:ascii="Calibri" w:hAnsi="Calibri"/>
          </w:rPr>
          <w:t>9</w:t>
        </w:r>
        <w:r w:rsidR="00E6678E">
          <w:rPr>
            <w:rFonts w:ascii="Calibri" w:hAnsi="Calibri"/>
          </w:rPr>
          <w:t xml:space="preserve"> September</w:t>
        </w:r>
        <w:r w:rsidR="00B20A01">
          <w:rPr>
            <w:rFonts w:ascii="Calibri" w:hAnsi="Calibri"/>
          </w:rPr>
          <w:t xml:space="preserve"> 2015</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sidR="00B20A01">
          <w:rPr>
            <w:rFonts w:ascii="Calibri" w:hAnsi="Calibri"/>
          </w:rPr>
          <w:t>v1.0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841187"/>
      <w:lock w:val="contentLocked"/>
      <w:placeholder>
        <w:docPart w:val="DefaultPlaceholder_1082065158"/>
      </w:placeholder>
      <w:showingPlcHdr/>
      <w:group/>
    </w:sdtPr>
    <w:sdtContent>
      <w:p w:rsidR="00887AE9" w:rsidRDefault="00887AE9">
        <w:pPr>
          <w:pStyle w:val="Footer"/>
        </w:pPr>
        <w:r w:rsidRPr="00C861AC">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A01" w:rsidRDefault="00B20A01" w:rsidP="00FD00A2">
      <w:r>
        <w:separator/>
      </w:r>
    </w:p>
  </w:footnote>
  <w:footnote w:type="continuationSeparator" w:id="0">
    <w:p w:rsidR="00B20A01" w:rsidRDefault="00B20A01"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672653"/>
      <w:lock w:val="contentLocked"/>
      <w:placeholder>
        <w:docPart w:val="DefaultPlaceholder_1082065158"/>
      </w:placeholder>
      <w:showingPlcHdr/>
      <w:group/>
    </w:sdtPr>
    <w:sdtContent>
      <w:p w:rsidR="00887AE9" w:rsidRDefault="00887AE9">
        <w:pPr>
          <w:pStyle w:val="Header"/>
        </w:pPr>
        <w:r w:rsidRPr="00C861AC">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76031299"/>
      <w:lock w:val="contentLocked"/>
      <w:placeholder>
        <w:docPart w:val="DefaultPlaceholder_1082065158"/>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B20A01">
          <w:rPr>
            <w:rFonts w:ascii="Calibri" w:hAnsi="Calibri"/>
          </w:rPr>
          <w:t>230</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195146"/>
      <w:lock w:val="contentLocked"/>
      <w:placeholder>
        <w:docPart w:val="DefaultPlaceholder_1082065158"/>
      </w:placeholder>
      <w:showingPlcHdr/>
      <w:group/>
    </w:sdtPr>
    <w:sdtContent>
      <w:p w:rsidR="00887AE9" w:rsidRDefault="00887AE9">
        <w:pPr>
          <w:pStyle w:val="Header"/>
        </w:pPr>
        <w:r w:rsidRPr="00C861AC">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A01"/>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572E2"/>
    <w:rsid w:val="004A45C0"/>
    <w:rsid w:val="005124D0"/>
    <w:rsid w:val="00541C3F"/>
    <w:rsid w:val="00554409"/>
    <w:rsid w:val="005A6203"/>
    <w:rsid w:val="005F1DC2"/>
    <w:rsid w:val="005F26DE"/>
    <w:rsid w:val="005F2D28"/>
    <w:rsid w:val="00676E09"/>
    <w:rsid w:val="00697019"/>
    <w:rsid w:val="00711B18"/>
    <w:rsid w:val="007361B2"/>
    <w:rsid w:val="0076726D"/>
    <w:rsid w:val="00807039"/>
    <w:rsid w:val="00884177"/>
    <w:rsid w:val="00887AE9"/>
    <w:rsid w:val="008D01AD"/>
    <w:rsid w:val="008E3CDB"/>
    <w:rsid w:val="008F22A5"/>
    <w:rsid w:val="00900CA9"/>
    <w:rsid w:val="00904368"/>
    <w:rsid w:val="00916C37"/>
    <w:rsid w:val="00957B20"/>
    <w:rsid w:val="00963A66"/>
    <w:rsid w:val="009A3EA3"/>
    <w:rsid w:val="009B02DB"/>
    <w:rsid w:val="009F1AFC"/>
    <w:rsid w:val="00A817E9"/>
    <w:rsid w:val="00A828F0"/>
    <w:rsid w:val="00AC6DB4"/>
    <w:rsid w:val="00B20A01"/>
    <w:rsid w:val="00B23399"/>
    <w:rsid w:val="00C01797"/>
    <w:rsid w:val="00C444B5"/>
    <w:rsid w:val="00CA72C7"/>
    <w:rsid w:val="00CE497A"/>
    <w:rsid w:val="00D7706F"/>
    <w:rsid w:val="00DB3EF9"/>
    <w:rsid w:val="00E6678E"/>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F1BA8BDA5924830B810D685EDE905BA"/>
        <w:category>
          <w:name w:val="General"/>
          <w:gallery w:val="placeholder"/>
        </w:category>
        <w:types>
          <w:type w:val="bbPlcHdr"/>
        </w:types>
        <w:behaviors>
          <w:behavior w:val="content"/>
        </w:behaviors>
        <w:guid w:val="{5688275B-B783-4C72-B6DD-73B0C7B207AF}"/>
      </w:docPartPr>
      <w:docPartBody>
        <w:p w:rsidR="00CA7C77" w:rsidRDefault="00CA7C77">
          <w:pPr>
            <w:pStyle w:val="DF1BA8BDA5924830B810D685EDE905BA"/>
          </w:pPr>
          <w:r w:rsidRPr="005D19FB">
            <w:rPr>
              <w:rStyle w:val="PlaceholderText"/>
            </w:rPr>
            <w:t>Click here to enter text.</w:t>
          </w:r>
        </w:p>
      </w:docPartBody>
    </w:docPart>
    <w:docPart>
      <w:docPartPr>
        <w:name w:val="FE6F22EC10144DD5937E8987FC45B8FC"/>
        <w:category>
          <w:name w:val="General"/>
          <w:gallery w:val="placeholder"/>
        </w:category>
        <w:types>
          <w:type w:val="bbPlcHdr"/>
        </w:types>
        <w:behaviors>
          <w:behavior w:val="content"/>
        </w:behaviors>
        <w:guid w:val="{10DE85B8-44EC-4D7F-9774-88B75E2B51EF}"/>
      </w:docPartPr>
      <w:docPartBody>
        <w:p w:rsidR="00CA7C77" w:rsidRDefault="00CA7C77">
          <w:pPr>
            <w:pStyle w:val="FE6F22EC10144DD5937E8987FC45B8FC"/>
          </w:pPr>
          <w:r w:rsidRPr="005D19FB">
            <w:rPr>
              <w:rStyle w:val="PlaceholderText"/>
            </w:rPr>
            <w:t>Choose an item.</w:t>
          </w:r>
        </w:p>
      </w:docPartBody>
    </w:docPart>
    <w:docPart>
      <w:docPartPr>
        <w:name w:val="4F93EEC6B9884708BC16832E750DC0BA"/>
        <w:category>
          <w:name w:val="General"/>
          <w:gallery w:val="placeholder"/>
        </w:category>
        <w:types>
          <w:type w:val="bbPlcHdr"/>
        </w:types>
        <w:behaviors>
          <w:behavior w:val="content"/>
        </w:behaviors>
        <w:guid w:val="{2642AB27-2A5E-49C3-B958-62BE0041BBA1}"/>
      </w:docPartPr>
      <w:docPartBody>
        <w:p w:rsidR="00CA7C77" w:rsidRDefault="00CA7C77">
          <w:pPr>
            <w:pStyle w:val="4F93EEC6B9884708BC16832E750DC0BA"/>
          </w:pPr>
          <w:r w:rsidRPr="005D19FB">
            <w:rPr>
              <w:rStyle w:val="PlaceholderText"/>
            </w:rPr>
            <w:t>Click here to enter text.</w:t>
          </w:r>
        </w:p>
      </w:docPartBody>
    </w:docPart>
    <w:docPart>
      <w:docPartPr>
        <w:name w:val="C0D53A9C9CBE4A5BA567A69D302217DB"/>
        <w:category>
          <w:name w:val="General"/>
          <w:gallery w:val="placeholder"/>
        </w:category>
        <w:types>
          <w:type w:val="bbPlcHdr"/>
        </w:types>
        <w:behaviors>
          <w:behavior w:val="content"/>
        </w:behaviors>
        <w:guid w:val="{E5A18BFF-6D27-440B-84BC-FA98C619EF9C}"/>
      </w:docPartPr>
      <w:docPartBody>
        <w:p w:rsidR="00CA7C77" w:rsidRDefault="00CA7C77">
          <w:pPr>
            <w:pStyle w:val="C0D53A9C9CBE4A5BA567A69D302217DB"/>
          </w:pPr>
          <w:r w:rsidRPr="005D19FB">
            <w:rPr>
              <w:rStyle w:val="PlaceholderText"/>
            </w:rPr>
            <w:t>Click here to enter text.</w:t>
          </w:r>
        </w:p>
      </w:docPartBody>
    </w:docPart>
    <w:docPart>
      <w:docPartPr>
        <w:name w:val="8C213C15431F4A4D874E3B5DD30E6BFF"/>
        <w:category>
          <w:name w:val="General"/>
          <w:gallery w:val="placeholder"/>
        </w:category>
        <w:types>
          <w:type w:val="bbPlcHdr"/>
        </w:types>
        <w:behaviors>
          <w:behavior w:val="content"/>
        </w:behaviors>
        <w:guid w:val="{37D30F45-E861-4847-ACE5-C30079622491}"/>
      </w:docPartPr>
      <w:docPartBody>
        <w:p w:rsidR="00CA7C77" w:rsidRDefault="00CA7C77">
          <w:pPr>
            <w:pStyle w:val="8C213C15431F4A4D874E3B5DD30E6BFF"/>
          </w:pPr>
          <w:r w:rsidRPr="005D19FB">
            <w:rPr>
              <w:rStyle w:val="PlaceholderText"/>
            </w:rPr>
            <w:t>Click here to enter text.</w:t>
          </w:r>
        </w:p>
      </w:docPartBody>
    </w:docPart>
    <w:docPart>
      <w:docPartPr>
        <w:name w:val="48269BE5B0C9477BA5CB00F78696C57B"/>
        <w:category>
          <w:name w:val="General"/>
          <w:gallery w:val="placeholder"/>
        </w:category>
        <w:types>
          <w:type w:val="bbPlcHdr"/>
        </w:types>
        <w:behaviors>
          <w:behavior w:val="content"/>
        </w:behaviors>
        <w:guid w:val="{B2185294-D780-4D0D-9D84-4FFC880F5517}"/>
      </w:docPartPr>
      <w:docPartBody>
        <w:p w:rsidR="00CA7C77" w:rsidRDefault="00CA7C77">
          <w:pPr>
            <w:pStyle w:val="48269BE5B0C9477BA5CB00F78696C57B"/>
          </w:pPr>
          <w:r w:rsidRPr="005D19FB">
            <w:rPr>
              <w:rStyle w:val="PlaceholderText"/>
            </w:rPr>
            <w:t>Click here to enter text.</w:t>
          </w:r>
        </w:p>
      </w:docPartBody>
    </w:docPart>
    <w:docPart>
      <w:docPartPr>
        <w:name w:val="224B61E8583A456D8F90B4644E61A518"/>
        <w:category>
          <w:name w:val="General"/>
          <w:gallery w:val="placeholder"/>
        </w:category>
        <w:types>
          <w:type w:val="bbPlcHdr"/>
        </w:types>
        <w:behaviors>
          <w:behavior w:val="content"/>
        </w:behaviors>
        <w:guid w:val="{28379C4A-9472-410D-9C05-4FB445C98468}"/>
      </w:docPartPr>
      <w:docPartBody>
        <w:p w:rsidR="00CA7C77" w:rsidRDefault="00CA7C77">
          <w:pPr>
            <w:pStyle w:val="224B61E8583A456D8F90B4644E61A518"/>
          </w:pPr>
          <w:r w:rsidRPr="005D19FB">
            <w:rPr>
              <w:rStyle w:val="PlaceholderText"/>
            </w:rPr>
            <w:t>Click here to enter text.</w:t>
          </w:r>
        </w:p>
      </w:docPartBody>
    </w:docPart>
    <w:docPart>
      <w:docPartPr>
        <w:name w:val="6BFD1F3C92404718AAF0FB71702D2A11"/>
        <w:category>
          <w:name w:val="General"/>
          <w:gallery w:val="placeholder"/>
        </w:category>
        <w:types>
          <w:type w:val="bbPlcHdr"/>
        </w:types>
        <w:behaviors>
          <w:behavior w:val="content"/>
        </w:behaviors>
        <w:guid w:val="{7994C72B-59AD-4EBB-9FD6-59510EACC602}"/>
      </w:docPartPr>
      <w:docPartBody>
        <w:p w:rsidR="00CA7C77" w:rsidRDefault="00CA7C77">
          <w:pPr>
            <w:pStyle w:val="6BFD1F3C92404718AAF0FB71702D2A11"/>
          </w:pPr>
          <w:r w:rsidRPr="005D19FB">
            <w:rPr>
              <w:rStyle w:val="PlaceholderText"/>
            </w:rPr>
            <w:t>Click here to enter text.</w:t>
          </w:r>
        </w:p>
      </w:docPartBody>
    </w:docPart>
    <w:docPart>
      <w:docPartPr>
        <w:name w:val="3F3C03B254194C31A59314F017C363AC"/>
        <w:category>
          <w:name w:val="General"/>
          <w:gallery w:val="placeholder"/>
        </w:category>
        <w:types>
          <w:type w:val="bbPlcHdr"/>
        </w:types>
        <w:behaviors>
          <w:behavior w:val="content"/>
        </w:behaviors>
        <w:guid w:val="{269A511D-CB0F-4939-AD99-D0086444ADB6}"/>
      </w:docPartPr>
      <w:docPartBody>
        <w:p w:rsidR="00CA7C77" w:rsidRDefault="00CA7C77">
          <w:pPr>
            <w:pStyle w:val="3F3C03B254194C31A59314F017C363AC"/>
          </w:pPr>
          <w:r w:rsidRPr="005D19FB">
            <w:rPr>
              <w:rStyle w:val="PlaceholderText"/>
            </w:rPr>
            <w:t>Choose an item.</w:t>
          </w:r>
        </w:p>
      </w:docPartBody>
    </w:docPart>
    <w:docPart>
      <w:docPartPr>
        <w:name w:val="11EF7EE228504FDA973415804F46E4D5"/>
        <w:category>
          <w:name w:val="General"/>
          <w:gallery w:val="placeholder"/>
        </w:category>
        <w:types>
          <w:type w:val="bbPlcHdr"/>
        </w:types>
        <w:behaviors>
          <w:behavior w:val="content"/>
        </w:behaviors>
        <w:guid w:val="{71A55533-FB05-460B-AA8D-67A505B9AC02}"/>
      </w:docPartPr>
      <w:docPartBody>
        <w:p w:rsidR="00CA7C77" w:rsidRDefault="00CA7C77">
          <w:pPr>
            <w:pStyle w:val="11EF7EE228504FDA973415804F46E4D5"/>
          </w:pPr>
          <w:r w:rsidRPr="005D19FB">
            <w:rPr>
              <w:rStyle w:val="PlaceholderText"/>
            </w:rPr>
            <w:t>Choose an item.</w:t>
          </w:r>
        </w:p>
      </w:docPartBody>
    </w:docPart>
    <w:docPart>
      <w:docPartPr>
        <w:name w:val="C9DF8EEB463242F6AA62B6501F1D1333"/>
        <w:category>
          <w:name w:val="General"/>
          <w:gallery w:val="placeholder"/>
        </w:category>
        <w:types>
          <w:type w:val="bbPlcHdr"/>
        </w:types>
        <w:behaviors>
          <w:behavior w:val="content"/>
        </w:behaviors>
        <w:guid w:val="{81AD0892-0BF5-4780-BE14-C852A63E5AF3}"/>
      </w:docPartPr>
      <w:docPartBody>
        <w:p w:rsidR="00CA7C77" w:rsidRDefault="00CA7C77">
          <w:pPr>
            <w:pStyle w:val="C9DF8EEB463242F6AA62B6501F1D1333"/>
          </w:pPr>
          <w:r w:rsidRPr="005D19FB">
            <w:rPr>
              <w:rStyle w:val="PlaceholderText"/>
            </w:rPr>
            <w:t>Click here to enter text.</w:t>
          </w:r>
        </w:p>
      </w:docPartBody>
    </w:docPart>
    <w:docPart>
      <w:docPartPr>
        <w:name w:val="BA1B62FE6E4E4DE4BD950AD9E2289DB2"/>
        <w:category>
          <w:name w:val="General"/>
          <w:gallery w:val="placeholder"/>
        </w:category>
        <w:types>
          <w:type w:val="bbPlcHdr"/>
        </w:types>
        <w:behaviors>
          <w:behavior w:val="content"/>
        </w:behaviors>
        <w:guid w:val="{B0DFB34E-1DE7-4BB1-9EBB-DB54053AA590}"/>
      </w:docPartPr>
      <w:docPartBody>
        <w:p w:rsidR="00CA7C77" w:rsidRDefault="00CA7C77">
          <w:pPr>
            <w:pStyle w:val="BA1B62FE6E4E4DE4BD950AD9E2289DB2"/>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58E860DC-30CA-42BF-9426-2E0502544CF0}"/>
      </w:docPartPr>
      <w:docPartBody>
        <w:p w:rsidR="009D4701" w:rsidRDefault="00EF557A">
          <w:r w:rsidRPr="00C861A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C77"/>
    <w:rsid w:val="009D4701"/>
    <w:rsid w:val="00CA7C77"/>
    <w:rsid w:val="00EF55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557A"/>
    <w:rPr>
      <w:color w:val="808080"/>
    </w:rPr>
  </w:style>
  <w:style w:type="paragraph" w:customStyle="1" w:styleId="DF1BA8BDA5924830B810D685EDE905BA">
    <w:name w:val="DF1BA8BDA5924830B810D685EDE905BA"/>
  </w:style>
  <w:style w:type="paragraph" w:customStyle="1" w:styleId="FE6F22EC10144DD5937E8987FC45B8FC">
    <w:name w:val="FE6F22EC10144DD5937E8987FC45B8FC"/>
  </w:style>
  <w:style w:type="paragraph" w:customStyle="1" w:styleId="4F93EEC6B9884708BC16832E750DC0BA">
    <w:name w:val="4F93EEC6B9884708BC16832E750DC0BA"/>
  </w:style>
  <w:style w:type="paragraph" w:customStyle="1" w:styleId="C0D53A9C9CBE4A5BA567A69D302217DB">
    <w:name w:val="C0D53A9C9CBE4A5BA567A69D302217DB"/>
  </w:style>
  <w:style w:type="paragraph" w:customStyle="1" w:styleId="8C213C15431F4A4D874E3B5DD30E6BFF">
    <w:name w:val="8C213C15431F4A4D874E3B5DD30E6BFF"/>
  </w:style>
  <w:style w:type="paragraph" w:customStyle="1" w:styleId="48269BE5B0C9477BA5CB00F78696C57B">
    <w:name w:val="48269BE5B0C9477BA5CB00F78696C57B"/>
  </w:style>
  <w:style w:type="paragraph" w:customStyle="1" w:styleId="224B61E8583A456D8F90B4644E61A518">
    <w:name w:val="224B61E8583A456D8F90B4644E61A518"/>
  </w:style>
  <w:style w:type="paragraph" w:customStyle="1" w:styleId="6BFD1F3C92404718AAF0FB71702D2A11">
    <w:name w:val="6BFD1F3C92404718AAF0FB71702D2A11"/>
  </w:style>
  <w:style w:type="paragraph" w:customStyle="1" w:styleId="3F3C03B254194C31A59314F017C363AC">
    <w:name w:val="3F3C03B254194C31A59314F017C363AC"/>
  </w:style>
  <w:style w:type="paragraph" w:customStyle="1" w:styleId="11EF7EE228504FDA973415804F46E4D5">
    <w:name w:val="11EF7EE228504FDA973415804F46E4D5"/>
  </w:style>
  <w:style w:type="paragraph" w:customStyle="1" w:styleId="C9DF8EEB463242F6AA62B6501F1D1333">
    <w:name w:val="C9DF8EEB463242F6AA62B6501F1D1333"/>
  </w:style>
  <w:style w:type="paragraph" w:customStyle="1" w:styleId="BA1B62FE6E4E4DE4BD950AD9E2289DB2">
    <w:name w:val="BA1B62FE6E4E4DE4BD950AD9E2289DB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557A"/>
    <w:rPr>
      <w:color w:val="808080"/>
    </w:rPr>
  </w:style>
  <w:style w:type="paragraph" w:customStyle="1" w:styleId="DF1BA8BDA5924830B810D685EDE905BA">
    <w:name w:val="DF1BA8BDA5924830B810D685EDE905BA"/>
  </w:style>
  <w:style w:type="paragraph" w:customStyle="1" w:styleId="FE6F22EC10144DD5937E8987FC45B8FC">
    <w:name w:val="FE6F22EC10144DD5937E8987FC45B8FC"/>
  </w:style>
  <w:style w:type="paragraph" w:customStyle="1" w:styleId="4F93EEC6B9884708BC16832E750DC0BA">
    <w:name w:val="4F93EEC6B9884708BC16832E750DC0BA"/>
  </w:style>
  <w:style w:type="paragraph" w:customStyle="1" w:styleId="C0D53A9C9CBE4A5BA567A69D302217DB">
    <w:name w:val="C0D53A9C9CBE4A5BA567A69D302217DB"/>
  </w:style>
  <w:style w:type="paragraph" w:customStyle="1" w:styleId="8C213C15431F4A4D874E3B5DD30E6BFF">
    <w:name w:val="8C213C15431F4A4D874E3B5DD30E6BFF"/>
  </w:style>
  <w:style w:type="paragraph" w:customStyle="1" w:styleId="48269BE5B0C9477BA5CB00F78696C57B">
    <w:name w:val="48269BE5B0C9477BA5CB00F78696C57B"/>
  </w:style>
  <w:style w:type="paragraph" w:customStyle="1" w:styleId="224B61E8583A456D8F90B4644E61A518">
    <w:name w:val="224B61E8583A456D8F90B4644E61A518"/>
  </w:style>
  <w:style w:type="paragraph" w:customStyle="1" w:styleId="6BFD1F3C92404718AAF0FB71702D2A11">
    <w:name w:val="6BFD1F3C92404718AAF0FB71702D2A11"/>
  </w:style>
  <w:style w:type="paragraph" w:customStyle="1" w:styleId="3F3C03B254194C31A59314F017C363AC">
    <w:name w:val="3F3C03B254194C31A59314F017C363AC"/>
  </w:style>
  <w:style w:type="paragraph" w:customStyle="1" w:styleId="11EF7EE228504FDA973415804F46E4D5">
    <w:name w:val="11EF7EE228504FDA973415804F46E4D5"/>
  </w:style>
  <w:style w:type="paragraph" w:customStyle="1" w:styleId="C9DF8EEB463242F6AA62B6501F1D1333">
    <w:name w:val="C9DF8EEB463242F6AA62B6501F1D1333"/>
  </w:style>
  <w:style w:type="paragraph" w:customStyle="1" w:styleId="BA1B62FE6E4E4DE4BD950AD9E2289DB2">
    <w:name w:val="BA1B62FE6E4E4DE4BD950AD9E2289D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4843B-C065-4279-8EAE-24020EC0A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5</TotalTime>
  <Pages>2</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Michael Walls</cp:lastModifiedBy>
  <cp:revision>5</cp:revision>
  <dcterms:created xsi:type="dcterms:W3CDTF">2015-08-20T13:04:00Z</dcterms:created>
  <dcterms:modified xsi:type="dcterms:W3CDTF">2015-09-08T14:12:00Z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