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249661076"/>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bookmarkStart w:id="0" w:name="_GoBack"/>
          <w:bookmarkEnd w:id="0"/>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B06F3C" w:rsidP="00193115">
                <w:pPr>
                  <w:rPr>
                    <w:rFonts w:ascii="Calibri" w:hAnsi="Calibri"/>
                    <w:sz w:val="22"/>
                  </w:rPr>
                </w:pPr>
                <w:r>
                  <w:rPr>
                    <w:rFonts w:ascii="Calibri" w:hAnsi="Calibri"/>
                    <w:sz w:val="22"/>
                  </w:rPr>
                  <w:t xml:space="preserve">DCP 250 </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B06F3C" w:rsidP="00193115">
                <w:pPr>
                  <w:rPr>
                    <w:rFonts w:ascii="Calibri" w:hAnsi="Calibri"/>
                    <w:sz w:val="22"/>
                  </w:rPr>
                </w:pPr>
                <w:r w:rsidRPr="00B06F3C">
                  <w:rPr>
                    <w:rFonts w:ascii="Calibri" w:hAnsi="Calibri"/>
                    <w:sz w:val="22"/>
                  </w:rPr>
                  <w:t>Supplier Roll Out Template</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B06F3C" w:rsidP="00193115">
                <w:pPr>
                  <w:rPr>
                    <w:rFonts w:ascii="Calibri" w:hAnsi="Calibri"/>
                    <w:sz w:val="22"/>
                  </w:rPr>
                </w:pPr>
                <w:r>
                  <w:rPr>
                    <w:rFonts w:asciiTheme="minorHAnsi" w:hAnsiTheme="minorHAnsi" w:cs="Microsoft Sans Serif"/>
                    <w:szCs w:val="20"/>
                  </w:rPr>
                  <w:t>IDNOs, DNOs,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B06F3C" w:rsidP="00193115">
                <w:pPr>
                  <w:rPr>
                    <w:rFonts w:ascii="Calibri" w:hAnsi="Calibri"/>
                    <w:sz w:val="22"/>
                  </w:rPr>
                </w:pPr>
                <w:r>
                  <w:rPr>
                    <w:rFonts w:ascii="Calibri" w:hAnsi="Calibri"/>
                    <w:sz w:val="22"/>
                  </w:rPr>
                  <w:t>Part 2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B06F3C" w:rsidP="00697019">
                <w:pPr>
                  <w:rPr>
                    <w:rFonts w:ascii="Calibri" w:hAnsi="Calibri"/>
                    <w:sz w:val="22"/>
                  </w:rPr>
                </w:pPr>
                <w:r w:rsidRPr="00B06F3C">
                  <w:rPr>
                    <w:rFonts w:ascii="Calibri" w:hAnsi="Calibri"/>
                    <w:sz w:val="22"/>
                  </w:rPr>
                  <w:t>25 February 2015</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B06F3C" w:rsidP="00193115">
                <w:pPr>
                  <w:rPr>
                    <w:rFonts w:ascii="Calibri" w:hAnsi="Calibri"/>
                    <w:sz w:val="22"/>
                  </w:rPr>
                </w:pPr>
                <w:r w:rsidRPr="00B06F3C">
                  <w:rPr>
                    <w:rFonts w:ascii="Calibri" w:hAnsi="Calibri"/>
                    <w:sz w:val="22"/>
                  </w:rPr>
                  <w:t>11 December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6A904901898D498E88D2DB17639D510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2FBF5D6F71A94EA1BAC89462A85BEFAE"/>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4ACF8FD8930140C99EBAA17F4FCF2FE6"/>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A0C82282BDEA4BCAB154F9161D06395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5E193B4A34B6481A88BE37B1984D73D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57CD98E5C14A45A288A496F2CEFDC28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A78817816A78400CA6B54B6106F0C4D4"/>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2DE3F18549F434495D7DC5E47C6AAD9"/>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814A319E46540928AB80C2931D5E6FC"/>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93E3D7738F4B4EC4B9A9B5A6E78F5B50"/>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8087B8CD2A1E4692AB78B148AB5C3483"/>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561CF0B881CA4FCFA4CA178E86761013"/>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6253C5"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F3C" w:rsidRDefault="00B06F3C" w:rsidP="00FD00A2">
      <w:r>
        <w:separator/>
      </w:r>
    </w:p>
  </w:endnote>
  <w:endnote w:type="continuationSeparator" w:id="0">
    <w:p w:rsidR="00B06F3C" w:rsidRDefault="00B06F3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585806"/>
      <w:lock w:val="contentLocked"/>
      <w:placeholder>
        <w:docPart w:val="DefaultPlaceholder_1082065158"/>
      </w:placeholder>
      <w:showingPlcHdr/>
      <w:group/>
    </w:sdtPr>
    <w:sdtContent>
      <w:p w:rsidR="00B06F3C" w:rsidRDefault="006253C5">
        <w:pPr>
          <w:pStyle w:val="Footer"/>
        </w:pPr>
        <w:r w:rsidRPr="007119F6">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93155342"/>
      <w:lock w:val="contentLocked"/>
      <w:placeholder>
        <w:docPart w:val="DefaultPlaceholder_1082065158"/>
      </w:placeholder>
      <w:group/>
    </w:sdtPr>
    <w:sdtContent>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B06F3C">
          <w:rPr>
            <w:rFonts w:ascii="Calibri" w:hAnsi="Calibri"/>
          </w:rPr>
          <w:t>20 November 2015</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6253C5">
          <w:rPr>
            <w:rFonts w:ascii="Calibri" w:hAnsi="Calibri"/>
            <w:noProof/>
          </w:rPr>
          <w:t>1</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6253C5">
          <w:rPr>
            <w:rFonts w:ascii="Calibri" w:hAnsi="Calibri"/>
            <w:noProof/>
          </w:rPr>
          <w:t>2</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B06F3C">
          <w:rPr>
            <w:rFonts w:ascii="Calibri" w:hAnsi="Calibri"/>
          </w:rPr>
          <w:t>1.0</w:t>
        </w:r>
        <w:r w:rsidRPr="00957B20">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955878"/>
      <w:lock w:val="contentLocked"/>
      <w:placeholder>
        <w:docPart w:val="DefaultPlaceholder_1082065158"/>
      </w:placeholder>
      <w:showingPlcHdr/>
      <w:group/>
    </w:sdtPr>
    <w:sdtContent>
      <w:p w:rsidR="00B06F3C" w:rsidRDefault="006253C5">
        <w:pPr>
          <w:pStyle w:val="Footer"/>
        </w:pPr>
        <w:r w:rsidRPr="007119F6">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F3C" w:rsidRDefault="00B06F3C" w:rsidP="00FD00A2">
      <w:r>
        <w:separator/>
      </w:r>
    </w:p>
  </w:footnote>
  <w:footnote w:type="continuationSeparator" w:id="0">
    <w:p w:rsidR="00B06F3C" w:rsidRDefault="00B06F3C"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284934"/>
      <w:lock w:val="contentLocked"/>
      <w:placeholder>
        <w:docPart w:val="DefaultPlaceholder_1082065158"/>
      </w:placeholder>
      <w:showingPlcHdr/>
      <w:group/>
    </w:sdtPr>
    <w:sdtContent>
      <w:p w:rsidR="00B06F3C" w:rsidRDefault="006253C5">
        <w:pPr>
          <w:pStyle w:val="Header"/>
        </w:pPr>
        <w:r w:rsidRPr="007119F6">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18228498"/>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B06F3C">
          <w:rPr>
            <w:rFonts w:ascii="Calibri" w:hAnsi="Calibri"/>
          </w:rPr>
          <w:t>250</w:t>
        </w:r>
        <w:r w:rsidR="00FD00A2" w:rsidRPr="00957B20">
          <w:rPr>
            <w:rFonts w:ascii="Calibri" w:hAnsi="Calibri"/>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778113"/>
      <w:lock w:val="contentLocked"/>
      <w:placeholder>
        <w:docPart w:val="DefaultPlaceholder_1082065158"/>
      </w:placeholder>
      <w:showingPlcHdr/>
      <w:group/>
    </w:sdtPr>
    <w:sdtContent>
      <w:p w:rsidR="00B06F3C" w:rsidRDefault="006253C5">
        <w:pPr>
          <w:pStyle w:val="Header"/>
        </w:pPr>
        <w:r w:rsidRPr="007119F6">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F3C"/>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253C5"/>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06F3C"/>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904901898D498E88D2DB17639D5108"/>
        <w:category>
          <w:name w:val="General"/>
          <w:gallery w:val="placeholder"/>
        </w:category>
        <w:types>
          <w:type w:val="bbPlcHdr"/>
        </w:types>
        <w:behaviors>
          <w:behavior w:val="content"/>
        </w:behaviors>
        <w:guid w:val="{85059EFD-C44E-468A-B534-3E00CE8D8E3E}"/>
      </w:docPartPr>
      <w:docPartBody>
        <w:p w:rsidR="00000000" w:rsidRDefault="00064824">
          <w:pPr>
            <w:pStyle w:val="6A904901898D498E88D2DB17639D5108"/>
          </w:pPr>
          <w:r w:rsidRPr="005D19FB">
            <w:rPr>
              <w:rStyle w:val="PlaceholderText"/>
            </w:rPr>
            <w:t>Click here to enter text.</w:t>
          </w:r>
        </w:p>
      </w:docPartBody>
    </w:docPart>
    <w:docPart>
      <w:docPartPr>
        <w:name w:val="2FBF5D6F71A94EA1BAC89462A85BEFAE"/>
        <w:category>
          <w:name w:val="General"/>
          <w:gallery w:val="placeholder"/>
        </w:category>
        <w:types>
          <w:type w:val="bbPlcHdr"/>
        </w:types>
        <w:behaviors>
          <w:behavior w:val="content"/>
        </w:behaviors>
        <w:guid w:val="{47DBA97F-1623-4EF7-AA24-AB83F426AFA9}"/>
      </w:docPartPr>
      <w:docPartBody>
        <w:p w:rsidR="00000000" w:rsidRDefault="00064824">
          <w:pPr>
            <w:pStyle w:val="2FBF5D6F71A94EA1BAC89462A85BEFAE"/>
          </w:pPr>
          <w:r w:rsidRPr="005D19FB">
            <w:rPr>
              <w:rStyle w:val="PlaceholderText"/>
            </w:rPr>
            <w:t>Choose an item.</w:t>
          </w:r>
        </w:p>
      </w:docPartBody>
    </w:docPart>
    <w:docPart>
      <w:docPartPr>
        <w:name w:val="4ACF8FD8930140C99EBAA17F4FCF2FE6"/>
        <w:category>
          <w:name w:val="General"/>
          <w:gallery w:val="placeholder"/>
        </w:category>
        <w:types>
          <w:type w:val="bbPlcHdr"/>
        </w:types>
        <w:behaviors>
          <w:behavior w:val="content"/>
        </w:behaviors>
        <w:guid w:val="{AA0D346E-0564-4E19-8C8E-AD9721FDBC6A}"/>
      </w:docPartPr>
      <w:docPartBody>
        <w:p w:rsidR="00000000" w:rsidRDefault="00064824">
          <w:pPr>
            <w:pStyle w:val="4ACF8FD8930140C99EBAA17F4FCF2FE6"/>
          </w:pPr>
          <w:r w:rsidRPr="005D19FB">
            <w:rPr>
              <w:rStyle w:val="PlaceholderText"/>
            </w:rPr>
            <w:t>Click here to enter text.</w:t>
          </w:r>
        </w:p>
      </w:docPartBody>
    </w:docPart>
    <w:docPart>
      <w:docPartPr>
        <w:name w:val="A0C82282BDEA4BCAB154F9161D063954"/>
        <w:category>
          <w:name w:val="General"/>
          <w:gallery w:val="placeholder"/>
        </w:category>
        <w:types>
          <w:type w:val="bbPlcHdr"/>
        </w:types>
        <w:behaviors>
          <w:behavior w:val="content"/>
        </w:behaviors>
        <w:guid w:val="{F4776CD4-0D17-4AD0-A25A-08FEBD41C583}"/>
      </w:docPartPr>
      <w:docPartBody>
        <w:p w:rsidR="00000000" w:rsidRDefault="00064824">
          <w:pPr>
            <w:pStyle w:val="A0C82282BDEA4BCAB154F9161D063954"/>
          </w:pPr>
          <w:r w:rsidRPr="005D19FB">
            <w:rPr>
              <w:rStyle w:val="PlaceholderText"/>
            </w:rPr>
            <w:t>Click here to enter text.</w:t>
          </w:r>
        </w:p>
      </w:docPartBody>
    </w:docPart>
    <w:docPart>
      <w:docPartPr>
        <w:name w:val="5E193B4A34B6481A88BE37B1984D73D7"/>
        <w:category>
          <w:name w:val="General"/>
          <w:gallery w:val="placeholder"/>
        </w:category>
        <w:types>
          <w:type w:val="bbPlcHdr"/>
        </w:types>
        <w:behaviors>
          <w:behavior w:val="content"/>
        </w:behaviors>
        <w:guid w:val="{880BAFBB-4CA7-40DE-95CA-DBB9B37B7079}"/>
      </w:docPartPr>
      <w:docPartBody>
        <w:p w:rsidR="00000000" w:rsidRDefault="00064824">
          <w:pPr>
            <w:pStyle w:val="5E193B4A34B6481A88BE37B1984D73D7"/>
          </w:pPr>
          <w:r w:rsidRPr="005D19FB">
            <w:rPr>
              <w:rStyle w:val="PlaceholderText"/>
            </w:rPr>
            <w:t>Click here to enter text.</w:t>
          </w:r>
        </w:p>
      </w:docPartBody>
    </w:docPart>
    <w:docPart>
      <w:docPartPr>
        <w:name w:val="57CD98E5C14A45A288A496F2CEFDC288"/>
        <w:category>
          <w:name w:val="General"/>
          <w:gallery w:val="placeholder"/>
        </w:category>
        <w:types>
          <w:type w:val="bbPlcHdr"/>
        </w:types>
        <w:behaviors>
          <w:behavior w:val="content"/>
        </w:behaviors>
        <w:guid w:val="{62046845-1ADC-4313-8153-D095E81931E8}"/>
      </w:docPartPr>
      <w:docPartBody>
        <w:p w:rsidR="00000000" w:rsidRDefault="00064824">
          <w:pPr>
            <w:pStyle w:val="57CD98E5C14A45A288A496F2CEFDC288"/>
          </w:pPr>
          <w:r w:rsidRPr="005D19FB">
            <w:rPr>
              <w:rStyle w:val="PlaceholderText"/>
            </w:rPr>
            <w:t>Click here to enter text.</w:t>
          </w:r>
        </w:p>
      </w:docPartBody>
    </w:docPart>
    <w:docPart>
      <w:docPartPr>
        <w:name w:val="A78817816A78400CA6B54B6106F0C4D4"/>
        <w:category>
          <w:name w:val="General"/>
          <w:gallery w:val="placeholder"/>
        </w:category>
        <w:types>
          <w:type w:val="bbPlcHdr"/>
        </w:types>
        <w:behaviors>
          <w:behavior w:val="content"/>
        </w:behaviors>
        <w:guid w:val="{1A9484A5-F536-4CB5-8C16-99B009C4D258}"/>
      </w:docPartPr>
      <w:docPartBody>
        <w:p w:rsidR="00000000" w:rsidRDefault="00064824">
          <w:pPr>
            <w:pStyle w:val="A78817816A78400CA6B54B6106F0C4D4"/>
          </w:pPr>
          <w:r w:rsidRPr="005D19FB">
            <w:rPr>
              <w:rStyle w:val="PlaceholderText"/>
            </w:rPr>
            <w:t>Click here to enter text.</w:t>
          </w:r>
        </w:p>
      </w:docPartBody>
    </w:docPart>
    <w:docPart>
      <w:docPartPr>
        <w:name w:val="82DE3F18549F434495D7DC5E47C6AAD9"/>
        <w:category>
          <w:name w:val="General"/>
          <w:gallery w:val="placeholder"/>
        </w:category>
        <w:types>
          <w:type w:val="bbPlcHdr"/>
        </w:types>
        <w:behaviors>
          <w:behavior w:val="content"/>
        </w:behaviors>
        <w:guid w:val="{2AE45CAE-9E18-4639-85F1-ECA0577C0076}"/>
      </w:docPartPr>
      <w:docPartBody>
        <w:p w:rsidR="00000000" w:rsidRDefault="00064824">
          <w:pPr>
            <w:pStyle w:val="82DE3F18549F434495D7DC5E47C6AAD9"/>
          </w:pPr>
          <w:r w:rsidRPr="005D19FB">
            <w:rPr>
              <w:rStyle w:val="PlaceholderText"/>
            </w:rPr>
            <w:t>Click here to enter text.</w:t>
          </w:r>
        </w:p>
      </w:docPartBody>
    </w:docPart>
    <w:docPart>
      <w:docPartPr>
        <w:name w:val="F814A319E46540928AB80C2931D5E6FC"/>
        <w:category>
          <w:name w:val="General"/>
          <w:gallery w:val="placeholder"/>
        </w:category>
        <w:types>
          <w:type w:val="bbPlcHdr"/>
        </w:types>
        <w:behaviors>
          <w:behavior w:val="content"/>
        </w:behaviors>
        <w:guid w:val="{D1EC01AB-2032-405D-B6AF-FF48D7385732}"/>
      </w:docPartPr>
      <w:docPartBody>
        <w:p w:rsidR="00000000" w:rsidRDefault="00064824">
          <w:pPr>
            <w:pStyle w:val="F814A319E46540928AB80C2931D5E6FC"/>
          </w:pPr>
          <w:r w:rsidRPr="005D19FB">
            <w:rPr>
              <w:rStyle w:val="PlaceholderText"/>
            </w:rPr>
            <w:t>Choose an item.</w:t>
          </w:r>
        </w:p>
      </w:docPartBody>
    </w:docPart>
    <w:docPart>
      <w:docPartPr>
        <w:name w:val="93E3D7738F4B4EC4B9A9B5A6E78F5B50"/>
        <w:category>
          <w:name w:val="General"/>
          <w:gallery w:val="placeholder"/>
        </w:category>
        <w:types>
          <w:type w:val="bbPlcHdr"/>
        </w:types>
        <w:behaviors>
          <w:behavior w:val="content"/>
        </w:behaviors>
        <w:guid w:val="{62B85A22-EFB2-4D71-93A4-DF49E31E4C0C}"/>
      </w:docPartPr>
      <w:docPartBody>
        <w:p w:rsidR="00000000" w:rsidRDefault="00064824">
          <w:pPr>
            <w:pStyle w:val="93E3D7738F4B4EC4B9A9B5A6E78F5B50"/>
          </w:pPr>
          <w:r w:rsidRPr="005D19FB">
            <w:rPr>
              <w:rStyle w:val="PlaceholderText"/>
            </w:rPr>
            <w:t>Choose an item.</w:t>
          </w:r>
        </w:p>
      </w:docPartBody>
    </w:docPart>
    <w:docPart>
      <w:docPartPr>
        <w:name w:val="8087B8CD2A1E4692AB78B148AB5C3483"/>
        <w:category>
          <w:name w:val="General"/>
          <w:gallery w:val="placeholder"/>
        </w:category>
        <w:types>
          <w:type w:val="bbPlcHdr"/>
        </w:types>
        <w:behaviors>
          <w:behavior w:val="content"/>
        </w:behaviors>
        <w:guid w:val="{7A01F2F3-0FF8-43CF-8C02-8F72C74E90A4}"/>
      </w:docPartPr>
      <w:docPartBody>
        <w:p w:rsidR="00000000" w:rsidRDefault="00064824">
          <w:pPr>
            <w:pStyle w:val="8087B8CD2A1E4692AB78B148AB5C3483"/>
          </w:pPr>
          <w:r w:rsidRPr="005D19FB">
            <w:rPr>
              <w:rStyle w:val="PlaceholderText"/>
            </w:rPr>
            <w:t>Click here to enter text.</w:t>
          </w:r>
        </w:p>
      </w:docPartBody>
    </w:docPart>
    <w:docPart>
      <w:docPartPr>
        <w:name w:val="561CF0B881CA4FCFA4CA178E86761013"/>
        <w:category>
          <w:name w:val="General"/>
          <w:gallery w:val="placeholder"/>
        </w:category>
        <w:types>
          <w:type w:val="bbPlcHdr"/>
        </w:types>
        <w:behaviors>
          <w:behavior w:val="content"/>
        </w:behaviors>
        <w:guid w:val="{0CBA581E-F426-463E-A59F-C200733F97CC}"/>
      </w:docPartPr>
      <w:docPartBody>
        <w:p w:rsidR="00000000" w:rsidRDefault="00064824">
          <w:pPr>
            <w:pStyle w:val="561CF0B881CA4FCFA4CA178E86761013"/>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AB722487-5757-4092-81B8-70D173E89310}"/>
      </w:docPartPr>
      <w:docPartBody>
        <w:p w:rsidR="00000000" w:rsidRDefault="00064824">
          <w:r w:rsidRPr="007119F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824"/>
    <w:rsid w:val="00064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4824"/>
    <w:rPr>
      <w:color w:val="808080"/>
    </w:rPr>
  </w:style>
  <w:style w:type="paragraph" w:customStyle="1" w:styleId="6A904901898D498E88D2DB17639D5108">
    <w:name w:val="6A904901898D498E88D2DB17639D5108"/>
  </w:style>
  <w:style w:type="paragraph" w:customStyle="1" w:styleId="2FBF5D6F71A94EA1BAC89462A85BEFAE">
    <w:name w:val="2FBF5D6F71A94EA1BAC89462A85BEFAE"/>
  </w:style>
  <w:style w:type="paragraph" w:customStyle="1" w:styleId="4ACF8FD8930140C99EBAA17F4FCF2FE6">
    <w:name w:val="4ACF8FD8930140C99EBAA17F4FCF2FE6"/>
  </w:style>
  <w:style w:type="paragraph" w:customStyle="1" w:styleId="A0C82282BDEA4BCAB154F9161D063954">
    <w:name w:val="A0C82282BDEA4BCAB154F9161D063954"/>
  </w:style>
  <w:style w:type="paragraph" w:customStyle="1" w:styleId="5E193B4A34B6481A88BE37B1984D73D7">
    <w:name w:val="5E193B4A34B6481A88BE37B1984D73D7"/>
  </w:style>
  <w:style w:type="paragraph" w:customStyle="1" w:styleId="57CD98E5C14A45A288A496F2CEFDC288">
    <w:name w:val="57CD98E5C14A45A288A496F2CEFDC288"/>
  </w:style>
  <w:style w:type="paragraph" w:customStyle="1" w:styleId="A78817816A78400CA6B54B6106F0C4D4">
    <w:name w:val="A78817816A78400CA6B54B6106F0C4D4"/>
  </w:style>
  <w:style w:type="paragraph" w:customStyle="1" w:styleId="82DE3F18549F434495D7DC5E47C6AAD9">
    <w:name w:val="82DE3F18549F434495D7DC5E47C6AAD9"/>
  </w:style>
  <w:style w:type="paragraph" w:customStyle="1" w:styleId="F814A319E46540928AB80C2931D5E6FC">
    <w:name w:val="F814A319E46540928AB80C2931D5E6FC"/>
  </w:style>
  <w:style w:type="paragraph" w:customStyle="1" w:styleId="93E3D7738F4B4EC4B9A9B5A6E78F5B50">
    <w:name w:val="93E3D7738F4B4EC4B9A9B5A6E78F5B50"/>
  </w:style>
  <w:style w:type="paragraph" w:customStyle="1" w:styleId="8087B8CD2A1E4692AB78B148AB5C3483">
    <w:name w:val="8087B8CD2A1E4692AB78B148AB5C3483"/>
  </w:style>
  <w:style w:type="paragraph" w:customStyle="1" w:styleId="561CF0B881CA4FCFA4CA178E86761013">
    <w:name w:val="561CF0B881CA4FCFA4CA178E867610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4824"/>
    <w:rPr>
      <w:color w:val="808080"/>
    </w:rPr>
  </w:style>
  <w:style w:type="paragraph" w:customStyle="1" w:styleId="6A904901898D498E88D2DB17639D5108">
    <w:name w:val="6A904901898D498E88D2DB17639D5108"/>
  </w:style>
  <w:style w:type="paragraph" w:customStyle="1" w:styleId="2FBF5D6F71A94EA1BAC89462A85BEFAE">
    <w:name w:val="2FBF5D6F71A94EA1BAC89462A85BEFAE"/>
  </w:style>
  <w:style w:type="paragraph" w:customStyle="1" w:styleId="4ACF8FD8930140C99EBAA17F4FCF2FE6">
    <w:name w:val="4ACF8FD8930140C99EBAA17F4FCF2FE6"/>
  </w:style>
  <w:style w:type="paragraph" w:customStyle="1" w:styleId="A0C82282BDEA4BCAB154F9161D063954">
    <w:name w:val="A0C82282BDEA4BCAB154F9161D063954"/>
  </w:style>
  <w:style w:type="paragraph" w:customStyle="1" w:styleId="5E193B4A34B6481A88BE37B1984D73D7">
    <w:name w:val="5E193B4A34B6481A88BE37B1984D73D7"/>
  </w:style>
  <w:style w:type="paragraph" w:customStyle="1" w:styleId="57CD98E5C14A45A288A496F2CEFDC288">
    <w:name w:val="57CD98E5C14A45A288A496F2CEFDC288"/>
  </w:style>
  <w:style w:type="paragraph" w:customStyle="1" w:styleId="A78817816A78400CA6B54B6106F0C4D4">
    <w:name w:val="A78817816A78400CA6B54B6106F0C4D4"/>
  </w:style>
  <w:style w:type="paragraph" w:customStyle="1" w:styleId="82DE3F18549F434495D7DC5E47C6AAD9">
    <w:name w:val="82DE3F18549F434495D7DC5E47C6AAD9"/>
  </w:style>
  <w:style w:type="paragraph" w:customStyle="1" w:styleId="F814A319E46540928AB80C2931D5E6FC">
    <w:name w:val="F814A319E46540928AB80C2931D5E6FC"/>
  </w:style>
  <w:style w:type="paragraph" w:customStyle="1" w:styleId="93E3D7738F4B4EC4B9A9B5A6E78F5B50">
    <w:name w:val="93E3D7738F4B4EC4B9A9B5A6E78F5B50"/>
  </w:style>
  <w:style w:type="paragraph" w:customStyle="1" w:styleId="8087B8CD2A1E4692AB78B148AB5C3483">
    <w:name w:val="8087B8CD2A1E4692AB78B148AB5C3483"/>
  </w:style>
  <w:style w:type="paragraph" w:customStyle="1" w:styleId="561CF0B881CA4FCFA4CA178E86761013">
    <w:name w:val="561CF0B881CA4FCFA4CA178E867610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C5A52-E837-4005-933B-9BC4DF88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Roz</cp:lastModifiedBy>
  <cp:revision>2</cp:revision>
  <dcterms:created xsi:type="dcterms:W3CDTF">2015-11-10T10:23:00Z</dcterms:created>
  <dcterms:modified xsi:type="dcterms:W3CDTF">2015-11-10T10:26:00Z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250</vt:lpwstr>
  </property>
  <property fmtid="{D5CDD505-2E9C-101B-9397-08002B2CF9AE}" pid="3" name="Date">
    <vt:lpwstr>20 November 2015</vt:lpwstr>
  </property>
  <property fmtid="{D5CDD505-2E9C-101B-9397-08002B2CF9AE}" pid="4" name="Version">
    <vt:lpwstr>1.0</vt:lpwstr>
  </property>
</Properties>
</file>