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E412EE" w:rsidP="00193115">
            <w:pPr>
              <w:rPr>
                <w:rFonts w:ascii="Calibri" w:hAnsi="Calibri"/>
                <w:sz w:val="22"/>
              </w:rPr>
            </w:pPr>
            <w:r>
              <w:rPr>
                <w:rFonts w:ascii="Calibri" w:hAnsi="Calibri"/>
                <w:sz w:val="22"/>
              </w:rPr>
              <w:t>DCP 278</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E94F5A" w:rsidP="00193115">
            <w:pPr>
              <w:rPr>
                <w:rFonts w:ascii="Calibri" w:hAnsi="Calibri"/>
                <w:sz w:val="22"/>
              </w:rPr>
            </w:pPr>
            <w:r w:rsidRPr="00E94F5A">
              <w:rPr>
                <w:rFonts w:ascii="Calibri" w:hAnsi="Calibri"/>
                <w:sz w:val="22"/>
              </w:rPr>
              <w:t>Allocation of Users to the ETTOS Secure Email Service</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E94F5A" w:rsidP="00193115">
            <w:pPr>
              <w:rPr>
                <w:rFonts w:ascii="Calibri" w:hAnsi="Calibri"/>
                <w:sz w:val="22"/>
              </w:rPr>
            </w:pPr>
            <w:r>
              <w:rPr>
                <w:rFonts w:ascii="Calibri" w:hAnsi="Calibri"/>
                <w:sz w:val="22"/>
              </w:rPr>
              <w:t>All DCUSA Parties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E94F5A" w:rsidP="00193115">
            <w:pPr>
              <w:rPr>
                <w:rFonts w:ascii="Calibri" w:hAnsi="Calibri"/>
                <w:sz w:val="22"/>
              </w:rPr>
            </w:pPr>
            <w:r>
              <w:rPr>
                <w:rFonts w:ascii="Calibri" w:hAnsi="Calibri"/>
                <w:sz w:val="22"/>
              </w:rPr>
              <w:t>Part 2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E94F5A" w:rsidP="00697019">
            <w:pPr>
              <w:rPr>
                <w:rFonts w:ascii="Calibri" w:hAnsi="Calibri"/>
                <w:sz w:val="22"/>
              </w:rPr>
            </w:pPr>
            <w:r>
              <w:rPr>
                <w:rFonts w:ascii="Calibri" w:hAnsi="Calibri"/>
                <w:sz w:val="22"/>
              </w:rPr>
              <w:t>23 February 2017</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51438B" w:rsidP="00193115">
            <w:pPr>
              <w:rPr>
                <w:rFonts w:ascii="Calibri" w:hAnsi="Calibri"/>
                <w:sz w:val="22"/>
              </w:rPr>
            </w:pPr>
            <w:r>
              <w:rPr>
                <w:rFonts w:ascii="Calibri" w:hAnsi="Calibri"/>
                <w:sz w:val="22"/>
              </w:rPr>
              <w:t>13 December</w:t>
            </w:r>
            <w:r w:rsidR="00E94F5A">
              <w:rPr>
                <w:rFonts w:ascii="Calibri" w:hAnsi="Calibri"/>
                <w:sz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D677147A4F04D879D5940253633E953"/>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C1C5571D547746D6807B3F5BBE36B7E0"/>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7392BA379304409CAC2A33743892A03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0C16726B169A4F0890263D4C40D66F8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A85DF31695449828AD15D3012F2DB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33F17D146DFA42CEA799406746666B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22BD6B1E8D7E4DBBBBE089C61B46D34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657E3D0C24C44F4382FDCF28C2778C2B"/>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8A0D54C496B54B69B9B6991614C9A4D5"/>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0CD4DEC9E1FD42BC8C1157B1F65771A9"/>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0942289C19554BDF891ED9C09C832FA9"/>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B7122D" w:rsidRPr="00851800">
              <w:rPr>
                <w:rFonts w:ascii="Calibri" w:hAnsi="Calibri"/>
                <w:i/>
                <w:sz w:val="22"/>
              </w:rPr>
              <w:t>(Ofgem value the feedback that you provide so please do provide comments and your view of how the objectives are better facilitated)</w:t>
            </w:r>
          </w:p>
        </w:tc>
        <w:sdt>
          <w:sdtPr>
            <w:rPr>
              <w:rFonts w:ascii="Calibri" w:hAnsi="Calibri"/>
              <w:sz w:val="22"/>
            </w:rPr>
            <w:alias w:val="Other Comments"/>
            <w:tag w:val="other_comments"/>
            <w:id w:val="163441968"/>
            <w:placeholder>
              <w:docPart w:val="57FC5A72EB9A45A1BA799A391D8C9E8B"/>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E412EE">
        <w:trPr>
          <w:cnfStyle w:val="100000000000" w:firstRow="1" w:lastRow="0" w:firstColumn="0" w:lastColumn="0" w:oddVBand="0" w:evenVBand="0" w:oddHBand="0" w:evenHBand="0" w:firstRowFirstColumn="0" w:firstRowLastColumn="0" w:lastRowFirstColumn="0" w:lastRowLastColumn="0"/>
        </w:trPr>
        <w:tc>
          <w:tcPr>
            <w:tcW w:w="90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A72C7" w:rsidRPr="00957B20" w:rsidRDefault="00CA72C7" w:rsidP="00E412EE">
            <w:pPr>
              <w:pStyle w:val="ColumnHeading"/>
              <w:rPr>
                <w:rFonts w:ascii="Calibri" w:hAnsi="Calibri"/>
                <w:sz w:val="22"/>
              </w:rPr>
            </w:pPr>
            <w:r>
              <w:rPr>
                <w:rFonts w:ascii="Calibri" w:hAnsi="Calibri"/>
                <w:sz w:val="22"/>
              </w:rPr>
              <w:t>DCUSA Objectives</w:t>
            </w:r>
          </w:p>
        </w:tc>
      </w:tr>
      <w:tr w:rsidR="00CA72C7" w:rsidRPr="00957B20" w:rsidTr="00E412EE">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E412EE">
            <w:pPr>
              <w:pStyle w:val="ListNumber"/>
              <w:rPr>
                <w:rFonts w:ascii="Calibri" w:hAnsi="Calibri"/>
                <w:sz w:val="22"/>
              </w:rPr>
            </w:pPr>
            <w:r w:rsidRPr="00C444B5">
              <w:rPr>
                <w:rFonts w:ascii="Calibri" w:hAnsi="Calibri"/>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bookmarkStart w:id="0" w:name="_GoBack"/>
        <w:bookmarkEnd w:id="0"/>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2EE" w:rsidRDefault="00E412EE" w:rsidP="00FD00A2">
      <w:r>
        <w:separator/>
      </w:r>
    </w:p>
  </w:endnote>
  <w:endnote w:type="continuationSeparator" w:id="0">
    <w:p w:rsidR="00E412EE" w:rsidRDefault="00E412EE"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51438B">
    <w:pPr>
      <w:pStyle w:val="Footer"/>
      <w:rPr>
        <w:rFonts w:ascii="Calibri" w:hAnsi="Calibri"/>
      </w:rPr>
    </w:pPr>
    <w:r>
      <w:rPr>
        <w:rFonts w:ascii="Calibri" w:hAnsi="Calibri"/>
      </w:rPr>
      <w:t xml:space="preserve">18 November </w:t>
    </w:r>
    <w:r w:rsidR="00E94F5A">
      <w:rPr>
        <w:rFonts w:ascii="Calibri" w:hAnsi="Calibri"/>
      </w:rPr>
      <w:t>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3</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3</w:t>
    </w:r>
    <w:r w:rsidR="00FD00A2" w:rsidRPr="00957B20">
      <w:rPr>
        <w:rFonts w:ascii="Calibri" w:hAnsi="Calibri"/>
      </w:rPr>
      <w:fldChar w:fldCharType="end"/>
    </w:r>
    <w:r w:rsidR="00FD00A2" w:rsidRPr="00957B20">
      <w:rPr>
        <w:rFonts w:ascii="Calibri" w:hAnsi="Calibri"/>
      </w:rPr>
      <w:tab/>
    </w:r>
    <w:r w:rsidR="00E94F5A">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2EE" w:rsidRDefault="00E412EE" w:rsidP="00FD00A2">
      <w:r>
        <w:separator/>
      </w:r>
    </w:p>
  </w:footnote>
  <w:footnote w:type="continuationSeparator" w:id="0">
    <w:p w:rsidR="00E412EE" w:rsidRDefault="00E412EE"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E412EE">
      <w:rPr>
        <w:rFonts w:ascii="Calibri" w:hAnsi="Calibri"/>
      </w:rPr>
      <w:t>278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EE"/>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1438B"/>
    <w:rsid w:val="00554409"/>
    <w:rsid w:val="005A6203"/>
    <w:rsid w:val="005F1DC2"/>
    <w:rsid w:val="005F26DE"/>
    <w:rsid w:val="005F2D28"/>
    <w:rsid w:val="00676E09"/>
    <w:rsid w:val="00697019"/>
    <w:rsid w:val="006A4BA6"/>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B7122D"/>
    <w:rsid w:val="00C01797"/>
    <w:rsid w:val="00C444B5"/>
    <w:rsid w:val="00CA72C7"/>
    <w:rsid w:val="00CE497A"/>
    <w:rsid w:val="00D7706F"/>
    <w:rsid w:val="00DB3EF9"/>
    <w:rsid w:val="00E412EE"/>
    <w:rsid w:val="00E94F5A"/>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21DF8F"/>
  <w15:docId w15:val="{C2A3D5B9-CCCB-480E-B5A2-AB1110B4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677147A4F04D879D5940253633E953"/>
        <w:category>
          <w:name w:val="General"/>
          <w:gallery w:val="placeholder"/>
        </w:category>
        <w:types>
          <w:type w:val="bbPlcHdr"/>
        </w:types>
        <w:behaviors>
          <w:behavior w:val="content"/>
        </w:behaviors>
        <w:guid w:val="{32BE1BA4-5326-49C3-891C-78220235A50A}"/>
      </w:docPartPr>
      <w:docPartBody>
        <w:p w:rsidR="00D96B4C" w:rsidRDefault="00D96B4C">
          <w:pPr>
            <w:pStyle w:val="1D677147A4F04D879D5940253633E953"/>
          </w:pPr>
          <w:r w:rsidRPr="005D19FB">
            <w:rPr>
              <w:rStyle w:val="PlaceholderText"/>
            </w:rPr>
            <w:t>Click here to enter text.</w:t>
          </w:r>
        </w:p>
      </w:docPartBody>
    </w:docPart>
    <w:docPart>
      <w:docPartPr>
        <w:name w:val="C1C5571D547746D6807B3F5BBE36B7E0"/>
        <w:category>
          <w:name w:val="General"/>
          <w:gallery w:val="placeholder"/>
        </w:category>
        <w:types>
          <w:type w:val="bbPlcHdr"/>
        </w:types>
        <w:behaviors>
          <w:behavior w:val="content"/>
        </w:behaviors>
        <w:guid w:val="{677F4B78-18E2-4C59-A439-49EE9DEA34DB}"/>
      </w:docPartPr>
      <w:docPartBody>
        <w:p w:rsidR="00D96B4C" w:rsidRDefault="00D96B4C">
          <w:pPr>
            <w:pStyle w:val="C1C5571D547746D6807B3F5BBE36B7E0"/>
          </w:pPr>
          <w:r w:rsidRPr="005D19FB">
            <w:rPr>
              <w:rStyle w:val="PlaceholderText"/>
            </w:rPr>
            <w:t>Choose an item.</w:t>
          </w:r>
        </w:p>
      </w:docPartBody>
    </w:docPart>
    <w:docPart>
      <w:docPartPr>
        <w:name w:val="7392BA379304409CAC2A33743892A032"/>
        <w:category>
          <w:name w:val="General"/>
          <w:gallery w:val="placeholder"/>
        </w:category>
        <w:types>
          <w:type w:val="bbPlcHdr"/>
        </w:types>
        <w:behaviors>
          <w:behavior w:val="content"/>
        </w:behaviors>
        <w:guid w:val="{D96F0A86-53D3-4B2D-9988-66099CC7EA45}"/>
      </w:docPartPr>
      <w:docPartBody>
        <w:p w:rsidR="00D96B4C" w:rsidRDefault="00D96B4C">
          <w:pPr>
            <w:pStyle w:val="7392BA379304409CAC2A33743892A032"/>
          </w:pPr>
          <w:r w:rsidRPr="005D19FB">
            <w:rPr>
              <w:rStyle w:val="PlaceholderText"/>
            </w:rPr>
            <w:t>Click here to enter text.</w:t>
          </w:r>
        </w:p>
      </w:docPartBody>
    </w:docPart>
    <w:docPart>
      <w:docPartPr>
        <w:name w:val="0C16726B169A4F0890263D4C40D66F84"/>
        <w:category>
          <w:name w:val="General"/>
          <w:gallery w:val="placeholder"/>
        </w:category>
        <w:types>
          <w:type w:val="bbPlcHdr"/>
        </w:types>
        <w:behaviors>
          <w:behavior w:val="content"/>
        </w:behaviors>
        <w:guid w:val="{DB5D6449-51A2-4D0F-860B-42F08C54EE11}"/>
      </w:docPartPr>
      <w:docPartBody>
        <w:p w:rsidR="00D96B4C" w:rsidRDefault="00D96B4C">
          <w:pPr>
            <w:pStyle w:val="0C16726B169A4F0890263D4C40D66F84"/>
          </w:pPr>
          <w:r w:rsidRPr="005D19FB">
            <w:rPr>
              <w:rStyle w:val="PlaceholderText"/>
            </w:rPr>
            <w:t>Click here to enter text.</w:t>
          </w:r>
        </w:p>
      </w:docPartBody>
    </w:docPart>
    <w:docPart>
      <w:docPartPr>
        <w:name w:val="EA85DF31695449828AD15D3012F2DB44"/>
        <w:category>
          <w:name w:val="General"/>
          <w:gallery w:val="placeholder"/>
        </w:category>
        <w:types>
          <w:type w:val="bbPlcHdr"/>
        </w:types>
        <w:behaviors>
          <w:behavior w:val="content"/>
        </w:behaviors>
        <w:guid w:val="{D7E149E4-E68B-4AF1-A22C-3BD5C874DC2B}"/>
      </w:docPartPr>
      <w:docPartBody>
        <w:p w:rsidR="00D96B4C" w:rsidRDefault="00D96B4C">
          <w:pPr>
            <w:pStyle w:val="EA85DF31695449828AD15D3012F2DB44"/>
          </w:pPr>
          <w:r w:rsidRPr="005D19FB">
            <w:rPr>
              <w:rStyle w:val="PlaceholderText"/>
            </w:rPr>
            <w:t>Click here to enter text.</w:t>
          </w:r>
        </w:p>
      </w:docPartBody>
    </w:docPart>
    <w:docPart>
      <w:docPartPr>
        <w:name w:val="33F17D146DFA42CEA799406746666B0A"/>
        <w:category>
          <w:name w:val="General"/>
          <w:gallery w:val="placeholder"/>
        </w:category>
        <w:types>
          <w:type w:val="bbPlcHdr"/>
        </w:types>
        <w:behaviors>
          <w:behavior w:val="content"/>
        </w:behaviors>
        <w:guid w:val="{61BBD396-479A-4640-941F-38AB207311D3}"/>
      </w:docPartPr>
      <w:docPartBody>
        <w:p w:rsidR="00D96B4C" w:rsidRDefault="00D96B4C">
          <w:pPr>
            <w:pStyle w:val="33F17D146DFA42CEA799406746666B0A"/>
          </w:pPr>
          <w:r w:rsidRPr="005D19FB">
            <w:rPr>
              <w:rStyle w:val="PlaceholderText"/>
            </w:rPr>
            <w:t>Click here to enter text.</w:t>
          </w:r>
        </w:p>
      </w:docPartBody>
    </w:docPart>
    <w:docPart>
      <w:docPartPr>
        <w:name w:val="22BD6B1E8D7E4DBBBBE089C61B46D346"/>
        <w:category>
          <w:name w:val="General"/>
          <w:gallery w:val="placeholder"/>
        </w:category>
        <w:types>
          <w:type w:val="bbPlcHdr"/>
        </w:types>
        <w:behaviors>
          <w:behavior w:val="content"/>
        </w:behaviors>
        <w:guid w:val="{AA8630A8-1436-444E-8A8A-F8BAD4D2CCB1}"/>
      </w:docPartPr>
      <w:docPartBody>
        <w:p w:rsidR="00D96B4C" w:rsidRDefault="00D96B4C">
          <w:pPr>
            <w:pStyle w:val="22BD6B1E8D7E4DBBBBE089C61B46D346"/>
          </w:pPr>
          <w:r w:rsidRPr="005D19FB">
            <w:rPr>
              <w:rStyle w:val="PlaceholderText"/>
            </w:rPr>
            <w:t>Click here to enter text.</w:t>
          </w:r>
        </w:p>
      </w:docPartBody>
    </w:docPart>
    <w:docPart>
      <w:docPartPr>
        <w:name w:val="657E3D0C24C44F4382FDCF28C2778C2B"/>
        <w:category>
          <w:name w:val="General"/>
          <w:gallery w:val="placeholder"/>
        </w:category>
        <w:types>
          <w:type w:val="bbPlcHdr"/>
        </w:types>
        <w:behaviors>
          <w:behavior w:val="content"/>
        </w:behaviors>
        <w:guid w:val="{3EF18F31-99E2-4CB6-88E7-425EE149F0EE}"/>
      </w:docPartPr>
      <w:docPartBody>
        <w:p w:rsidR="00D96B4C" w:rsidRDefault="00D96B4C">
          <w:pPr>
            <w:pStyle w:val="657E3D0C24C44F4382FDCF28C2778C2B"/>
          </w:pPr>
          <w:r w:rsidRPr="005D19FB">
            <w:rPr>
              <w:rStyle w:val="PlaceholderText"/>
            </w:rPr>
            <w:t>Click here to enter text.</w:t>
          </w:r>
        </w:p>
      </w:docPartBody>
    </w:docPart>
    <w:docPart>
      <w:docPartPr>
        <w:name w:val="8A0D54C496B54B69B9B6991614C9A4D5"/>
        <w:category>
          <w:name w:val="General"/>
          <w:gallery w:val="placeholder"/>
        </w:category>
        <w:types>
          <w:type w:val="bbPlcHdr"/>
        </w:types>
        <w:behaviors>
          <w:behavior w:val="content"/>
        </w:behaviors>
        <w:guid w:val="{54F52738-A6E4-446A-9A4A-86E818A781EE}"/>
      </w:docPartPr>
      <w:docPartBody>
        <w:p w:rsidR="00D96B4C" w:rsidRDefault="00D96B4C">
          <w:pPr>
            <w:pStyle w:val="8A0D54C496B54B69B9B6991614C9A4D5"/>
          </w:pPr>
          <w:r w:rsidRPr="005D19FB">
            <w:rPr>
              <w:rStyle w:val="PlaceholderText"/>
            </w:rPr>
            <w:t>Choose an item.</w:t>
          </w:r>
        </w:p>
      </w:docPartBody>
    </w:docPart>
    <w:docPart>
      <w:docPartPr>
        <w:name w:val="0CD4DEC9E1FD42BC8C1157B1F65771A9"/>
        <w:category>
          <w:name w:val="General"/>
          <w:gallery w:val="placeholder"/>
        </w:category>
        <w:types>
          <w:type w:val="bbPlcHdr"/>
        </w:types>
        <w:behaviors>
          <w:behavior w:val="content"/>
        </w:behaviors>
        <w:guid w:val="{0ACFF25F-457A-4D86-BE29-BC94266D6667}"/>
      </w:docPartPr>
      <w:docPartBody>
        <w:p w:rsidR="00D96B4C" w:rsidRDefault="00D96B4C">
          <w:pPr>
            <w:pStyle w:val="0CD4DEC9E1FD42BC8C1157B1F65771A9"/>
          </w:pPr>
          <w:r w:rsidRPr="005D19FB">
            <w:rPr>
              <w:rStyle w:val="PlaceholderText"/>
            </w:rPr>
            <w:t>Choose an item.</w:t>
          </w:r>
        </w:p>
      </w:docPartBody>
    </w:docPart>
    <w:docPart>
      <w:docPartPr>
        <w:name w:val="0942289C19554BDF891ED9C09C832FA9"/>
        <w:category>
          <w:name w:val="General"/>
          <w:gallery w:val="placeholder"/>
        </w:category>
        <w:types>
          <w:type w:val="bbPlcHdr"/>
        </w:types>
        <w:behaviors>
          <w:behavior w:val="content"/>
        </w:behaviors>
        <w:guid w:val="{1067E80B-A5D2-4FBC-A193-A8C21690473D}"/>
      </w:docPartPr>
      <w:docPartBody>
        <w:p w:rsidR="00D96B4C" w:rsidRDefault="00D96B4C">
          <w:pPr>
            <w:pStyle w:val="0942289C19554BDF891ED9C09C832FA9"/>
          </w:pPr>
          <w:r w:rsidRPr="005D19FB">
            <w:rPr>
              <w:rStyle w:val="PlaceholderText"/>
            </w:rPr>
            <w:t>Click here to enter text.</w:t>
          </w:r>
        </w:p>
      </w:docPartBody>
    </w:docPart>
    <w:docPart>
      <w:docPartPr>
        <w:name w:val="57FC5A72EB9A45A1BA799A391D8C9E8B"/>
        <w:category>
          <w:name w:val="General"/>
          <w:gallery w:val="placeholder"/>
        </w:category>
        <w:types>
          <w:type w:val="bbPlcHdr"/>
        </w:types>
        <w:behaviors>
          <w:behavior w:val="content"/>
        </w:behaviors>
        <w:guid w:val="{BB280BFA-19A4-4B2B-83CD-5DBF678C66B2}"/>
      </w:docPartPr>
      <w:docPartBody>
        <w:p w:rsidR="00D96B4C" w:rsidRDefault="00D96B4C">
          <w:pPr>
            <w:pStyle w:val="57FC5A72EB9A45A1BA799A391D8C9E8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4C"/>
    <w:rsid w:val="00D96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D677147A4F04D879D5940253633E953">
    <w:name w:val="1D677147A4F04D879D5940253633E953"/>
  </w:style>
  <w:style w:type="paragraph" w:customStyle="1" w:styleId="C1C5571D547746D6807B3F5BBE36B7E0">
    <w:name w:val="C1C5571D547746D6807B3F5BBE36B7E0"/>
  </w:style>
  <w:style w:type="paragraph" w:customStyle="1" w:styleId="7392BA379304409CAC2A33743892A032">
    <w:name w:val="7392BA379304409CAC2A33743892A032"/>
  </w:style>
  <w:style w:type="paragraph" w:customStyle="1" w:styleId="0C16726B169A4F0890263D4C40D66F84">
    <w:name w:val="0C16726B169A4F0890263D4C40D66F84"/>
  </w:style>
  <w:style w:type="paragraph" w:customStyle="1" w:styleId="EA85DF31695449828AD15D3012F2DB44">
    <w:name w:val="EA85DF31695449828AD15D3012F2DB44"/>
  </w:style>
  <w:style w:type="paragraph" w:customStyle="1" w:styleId="33F17D146DFA42CEA799406746666B0A">
    <w:name w:val="33F17D146DFA42CEA799406746666B0A"/>
  </w:style>
  <w:style w:type="paragraph" w:customStyle="1" w:styleId="22BD6B1E8D7E4DBBBBE089C61B46D346">
    <w:name w:val="22BD6B1E8D7E4DBBBBE089C61B46D346"/>
  </w:style>
  <w:style w:type="paragraph" w:customStyle="1" w:styleId="657E3D0C24C44F4382FDCF28C2778C2B">
    <w:name w:val="657E3D0C24C44F4382FDCF28C2778C2B"/>
  </w:style>
  <w:style w:type="paragraph" w:customStyle="1" w:styleId="8A0D54C496B54B69B9B6991614C9A4D5">
    <w:name w:val="8A0D54C496B54B69B9B6991614C9A4D5"/>
  </w:style>
  <w:style w:type="paragraph" w:customStyle="1" w:styleId="0CD4DEC9E1FD42BC8C1157B1F65771A9">
    <w:name w:val="0CD4DEC9E1FD42BC8C1157B1F65771A9"/>
  </w:style>
  <w:style w:type="paragraph" w:customStyle="1" w:styleId="0942289C19554BDF891ED9C09C832FA9">
    <w:name w:val="0942289C19554BDF891ED9C09C832FA9"/>
  </w:style>
  <w:style w:type="paragraph" w:customStyle="1" w:styleId="57FC5A72EB9A45A1BA799A391D8C9E8B">
    <w:name w:val="57FC5A72EB9A45A1BA799A391D8C9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37748-7A9E-4A4E-A04A-BEDEECE85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3</cp:revision>
  <dcterms:created xsi:type="dcterms:W3CDTF">2016-09-20T09:22:00Z</dcterms:created>
  <dcterms:modified xsi:type="dcterms:W3CDTF">2016-11-09T12:23:00Z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