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cs="Calibri"/>
          <w:sz w:val="22"/>
          <w:szCs w:val="22"/>
        </w:rPr>
        <w:id w:val="452221657"/>
        <w:lock w:val="contentLocked"/>
        <w:placeholder>
          <w:docPart w:val="DefaultPlaceholder_-1854013440"/>
        </w:placeholder>
        <w:group/>
      </w:sdtPr>
      <w:sdtEndPr>
        <w:rPr>
          <w:rFonts w:eastAsiaTheme="minorHAnsi"/>
          <w:b w:val="0"/>
          <w:caps w:val="0"/>
          <w:spacing w:val="0"/>
          <w:kern w:val="0"/>
        </w:rPr>
      </w:sdtEndPr>
      <w:sdtContent>
        <w:p w14:paraId="3F8975B0" w14:textId="584FEE6B" w:rsidR="008F22A5" w:rsidRPr="00691A19" w:rsidRDefault="00193115" w:rsidP="00223DF1">
          <w:pPr>
            <w:pStyle w:val="Title"/>
            <w:rPr>
              <w:rFonts w:ascii="Calibri" w:hAnsi="Calibri" w:cs="Calibri"/>
              <w:sz w:val="22"/>
              <w:szCs w:val="22"/>
            </w:rPr>
          </w:pPr>
          <w:r w:rsidRPr="00691A19">
            <w:rPr>
              <w:rFonts w:ascii="Calibri" w:hAnsi="Calibri" w:cs="Calibri"/>
              <w:sz w:val="22"/>
              <w:szCs w:val="22"/>
            </w:rPr>
            <w:t>Attachment 2</w:t>
          </w:r>
          <w:r w:rsidR="00691A19" w:rsidRPr="00691A19">
            <w:rPr>
              <w:rFonts w:ascii="Calibri" w:hAnsi="Calibri" w:cs="Calibri"/>
              <w:sz w:val="22"/>
              <w:szCs w:val="22"/>
            </w:rPr>
            <w:t xml:space="preserve"> – Voting form</w:t>
          </w:r>
        </w:p>
        <w:tbl>
          <w:tblPr>
            <w:tblStyle w:val="ElectralinkResponseTable"/>
            <w:tblW w:w="0" w:type="auto"/>
            <w:tblLook w:val="04A0" w:firstRow="1" w:lastRow="0" w:firstColumn="1" w:lastColumn="0" w:noHBand="0" w:noVBand="1"/>
          </w:tblPr>
          <w:tblGrid>
            <w:gridCol w:w="2669"/>
            <w:gridCol w:w="6279"/>
          </w:tblGrid>
          <w:tr w:rsidR="00B23399" w:rsidRPr="00691A19" w14:paraId="713D17D8" w14:textId="77777777"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1774A726" w14:textId="77777777" w:rsidR="00B23399" w:rsidRPr="00691A19" w:rsidRDefault="00B23399" w:rsidP="00B23399">
                <w:pPr>
                  <w:pStyle w:val="ColumnHeading"/>
                  <w:rPr>
                    <w:rFonts w:ascii="Calibri" w:hAnsi="Calibri" w:cs="Calibri"/>
                    <w:sz w:val="22"/>
                    <w:szCs w:val="22"/>
                  </w:rPr>
                </w:pPr>
                <w:r w:rsidRPr="00691A19">
                  <w:rPr>
                    <w:rFonts w:ascii="Calibri" w:hAnsi="Calibri" w:cs="Calibri"/>
                    <w:sz w:val="22"/>
                    <w:szCs w:val="22"/>
                  </w:rPr>
                  <w:t>CP Details</w:t>
                </w:r>
              </w:p>
            </w:tc>
          </w:tr>
          <w:tr w:rsidR="00193115" w:rsidRPr="00691A19" w14:paraId="598D515B" w14:textId="77777777" w:rsidTr="005124D0">
            <w:tc>
              <w:tcPr>
                <w:tcW w:w="2689" w:type="dxa"/>
              </w:tcPr>
              <w:p w14:paraId="4FC8BEC4" w14:textId="77777777" w:rsidR="00193115" w:rsidRPr="00691A19" w:rsidRDefault="00193115" w:rsidP="00193115">
                <w:pPr>
                  <w:rPr>
                    <w:rFonts w:ascii="Calibri" w:hAnsi="Calibri" w:cs="Calibri"/>
                    <w:sz w:val="22"/>
                    <w:szCs w:val="22"/>
                  </w:rPr>
                </w:pPr>
                <w:r w:rsidRPr="00691A19">
                  <w:rPr>
                    <w:rFonts w:ascii="Calibri" w:hAnsi="Calibri" w:cs="Calibri"/>
                    <w:sz w:val="22"/>
                    <w:szCs w:val="22"/>
                  </w:rPr>
                  <w:t>CP number</w:t>
                </w:r>
                <w:r w:rsidR="00916C37" w:rsidRPr="00691A19">
                  <w:rPr>
                    <w:rFonts w:ascii="Calibri" w:hAnsi="Calibri" w:cs="Calibri"/>
                    <w:sz w:val="22"/>
                    <w:szCs w:val="22"/>
                  </w:rPr>
                  <w:t>:</w:t>
                </w:r>
              </w:p>
            </w:tc>
            <w:tc>
              <w:tcPr>
                <w:tcW w:w="6378" w:type="dxa"/>
              </w:tcPr>
              <w:p w14:paraId="634B446F" w14:textId="6FB6D40F" w:rsidR="00193115" w:rsidRPr="00691A19" w:rsidRDefault="00691A19" w:rsidP="00193115">
                <w:pPr>
                  <w:rPr>
                    <w:rFonts w:ascii="Calibri" w:hAnsi="Calibri" w:cs="Calibri"/>
                    <w:sz w:val="22"/>
                    <w:szCs w:val="22"/>
                  </w:rPr>
                </w:pPr>
                <w:r w:rsidRPr="00691A19">
                  <w:rPr>
                    <w:rFonts w:ascii="Calibri" w:hAnsi="Calibri" w:cs="Calibri"/>
                    <w:sz w:val="22"/>
                    <w:szCs w:val="22"/>
                  </w:rPr>
                  <w:t>DCP 29</w:t>
                </w:r>
                <w:r w:rsidR="000A75BF">
                  <w:rPr>
                    <w:rFonts w:ascii="Calibri" w:hAnsi="Calibri" w:cs="Calibri"/>
                    <w:sz w:val="22"/>
                    <w:szCs w:val="22"/>
                  </w:rPr>
                  <w:t>4</w:t>
                </w:r>
              </w:p>
            </w:tc>
          </w:tr>
          <w:tr w:rsidR="00193115" w:rsidRPr="00691A19" w14:paraId="433CC63F" w14:textId="77777777" w:rsidTr="005124D0">
            <w:tc>
              <w:tcPr>
                <w:tcW w:w="2689" w:type="dxa"/>
              </w:tcPr>
              <w:p w14:paraId="1D76F3A4" w14:textId="77777777" w:rsidR="00193115" w:rsidRPr="00691A19" w:rsidRDefault="00916C37" w:rsidP="00193115">
                <w:pPr>
                  <w:rPr>
                    <w:rFonts w:ascii="Calibri" w:hAnsi="Calibri" w:cs="Calibri"/>
                    <w:sz w:val="22"/>
                    <w:szCs w:val="22"/>
                  </w:rPr>
                </w:pPr>
                <w:r w:rsidRPr="00691A19">
                  <w:rPr>
                    <w:rFonts w:ascii="Calibri" w:hAnsi="Calibri" w:cs="Calibri"/>
                    <w:sz w:val="22"/>
                    <w:szCs w:val="22"/>
                  </w:rPr>
                  <w:t>CP Title:</w:t>
                </w:r>
              </w:p>
            </w:tc>
            <w:tc>
              <w:tcPr>
                <w:tcW w:w="6378" w:type="dxa"/>
              </w:tcPr>
              <w:p w14:paraId="776D9D69" w14:textId="47DE3C02" w:rsidR="00193115" w:rsidRPr="00691A19" w:rsidRDefault="000A75BF" w:rsidP="00193115">
                <w:pPr>
                  <w:rPr>
                    <w:rFonts w:ascii="Calibri" w:hAnsi="Calibri" w:cs="Calibri"/>
                    <w:sz w:val="22"/>
                    <w:szCs w:val="22"/>
                  </w:rPr>
                </w:pPr>
                <w:r>
                  <w:rPr>
                    <w:rFonts w:ascii="Calibri" w:hAnsi="Calibri" w:cs="Calibri"/>
                    <w:sz w:val="22"/>
                    <w:szCs w:val="22"/>
                  </w:rPr>
                  <w:t>Capacity Management following acceptance of connection offer</w:t>
                </w:r>
              </w:p>
            </w:tc>
          </w:tr>
          <w:tr w:rsidR="00916C37" w:rsidRPr="00691A19" w14:paraId="0ABFCAAA" w14:textId="77777777" w:rsidTr="005124D0">
            <w:tc>
              <w:tcPr>
                <w:tcW w:w="2689" w:type="dxa"/>
              </w:tcPr>
              <w:p w14:paraId="0D8E3788"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Parties Impacted:</w:t>
                </w:r>
              </w:p>
            </w:tc>
            <w:tc>
              <w:tcPr>
                <w:tcW w:w="6378" w:type="dxa"/>
              </w:tcPr>
              <w:p w14:paraId="23F50B50" w14:textId="51E4DB6A" w:rsidR="00916C37" w:rsidRPr="00691A19" w:rsidRDefault="00691A19" w:rsidP="00193115">
                <w:pPr>
                  <w:rPr>
                    <w:rFonts w:ascii="Calibri" w:hAnsi="Calibri" w:cs="Calibri"/>
                    <w:sz w:val="22"/>
                    <w:szCs w:val="22"/>
                  </w:rPr>
                </w:pPr>
                <w:r w:rsidRPr="00691A19">
                  <w:rPr>
                    <w:rFonts w:ascii="Calibri" w:hAnsi="Calibri" w:cs="Calibri"/>
                    <w:sz w:val="22"/>
                    <w:szCs w:val="22"/>
                  </w:rPr>
                  <w:t xml:space="preserve">Distribution Network Operators (DNOs), Independent Distribution Network Operators (IDNOs) </w:t>
                </w:r>
              </w:p>
            </w:tc>
          </w:tr>
          <w:tr w:rsidR="00916C37" w:rsidRPr="00691A19" w14:paraId="1DB6E2C6" w14:textId="77777777" w:rsidTr="005124D0">
            <w:tc>
              <w:tcPr>
                <w:tcW w:w="2689" w:type="dxa"/>
              </w:tcPr>
              <w:p w14:paraId="7ACEA3FC"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 1/ Part 2 Matter:</w:t>
                </w:r>
              </w:p>
            </w:tc>
            <w:tc>
              <w:tcPr>
                <w:tcW w:w="6378" w:type="dxa"/>
              </w:tcPr>
              <w:p w14:paraId="6475FEA5" w14:textId="77777777" w:rsidR="00916C37" w:rsidRPr="00691A19" w:rsidRDefault="00691A19" w:rsidP="00193115">
                <w:pPr>
                  <w:rPr>
                    <w:rFonts w:ascii="Calibri" w:hAnsi="Calibri" w:cs="Calibri"/>
                    <w:sz w:val="22"/>
                    <w:szCs w:val="22"/>
                  </w:rPr>
                </w:pPr>
                <w:r w:rsidRPr="00691A19">
                  <w:rPr>
                    <w:rFonts w:ascii="Calibri" w:hAnsi="Calibri" w:cs="Calibri"/>
                    <w:sz w:val="22"/>
                    <w:szCs w:val="22"/>
                  </w:rPr>
                  <w:t>Part 1</w:t>
                </w:r>
              </w:p>
            </w:tc>
          </w:tr>
          <w:tr w:rsidR="00916C37" w:rsidRPr="00691A19" w14:paraId="308154D7" w14:textId="77777777" w:rsidTr="005124D0">
            <w:tc>
              <w:tcPr>
                <w:tcW w:w="2689" w:type="dxa"/>
              </w:tcPr>
              <w:p w14:paraId="0C268FD0"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Implementation Date:</w:t>
                </w:r>
              </w:p>
            </w:tc>
            <w:tc>
              <w:tcPr>
                <w:tcW w:w="6378" w:type="dxa"/>
              </w:tcPr>
              <w:p w14:paraId="3E67D5C9" w14:textId="115BFAD6" w:rsidR="00916C37" w:rsidRPr="00691A19" w:rsidRDefault="000A75BF" w:rsidP="00697019">
                <w:pPr>
                  <w:rPr>
                    <w:rFonts w:ascii="Calibri" w:hAnsi="Calibri" w:cs="Calibri"/>
                    <w:sz w:val="22"/>
                    <w:szCs w:val="22"/>
                  </w:rPr>
                </w:pPr>
                <w:r>
                  <w:rPr>
                    <w:rFonts w:ascii="Calibri" w:hAnsi="Calibri" w:cs="Calibri"/>
                    <w:sz w:val="22"/>
                    <w:szCs w:val="22"/>
                  </w:rPr>
                  <w:t>First DCUSA Release after Authority approval</w:t>
                </w:r>
              </w:p>
            </w:tc>
          </w:tr>
          <w:tr w:rsidR="00916C37" w:rsidRPr="00691A19" w14:paraId="5A42DF76" w14:textId="77777777" w:rsidTr="005124D0">
            <w:tc>
              <w:tcPr>
                <w:tcW w:w="2689" w:type="dxa"/>
              </w:tcPr>
              <w:p w14:paraId="6CA08742"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Voting End Date:</w:t>
                </w:r>
              </w:p>
            </w:tc>
            <w:tc>
              <w:tcPr>
                <w:tcW w:w="6378" w:type="dxa"/>
              </w:tcPr>
              <w:p w14:paraId="6571CFEF" w14:textId="1FD15F33" w:rsidR="00916C37" w:rsidRPr="00691A19" w:rsidRDefault="000A75BF" w:rsidP="00193115">
                <w:pPr>
                  <w:rPr>
                    <w:rFonts w:ascii="Calibri" w:hAnsi="Calibri" w:cs="Calibri"/>
                    <w:sz w:val="22"/>
                    <w:szCs w:val="22"/>
                  </w:rPr>
                </w:pPr>
                <w:r>
                  <w:rPr>
                    <w:rFonts w:ascii="Calibri" w:hAnsi="Calibri" w:cs="Calibri"/>
                    <w:sz w:val="22"/>
                    <w:szCs w:val="22"/>
                  </w:rPr>
                  <w:t>1</w:t>
                </w:r>
                <w:r w:rsidR="00D9461A">
                  <w:rPr>
                    <w:rFonts w:ascii="Calibri" w:hAnsi="Calibri" w:cs="Calibri"/>
                    <w:sz w:val="22"/>
                    <w:szCs w:val="22"/>
                  </w:rPr>
                  <w:t>7</w:t>
                </w:r>
                <w:bookmarkStart w:id="0" w:name="_GoBack"/>
                <w:bookmarkEnd w:id="0"/>
                <w:r>
                  <w:rPr>
                    <w:rFonts w:ascii="Calibri" w:hAnsi="Calibri" w:cs="Calibri"/>
                    <w:sz w:val="22"/>
                    <w:szCs w:val="22"/>
                  </w:rPr>
                  <w:t xml:space="preserve"> April 2018</w:t>
                </w:r>
              </w:p>
            </w:tc>
          </w:tr>
        </w:tbl>
        <w:p w14:paraId="52839153" w14:textId="77777777" w:rsidR="00193115" w:rsidRPr="00691A19" w:rsidRDefault="00193115"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1"/>
            <w:gridCol w:w="6277"/>
          </w:tblGrid>
          <w:tr w:rsidR="004A45C0" w:rsidRPr="00691A19" w14:paraId="50EDE4C9" w14:textId="77777777"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14:paraId="1C6B06BB" w14:textId="77777777" w:rsidR="004A45C0" w:rsidRPr="00691A19" w:rsidRDefault="004A45C0" w:rsidP="004A45C0">
                <w:pPr>
                  <w:pStyle w:val="ColumnHeading"/>
                  <w:rPr>
                    <w:rFonts w:ascii="Calibri" w:hAnsi="Calibri" w:cs="Calibri"/>
                    <w:sz w:val="22"/>
                    <w:szCs w:val="22"/>
                  </w:rPr>
                </w:pPr>
                <w:r w:rsidRPr="00691A19">
                  <w:rPr>
                    <w:rFonts w:ascii="Calibri" w:hAnsi="Calibri" w:cs="Calibri"/>
                    <w:sz w:val="22"/>
                    <w:szCs w:val="22"/>
                  </w:rPr>
                  <w:t>Respondent Details</w:t>
                </w:r>
              </w:p>
            </w:tc>
          </w:tr>
          <w:tr w:rsidR="00B23399" w:rsidRPr="00691A19" w14:paraId="7BB8D18D" w14:textId="77777777" w:rsidTr="00D7706F">
            <w:tc>
              <w:tcPr>
                <w:tcW w:w="2697" w:type="dxa"/>
              </w:tcPr>
              <w:p w14:paraId="516EDD58"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Name:</w:t>
                </w:r>
              </w:p>
            </w:tc>
            <w:sdt>
              <w:sdtPr>
                <w:rPr>
                  <w:rFonts w:ascii="Calibri" w:hAnsi="Calibri" w:cs="Calibri"/>
                  <w:sz w:val="22"/>
                  <w:szCs w:val="22"/>
                </w:rPr>
                <w:alias w:val="Respondent Name"/>
                <w:tag w:val="respondent_name"/>
                <w:id w:val="818384244"/>
                <w:placeholder>
                  <w:docPart w:val="34EE63FAC1F544A09F2B692C3F0026DF"/>
                </w:placeholder>
                <w:showingPlcHdr/>
              </w:sdtPr>
              <w:sdtEndPr/>
              <w:sdtContent>
                <w:tc>
                  <w:tcPr>
                    <w:tcW w:w="6369" w:type="dxa"/>
                  </w:tcPr>
                  <w:p w14:paraId="252E4925"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70CAAC2A" w14:textId="77777777" w:rsidTr="00D7706F">
            <w:tc>
              <w:tcPr>
                <w:tcW w:w="2697" w:type="dxa"/>
              </w:tcPr>
              <w:p w14:paraId="7C4C0881"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Category:</w:t>
                </w:r>
              </w:p>
            </w:tc>
            <w:sdt>
              <w:sdtPr>
                <w:rPr>
                  <w:rFonts w:ascii="Calibri" w:hAnsi="Calibri" w:cs="Calibri"/>
                  <w:sz w:val="22"/>
                  <w:szCs w:val="22"/>
                </w:rPr>
                <w:alias w:val="Party Category"/>
                <w:tag w:val="party_category"/>
                <w:id w:val="-22558357"/>
                <w:placeholder>
                  <w:docPart w:val="5EC4AB05902D46949445F656471EBAA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14:paraId="0BEF277D"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B23399" w:rsidRPr="00691A19" w14:paraId="7136C63F" w14:textId="77777777" w:rsidTr="00D7706F">
            <w:tc>
              <w:tcPr>
                <w:tcW w:w="2697" w:type="dxa"/>
              </w:tcPr>
              <w:p w14:paraId="2A3BCB95"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1:</w:t>
                </w:r>
                <w:r w:rsidR="005F26DE" w:rsidRPr="00691A19">
                  <w:rPr>
                    <w:rStyle w:val="FootnoteReference"/>
                    <w:rFonts w:ascii="Calibri" w:hAnsi="Calibri" w:cs="Calibri"/>
                    <w:sz w:val="22"/>
                    <w:szCs w:val="22"/>
                  </w:rPr>
                  <w:footnoteReference w:id="1"/>
                </w:r>
              </w:p>
            </w:tc>
            <w:sdt>
              <w:sdtPr>
                <w:rPr>
                  <w:rFonts w:ascii="Calibri" w:hAnsi="Calibri" w:cs="Calibri"/>
                  <w:sz w:val="22"/>
                  <w:szCs w:val="22"/>
                </w:rPr>
                <w:alias w:val="First Party Name"/>
                <w:tag w:val="party_name1"/>
                <w:id w:val="-53554798"/>
                <w:placeholder>
                  <w:docPart w:val="D2263370DB484ADEAD458606B5432529"/>
                </w:placeholder>
                <w:showingPlcHdr/>
                <w:text/>
              </w:sdtPr>
              <w:sdtEndPr/>
              <w:sdtContent>
                <w:tc>
                  <w:tcPr>
                    <w:tcW w:w="6369" w:type="dxa"/>
                  </w:tcPr>
                  <w:p w14:paraId="52FDE493"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009F33B7" w14:textId="77777777" w:rsidTr="00D7706F">
            <w:tc>
              <w:tcPr>
                <w:tcW w:w="2697" w:type="dxa"/>
              </w:tcPr>
              <w:p w14:paraId="5D605FD6"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2:</w:t>
                </w:r>
              </w:p>
            </w:tc>
            <w:sdt>
              <w:sdtPr>
                <w:rPr>
                  <w:rFonts w:ascii="Calibri" w:hAnsi="Calibri" w:cs="Calibri"/>
                  <w:sz w:val="22"/>
                  <w:szCs w:val="22"/>
                </w:rPr>
                <w:alias w:val="Second Party Name"/>
                <w:tag w:val="party_name2"/>
                <w:id w:val="-524558490"/>
                <w:placeholder>
                  <w:docPart w:val="6ACD6873D0A2434181441377169BB64D"/>
                </w:placeholder>
                <w:showingPlcHdr/>
                <w:text/>
              </w:sdtPr>
              <w:sdtEndPr/>
              <w:sdtContent>
                <w:tc>
                  <w:tcPr>
                    <w:tcW w:w="6369" w:type="dxa"/>
                  </w:tcPr>
                  <w:p w14:paraId="554985CF"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68AA6145" w14:textId="77777777" w:rsidTr="00D7706F">
            <w:tc>
              <w:tcPr>
                <w:tcW w:w="2697" w:type="dxa"/>
              </w:tcPr>
              <w:p w14:paraId="768F9AF7"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3:</w:t>
                </w:r>
              </w:p>
            </w:tc>
            <w:sdt>
              <w:sdtPr>
                <w:rPr>
                  <w:rFonts w:ascii="Calibri" w:hAnsi="Calibri" w:cs="Calibri"/>
                  <w:sz w:val="22"/>
                  <w:szCs w:val="22"/>
                </w:rPr>
                <w:alias w:val="Third Party Name"/>
                <w:tag w:val="party_name3"/>
                <w:id w:val="600385893"/>
                <w:placeholder>
                  <w:docPart w:val="DCE3716158AB4CF6B2E32A7237C93F68"/>
                </w:placeholder>
                <w:showingPlcHdr/>
                <w:text/>
              </w:sdtPr>
              <w:sdtEndPr/>
              <w:sdtContent>
                <w:tc>
                  <w:tcPr>
                    <w:tcW w:w="6369" w:type="dxa"/>
                  </w:tcPr>
                  <w:p w14:paraId="7E38EB5E"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78C04A0E" w14:textId="77777777" w:rsidTr="00D7706F">
            <w:tc>
              <w:tcPr>
                <w:tcW w:w="2697" w:type="dxa"/>
              </w:tcPr>
              <w:p w14:paraId="6B627219"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4:</w:t>
                </w:r>
              </w:p>
            </w:tc>
            <w:sdt>
              <w:sdtPr>
                <w:rPr>
                  <w:rFonts w:ascii="Calibri" w:hAnsi="Calibri" w:cs="Calibri"/>
                  <w:sz w:val="22"/>
                  <w:szCs w:val="22"/>
                </w:rPr>
                <w:alias w:val="Fourth Party Name"/>
                <w:tag w:val="party_name4"/>
                <w:id w:val="199669052"/>
                <w:placeholder>
                  <w:docPart w:val="7B976BCFB9B64798AFB0AA1C8288F6C5"/>
                </w:placeholder>
                <w:showingPlcHdr/>
                <w:text/>
              </w:sdtPr>
              <w:sdtEndPr/>
              <w:sdtContent>
                <w:tc>
                  <w:tcPr>
                    <w:tcW w:w="6369" w:type="dxa"/>
                  </w:tcPr>
                  <w:p w14:paraId="3AC027B6"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08DF17B2" w14:textId="77777777" w:rsidTr="00D7706F">
            <w:tc>
              <w:tcPr>
                <w:tcW w:w="2697" w:type="dxa"/>
              </w:tcPr>
              <w:p w14:paraId="03E5EC3B"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Telephone number:</w:t>
                </w:r>
              </w:p>
            </w:tc>
            <w:sdt>
              <w:sdtPr>
                <w:rPr>
                  <w:rFonts w:ascii="Calibri" w:hAnsi="Calibri" w:cs="Calibri"/>
                  <w:sz w:val="22"/>
                  <w:szCs w:val="22"/>
                </w:rPr>
                <w:alias w:val="Telephone Number"/>
                <w:tag w:val="tel_number"/>
                <w:id w:val="-429814997"/>
                <w:placeholder>
                  <w:docPart w:val="8845676DDA974D058337A6EDFDC825EF"/>
                </w:placeholder>
                <w:showingPlcHdr/>
                <w:text/>
              </w:sdtPr>
              <w:sdtEndPr/>
              <w:sdtContent>
                <w:tc>
                  <w:tcPr>
                    <w:tcW w:w="6369" w:type="dxa"/>
                  </w:tcPr>
                  <w:p w14:paraId="26A451B3" w14:textId="77777777" w:rsidR="00B23399" w:rsidRPr="00691A19" w:rsidRDefault="005F26DE" w:rsidP="005F26DE">
                    <w:pPr>
                      <w:tabs>
                        <w:tab w:val="left" w:pos="996"/>
                      </w:tabs>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2913170F" w14:textId="77777777" w:rsidTr="00D7706F">
            <w:tc>
              <w:tcPr>
                <w:tcW w:w="2697" w:type="dxa"/>
              </w:tcPr>
              <w:p w14:paraId="719CCF11"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Fax number:</w:t>
                </w:r>
              </w:p>
            </w:tc>
            <w:sdt>
              <w:sdtPr>
                <w:rPr>
                  <w:rFonts w:ascii="Calibri" w:hAnsi="Calibri" w:cs="Calibri"/>
                  <w:sz w:val="22"/>
                  <w:szCs w:val="22"/>
                </w:rPr>
                <w:alias w:val="Fax Number"/>
                <w:tag w:val="fax_number"/>
                <w:id w:val="1231895377"/>
                <w:placeholder>
                  <w:docPart w:val="3C54A4E4BDBA474C87568E7B9193C85C"/>
                </w:placeholder>
                <w:showingPlcHdr/>
                <w:text/>
              </w:sdtPr>
              <w:sdtEndPr/>
              <w:sdtContent>
                <w:tc>
                  <w:tcPr>
                    <w:tcW w:w="6369" w:type="dxa"/>
                  </w:tcPr>
                  <w:p w14:paraId="27C0C35A" w14:textId="77777777" w:rsidR="00B23399" w:rsidRPr="00691A19" w:rsidRDefault="005F26DE"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359D2A72" w14:textId="77777777" w:rsidTr="00D7706F">
            <w:tc>
              <w:tcPr>
                <w:tcW w:w="2697" w:type="dxa"/>
              </w:tcPr>
              <w:p w14:paraId="5C68593D"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Email address:</w:t>
                </w:r>
              </w:p>
            </w:tc>
            <w:sdt>
              <w:sdtPr>
                <w:rPr>
                  <w:rFonts w:ascii="Calibri" w:hAnsi="Calibri" w:cs="Calibri"/>
                  <w:sz w:val="22"/>
                  <w:szCs w:val="22"/>
                </w:rPr>
                <w:alias w:val="Email Address"/>
                <w:tag w:val="email_address"/>
                <w:id w:val="-244729387"/>
                <w:placeholder>
                  <w:docPart w:val="05676909173E45F8AE1BC0F5CA8684FD"/>
                </w:placeholder>
                <w:showingPlcHdr/>
                <w:text/>
              </w:sdtPr>
              <w:sdtEndPr/>
              <w:sdtContent>
                <w:tc>
                  <w:tcPr>
                    <w:tcW w:w="6369" w:type="dxa"/>
                  </w:tcPr>
                  <w:p w14:paraId="2A345B3E" w14:textId="77777777" w:rsidR="00B23399" w:rsidRPr="00691A19" w:rsidRDefault="005F26DE"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697237D8" w14:textId="77777777" w:rsidR="00B23399" w:rsidRPr="00691A19" w:rsidRDefault="00B23399"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8"/>
            <w:gridCol w:w="6270"/>
          </w:tblGrid>
          <w:tr w:rsidR="005F26DE" w:rsidRPr="00691A19" w14:paraId="5B8D9C49" w14:textId="77777777"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5DD550E7" w14:textId="77777777" w:rsidR="005F26DE" w:rsidRPr="00691A19" w:rsidRDefault="005F26DE" w:rsidP="005F26DE">
                <w:pPr>
                  <w:pStyle w:val="ColumnHeading"/>
                  <w:rPr>
                    <w:rFonts w:ascii="Calibri" w:hAnsi="Calibri" w:cs="Calibri"/>
                    <w:sz w:val="22"/>
                    <w:szCs w:val="22"/>
                  </w:rPr>
                </w:pPr>
                <w:r w:rsidRPr="00691A19">
                  <w:rPr>
                    <w:rFonts w:ascii="Calibri" w:hAnsi="Calibri" w:cs="Calibri"/>
                    <w:sz w:val="22"/>
                    <w:szCs w:val="22"/>
                  </w:rPr>
                  <w:t>Response</w:t>
                </w:r>
              </w:p>
            </w:tc>
          </w:tr>
          <w:tr w:rsidR="005F26DE" w:rsidRPr="00691A19" w14:paraId="369449F3" w14:textId="77777777" w:rsidTr="005F2D28">
            <w:tc>
              <w:tcPr>
                <w:tcW w:w="2697" w:type="dxa"/>
              </w:tcPr>
              <w:p w14:paraId="62B18BB6"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Proposed solution:</w:t>
                </w:r>
              </w:p>
            </w:tc>
            <w:sdt>
              <w:sdtPr>
                <w:rPr>
                  <w:rFonts w:ascii="Calibri" w:hAnsi="Calibri" w:cs="Calibri"/>
                  <w:sz w:val="22"/>
                  <w:szCs w:val="22"/>
                </w:rPr>
                <w:alias w:val="Proposed Solution"/>
                <w:tag w:val="proposed_solution"/>
                <w:id w:val="-1730296221"/>
                <w:placeholder>
                  <w:docPart w:val="C513BB0F45FA4086AFBEA7E82E969018"/>
                </w:placeholder>
                <w:showingPlcHdr/>
                <w:dropDownList>
                  <w:listItem w:value="Choose an item."/>
                  <w:listItem w:displayText="Accept" w:value="Accept"/>
                  <w:listItem w:displayText="Reject" w:value="Reject"/>
                </w:dropDownList>
              </w:sdtPr>
              <w:sdtEndPr/>
              <w:sdtContent>
                <w:tc>
                  <w:tcPr>
                    <w:tcW w:w="6370" w:type="dxa"/>
                  </w:tcPr>
                  <w:p w14:paraId="5049B43C"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76F29482" w14:textId="77777777" w:rsidTr="005F2D28">
            <w:tc>
              <w:tcPr>
                <w:tcW w:w="2697" w:type="dxa"/>
                <w:tcBorders>
                  <w:bottom w:val="single" w:sz="4" w:space="0" w:color="auto"/>
                </w:tcBorders>
              </w:tcPr>
              <w:p w14:paraId="71E5B52F"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Implementation date:</w:t>
                </w:r>
              </w:p>
            </w:tc>
            <w:sdt>
              <w:sdtPr>
                <w:rPr>
                  <w:rFonts w:ascii="Calibri" w:hAnsi="Calibri" w:cs="Calibri"/>
                  <w:sz w:val="22"/>
                  <w:szCs w:val="22"/>
                </w:rPr>
                <w:alias w:val="Implementation Date"/>
                <w:tag w:val="implementation_date"/>
                <w:id w:val="-1016541940"/>
                <w:placeholder>
                  <w:docPart w:val="35589438AEF84B2192A61A9F08D5BFA2"/>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14:paraId="1464B7F9"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2B53ABA6" w14:textId="77777777" w:rsidTr="00691A19">
            <w:tc>
              <w:tcPr>
                <w:tcW w:w="9067" w:type="dxa"/>
                <w:gridSpan w:val="2"/>
                <w:tcBorders>
                  <w:bottom w:val="single" w:sz="4" w:space="0" w:color="auto"/>
                </w:tcBorders>
                <w:shd w:val="clear" w:color="auto" w:fill="auto"/>
              </w:tcPr>
              <w:p w14:paraId="53384340"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DCUSA General Objectives</w:t>
                </w:r>
              </w:p>
              <w:p w14:paraId="3078CA30"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development, maintenance and operation by each of the DNO Parties and IDNO Parties of an efficient, co-ordinated, and economical Distribution System.</w:t>
                </w:r>
              </w:p>
              <w:p w14:paraId="24F16868"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lastRenderedPageBreak/>
                  <w:t xml:space="preserve">The facilitation of effective competition in the generation and supply of electricity and (so far as is consistent with that) the promotion of such competition in the sale, distribution and purchase of electricity. </w:t>
                </w:r>
              </w:p>
              <w:p w14:paraId="5C3F36DF"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efficient discharge by each of the DNO Parties and IDNO Parties of the obligations imposed upon them by their Distribution Licences.</w:t>
                </w:r>
              </w:p>
              <w:p w14:paraId="0028E1BB"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promotion of efficiency in the implementation and administration of this Agreement and the arrangements under it.</w:t>
                </w:r>
              </w:p>
              <w:p w14:paraId="3B6878CF"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Compliance with the Regulation on Cross-Border Exchange in Electricity and any relevant legally binding decisions of the European Commission and/or the Agency for the Co-operation of Energy Regulators.</w:t>
                </w:r>
              </w:p>
              <w:p w14:paraId="31EF67AE"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 xml:space="preserve">DCUSA Charging Objectives </w:t>
                </w:r>
              </w:p>
              <w:p w14:paraId="48695534" w14:textId="77777777" w:rsidR="005F26DE" w:rsidRPr="00691A19" w:rsidRDefault="005F26DE" w:rsidP="005F26DE">
                <w:pPr>
                  <w:pStyle w:val="ListNumber"/>
                  <w:numPr>
                    <w:ilvl w:val="0"/>
                    <w:numId w:val="16"/>
                  </w:numPr>
                  <w:rPr>
                    <w:rFonts w:ascii="Calibri" w:hAnsi="Calibri" w:cs="Calibri"/>
                    <w:sz w:val="22"/>
                    <w:szCs w:val="22"/>
                  </w:rPr>
                </w:pPr>
                <w:r w:rsidRPr="00691A19">
                  <w:rPr>
                    <w:rFonts w:ascii="Calibri" w:hAnsi="Calibri" w:cs="Calibri"/>
                    <w:sz w:val="22"/>
                    <w:szCs w:val="22"/>
                  </w:rPr>
                  <w:t>That compliance by each DNO Party with the Charging Methodologies facilitates the discharge by the DNO Party of the obligations imposed on it under the Act and by its Distribution Licence</w:t>
                </w:r>
              </w:p>
              <w:p w14:paraId="0BF68150"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0ACB903D" w14:textId="77777777" w:rsidR="005F26DE" w:rsidRPr="00691A19" w:rsidRDefault="005F26DE" w:rsidP="005F2D28">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3E693426"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so far as is consistent with Clauses 3.2.1 to 3.2.3, the Charging Methodologies, so far as is reasonably practicable, properly take account of developments in each DNO Party’s Distribution Business</w:t>
                </w:r>
              </w:p>
              <w:p w14:paraId="6502744A"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2A341699" w14:textId="77777777" w:rsidR="00691A19" w:rsidRPr="00691A19" w:rsidRDefault="00691A19" w:rsidP="00691A19">
                <w:pPr>
                  <w:pStyle w:val="ListNumber"/>
                  <w:rPr>
                    <w:rFonts w:ascii="Calibri" w:hAnsi="Calibri" w:cs="Calibri"/>
                    <w:sz w:val="22"/>
                    <w:szCs w:val="22"/>
                  </w:rPr>
                </w:pPr>
                <w:r w:rsidRPr="00691A19">
                  <w:rPr>
                    <w:rFonts w:ascii="Calibri" w:hAnsi="Calibri" w:cs="Calibri"/>
                    <w:sz w:val="22"/>
                    <w:szCs w:val="22"/>
                  </w:rPr>
                  <w:t>That compliance with the Charging Methodologies promotes efficiency in its own implementation and administration.</w:t>
                </w:r>
              </w:p>
            </w:tc>
          </w:tr>
          <w:tr w:rsidR="004572E2" w:rsidRPr="00691A19" w14:paraId="7A84B0F4" w14:textId="77777777" w:rsidTr="004572E2">
            <w:tc>
              <w:tcPr>
                <w:tcW w:w="2697" w:type="dxa"/>
                <w:shd w:val="clear" w:color="auto" w:fill="auto"/>
              </w:tcPr>
              <w:p w14:paraId="43ECBE65"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lastRenderedPageBreak/>
                  <w:t>Please advise which DCUSA Objective(s) are better facilitated by this change and provide the reason why the objective(s) are better facilitated?</w:t>
                </w:r>
              </w:p>
            </w:tc>
            <w:sdt>
              <w:sdtPr>
                <w:rPr>
                  <w:rFonts w:ascii="Calibri" w:hAnsi="Calibri" w:cs="Calibri"/>
                  <w:sz w:val="22"/>
                  <w:szCs w:val="22"/>
                </w:rPr>
                <w:alias w:val="Response Details"/>
                <w:tag w:val="response_details"/>
                <w:id w:val="1442806310"/>
                <w:placeholder>
                  <w:docPart w:val="462DC40808D7487BBCCCDA11019CED8E"/>
                </w:placeholder>
                <w:showingPlcHdr/>
              </w:sdtPr>
              <w:sdtEndPr/>
              <w:sdtContent>
                <w:tc>
                  <w:tcPr>
                    <w:tcW w:w="6370" w:type="dxa"/>
                    <w:shd w:val="clear" w:color="auto" w:fill="auto"/>
                  </w:tcPr>
                  <w:p w14:paraId="6C510048" w14:textId="77777777" w:rsidR="004572E2" w:rsidRPr="00691A19" w:rsidRDefault="004572E2"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4572E2" w:rsidRPr="00691A19" w14:paraId="34A5BA88" w14:textId="77777777" w:rsidTr="004572E2">
            <w:tc>
              <w:tcPr>
                <w:tcW w:w="2697" w:type="dxa"/>
                <w:shd w:val="clear" w:color="auto" w:fill="auto"/>
              </w:tcPr>
              <w:p w14:paraId="4F8588EF"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t>Any Other Comments</w:t>
                </w:r>
                <w:r w:rsidRPr="00691A19">
                  <w:rPr>
                    <w:rStyle w:val="FootnoteReference"/>
                    <w:rFonts w:ascii="Calibri" w:hAnsi="Calibri" w:cs="Calibri"/>
                    <w:sz w:val="22"/>
                    <w:szCs w:val="22"/>
                  </w:rPr>
                  <w:footnoteReference w:id="2"/>
                </w:r>
              </w:p>
            </w:tc>
            <w:sdt>
              <w:sdtPr>
                <w:rPr>
                  <w:rFonts w:ascii="Calibri" w:hAnsi="Calibri" w:cs="Calibri"/>
                  <w:sz w:val="22"/>
                  <w:szCs w:val="22"/>
                </w:rPr>
                <w:alias w:val="Other Comments"/>
                <w:tag w:val="other_comments"/>
                <w:id w:val="163441968"/>
                <w:placeholder>
                  <w:docPart w:val="EF8C1B154F37440CBB2659F6BCC0A1EF"/>
                </w:placeholder>
                <w:showingPlcHdr/>
              </w:sdtPr>
              <w:sdtEndPr/>
              <w:sdtContent>
                <w:tc>
                  <w:tcPr>
                    <w:tcW w:w="6370" w:type="dxa"/>
                    <w:shd w:val="clear" w:color="auto" w:fill="auto"/>
                  </w:tcPr>
                  <w:p w14:paraId="50E3223F" w14:textId="77777777" w:rsidR="004572E2" w:rsidRPr="00691A19" w:rsidRDefault="001F256A"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54F1BF9B" w14:textId="7AE9C12A" w:rsidR="005F26DE" w:rsidRPr="00691A19" w:rsidRDefault="00E619C9" w:rsidP="00691A19">
          <w:pPr>
            <w:rPr>
              <w:rFonts w:ascii="Calibri" w:hAnsi="Calibri" w:cs="Calibri"/>
              <w:sz w:val="22"/>
              <w:szCs w:val="22"/>
            </w:rPr>
          </w:pPr>
        </w:p>
      </w:sdtContent>
    </w:sdt>
    <w:sectPr w:rsidR="005F26DE" w:rsidRPr="00691A19"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FC25D" w14:textId="77777777" w:rsidR="00691A19" w:rsidRDefault="00691A19" w:rsidP="00FD00A2">
      <w:r>
        <w:separator/>
      </w:r>
    </w:p>
  </w:endnote>
  <w:endnote w:type="continuationSeparator" w:id="0">
    <w:p w14:paraId="07E88102" w14:textId="77777777" w:rsidR="00691A19" w:rsidRDefault="00691A1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801761"/>
      <w:lock w:val="contentLocked"/>
      <w:placeholder>
        <w:docPart w:val="DefaultPlaceholder_-1854013440"/>
      </w:placeholder>
      <w:showingPlcHdr/>
      <w:group/>
    </w:sdtPr>
    <w:sdtContent>
      <w:p w14:paraId="04A770F9" w14:textId="7A8D63B0" w:rsidR="000A75BF" w:rsidRDefault="00E619C9">
        <w:pPr>
          <w:pStyle w:val="Footer"/>
        </w:pPr>
        <w:r w:rsidRPr="009C0318">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781785"/>
      <w:lock w:val="contentLocked"/>
      <w:placeholder>
        <w:docPart w:val="DefaultPlaceholder_-1854013440"/>
      </w:placeholder>
      <w:group/>
    </w:sdtPr>
    <w:sdtContent>
      <w:p w14:paraId="03849BA9" w14:textId="6BE54D12" w:rsidR="00FD00A2" w:rsidRDefault="000A75BF">
        <w:pPr>
          <w:pStyle w:val="Footer"/>
        </w:pPr>
        <w:r>
          <w:t>23 March 2018</w:t>
        </w:r>
        <w:r w:rsidR="00FD00A2">
          <w:tab/>
          <w:t xml:space="preserve">Page </w:t>
        </w:r>
        <w:r w:rsidR="00FD00A2">
          <w:fldChar w:fldCharType="begin"/>
        </w:r>
        <w:r w:rsidR="00FD00A2">
          <w:instrText xml:space="preserve"> page </w:instrText>
        </w:r>
        <w:r w:rsidR="00FD00A2">
          <w:fldChar w:fldCharType="separate"/>
        </w:r>
        <w:r w:rsidR="006A156B">
          <w:rPr>
            <w:noProof/>
          </w:rPr>
          <w:t>2</w:t>
        </w:r>
        <w:r w:rsidR="00FD00A2">
          <w:fldChar w:fldCharType="end"/>
        </w:r>
        <w:r w:rsidR="00FD00A2">
          <w:t xml:space="preserve"> of </w:t>
        </w:r>
        <w:r w:rsidR="00FD00A2">
          <w:fldChar w:fldCharType="begin"/>
        </w:r>
        <w:r w:rsidR="00FD00A2">
          <w:instrText xml:space="preserve"> numpages </w:instrText>
        </w:r>
        <w:r w:rsidR="00FD00A2">
          <w:fldChar w:fldCharType="separate"/>
        </w:r>
        <w:r w:rsidR="006A156B">
          <w:rPr>
            <w:noProof/>
          </w:rPr>
          <w:t>2</w:t>
        </w:r>
        <w:r w:rsidR="00FD00A2">
          <w:fldChar w:fldCharType="end"/>
        </w:r>
        <w:r w:rsidR="00FD00A2">
          <w:tab/>
        </w:r>
        <w:r w:rsidR="00FD00A2">
          <w:fldChar w:fldCharType="begin"/>
        </w:r>
        <w:r w:rsidR="00FD00A2">
          <w:instrText xml:space="preserve"> docproperty version </w:instrText>
        </w:r>
        <w:r w:rsidR="00FD00A2">
          <w:fldChar w:fldCharType="separate"/>
        </w:r>
        <w:r w:rsidR="00691A19">
          <w:t>Version 1.0</w:t>
        </w:r>
        <w:r w:rsidR="00FD00A2">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3213252"/>
      <w:lock w:val="contentLocked"/>
      <w:placeholder>
        <w:docPart w:val="DefaultPlaceholder_-1854013440"/>
      </w:placeholder>
      <w:showingPlcHdr/>
      <w:group/>
    </w:sdtPr>
    <w:sdtContent>
      <w:p w14:paraId="1B2AB815" w14:textId="61F95773" w:rsidR="000A75BF" w:rsidRDefault="00E619C9">
        <w:pPr>
          <w:pStyle w:val="Footer"/>
        </w:pPr>
        <w:r w:rsidRPr="009C0318">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09318" w14:textId="77777777" w:rsidR="00691A19" w:rsidRDefault="00691A19" w:rsidP="00FD00A2">
      <w:r>
        <w:separator/>
      </w:r>
    </w:p>
  </w:footnote>
  <w:footnote w:type="continuationSeparator" w:id="0">
    <w:p w14:paraId="2DEB70EE" w14:textId="77777777" w:rsidR="00691A19" w:rsidRDefault="00691A19" w:rsidP="00FD00A2">
      <w:r>
        <w:continuationSeparator/>
      </w:r>
    </w:p>
  </w:footnote>
  <w:footnote w:id="1">
    <w:p w14:paraId="6978CD59" w14:textId="77777777" w:rsidR="005F26DE" w:rsidRDefault="005F26DE">
      <w:pPr>
        <w:pStyle w:val="FootnoteText"/>
      </w:pPr>
      <w:r>
        <w:rPr>
          <w:rStyle w:val="FootnoteReference"/>
        </w:rPr>
        <w:footnoteRef/>
      </w:r>
      <w:r>
        <w:t xml:space="preserve"> Please add </w:t>
      </w:r>
      <w:r w:rsidR="00807039">
        <w:t xml:space="preserve">only </w:t>
      </w:r>
      <w:r>
        <w:t>one party name per line.</w:t>
      </w:r>
    </w:p>
  </w:footnote>
  <w:footnote w:id="2">
    <w:p w14:paraId="5A6ACB69" w14:textId="77777777" w:rsidR="004572E2" w:rsidRDefault="004572E2">
      <w:pPr>
        <w:pStyle w:val="FootnoteText"/>
      </w:pPr>
      <w:r>
        <w:rPr>
          <w:rStyle w:val="FootnoteReference"/>
        </w:rPr>
        <w:footnoteRef/>
      </w:r>
      <w:r>
        <w:t xml:space="preserve"> </w:t>
      </w:r>
      <w:r w:rsidRPr="004572E2">
        <w:t xml:space="preserve">Please note that for Part 1 matters the Authority may </w:t>
      </w:r>
      <w:proofErr w:type="gramStart"/>
      <w:r w:rsidRPr="004572E2">
        <w:t>take into account</w:t>
      </w:r>
      <w:proofErr w:type="gramEnd"/>
      <w:r w:rsidRPr="004572E2">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4289945"/>
      <w:lock w:val="contentLocked"/>
      <w:placeholder>
        <w:docPart w:val="DefaultPlaceholder_-1854013440"/>
      </w:placeholder>
      <w:showingPlcHdr/>
      <w:group/>
    </w:sdtPr>
    <w:sdtContent>
      <w:p w14:paraId="6BD53E51" w14:textId="6B96F2A6" w:rsidR="000A75BF" w:rsidRDefault="00E619C9">
        <w:pPr>
          <w:pStyle w:val="Header"/>
        </w:pPr>
        <w:r w:rsidRPr="009C0318">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6438293"/>
      <w:lock w:val="contentLocked"/>
      <w:placeholder>
        <w:docPart w:val="DefaultPlaceholder_-1854013440"/>
      </w:placeholder>
      <w:group/>
    </w:sdtPr>
    <w:sdtContent>
      <w:p w14:paraId="00033A15" w14:textId="25BE1B15" w:rsidR="00FD00A2" w:rsidRDefault="008D01AD">
        <w:pPr>
          <w:pStyle w:val="Header"/>
        </w:pPr>
        <w:r>
          <w:t xml:space="preserve">DCUSA </w:t>
        </w:r>
        <w:r w:rsidR="00193115">
          <w:t>Change Report</w:t>
        </w:r>
        <w:r w:rsidR="00FD00A2">
          <w:tab/>
        </w:r>
        <w:r w:rsidR="009B02DB">
          <w:t xml:space="preserve">DCP </w:t>
        </w:r>
        <w:r w:rsidR="000A75BF">
          <w:t>294</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3399436"/>
      <w:lock w:val="contentLocked"/>
      <w:placeholder>
        <w:docPart w:val="DefaultPlaceholder_-1854013440"/>
      </w:placeholder>
      <w:showingPlcHdr/>
      <w:group/>
    </w:sdtPr>
    <w:sdtContent>
      <w:p w14:paraId="3E0028FB" w14:textId="184DA849" w:rsidR="000A75BF" w:rsidRDefault="00E619C9">
        <w:pPr>
          <w:pStyle w:val="Header"/>
        </w:pPr>
        <w:r w:rsidRPr="009C0318">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19"/>
    <w:rsid w:val="00077D80"/>
    <w:rsid w:val="000A75BF"/>
    <w:rsid w:val="00134AF7"/>
    <w:rsid w:val="00171886"/>
    <w:rsid w:val="00193115"/>
    <w:rsid w:val="001E03C5"/>
    <w:rsid w:val="001F256A"/>
    <w:rsid w:val="00223DF1"/>
    <w:rsid w:val="0023069B"/>
    <w:rsid w:val="002B61A0"/>
    <w:rsid w:val="0031153A"/>
    <w:rsid w:val="0040580C"/>
    <w:rsid w:val="00410907"/>
    <w:rsid w:val="004572E2"/>
    <w:rsid w:val="004A45C0"/>
    <w:rsid w:val="005124D0"/>
    <w:rsid w:val="00554409"/>
    <w:rsid w:val="005A6203"/>
    <w:rsid w:val="005F1DC2"/>
    <w:rsid w:val="005F26DE"/>
    <w:rsid w:val="005F2D28"/>
    <w:rsid w:val="00691A19"/>
    <w:rsid w:val="00697019"/>
    <w:rsid w:val="006A156B"/>
    <w:rsid w:val="00711B18"/>
    <w:rsid w:val="007361B2"/>
    <w:rsid w:val="0076726D"/>
    <w:rsid w:val="00807039"/>
    <w:rsid w:val="00884177"/>
    <w:rsid w:val="008D01AD"/>
    <w:rsid w:val="008F22A5"/>
    <w:rsid w:val="00916C37"/>
    <w:rsid w:val="00963A66"/>
    <w:rsid w:val="009A3EA3"/>
    <w:rsid w:val="009B02DB"/>
    <w:rsid w:val="009F1AFC"/>
    <w:rsid w:val="00A817E9"/>
    <w:rsid w:val="00A828F0"/>
    <w:rsid w:val="00AC6DB4"/>
    <w:rsid w:val="00B23399"/>
    <w:rsid w:val="00C01797"/>
    <w:rsid w:val="00CE497A"/>
    <w:rsid w:val="00D7706F"/>
    <w:rsid w:val="00D9461A"/>
    <w:rsid w:val="00DB3EF9"/>
    <w:rsid w:val="00E619C9"/>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C1620"/>
  <w15:chartTrackingRefBased/>
  <w15:docId w15:val="{63B63E80-C100-42B4-BC77-D60281DE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EE63FAC1F544A09F2B692C3F0026DF"/>
        <w:category>
          <w:name w:val="General"/>
          <w:gallery w:val="placeholder"/>
        </w:category>
        <w:types>
          <w:type w:val="bbPlcHdr"/>
        </w:types>
        <w:behaviors>
          <w:behavior w:val="content"/>
        </w:behaviors>
        <w:guid w:val="{9E8CDE6A-82DF-47FF-90FF-F2E352B2C775}"/>
      </w:docPartPr>
      <w:docPartBody>
        <w:p w:rsidR="005D1CCF" w:rsidRDefault="007B488B">
          <w:pPr>
            <w:pStyle w:val="34EE63FAC1F544A09F2B692C3F0026DF"/>
          </w:pPr>
          <w:r w:rsidRPr="005D19FB">
            <w:rPr>
              <w:rStyle w:val="PlaceholderText"/>
            </w:rPr>
            <w:t>Click here to enter text.</w:t>
          </w:r>
        </w:p>
      </w:docPartBody>
    </w:docPart>
    <w:docPart>
      <w:docPartPr>
        <w:name w:val="5EC4AB05902D46949445F656471EBAAA"/>
        <w:category>
          <w:name w:val="General"/>
          <w:gallery w:val="placeholder"/>
        </w:category>
        <w:types>
          <w:type w:val="bbPlcHdr"/>
        </w:types>
        <w:behaviors>
          <w:behavior w:val="content"/>
        </w:behaviors>
        <w:guid w:val="{25940A8B-4325-4BD2-B51A-A6255D4DF4D8}"/>
      </w:docPartPr>
      <w:docPartBody>
        <w:p w:rsidR="005D1CCF" w:rsidRDefault="007B488B">
          <w:pPr>
            <w:pStyle w:val="5EC4AB05902D46949445F656471EBAAA"/>
          </w:pPr>
          <w:r w:rsidRPr="005D19FB">
            <w:rPr>
              <w:rStyle w:val="PlaceholderText"/>
            </w:rPr>
            <w:t>Choose an item.</w:t>
          </w:r>
        </w:p>
      </w:docPartBody>
    </w:docPart>
    <w:docPart>
      <w:docPartPr>
        <w:name w:val="D2263370DB484ADEAD458606B5432529"/>
        <w:category>
          <w:name w:val="General"/>
          <w:gallery w:val="placeholder"/>
        </w:category>
        <w:types>
          <w:type w:val="bbPlcHdr"/>
        </w:types>
        <w:behaviors>
          <w:behavior w:val="content"/>
        </w:behaviors>
        <w:guid w:val="{67F1B359-FD8B-4B6F-8DD5-6D94C3733DEF}"/>
      </w:docPartPr>
      <w:docPartBody>
        <w:p w:rsidR="005D1CCF" w:rsidRDefault="007B488B">
          <w:pPr>
            <w:pStyle w:val="D2263370DB484ADEAD458606B5432529"/>
          </w:pPr>
          <w:r w:rsidRPr="005D19FB">
            <w:rPr>
              <w:rStyle w:val="PlaceholderText"/>
            </w:rPr>
            <w:t>Click here to enter text.</w:t>
          </w:r>
        </w:p>
      </w:docPartBody>
    </w:docPart>
    <w:docPart>
      <w:docPartPr>
        <w:name w:val="6ACD6873D0A2434181441377169BB64D"/>
        <w:category>
          <w:name w:val="General"/>
          <w:gallery w:val="placeholder"/>
        </w:category>
        <w:types>
          <w:type w:val="bbPlcHdr"/>
        </w:types>
        <w:behaviors>
          <w:behavior w:val="content"/>
        </w:behaviors>
        <w:guid w:val="{DA483F6C-0C86-4A34-92ED-484F9FD69EC1}"/>
      </w:docPartPr>
      <w:docPartBody>
        <w:p w:rsidR="005D1CCF" w:rsidRDefault="007B488B">
          <w:pPr>
            <w:pStyle w:val="6ACD6873D0A2434181441377169BB64D"/>
          </w:pPr>
          <w:r w:rsidRPr="005D19FB">
            <w:rPr>
              <w:rStyle w:val="PlaceholderText"/>
            </w:rPr>
            <w:t>Click here to enter text.</w:t>
          </w:r>
        </w:p>
      </w:docPartBody>
    </w:docPart>
    <w:docPart>
      <w:docPartPr>
        <w:name w:val="DCE3716158AB4CF6B2E32A7237C93F68"/>
        <w:category>
          <w:name w:val="General"/>
          <w:gallery w:val="placeholder"/>
        </w:category>
        <w:types>
          <w:type w:val="bbPlcHdr"/>
        </w:types>
        <w:behaviors>
          <w:behavior w:val="content"/>
        </w:behaviors>
        <w:guid w:val="{DF0766EE-5637-4CC3-BBCA-D726CB431B14}"/>
      </w:docPartPr>
      <w:docPartBody>
        <w:p w:rsidR="005D1CCF" w:rsidRDefault="007B488B">
          <w:pPr>
            <w:pStyle w:val="DCE3716158AB4CF6B2E32A7237C93F68"/>
          </w:pPr>
          <w:r w:rsidRPr="005D19FB">
            <w:rPr>
              <w:rStyle w:val="PlaceholderText"/>
            </w:rPr>
            <w:t>Click here to enter text.</w:t>
          </w:r>
        </w:p>
      </w:docPartBody>
    </w:docPart>
    <w:docPart>
      <w:docPartPr>
        <w:name w:val="7B976BCFB9B64798AFB0AA1C8288F6C5"/>
        <w:category>
          <w:name w:val="General"/>
          <w:gallery w:val="placeholder"/>
        </w:category>
        <w:types>
          <w:type w:val="bbPlcHdr"/>
        </w:types>
        <w:behaviors>
          <w:behavior w:val="content"/>
        </w:behaviors>
        <w:guid w:val="{35E93992-78FD-4A44-B737-1F1A2530E1C4}"/>
      </w:docPartPr>
      <w:docPartBody>
        <w:p w:rsidR="005D1CCF" w:rsidRDefault="007B488B">
          <w:pPr>
            <w:pStyle w:val="7B976BCFB9B64798AFB0AA1C8288F6C5"/>
          </w:pPr>
          <w:r w:rsidRPr="005D19FB">
            <w:rPr>
              <w:rStyle w:val="PlaceholderText"/>
            </w:rPr>
            <w:t>Click here to enter text.</w:t>
          </w:r>
        </w:p>
      </w:docPartBody>
    </w:docPart>
    <w:docPart>
      <w:docPartPr>
        <w:name w:val="8845676DDA974D058337A6EDFDC825EF"/>
        <w:category>
          <w:name w:val="General"/>
          <w:gallery w:val="placeholder"/>
        </w:category>
        <w:types>
          <w:type w:val="bbPlcHdr"/>
        </w:types>
        <w:behaviors>
          <w:behavior w:val="content"/>
        </w:behaviors>
        <w:guid w:val="{D6F374F5-8AB9-4277-B54F-3C2F8286BAD4}"/>
      </w:docPartPr>
      <w:docPartBody>
        <w:p w:rsidR="005D1CCF" w:rsidRDefault="007B488B">
          <w:pPr>
            <w:pStyle w:val="8845676DDA974D058337A6EDFDC825EF"/>
          </w:pPr>
          <w:r w:rsidRPr="005D19FB">
            <w:rPr>
              <w:rStyle w:val="PlaceholderText"/>
            </w:rPr>
            <w:t>Click here to enter text.</w:t>
          </w:r>
        </w:p>
      </w:docPartBody>
    </w:docPart>
    <w:docPart>
      <w:docPartPr>
        <w:name w:val="3C54A4E4BDBA474C87568E7B9193C85C"/>
        <w:category>
          <w:name w:val="General"/>
          <w:gallery w:val="placeholder"/>
        </w:category>
        <w:types>
          <w:type w:val="bbPlcHdr"/>
        </w:types>
        <w:behaviors>
          <w:behavior w:val="content"/>
        </w:behaviors>
        <w:guid w:val="{FB9D41BA-4B7A-4264-8C08-3C01A689592E}"/>
      </w:docPartPr>
      <w:docPartBody>
        <w:p w:rsidR="005D1CCF" w:rsidRDefault="007B488B">
          <w:pPr>
            <w:pStyle w:val="3C54A4E4BDBA474C87568E7B9193C85C"/>
          </w:pPr>
          <w:r w:rsidRPr="005D19FB">
            <w:rPr>
              <w:rStyle w:val="PlaceholderText"/>
            </w:rPr>
            <w:t>Click here to enter text.</w:t>
          </w:r>
        </w:p>
      </w:docPartBody>
    </w:docPart>
    <w:docPart>
      <w:docPartPr>
        <w:name w:val="05676909173E45F8AE1BC0F5CA8684FD"/>
        <w:category>
          <w:name w:val="General"/>
          <w:gallery w:val="placeholder"/>
        </w:category>
        <w:types>
          <w:type w:val="bbPlcHdr"/>
        </w:types>
        <w:behaviors>
          <w:behavior w:val="content"/>
        </w:behaviors>
        <w:guid w:val="{673BEE53-E9D8-4FFE-B096-467EF1AEBF04}"/>
      </w:docPartPr>
      <w:docPartBody>
        <w:p w:rsidR="005D1CCF" w:rsidRDefault="007B488B">
          <w:pPr>
            <w:pStyle w:val="05676909173E45F8AE1BC0F5CA8684FD"/>
          </w:pPr>
          <w:r w:rsidRPr="005D19FB">
            <w:rPr>
              <w:rStyle w:val="PlaceholderText"/>
            </w:rPr>
            <w:t>Click here to enter text.</w:t>
          </w:r>
        </w:p>
      </w:docPartBody>
    </w:docPart>
    <w:docPart>
      <w:docPartPr>
        <w:name w:val="C513BB0F45FA4086AFBEA7E82E969018"/>
        <w:category>
          <w:name w:val="General"/>
          <w:gallery w:val="placeholder"/>
        </w:category>
        <w:types>
          <w:type w:val="bbPlcHdr"/>
        </w:types>
        <w:behaviors>
          <w:behavior w:val="content"/>
        </w:behaviors>
        <w:guid w:val="{2E320FB8-02AA-454B-9FDA-6F3D437710C8}"/>
      </w:docPartPr>
      <w:docPartBody>
        <w:p w:rsidR="005D1CCF" w:rsidRDefault="007B488B">
          <w:pPr>
            <w:pStyle w:val="C513BB0F45FA4086AFBEA7E82E969018"/>
          </w:pPr>
          <w:r w:rsidRPr="005D19FB">
            <w:rPr>
              <w:rStyle w:val="PlaceholderText"/>
            </w:rPr>
            <w:t>Choose an item.</w:t>
          </w:r>
        </w:p>
      </w:docPartBody>
    </w:docPart>
    <w:docPart>
      <w:docPartPr>
        <w:name w:val="35589438AEF84B2192A61A9F08D5BFA2"/>
        <w:category>
          <w:name w:val="General"/>
          <w:gallery w:val="placeholder"/>
        </w:category>
        <w:types>
          <w:type w:val="bbPlcHdr"/>
        </w:types>
        <w:behaviors>
          <w:behavior w:val="content"/>
        </w:behaviors>
        <w:guid w:val="{C46C9AF7-80AA-45EB-A110-2034828A864D}"/>
      </w:docPartPr>
      <w:docPartBody>
        <w:p w:rsidR="005D1CCF" w:rsidRDefault="007B488B">
          <w:pPr>
            <w:pStyle w:val="35589438AEF84B2192A61A9F08D5BFA2"/>
          </w:pPr>
          <w:r w:rsidRPr="005D19FB">
            <w:rPr>
              <w:rStyle w:val="PlaceholderText"/>
            </w:rPr>
            <w:t>Choose an item.</w:t>
          </w:r>
        </w:p>
      </w:docPartBody>
    </w:docPart>
    <w:docPart>
      <w:docPartPr>
        <w:name w:val="462DC40808D7487BBCCCDA11019CED8E"/>
        <w:category>
          <w:name w:val="General"/>
          <w:gallery w:val="placeholder"/>
        </w:category>
        <w:types>
          <w:type w:val="bbPlcHdr"/>
        </w:types>
        <w:behaviors>
          <w:behavior w:val="content"/>
        </w:behaviors>
        <w:guid w:val="{534A24C1-38D7-4760-BD99-27F3987EF04B}"/>
      </w:docPartPr>
      <w:docPartBody>
        <w:p w:rsidR="005D1CCF" w:rsidRDefault="007B488B">
          <w:pPr>
            <w:pStyle w:val="462DC40808D7487BBCCCDA11019CED8E"/>
          </w:pPr>
          <w:r w:rsidRPr="005D19FB">
            <w:rPr>
              <w:rStyle w:val="PlaceholderText"/>
            </w:rPr>
            <w:t>Click here to enter text.</w:t>
          </w:r>
        </w:p>
      </w:docPartBody>
    </w:docPart>
    <w:docPart>
      <w:docPartPr>
        <w:name w:val="EF8C1B154F37440CBB2659F6BCC0A1EF"/>
        <w:category>
          <w:name w:val="General"/>
          <w:gallery w:val="placeholder"/>
        </w:category>
        <w:types>
          <w:type w:val="bbPlcHdr"/>
        </w:types>
        <w:behaviors>
          <w:behavior w:val="content"/>
        </w:behaviors>
        <w:guid w:val="{BD31E2B7-5A1E-485F-B2AC-155DF2824251}"/>
      </w:docPartPr>
      <w:docPartBody>
        <w:p w:rsidR="005D1CCF" w:rsidRDefault="007B488B">
          <w:pPr>
            <w:pStyle w:val="EF8C1B154F37440CBB2659F6BCC0A1EF"/>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E8FB88FD-8234-4314-8044-5E14E449074B}"/>
      </w:docPartPr>
      <w:docPartBody>
        <w:p w:rsidR="005D1CCF" w:rsidRDefault="007B488B">
          <w:r w:rsidRPr="009C031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88B"/>
    <w:rsid w:val="005D1CCF"/>
    <w:rsid w:val="007B48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488B"/>
    <w:rPr>
      <w:color w:val="808080"/>
    </w:rPr>
  </w:style>
  <w:style w:type="paragraph" w:customStyle="1" w:styleId="34EE63FAC1F544A09F2B692C3F0026DF">
    <w:name w:val="34EE63FAC1F544A09F2B692C3F0026DF"/>
  </w:style>
  <w:style w:type="paragraph" w:customStyle="1" w:styleId="5EC4AB05902D46949445F656471EBAAA">
    <w:name w:val="5EC4AB05902D46949445F656471EBAAA"/>
  </w:style>
  <w:style w:type="paragraph" w:customStyle="1" w:styleId="D2263370DB484ADEAD458606B5432529">
    <w:name w:val="D2263370DB484ADEAD458606B5432529"/>
  </w:style>
  <w:style w:type="paragraph" w:customStyle="1" w:styleId="6ACD6873D0A2434181441377169BB64D">
    <w:name w:val="6ACD6873D0A2434181441377169BB64D"/>
  </w:style>
  <w:style w:type="paragraph" w:customStyle="1" w:styleId="DCE3716158AB4CF6B2E32A7237C93F68">
    <w:name w:val="DCE3716158AB4CF6B2E32A7237C93F68"/>
  </w:style>
  <w:style w:type="paragraph" w:customStyle="1" w:styleId="7B976BCFB9B64798AFB0AA1C8288F6C5">
    <w:name w:val="7B976BCFB9B64798AFB0AA1C8288F6C5"/>
  </w:style>
  <w:style w:type="paragraph" w:customStyle="1" w:styleId="8845676DDA974D058337A6EDFDC825EF">
    <w:name w:val="8845676DDA974D058337A6EDFDC825EF"/>
  </w:style>
  <w:style w:type="paragraph" w:customStyle="1" w:styleId="3C54A4E4BDBA474C87568E7B9193C85C">
    <w:name w:val="3C54A4E4BDBA474C87568E7B9193C85C"/>
  </w:style>
  <w:style w:type="paragraph" w:customStyle="1" w:styleId="05676909173E45F8AE1BC0F5CA8684FD">
    <w:name w:val="05676909173E45F8AE1BC0F5CA8684FD"/>
  </w:style>
  <w:style w:type="paragraph" w:customStyle="1" w:styleId="C513BB0F45FA4086AFBEA7E82E969018">
    <w:name w:val="C513BB0F45FA4086AFBEA7E82E969018"/>
  </w:style>
  <w:style w:type="paragraph" w:customStyle="1" w:styleId="35589438AEF84B2192A61A9F08D5BFA2">
    <w:name w:val="35589438AEF84B2192A61A9F08D5BFA2"/>
  </w:style>
  <w:style w:type="paragraph" w:customStyle="1" w:styleId="462DC40808D7487BBCCCDA11019CED8E">
    <w:name w:val="462DC40808D7487BBCCCDA11019CED8E"/>
  </w:style>
  <w:style w:type="paragraph" w:customStyle="1" w:styleId="EF8C1B154F37440CBB2659F6BCC0A1EF">
    <w:name w:val="EF8C1B154F37440CBB2659F6BCC0A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10818-53C3-41DE-8487-92DA11644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5</TotalTime>
  <Pages>3</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Hollie Nicholls</cp:lastModifiedBy>
  <cp:revision>3</cp:revision>
  <dcterms:created xsi:type="dcterms:W3CDTF">2018-03-14T09:42:00Z</dcterms:created>
  <dcterms:modified xsi:type="dcterms:W3CDTF">2018-03-23T13:36:00Z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293</vt:lpwstr>
  </property>
  <property fmtid="{D5CDD505-2E9C-101B-9397-08002B2CF9AE}" pid="3" name="Date">
    <vt:lpwstr>22 September 2017</vt:lpwstr>
  </property>
  <property fmtid="{D5CDD505-2E9C-101B-9397-08002B2CF9AE}" pid="4" name="Version">
    <vt:lpwstr>Version 1.0</vt:lpwstr>
  </property>
</Properties>
</file>