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2"/>
          <w:szCs w:val="22"/>
        </w:rPr>
        <w:id w:val="-184755804"/>
        <w:lock w:val="contentLocked"/>
        <w:placeholder>
          <w:docPart w:val="DefaultPlaceholder_-1854013440"/>
        </w:placeholder>
        <w:group/>
      </w:sdtPr>
      <w:sdtEndPr>
        <w:rPr>
          <w:rFonts w:eastAsiaTheme="minorHAnsi"/>
          <w:b w:val="0"/>
          <w:caps w:val="0"/>
          <w:spacing w:val="0"/>
          <w:kern w:val="0"/>
        </w:rPr>
      </w:sdtEndPr>
      <w:sdtContent>
        <w:p w14:paraId="00BCA9F8" w14:textId="31B4A731" w:rsidR="008F22A5" w:rsidRPr="00691A19" w:rsidRDefault="00193115" w:rsidP="00223DF1">
          <w:pPr>
            <w:pStyle w:val="Title"/>
            <w:rPr>
              <w:rFonts w:ascii="Calibri" w:hAnsi="Calibri" w:cs="Calibri"/>
              <w:sz w:val="22"/>
              <w:szCs w:val="22"/>
            </w:rPr>
          </w:pPr>
          <w:r w:rsidRPr="00691A19">
            <w:rPr>
              <w:rFonts w:ascii="Calibri" w:hAnsi="Calibri" w:cs="Calibri"/>
              <w:sz w:val="22"/>
              <w:szCs w:val="22"/>
            </w:rPr>
            <w:t>Attachment 2</w:t>
          </w:r>
          <w:r w:rsidR="00691A19" w:rsidRPr="00691A19">
            <w:rPr>
              <w:rFonts w:ascii="Calibri" w:hAnsi="Calibri" w:cs="Calibri"/>
              <w:sz w:val="22"/>
              <w:szCs w:val="22"/>
            </w:rPr>
            <w:t xml:space="preserve"> – Voting form</w:t>
          </w:r>
        </w:p>
        <w:tbl>
          <w:tblPr>
            <w:tblStyle w:val="ElectralinkResponseTable"/>
            <w:tblW w:w="0" w:type="auto"/>
            <w:tblLook w:val="04A0" w:firstRow="1" w:lastRow="0" w:firstColumn="1" w:lastColumn="0" w:noHBand="0" w:noVBand="1"/>
          </w:tblPr>
          <w:tblGrid>
            <w:gridCol w:w="2669"/>
            <w:gridCol w:w="6279"/>
          </w:tblGrid>
          <w:tr w:rsidR="00B23399" w:rsidRPr="00691A19" w14:paraId="5952316C"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60D15261" w14:textId="77777777" w:rsidR="00B23399" w:rsidRPr="00691A19" w:rsidRDefault="00B23399" w:rsidP="00B23399">
                <w:pPr>
                  <w:pStyle w:val="ColumnHeading"/>
                  <w:rPr>
                    <w:rFonts w:ascii="Calibri" w:hAnsi="Calibri" w:cs="Calibri"/>
                    <w:sz w:val="22"/>
                    <w:szCs w:val="22"/>
                  </w:rPr>
                </w:pPr>
                <w:r w:rsidRPr="00691A19">
                  <w:rPr>
                    <w:rFonts w:ascii="Calibri" w:hAnsi="Calibri" w:cs="Calibri"/>
                    <w:sz w:val="22"/>
                    <w:szCs w:val="22"/>
                  </w:rPr>
                  <w:t>CP Details</w:t>
                </w:r>
              </w:p>
            </w:tc>
          </w:tr>
          <w:tr w:rsidR="00193115" w:rsidRPr="00691A19" w14:paraId="06DB3207" w14:textId="77777777" w:rsidTr="005124D0">
            <w:tc>
              <w:tcPr>
                <w:tcW w:w="2689" w:type="dxa"/>
              </w:tcPr>
              <w:p w14:paraId="413EEDE7" w14:textId="77777777" w:rsidR="00193115" w:rsidRPr="00691A19" w:rsidRDefault="00193115" w:rsidP="00193115">
                <w:pPr>
                  <w:rPr>
                    <w:rFonts w:ascii="Calibri" w:hAnsi="Calibri" w:cs="Calibri"/>
                    <w:sz w:val="22"/>
                    <w:szCs w:val="22"/>
                  </w:rPr>
                </w:pPr>
                <w:r w:rsidRPr="00691A19">
                  <w:rPr>
                    <w:rFonts w:ascii="Calibri" w:hAnsi="Calibri" w:cs="Calibri"/>
                    <w:sz w:val="22"/>
                    <w:szCs w:val="22"/>
                  </w:rPr>
                  <w:t>CP number</w:t>
                </w:r>
                <w:r w:rsidR="00916C37" w:rsidRPr="00691A19">
                  <w:rPr>
                    <w:rFonts w:ascii="Calibri" w:hAnsi="Calibri" w:cs="Calibri"/>
                    <w:sz w:val="22"/>
                    <w:szCs w:val="22"/>
                  </w:rPr>
                  <w:t>:</w:t>
                </w:r>
              </w:p>
            </w:tc>
            <w:tc>
              <w:tcPr>
                <w:tcW w:w="6378" w:type="dxa"/>
              </w:tcPr>
              <w:p w14:paraId="26397F73" w14:textId="5F60F404" w:rsidR="00193115" w:rsidRPr="00691A19" w:rsidRDefault="009F0721" w:rsidP="00193115">
                <w:pPr>
                  <w:rPr>
                    <w:rFonts w:ascii="Calibri" w:hAnsi="Calibri" w:cs="Calibri"/>
                    <w:sz w:val="22"/>
                    <w:szCs w:val="22"/>
                  </w:rPr>
                </w:pPr>
                <w:r>
                  <w:rPr>
                    <w:rFonts w:ascii="Calibri" w:hAnsi="Calibri" w:cs="Calibri"/>
                    <w:sz w:val="22"/>
                    <w:szCs w:val="22"/>
                  </w:rPr>
                  <w:t xml:space="preserve">DCP </w:t>
                </w:r>
                <w:r w:rsidR="000D336B">
                  <w:rPr>
                    <w:rFonts w:ascii="Calibri" w:hAnsi="Calibri" w:cs="Calibri"/>
                    <w:sz w:val="22"/>
                    <w:szCs w:val="22"/>
                  </w:rPr>
                  <w:t>3</w:t>
                </w:r>
                <w:r w:rsidR="00AA1F4A">
                  <w:rPr>
                    <w:rFonts w:ascii="Calibri" w:hAnsi="Calibri" w:cs="Calibri"/>
                    <w:sz w:val="22"/>
                    <w:szCs w:val="22"/>
                  </w:rPr>
                  <w:t>16</w:t>
                </w:r>
              </w:p>
            </w:tc>
          </w:tr>
          <w:tr w:rsidR="00193115" w:rsidRPr="00691A19" w14:paraId="2CAF34D8" w14:textId="77777777" w:rsidTr="005124D0">
            <w:tc>
              <w:tcPr>
                <w:tcW w:w="2689" w:type="dxa"/>
              </w:tcPr>
              <w:p w14:paraId="221AE274" w14:textId="77777777" w:rsidR="00193115" w:rsidRPr="00691A19" w:rsidRDefault="00916C37" w:rsidP="00193115">
                <w:pPr>
                  <w:rPr>
                    <w:rFonts w:ascii="Calibri" w:hAnsi="Calibri" w:cs="Calibri"/>
                    <w:sz w:val="22"/>
                    <w:szCs w:val="22"/>
                  </w:rPr>
                </w:pPr>
                <w:r w:rsidRPr="00691A19">
                  <w:rPr>
                    <w:rFonts w:ascii="Calibri" w:hAnsi="Calibri" w:cs="Calibri"/>
                    <w:sz w:val="22"/>
                    <w:szCs w:val="22"/>
                  </w:rPr>
                  <w:t>CP Title:</w:t>
                </w:r>
              </w:p>
            </w:tc>
            <w:tc>
              <w:tcPr>
                <w:tcW w:w="6378" w:type="dxa"/>
              </w:tcPr>
              <w:p w14:paraId="7C6E408C" w14:textId="30DCF598" w:rsidR="00193115" w:rsidRPr="00691A19" w:rsidRDefault="00AA1F4A" w:rsidP="00193115">
                <w:pPr>
                  <w:rPr>
                    <w:rFonts w:ascii="Calibri" w:hAnsi="Calibri" w:cs="Calibri"/>
                    <w:sz w:val="22"/>
                    <w:szCs w:val="22"/>
                  </w:rPr>
                </w:pPr>
                <w:r>
                  <w:rPr>
                    <w:rFonts w:ascii="Calibri" w:hAnsi="Calibri" w:cs="Calibri"/>
                    <w:sz w:val="22"/>
                    <w:szCs w:val="22"/>
                  </w:rPr>
                  <w:t>General Data Protection Regulation Compliance for DCUSA</w:t>
                </w:r>
              </w:p>
            </w:tc>
          </w:tr>
          <w:tr w:rsidR="00916C37" w:rsidRPr="00691A19" w14:paraId="782FE214" w14:textId="77777777" w:rsidTr="005124D0">
            <w:tc>
              <w:tcPr>
                <w:tcW w:w="2689" w:type="dxa"/>
              </w:tcPr>
              <w:p w14:paraId="588B113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Parties Impacted:</w:t>
                </w:r>
              </w:p>
            </w:tc>
            <w:tc>
              <w:tcPr>
                <w:tcW w:w="6378" w:type="dxa"/>
              </w:tcPr>
              <w:p w14:paraId="6A206782" w14:textId="3D876870" w:rsidR="00916C37" w:rsidRPr="00691A19" w:rsidRDefault="00AA1F4A" w:rsidP="00193115">
                <w:pPr>
                  <w:rPr>
                    <w:rFonts w:ascii="Calibri" w:hAnsi="Calibri" w:cs="Calibri"/>
                    <w:sz w:val="22"/>
                    <w:szCs w:val="22"/>
                  </w:rPr>
                </w:pPr>
                <w:r>
                  <w:rPr>
                    <w:rFonts w:ascii="Calibri" w:hAnsi="Calibri" w:cs="Calibri"/>
                    <w:sz w:val="22"/>
                    <w:szCs w:val="22"/>
                  </w:rPr>
                  <w:t>All</w:t>
                </w:r>
              </w:p>
            </w:tc>
          </w:tr>
          <w:tr w:rsidR="00916C37" w:rsidRPr="00691A19" w14:paraId="70827FFC" w14:textId="77777777" w:rsidTr="005124D0">
            <w:tc>
              <w:tcPr>
                <w:tcW w:w="2689" w:type="dxa"/>
              </w:tcPr>
              <w:p w14:paraId="60012322"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 1/ Part 2 Matter:</w:t>
                </w:r>
              </w:p>
            </w:tc>
            <w:tc>
              <w:tcPr>
                <w:tcW w:w="6378" w:type="dxa"/>
              </w:tcPr>
              <w:p w14:paraId="26ADB196" w14:textId="393A9807" w:rsidR="00916C37" w:rsidRPr="00691A19" w:rsidRDefault="00691A19" w:rsidP="00193115">
                <w:pPr>
                  <w:rPr>
                    <w:rFonts w:ascii="Calibri" w:hAnsi="Calibri" w:cs="Calibri"/>
                    <w:sz w:val="22"/>
                    <w:szCs w:val="22"/>
                  </w:rPr>
                </w:pPr>
                <w:r w:rsidRPr="00691A19">
                  <w:rPr>
                    <w:rFonts w:ascii="Calibri" w:hAnsi="Calibri" w:cs="Calibri"/>
                    <w:sz w:val="22"/>
                    <w:szCs w:val="22"/>
                  </w:rPr>
                  <w:t xml:space="preserve">Part </w:t>
                </w:r>
                <w:r w:rsidR="00AA1F4A">
                  <w:rPr>
                    <w:rFonts w:ascii="Calibri" w:hAnsi="Calibri" w:cs="Calibri"/>
                    <w:sz w:val="22"/>
                    <w:szCs w:val="22"/>
                  </w:rPr>
                  <w:t>2</w:t>
                </w:r>
              </w:p>
            </w:tc>
          </w:tr>
          <w:tr w:rsidR="00916C37" w:rsidRPr="00691A19" w14:paraId="502F3FE6" w14:textId="77777777" w:rsidTr="005124D0">
            <w:tc>
              <w:tcPr>
                <w:tcW w:w="2689" w:type="dxa"/>
              </w:tcPr>
              <w:p w14:paraId="5974E519"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Implementation Date:</w:t>
                </w:r>
              </w:p>
            </w:tc>
            <w:tc>
              <w:tcPr>
                <w:tcW w:w="6378" w:type="dxa"/>
              </w:tcPr>
              <w:p w14:paraId="7485E857" w14:textId="539D362E" w:rsidR="00916C37" w:rsidRPr="00691A19" w:rsidRDefault="00AA1F4A" w:rsidP="00697019">
                <w:pPr>
                  <w:rPr>
                    <w:rFonts w:ascii="Calibri" w:hAnsi="Calibri" w:cs="Calibri"/>
                    <w:sz w:val="22"/>
                    <w:szCs w:val="22"/>
                  </w:rPr>
                </w:pPr>
                <w:r>
                  <w:rPr>
                    <w:rFonts w:ascii="Calibri" w:hAnsi="Calibri" w:cs="Calibri"/>
                    <w:sz w:val="22"/>
                    <w:szCs w:val="22"/>
                  </w:rPr>
                  <w:t>24 May 2018</w:t>
                </w:r>
                <w:bookmarkStart w:id="0" w:name="_GoBack"/>
                <w:bookmarkEnd w:id="0"/>
              </w:p>
            </w:tc>
          </w:tr>
          <w:tr w:rsidR="00916C37" w:rsidRPr="00691A19" w14:paraId="6C61AC2E" w14:textId="77777777" w:rsidTr="005124D0">
            <w:tc>
              <w:tcPr>
                <w:tcW w:w="2689" w:type="dxa"/>
              </w:tcPr>
              <w:p w14:paraId="3FB342C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Voting End Date:</w:t>
                </w:r>
              </w:p>
            </w:tc>
            <w:tc>
              <w:tcPr>
                <w:tcW w:w="6378" w:type="dxa"/>
              </w:tcPr>
              <w:p w14:paraId="5B15BF88" w14:textId="3ECE00BD" w:rsidR="00916C37" w:rsidRPr="00691A19" w:rsidRDefault="000D336B" w:rsidP="00193115">
                <w:pPr>
                  <w:rPr>
                    <w:rFonts w:ascii="Calibri" w:hAnsi="Calibri" w:cs="Calibri"/>
                    <w:sz w:val="22"/>
                    <w:szCs w:val="22"/>
                  </w:rPr>
                </w:pPr>
                <w:r>
                  <w:rPr>
                    <w:rFonts w:ascii="Calibri" w:hAnsi="Calibri" w:cs="Calibri"/>
                    <w:sz w:val="22"/>
                    <w:szCs w:val="22"/>
                  </w:rPr>
                  <w:t>14 May 2018</w:t>
                </w:r>
              </w:p>
            </w:tc>
          </w:tr>
        </w:tbl>
        <w:p w14:paraId="7A175080" w14:textId="77777777" w:rsidR="00193115" w:rsidRPr="00691A19" w:rsidRDefault="00193115"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1"/>
            <w:gridCol w:w="6277"/>
          </w:tblGrid>
          <w:tr w:rsidR="004A45C0" w:rsidRPr="00691A19" w14:paraId="7F15D09E" w14:textId="77777777" w:rsidTr="000D336B">
            <w:trPr>
              <w:cnfStyle w:val="100000000000" w:firstRow="1" w:lastRow="0" w:firstColumn="0" w:lastColumn="0" w:oddVBand="0" w:evenVBand="0" w:oddHBand="0" w:evenHBand="0" w:firstRowFirstColumn="0" w:firstRowLastColumn="0" w:lastRowFirstColumn="0" w:lastRowLastColumn="0"/>
            </w:trPr>
            <w:tc>
              <w:tcPr>
                <w:tcW w:w="8948" w:type="dxa"/>
                <w:gridSpan w:val="2"/>
              </w:tcPr>
              <w:p w14:paraId="6B783F00" w14:textId="77777777" w:rsidR="004A45C0" w:rsidRPr="00691A19" w:rsidRDefault="004A45C0" w:rsidP="004A45C0">
                <w:pPr>
                  <w:pStyle w:val="ColumnHeading"/>
                  <w:rPr>
                    <w:rFonts w:ascii="Calibri" w:hAnsi="Calibri" w:cs="Calibri"/>
                    <w:sz w:val="22"/>
                    <w:szCs w:val="22"/>
                  </w:rPr>
                </w:pPr>
                <w:r w:rsidRPr="00691A19">
                  <w:rPr>
                    <w:rFonts w:ascii="Calibri" w:hAnsi="Calibri" w:cs="Calibri"/>
                    <w:sz w:val="22"/>
                    <w:szCs w:val="22"/>
                  </w:rPr>
                  <w:t>Respondent Details</w:t>
                </w:r>
              </w:p>
            </w:tc>
          </w:tr>
          <w:tr w:rsidR="00B23399" w:rsidRPr="00691A19" w14:paraId="5B52E318" w14:textId="77777777" w:rsidTr="000D336B">
            <w:tc>
              <w:tcPr>
                <w:tcW w:w="2671" w:type="dxa"/>
              </w:tcPr>
              <w:p w14:paraId="02F133B7"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34EE63FAC1F544A09F2B692C3F0026DF"/>
                </w:placeholder>
                <w:showingPlcHdr/>
              </w:sdtPr>
              <w:sdtEndPr/>
              <w:sdtContent>
                <w:tc>
                  <w:tcPr>
                    <w:tcW w:w="6277" w:type="dxa"/>
                  </w:tcPr>
                  <w:p w14:paraId="7A599FC3"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738D29F" w14:textId="77777777" w:rsidTr="000D336B">
            <w:tc>
              <w:tcPr>
                <w:tcW w:w="2671" w:type="dxa"/>
              </w:tcPr>
              <w:p w14:paraId="15DEE5D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5EC4AB05902D46949445F656471EBAA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277" w:type="dxa"/>
                  </w:tcPr>
                  <w:p w14:paraId="23232B17"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B23399" w:rsidRPr="00691A19" w14:paraId="3A782125" w14:textId="77777777" w:rsidTr="000D336B">
            <w:tc>
              <w:tcPr>
                <w:tcW w:w="2671" w:type="dxa"/>
              </w:tcPr>
              <w:p w14:paraId="79F4D94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1:</w:t>
                </w:r>
                <w:r w:rsidR="005F26DE" w:rsidRPr="00691A19">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D2263370DB484ADEAD458606B5432529"/>
                </w:placeholder>
                <w:showingPlcHdr/>
                <w:text/>
              </w:sdtPr>
              <w:sdtEndPr/>
              <w:sdtContent>
                <w:tc>
                  <w:tcPr>
                    <w:tcW w:w="6277" w:type="dxa"/>
                  </w:tcPr>
                  <w:p w14:paraId="413F74FF"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092ABDAC" w14:textId="77777777" w:rsidTr="000D336B">
            <w:tc>
              <w:tcPr>
                <w:tcW w:w="2671" w:type="dxa"/>
              </w:tcPr>
              <w:p w14:paraId="2D9C5F5C"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6ACD6873D0A2434181441377169BB64D"/>
                </w:placeholder>
                <w:showingPlcHdr/>
                <w:text/>
              </w:sdtPr>
              <w:sdtEndPr/>
              <w:sdtContent>
                <w:tc>
                  <w:tcPr>
                    <w:tcW w:w="6277" w:type="dxa"/>
                  </w:tcPr>
                  <w:p w14:paraId="63031ADF"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7CABA04E" w14:textId="77777777" w:rsidTr="000D336B">
            <w:tc>
              <w:tcPr>
                <w:tcW w:w="2671" w:type="dxa"/>
              </w:tcPr>
              <w:p w14:paraId="47BB2F19"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DCE3716158AB4CF6B2E32A7237C93F68"/>
                </w:placeholder>
                <w:showingPlcHdr/>
                <w:text/>
              </w:sdtPr>
              <w:sdtEndPr/>
              <w:sdtContent>
                <w:tc>
                  <w:tcPr>
                    <w:tcW w:w="6277" w:type="dxa"/>
                  </w:tcPr>
                  <w:p w14:paraId="730AB416"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2B7B9B5A" w14:textId="77777777" w:rsidTr="000D336B">
            <w:tc>
              <w:tcPr>
                <w:tcW w:w="2671" w:type="dxa"/>
              </w:tcPr>
              <w:p w14:paraId="5F31DB54"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7B976BCFB9B64798AFB0AA1C8288F6C5"/>
                </w:placeholder>
                <w:showingPlcHdr/>
                <w:text/>
              </w:sdtPr>
              <w:sdtEndPr/>
              <w:sdtContent>
                <w:tc>
                  <w:tcPr>
                    <w:tcW w:w="6277" w:type="dxa"/>
                  </w:tcPr>
                  <w:p w14:paraId="16B7FD42"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B91D6A9" w14:textId="77777777" w:rsidTr="000D336B">
            <w:tc>
              <w:tcPr>
                <w:tcW w:w="2671" w:type="dxa"/>
              </w:tcPr>
              <w:p w14:paraId="4003A563"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8845676DDA974D058337A6EDFDC825EF"/>
                </w:placeholder>
                <w:showingPlcHdr/>
                <w:text/>
              </w:sdtPr>
              <w:sdtEndPr/>
              <w:sdtContent>
                <w:tc>
                  <w:tcPr>
                    <w:tcW w:w="6277" w:type="dxa"/>
                  </w:tcPr>
                  <w:p w14:paraId="66EC8AB3" w14:textId="77777777" w:rsidR="00B23399" w:rsidRPr="00691A19" w:rsidRDefault="005F26DE" w:rsidP="005F26DE">
                    <w:pPr>
                      <w:tabs>
                        <w:tab w:val="left" w:pos="996"/>
                      </w:tabs>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36E8ABFD" w14:textId="77777777" w:rsidTr="000D336B">
            <w:tc>
              <w:tcPr>
                <w:tcW w:w="2671" w:type="dxa"/>
              </w:tcPr>
              <w:p w14:paraId="18B10251"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05676909173E45F8AE1BC0F5CA8684FD"/>
                </w:placeholder>
                <w:showingPlcHdr/>
                <w:text/>
              </w:sdtPr>
              <w:sdtEndPr/>
              <w:sdtContent>
                <w:tc>
                  <w:tcPr>
                    <w:tcW w:w="6277" w:type="dxa"/>
                  </w:tcPr>
                  <w:p w14:paraId="59B2AECC" w14:textId="77777777"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71AE79F" w14:textId="77777777" w:rsidR="00B23399" w:rsidRPr="00691A19" w:rsidRDefault="00B23399"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8"/>
            <w:gridCol w:w="6270"/>
          </w:tblGrid>
          <w:tr w:rsidR="005F26DE" w:rsidRPr="00691A19" w14:paraId="40793884"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7E348903" w14:textId="77777777" w:rsidR="005F26DE" w:rsidRPr="00691A19" w:rsidRDefault="005F26DE" w:rsidP="005F26DE">
                <w:pPr>
                  <w:pStyle w:val="ColumnHeading"/>
                  <w:rPr>
                    <w:rFonts w:ascii="Calibri" w:hAnsi="Calibri" w:cs="Calibri"/>
                    <w:sz w:val="22"/>
                    <w:szCs w:val="22"/>
                  </w:rPr>
                </w:pPr>
                <w:r w:rsidRPr="00691A19">
                  <w:rPr>
                    <w:rFonts w:ascii="Calibri" w:hAnsi="Calibri" w:cs="Calibri"/>
                    <w:sz w:val="22"/>
                    <w:szCs w:val="22"/>
                  </w:rPr>
                  <w:t>Response</w:t>
                </w:r>
              </w:p>
            </w:tc>
          </w:tr>
          <w:tr w:rsidR="005F26DE" w:rsidRPr="00691A19" w14:paraId="1CC8B175" w14:textId="77777777" w:rsidTr="005F2D28">
            <w:tc>
              <w:tcPr>
                <w:tcW w:w="2697" w:type="dxa"/>
              </w:tcPr>
              <w:p w14:paraId="057A06AF"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C513BB0F45FA4086AFBEA7E82E969018"/>
                </w:placeholder>
                <w:showingPlcHdr/>
                <w:dropDownList>
                  <w:listItem w:value="Choose an item."/>
                  <w:listItem w:displayText="Accept" w:value="Accept"/>
                  <w:listItem w:displayText="Reject" w:value="Reject"/>
                </w:dropDownList>
              </w:sdtPr>
              <w:sdtEndPr/>
              <w:sdtContent>
                <w:tc>
                  <w:tcPr>
                    <w:tcW w:w="6370" w:type="dxa"/>
                  </w:tcPr>
                  <w:p w14:paraId="355F1C2D"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7A683DD8" w14:textId="77777777" w:rsidTr="005F2D28">
            <w:tc>
              <w:tcPr>
                <w:tcW w:w="2697" w:type="dxa"/>
                <w:tcBorders>
                  <w:bottom w:val="single" w:sz="4" w:space="0" w:color="auto"/>
                </w:tcBorders>
              </w:tcPr>
              <w:p w14:paraId="5A4C9771"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35589438AEF84B2192A61A9F08D5BFA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475A9DE5"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6A87ECE0" w14:textId="77777777" w:rsidTr="00691A19">
            <w:tc>
              <w:tcPr>
                <w:tcW w:w="9067" w:type="dxa"/>
                <w:gridSpan w:val="2"/>
                <w:tcBorders>
                  <w:bottom w:val="single" w:sz="4" w:space="0" w:color="auto"/>
                </w:tcBorders>
                <w:shd w:val="clear" w:color="auto" w:fill="auto"/>
              </w:tcPr>
              <w:p w14:paraId="0C1977A4"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DCUSA General Objectives</w:t>
                </w:r>
              </w:p>
              <w:p w14:paraId="480F7EE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development, maintenance and operation by each of the DNO Parties and IDNO Parties of an efficient, co-ordinated, and economical Distribution System.</w:t>
                </w:r>
              </w:p>
              <w:p w14:paraId="15846A3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 xml:space="preserve">The facilitation of effective competition in the generation and supply of electricity and (so far as is consistent with that) the promotion of such competition in the sale, distribution and purchase of electricity. </w:t>
                </w:r>
              </w:p>
              <w:p w14:paraId="13EAA076"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lastRenderedPageBreak/>
                  <w:t>The efficient discharge by each of the DNO Parties and IDNO Parties of the obligations imposed upon them by their Distribution Licences.</w:t>
                </w:r>
              </w:p>
              <w:p w14:paraId="2B1A8D5C"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promotion of efficiency in the implementation and administration of this Agreement and the arrangements under it.</w:t>
                </w:r>
              </w:p>
              <w:p w14:paraId="34ADC8A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Compliance with the Regulation on Cross-Border Exchange in Electricity and any relevant legally binding decisions of the European Commission and/or the Agency for the Co-operation of Energy Regulators.</w:t>
                </w:r>
              </w:p>
              <w:p w14:paraId="09F6A9E6"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 xml:space="preserve">DCUSA Charging Objectives </w:t>
                </w:r>
              </w:p>
              <w:p w14:paraId="56E09520" w14:textId="77777777" w:rsidR="005F26DE" w:rsidRPr="00691A19" w:rsidRDefault="005F26DE" w:rsidP="005F26DE">
                <w:pPr>
                  <w:pStyle w:val="ListNumber"/>
                  <w:numPr>
                    <w:ilvl w:val="0"/>
                    <w:numId w:val="16"/>
                  </w:numPr>
                  <w:rPr>
                    <w:rFonts w:ascii="Calibri" w:hAnsi="Calibri" w:cs="Calibri"/>
                    <w:sz w:val="22"/>
                    <w:szCs w:val="22"/>
                  </w:rPr>
                </w:pPr>
                <w:r w:rsidRPr="00691A19">
                  <w:rPr>
                    <w:rFonts w:ascii="Calibri" w:hAnsi="Calibri" w:cs="Calibri"/>
                    <w:sz w:val="22"/>
                    <w:szCs w:val="22"/>
                  </w:rPr>
                  <w:t>That compliance by each DNO Party with the Charging Methodologies facilitates the discharge by the DNO Party of the obligations imposed on it under the Act and by its Distribution Licence</w:t>
                </w:r>
              </w:p>
              <w:p w14:paraId="00C5CBCA"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3F27ABB8" w14:textId="77777777" w:rsidR="005F26DE" w:rsidRPr="00691A19" w:rsidRDefault="005F26DE" w:rsidP="005F2D28">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6FF3998B"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so far as is consistent with Clauses 3.2.1 to 3.2.3, the Charging Methodologies, so far as is reasonably practicable, properly take account of developments in each DNO Party’s Distribution Business</w:t>
                </w:r>
              </w:p>
              <w:p w14:paraId="6F565DC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5F58BE43" w14:textId="77777777" w:rsidR="00691A19" w:rsidRPr="00691A19" w:rsidRDefault="00691A19" w:rsidP="00691A19">
                <w:pPr>
                  <w:pStyle w:val="ListNumber"/>
                  <w:rPr>
                    <w:rFonts w:ascii="Calibri" w:hAnsi="Calibri" w:cs="Calibri"/>
                    <w:sz w:val="22"/>
                    <w:szCs w:val="22"/>
                  </w:rPr>
                </w:pPr>
                <w:r w:rsidRPr="00691A19">
                  <w:rPr>
                    <w:rFonts w:ascii="Calibri" w:hAnsi="Calibri" w:cs="Calibri"/>
                    <w:sz w:val="22"/>
                    <w:szCs w:val="22"/>
                  </w:rPr>
                  <w:t>That compliance with the Charging Methodologies promotes efficiency in its own implementation and administration.</w:t>
                </w:r>
              </w:p>
            </w:tc>
          </w:tr>
          <w:tr w:rsidR="004572E2" w:rsidRPr="00691A19" w14:paraId="3C6E05E0" w14:textId="77777777" w:rsidTr="004572E2">
            <w:tc>
              <w:tcPr>
                <w:tcW w:w="2697" w:type="dxa"/>
                <w:shd w:val="clear" w:color="auto" w:fill="auto"/>
              </w:tcPr>
              <w:p w14:paraId="7B9733B9"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lastRenderedPageBreak/>
                  <w:t>Please advise which DCUSA Objective(s) are better facilitated by this change and provide the reason why the objective(s) are better facilitated?</w:t>
                </w:r>
              </w:p>
            </w:tc>
            <w:sdt>
              <w:sdtPr>
                <w:rPr>
                  <w:rFonts w:ascii="Calibri" w:hAnsi="Calibri" w:cs="Calibri"/>
                  <w:sz w:val="22"/>
                  <w:szCs w:val="22"/>
                </w:rPr>
                <w:alias w:val="Response Details"/>
                <w:tag w:val="response_details"/>
                <w:id w:val="1442806310"/>
                <w:placeholder>
                  <w:docPart w:val="462DC40808D7487BBCCCDA11019CED8E"/>
                </w:placeholder>
                <w:showingPlcHdr/>
              </w:sdtPr>
              <w:sdtEndPr/>
              <w:sdtContent>
                <w:tc>
                  <w:tcPr>
                    <w:tcW w:w="6370" w:type="dxa"/>
                    <w:shd w:val="clear" w:color="auto" w:fill="auto"/>
                  </w:tcPr>
                  <w:p w14:paraId="72A8450D" w14:textId="77777777" w:rsidR="004572E2" w:rsidRPr="00691A19" w:rsidRDefault="004572E2"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4572E2" w:rsidRPr="00691A19" w14:paraId="13C20665" w14:textId="77777777" w:rsidTr="004572E2">
            <w:tc>
              <w:tcPr>
                <w:tcW w:w="2697" w:type="dxa"/>
                <w:shd w:val="clear" w:color="auto" w:fill="auto"/>
              </w:tcPr>
              <w:p w14:paraId="63E4297B"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t>Any Other Comments</w:t>
                </w:r>
                <w:r w:rsidRPr="00691A19">
                  <w:rPr>
                    <w:rStyle w:val="FootnoteReference"/>
                    <w:rFonts w:ascii="Calibri" w:hAnsi="Calibri" w:cs="Calibri"/>
                    <w:sz w:val="22"/>
                    <w:szCs w:val="22"/>
                  </w:rPr>
                  <w:footnoteReference w:id="2"/>
                </w:r>
              </w:p>
            </w:tc>
            <w:sdt>
              <w:sdtPr>
                <w:rPr>
                  <w:rFonts w:ascii="Calibri" w:hAnsi="Calibri" w:cs="Calibri"/>
                  <w:sz w:val="22"/>
                  <w:szCs w:val="22"/>
                </w:rPr>
                <w:alias w:val="Other Comments"/>
                <w:tag w:val="other_comments"/>
                <w:id w:val="163441968"/>
                <w:placeholder>
                  <w:docPart w:val="EF8C1B154F37440CBB2659F6BCC0A1EF"/>
                </w:placeholder>
                <w:showingPlcHdr/>
              </w:sdtPr>
              <w:sdtEndPr/>
              <w:sdtContent>
                <w:tc>
                  <w:tcPr>
                    <w:tcW w:w="6370" w:type="dxa"/>
                    <w:shd w:val="clear" w:color="auto" w:fill="auto"/>
                  </w:tcPr>
                  <w:p w14:paraId="43183BFC" w14:textId="77777777" w:rsidR="004572E2" w:rsidRPr="00691A19" w:rsidRDefault="001F256A"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57C0DFC" w14:textId="51347760" w:rsidR="005F26DE" w:rsidRPr="00691A19" w:rsidRDefault="00AA1F4A" w:rsidP="000D336B">
          <w:pPr>
            <w:rPr>
              <w:rFonts w:ascii="Calibri" w:hAnsi="Calibri" w:cs="Calibri"/>
              <w:sz w:val="22"/>
              <w:szCs w:val="22"/>
            </w:rPr>
          </w:pPr>
        </w:p>
      </w:sdtContent>
    </w:sdt>
    <w:sectPr w:rsidR="005F26DE" w:rsidRPr="00691A19"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9A18F" w14:textId="77777777" w:rsidR="00691A19" w:rsidRDefault="00691A19" w:rsidP="00FD00A2">
      <w:r>
        <w:separator/>
      </w:r>
    </w:p>
  </w:endnote>
  <w:endnote w:type="continuationSeparator" w:id="0">
    <w:p w14:paraId="43EB46DC" w14:textId="77777777" w:rsidR="00691A19" w:rsidRDefault="00691A1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324463"/>
      <w:lock w:val="contentLocked"/>
      <w:placeholder>
        <w:docPart w:val="DefaultPlaceholder_-1854013440"/>
      </w:placeholder>
      <w:showingPlcHdr/>
      <w:group/>
    </w:sdtPr>
    <w:sdtContent>
      <w:p w14:paraId="46D40978" w14:textId="5C0E2160" w:rsidR="00AA1F4A" w:rsidRDefault="00AA1F4A">
        <w:pPr>
          <w:pStyle w:val="Footer"/>
        </w:pPr>
        <w:r w:rsidRPr="00226A7E">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3625484"/>
      <w:lock w:val="contentLocked"/>
      <w:placeholder>
        <w:docPart w:val="DefaultPlaceholder_-1854013440"/>
      </w:placeholder>
      <w:group/>
    </w:sdtPr>
    <w:sdtContent>
      <w:p w14:paraId="4BA66505" w14:textId="4F04434C" w:rsidR="00FD00A2" w:rsidRDefault="000D336B">
        <w:pPr>
          <w:pStyle w:val="Footer"/>
        </w:pPr>
        <w:r>
          <w:t xml:space="preserve">20 April </w:t>
        </w:r>
        <w:r w:rsidR="009F0721">
          <w:t>201</w:t>
        </w:r>
        <w:r w:rsidR="006C52F5">
          <w:t>8</w:t>
        </w:r>
        <w:r w:rsidR="00FD00A2">
          <w:tab/>
          <w:t xml:space="preserve">Page </w:t>
        </w:r>
        <w:r w:rsidR="00FD00A2">
          <w:fldChar w:fldCharType="begin"/>
        </w:r>
        <w:r w:rsidR="00FD00A2">
          <w:instrText xml:space="preserve"> page </w:instrText>
        </w:r>
        <w:r w:rsidR="00FD00A2">
          <w:fldChar w:fldCharType="separate"/>
        </w:r>
        <w:r w:rsidR="009F0721">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9F0721">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691A19">
          <w:t>Version 1.0</w: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215483"/>
      <w:lock w:val="contentLocked"/>
      <w:placeholder>
        <w:docPart w:val="DefaultPlaceholder_-1854013440"/>
      </w:placeholder>
      <w:showingPlcHdr/>
      <w:group/>
    </w:sdtPr>
    <w:sdtContent>
      <w:p w14:paraId="53DCD00B" w14:textId="27560CE9" w:rsidR="00AA1F4A" w:rsidRDefault="00AA1F4A">
        <w:pPr>
          <w:pStyle w:val="Footer"/>
        </w:pPr>
        <w:r w:rsidRPr="00226A7E">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1465A" w14:textId="77777777" w:rsidR="00691A19" w:rsidRDefault="00691A19" w:rsidP="00FD00A2">
      <w:r>
        <w:separator/>
      </w:r>
    </w:p>
  </w:footnote>
  <w:footnote w:type="continuationSeparator" w:id="0">
    <w:p w14:paraId="4858F301" w14:textId="77777777" w:rsidR="00691A19" w:rsidRDefault="00691A19" w:rsidP="00FD00A2">
      <w:r>
        <w:continuationSeparator/>
      </w:r>
    </w:p>
  </w:footnote>
  <w:footnote w:id="1">
    <w:p w14:paraId="4C71396C" w14:textId="77777777" w:rsidR="005F26DE" w:rsidRDefault="005F26DE">
      <w:pPr>
        <w:pStyle w:val="FootnoteText"/>
      </w:pPr>
      <w:r>
        <w:rPr>
          <w:rStyle w:val="FootnoteReference"/>
        </w:rPr>
        <w:footnoteRef/>
      </w:r>
      <w:r>
        <w:t xml:space="preserve"> Please add </w:t>
      </w:r>
      <w:r w:rsidR="00807039">
        <w:t xml:space="preserve">only </w:t>
      </w:r>
      <w:proofErr w:type="gramStart"/>
      <w:r>
        <w:t>one party</w:t>
      </w:r>
      <w:proofErr w:type="gramEnd"/>
      <w:r>
        <w:t xml:space="preserve"> name per line.</w:t>
      </w:r>
    </w:p>
  </w:footnote>
  <w:footnote w:id="2">
    <w:p w14:paraId="2EB4B0E3" w14:textId="77777777" w:rsidR="004572E2" w:rsidRDefault="004572E2">
      <w:pPr>
        <w:pStyle w:val="FootnoteText"/>
      </w:pPr>
      <w:r>
        <w:rPr>
          <w:rStyle w:val="FootnoteReference"/>
        </w:rPr>
        <w:footnoteRef/>
      </w:r>
      <w:r>
        <w:t xml:space="preserve"> </w:t>
      </w:r>
      <w:r w:rsidRPr="004572E2">
        <w:t xml:space="preserve">Please note that for Part 1 matters the Authority may </w:t>
      </w:r>
      <w:proofErr w:type="gramStart"/>
      <w:r w:rsidRPr="004572E2">
        <w:t>take into account</w:t>
      </w:r>
      <w:proofErr w:type="gramEnd"/>
      <w:r w:rsidRPr="004572E2">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0358217"/>
      <w:lock w:val="contentLocked"/>
      <w:placeholder>
        <w:docPart w:val="DefaultPlaceholder_-1854013440"/>
      </w:placeholder>
      <w:showingPlcHdr/>
      <w:group/>
    </w:sdtPr>
    <w:sdtContent>
      <w:p w14:paraId="5DD50364" w14:textId="4A892B39" w:rsidR="00AA1F4A" w:rsidRDefault="00AA1F4A">
        <w:pPr>
          <w:pStyle w:val="Header"/>
        </w:pPr>
        <w:r w:rsidRPr="00226A7E">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1573560"/>
      <w:lock w:val="contentLocked"/>
      <w:placeholder>
        <w:docPart w:val="DefaultPlaceholder_-1854013440"/>
      </w:placeholder>
      <w:group/>
    </w:sdtPr>
    <w:sdtContent>
      <w:p w14:paraId="1F079B55" w14:textId="265F5DB7" w:rsidR="00FD00A2" w:rsidRDefault="008D01AD">
        <w:pPr>
          <w:pStyle w:val="Header"/>
        </w:pPr>
        <w:r>
          <w:t xml:space="preserve">DCUSA </w:t>
        </w:r>
        <w:r w:rsidR="00193115">
          <w:t>Change Report</w:t>
        </w:r>
        <w:r w:rsidR="00FD00A2">
          <w:tab/>
        </w:r>
        <w:r w:rsidR="009B02DB">
          <w:t xml:space="preserve">DCP </w:t>
        </w:r>
        <w:r w:rsidR="000D336B">
          <w:t>3</w:t>
        </w:r>
        <w:r w:rsidR="00AA1F4A">
          <w:t>1</w:t>
        </w:r>
        <w:r w:rsidR="000D336B">
          <w:t>6</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7282232"/>
      <w:lock w:val="contentLocked"/>
      <w:placeholder>
        <w:docPart w:val="DefaultPlaceholder_-1854013440"/>
      </w:placeholder>
      <w:showingPlcHdr/>
      <w:group/>
    </w:sdtPr>
    <w:sdtContent>
      <w:p w14:paraId="65BE9520" w14:textId="350CBD66" w:rsidR="00AA1F4A" w:rsidRDefault="00AA1F4A">
        <w:pPr>
          <w:pStyle w:val="Header"/>
        </w:pPr>
        <w:r w:rsidRPr="00226A7E">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A19"/>
    <w:rsid w:val="00077D80"/>
    <w:rsid w:val="000D336B"/>
    <w:rsid w:val="00134AF7"/>
    <w:rsid w:val="00171886"/>
    <w:rsid w:val="00193115"/>
    <w:rsid w:val="001E03C5"/>
    <w:rsid w:val="001F256A"/>
    <w:rsid w:val="00223DF1"/>
    <w:rsid w:val="0023069B"/>
    <w:rsid w:val="002B61A0"/>
    <w:rsid w:val="0031153A"/>
    <w:rsid w:val="0040580C"/>
    <w:rsid w:val="00410907"/>
    <w:rsid w:val="004572E2"/>
    <w:rsid w:val="004A45C0"/>
    <w:rsid w:val="005124D0"/>
    <w:rsid w:val="00554409"/>
    <w:rsid w:val="005A6203"/>
    <w:rsid w:val="005F1DC2"/>
    <w:rsid w:val="005F26DE"/>
    <w:rsid w:val="005F2D28"/>
    <w:rsid w:val="00691A19"/>
    <w:rsid w:val="00697019"/>
    <w:rsid w:val="006A156B"/>
    <w:rsid w:val="006C52F5"/>
    <w:rsid w:val="006E1D1C"/>
    <w:rsid w:val="00711B18"/>
    <w:rsid w:val="007361B2"/>
    <w:rsid w:val="0076726D"/>
    <w:rsid w:val="007F090A"/>
    <w:rsid w:val="00807039"/>
    <w:rsid w:val="00884177"/>
    <w:rsid w:val="008D01AD"/>
    <w:rsid w:val="008F22A5"/>
    <w:rsid w:val="00916C37"/>
    <w:rsid w:val="00963A66"/>
    <w:rsid w:val="009A3EA3"/>
    <w:rsid w:val="009B02DB"/>
    <w:rsid w:val="009F0721"/>
    <w:rsid w:val="009F1AFC"/>
    <w:rsid w:val="00A817E9"/>
    <w:rsid w:val="00A828F0"/>
    <w:rsid w:val="00AA1F4A"/>
    <w:rsid w:val="00AC6DB4"/>
    <w:rsid w:val="00B23399"/>
    <w:rsid w:val="00BD7921"/>
    <w:rsid w:val="00C01797"/>
    <w:rsid w:val="00CE497A"/>
    <w:rsid w:val="00D7706F"/>
    <w:rsid w:val="00DB3EF9"/>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5A649"/>
  <w15:chartTrackingRefBased/>
  <w15:docId w15:val="{63B63E80-C100-42B4-BC77-D60281DE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EE63FAC1F544A09F2B692C3F0026DF"/>
        <w:category>
          <w:name w:val="General"/>
          <w:gallery w:val="placeholder"/>
        </w:category>
        <w:types>
          <w:type w:val="bbPlcHdr"/>
        </w:types>
        <w:behaviors>
          <w:behavior w:val="content"/>
        </w:behaviors>
        <w:guid w:val="{9E8CDE6A-82DF-47FF-90FF-F2E352B2C775}"/>
      </w:docPartPr>
      <w:docPartBody>
        <w:p w:rsidR="002662D3" w:rsidRDefault="007B488B">
          <w:pPr>
            <w:pStyle w:val="34EE63FAC1F544A09F2B692C3F0026DF"/>
          </w:pPr>
          <w:r w:rsidRPr="005D19FB">
            <w:rPr>
              <w:rStyle w:val="PlaceholderText"/>
            </w:rPr>
            <w:t>Click here to enter text.</w:t>
          </w:r>
        </w:p>
      </w:docPartBody>
    </w:docPart>
    <w:docPart>
      <w:docPartPr>
        <w:name w:val="5EC4AB05902D46949445F656471EBAAA"/>
        <w:category>
          <w:name w:val="General"/>
          <w:gallery w:val="placeholder"/>
        </w:category>
        <w:types>
          <w:type w:val="bbPlcHdr"/>
        </w:types>
        <w:behaviors>
          <w:behavior w:val="content"/>
        </w:behaviors>
        <w:guid w:val="{25940A8B-4325-4BD2-B51A-A6255D4DF4D8}"/>
      </w:docPartPr>
      <w:docPartBody>
        <w:p w:rsidR="002662D3" w:rsidRDefault="007B488B">
          <w:pPr>
            <w:pStyle w:val="5EC4AB05902D46949445F656471EBAAA"/>
          </w:pPr>
          <w:r w:rsidRPr="005D19FB">
            <w:rPr>
              <w:rStyle w:val="PlaceholderText"/>
            </w:rPr>
            <w:t>Choose an item.</w:t>
          </w:r>
        </w:p>
      </w:docPartBody>
    </w:docPart>
    <w:docPart>
      <w:docPartPr>
        <w:name w:val="D2263370DB484ADEAD458606B5432529"/>
        <w:category>
          <w:name w:val="General"/>
          <w:gallery w:val="placeholder"/>
        </w:category>
        <w:types>
          <w:type w:val="bbPlcHdr"/>
        </w:types>
        <w:behaviors>
          <w:behavior w:val="content"/>
        </w:behaviors>
        <w:guid w:val="{67F1B359-FD8B-4B6F-8DD5-6D94C3733DEF}"/>
      </w:docPartPr>
      <w:docPartBody>
        <w:p w:rsidR="002662D3" w:rsidRDefault="007B488B">
          <w:pPr>
            <w:pStyle w:val="D2263370DB484ADEAD458606B5432529"/>
          </w:pPr>
          <w:r w:rsidRPr="005D19FB">
            <w:rPr>
              <w:rStyle w:val="PlaceholderText"/>
            </w:rPr>
            <w:t>Click here to enter text.</w:t>
          </w:r>
        </w:p>
      </w:docPartBody>
    </w:docPart>
    <w:docPart>
      <w:docPartPr>
        <w:name w:val="6ACD6873D0A2434181441377169BB64D"/>
        <w:category>
          <w:name w:val="General"/>
          <w:gallery w:val="placeholder"/>
        </w:category>
        <w:types>
          <w:type w:val="bbPlcHdr"/>
        </w:types>
        <w:behaviors>
          <w:behavior w:val="content"/>
        </w:behaviors>
        <w:guid w:val="{DA483F6C-0C86-4A34-92ED-484F9FD69EC1}"/>
      </w:docPartPr>
      <w:docPartBody>
        <w:p w:rsidR="002662D3" w:rsidRDefault="007B488B">
          <w:pPr>
            <w:pStyle w:val="6ACD6873D0A2434181441377169BB64D"/>
          </w:pPr>
          <w:r w:rsidRPr="005D19FB">
            <w:rPr>
              <w:rStyle w:val="PlaceholderText"/>
            </w:rPr>
            <w:t>Click here to enter text.</w:t>
          </w:r>
        </w:p>
      </w:docPartBody>
    </w:docPart>
    <w:docPart>
      <w:docPartPr>
        <w:name w:val="DCE3716158AB4CF6B2E32A7237C93F68"/>
        <w:category>
          <w:name w:val="General"/>
          <w:gallery w:val="placeholder"/>
        </w:category>
        <w:types>
          <w:type w:val="bbPlcHdr"/>
        </w:types>
        <w:behaviors>
          <w:behavior w:val="content"/>
        </w:behaviors>
        <w:guid w:val="{DF0766EE-5637-4CC3-BBCA-D726CB431B14}"/>
      </w:docPartPr>
      <w:docPartBody>
        <w:p w:rsidR="002662D3" w:rsidRDefault="007B488B">
          <w:pPr>
            <w:pStyle w:val="DCE3716158AB4CF6B2E32A7237C93F68"/>
          </w:pPr>
          <w:r w:rsidRPr="005D19FB">
            <w:rPr>
              <w:rStyle w:val="PlaceholderText"/>
            </w:rPr>
            <w:t>Click here to enter text.</w:t>
          </w:r>
        </w:p>
      </w:docPartBody>
    </w:docPart>
    <w:docPart>
      <w:docPartPr>
        <w:name w:val="7B976BCFB9B64798AFB0AA1C8288F6C5"/>
        <w:category>
          <w:name w:val="General"/>
          <w:gallery w:val="placeholder"/>
        </w:category>
        <w:types>
          <w:type w:val="bbPlcHdr"/>
        </w:types>
        <w:behaviors>
          <w:behavior w:val="content"/>
        </w:behaviors>
        <w:guid w:val="{35E93992-78FD-4A44-B737-1F1A2530E1C4}"/>
      </w:docPartPr>
      <w:docPartBody>
        <w:p w:rsidR="002662D3" w:rsidRDefault="007B488B">
          <w:pPr>
            <w:pStyle w:val="7B976BCFB9B64798AFB0AA1C8288F6C5"/>
          </w:pPr>
          <w:r w:rsidRPr="005D19FB">
            <w:rPr>
              <w:rStyle w:val="PlaceholderText"/>
            </w:rPr>
            <w:t>Click here to enter text.</w:t>
          </w:r>
        </w:p>
      </w:docPartBody>
    </w:docPart>
    <w:docPart>
      <w:docPartPr>
        <w:name w:val="8845676DDA974D058337A6EDFDC825EF"/>
        <w:category>
          <w:name w:val="General"/>
          <w:gallery w:val="placeholder"/>
        </w:category>
        <w:types>
          <w:type w:val="bbPlcHdr"/>
        </w:types>
        <w:behaviors>
          <w:behavior w:val="content"/>
        </w:behaviors>
        <w:guid w:val="{D6F374F5-8AB9-4277-B54F-3C2F8286BAD4}"/>
      </w:docPartPr>
      <w:docPartBody>
        <w:p w:rsidR="002662D3" w:rsidRDefault="007B488B">
          <w:pPr>
            <w:pStyle w:val="8845676DDA974D058337A6EDFDC825EF"/>
          </w:pPr>
          <w:r w:rsidRPr="005D19FB">
            <w:rPr>
              <w:rStyle w:val="PlaceholderText"/>
            </w:rPr>
            <w:t>Click here to enter text.</w:t>
          </w:r>
        </w:p>
      </w:docPartBody>
    </w:docPart>
    <w:docPart>
      <w:docPartPr>
        <w:name w:val="05676909173E45F8AE1BC0F5CA8684FD"/>
        <w:category>
          <w:name w:val="General"/>
          <w:gallery w:val="placeholder"/>
        </w:category>
        <w:types>
          <w:type w:val="bbPlcHdr"/>
        </w:types>
        <w:behaviors>
          <w:behavior w:val="content"/>
        </w:behaviors>
        <w:guid w:val="{673BEE53-E9D8-4FFE-B096-467EF1AEBF04}"/>
      </w:docPartPr>
      <w:docPartBody>
        <w:p w:rsidR="002662D3" w:rsidRDefault="007B488B">
          <w:pPr>
            <w:pStyle w:val="05676909173E45F8AE1BC0F5CA8684FD"/>
          </w:pPr>
          <w:r w:rsidRPr="005D19FB">
            <w:rPr>
              <w:rStyle w:val="PlaceholderText"/>
            </w:rPr>
            <w:t>Click here to enter text.</w:t>
          </w:r>
        </w:p>
      </w:docPartBody>
    </w:docPart>
    <w:docPart>
      <w:docPartPr>
        <w:name w:val="C513BB0F45FA4086AFBEA7E82E969018"/>
        <w:category>
          <w:name w:val="General"/>
          <w:gallery w:val="placeholder"/>
        </w:category>
        <w:types>
          <w:type w:val="bbPlcHdr"/>
        </w:types>
        <w:behaviors>
          <w:behavior w:val="content"/>
        </w:behaviors>
        <w:guid w:val="{2E320FB8-02AA-454B-9FDA-6F3D437710C8}"/>
      </w:docPartPr>
      <w:docPartBody>
        <w:p w:rsidR="002662D3" w:rsidRDefault="007B488B">
          <w:pPr>
            <w:pStyle w:val="C513BB0F45FA4086AFBEA7E82E969018"/>
          </w:pPr>
          <w:r w:rsidRPr="005D19FB">
            <w:rPr>
              <w:rStyle w:val="PlaceholderText"/>
            </w:rPr>
            <w:t>Choose an item.</w:t>
          </w:r>
        </w:p>
      </w:docPartBody>
    </w:docPart>
    <w:docPart>
      <w:docPartPr>
        <w:name w:val="35589438AEF84B2192A61A9F08D5BFA2"/>
        <w:category>
          <w:name w:val="General"/>
          <w:gallery w:val="placeholder"/>
        </w:category>
        <w:types>
          <w:type w:val="bbPlcHdr"/>
        </w:types>
        <w:behaviors>
          <w:behavior w:val="content"/>
        </w:behaviors>
        <w:guid w:val="{C46C9AF7-80AA-45EB-A110-2034828A864D}"/>
      </w:docPartPr>
      <w:docPartBody>
        <w:p w:rsidR="002662D3" w:rsidRDefault="007B488B">
          <w:pPr>
            <w:pStyle w:val="35589438AEF84B2192A61A9F08D5BFA2"/>
          </w:pPr>
          <w:r w:rsidRPr="005D19FB">
            <w:rPr>
              <w:rStyle w:val="PlaceholderText"/>
            </w:rPr>
            <w:t>Choose an item.</w:t>
          </w:r>
        </w:p>
      </w:docPartBody>
    </w:docPart>
    <w:docPart>
      <w:docPartPr>
        <w:name w:val="462DC40808D7487BBCCCDA11019CED8E"/>
        <w:category>
          <w:name w:val="General"/>
          <w:gallery w:val="placeholder"/>
        </w:category>
        <w:types>
          <w:type w:val="bbPlcHdr"/>
        </w:types>
        <w:behaviors>
          <w:behavior w:val="content"/>
        </w:behaviors>
        <w:guid w:val="{534A24C1-38D7-4760-BD99-27F3987EF04B}"/>
      </w:docPartPr>
      <w:docPartBody>
        <w:p w:rsidR="002662D3" w:rsidRDefault="007B488B">
          <w:pPr>
            <w:pStyle w:val="462DC40808D7487BBCCCDA11019CED8E"/>
          </w:pPr>
          <w:r w:rsidRPr="005D19FB">
            <w:rPr>
              <w:rStyle w:val="PlaceholderText"/>
            </w:rPr>
            <w:t>Click here to enter text.</w:t>
          </w:r>
        </w:p>
      </w:docPartBody>
    </w:docPart>
    <w:docPart>
      <w:docPartPr>
        <w:name w:val="EF8C1B154F37440CBB2659F6BCC0A1EF"/>
        <w:category>
          <w:name w:val="General"/>
          <w:gallery w:val="placeholder"/>
        </w:category>
        <w:types>
          <w:type w:val="bbPlcHdr"/>
        </w:types>
        <w:behaviors>
          <w:behavior w:val="content"/>
        </w:behaviors>
        <w:guid w:val="{BD31E2B7-5A1E-485F-B2AC-155DF2824251}"/>
      </w:docPartPr>
      <w:docPartBody>
        <w:p w:rsidR="002662D3" w:rsidRDefault="007B488B">
          <w:pPr>
            <w:pStyle w:val="EF8C1B154F37440CBB2659F6BCC0A1EF"/>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C49675F0-1503-4AF1-8E95-1564D83F53A7}"/>
      </w:docPartPr>
      <w:docPartBody>
        <w:p w:rsidR="00D5234B" w:rsidRDefault="00C54897">
          <w:r w:rsidRPr="00226A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88B"/>
    <w:rsid w:val="002662D3"/>
    <w:rsid w:val="007B488B"/>
    <w:rsid w:val="00C54897"/>
    <w:rsid w:val="00D52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4897"/>
    <w:rPr>
      <w:color w:val="808080"/>
    </w:rPr>
  </w:style>
  <w:style w:type="paragraph" w:customStyle="1" w:styleId="34EE63FAC1F544A09F2B692C3F0026DF">
    <w:name w:val="34EE63FAC1F544A09F2B692C3F0026DF"/>
  </w:style>
  <w:style w:type="paragraph" w:customStyle="1" w:styleId="5EC4AB05902D46949445F656471EBAAA">
    <w:name w:val="5EC4AB05902D46949445F656471EBAAA"/>
  </w:style>
  <w:style w:type="paragraph" w:customStyle="1" w:styleId="D2263370DB484ADEAD458606B5432529">
    <w:name w:val="D2263370DB484ADEAD458606B5432529"/>
  </w:style>
  <w:style w:type="paragraph" w:customStyle="1" w:styleId="6ACD6873D0A2434181441377169BB64D">
    <w:name w:val="6ACD6873D0A2434181441377169BB64D"/>
  </w:style>
  <w:style w:type="paragraph" w:customStyle="1" w:styleId="DCE3716158AB4CF6B2E32A7237C93F68">
    <w:name w:val="DCE3716158AB4CF6B2E32A7237C93F68"/>
  </w:style>
  <w:style w:type="paragraph" w:customStyle="1" w:styleId="7B976BCFB9B64798AFB0AA1C8288F6C5">
    <w:name w:val="7B976BCFB9B64798AFB0AA1C8288F6C5"/>
  </w:style>
  <w:style w:type="paragraph" w:customStyle="1" w:styleId="8845676DDA974D058337A6EDFDC825EF">
    <w:name w:val="8845676DDA974D058337A6EDFDC825EF"/>
  </w:style>
  <w:style w:type="paragraph" w:customStyle="1" w:styleId="3C54A4E4BDBA474C87568E7B9193C85C">
    <w:name w:val="3C54A4E4BDBA474C87568E7B9193C85C"/>
  </w:style>
  <w:style w:type="paragraph" w:customStyle="1" w:styleId="05676909173E45F8AE1BC0F5CA8684FD">
    <w:name w:val="05676909173E45F8AE1BC0F5CA8684FD"/>
  </w:style>
  <w:style w:type="paragraph" w:customStyle="1" w:styleId="C513BB0F45FA4086AFBEA7E82E969018">
    <w:name w:val="C513BB0F45FA4086AFBEA7E82E969018"/>
  </w:style>
  <w:style w:type="paragraph" w:customStyle="1" w:styleId="35589438AEF84B2192A61A9F08D5BFA2">
    <w:name w:val="35589438AEF84B2192A61A9F08D5BFA2"/>
  </w:style>
  <w:style w:type="paragraph" w:customStyle="1" w:styleId="462DC40808D7487BBCCCDA11019CED8E">
    <w:name w:val="462DC40808D7487BBCCCDA11019CED8E"/>
  </w:style>
  <w:style w:type="paragraph" w:customStyle="1" w:styleId="EF8C1B154F37440CBB2659F6BCC0A1EF">
    <w:name w:val="EF8C1B154F37440CBB2659F6BCC0A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B3077-2AB4-499E-86B5-8A54CDD33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0</TotalTime>
  <Pages>2</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Hollie Nicholls</cp:lastModifiedBy>
  <cp:revision>2</cp:revision>
  <dcterms:created xsi:type="dcterms:W3CDTF">2018-04-10T12:32:00Z</dcterms:created>
  <dcterms:modified xsi:type="dcterms:W3CDTF">2018-04-10T12:32:00Z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22 September 2017</vt:lpwstr>
  </property>
  <property fmtid="{D5CDD505-2E9C-101B-9397-08002B2CF9AE}" pid="4" name="Version">
    <vt:lpwstr>Version 1.0</vt:lpwstr>
  </property>
</Properties>
</file>