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509868807"/>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2194305" w14:textId="518FCFF1" w:rsidR="001D313A" w:rsidRDefault="001D313A" w:rsidP="0072107A">
          <w:pPr>
            <w:pStyle w:val="Title"/>
          </w:pPr>
        </w:p>
        <w:p w14:paraId="7E2CF872" w14:textId="77777777" w:rsidR="001D313A" w:rsidRDefault="001D313A" w:rsidP="0072107A">
          <w:pPr>
            <w:pStyle w:val="Title"/>
          </w:pPr>
        </w:p>
        <w:p w14:paraId="1E442141" w14:textId="77777777" w:rsidR="001D313A" w:rsidRDefault="001D313A" w:rsidP="0072107A">
          <w:pPr>
            <w:pStyle w:val="Title"/>
          </w:pPr>
        </w:p>
        <w:p w14:paraId="36BC8D8F"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EBCB202"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7A8F83B5" w14:textId="77777777" w:rsidR="00B23399" w:rsidRPr="00DA5999" w:rsidRDefault="00B23399" w:rsidP="00DA5999">
                <w:pPr>
                  <w:pStyle w:val="ColumnHeading"/>
                </w:pPr>
                <w:r w:rsidRPr="00DA5999">
                  <w:t>CP Details</w:t>
                </w:r>
              </w:p>
            </w:tc>
          </w:tr>
          <w:tr w:rsidR="00193115" w:rsidRPr="00973740" w14:paraId="4B57D2C4" w14:textId="77777777" w:rsidTr="00DA5999">
            <w:trPr>
              <w:trHeight w:val="227"/>
            </w:trPr>
            <w:tc>
              <w:tcPr>
                <w:tcW w:w="2192" w:type="pct"/>
              </w:tcPr>
              <w:p w14:paraId="5805EF49" w14:textId="77777777" w:rsidR="00193115" w:rsidRPr="0072107A" w:rsidRDefault="00193115" w:rsidP="00DA5999">
                <w:r w:rsidRPr="0072107A">
                  <w:t>CP number</w:t>
                </w:r>
                <w:r w:rsidR="00916C37" w:rsidRPr="0072107A">
                  <w:t>:</w:t>
                </w:r>
              </w:p>
            </w:tc>
            <w:tc>
              <w:tcPr>
                <w:tcW w:w="2808" w:type="pct"/>
              </w:tcPr>
              <w:p w14:paraId="76B9A765" w14:textId="29E2DE1F" w:rsidR="00193115" w:rsidRPr="00973740" w:rsidRDefault="00F5466B" w:rsidP="00DA5999">
                <w:r>
                  <w:t>DCP 343</w:t>
                </w:r>
              </w:p>
            </w:tc>
          </w:tr>
          <w:tr w:rsidR="00193115" w:rsidRPr="00973740" w14:paraId="2DDE8642" w14:textId="77777777" w:rsidTr="00DA5999">
            <w:trPr>
              <w:trHeight w:val="227"/>
            </w:trPr>
            <w:tc>
              <w:tcPr>
                <w:tcW w:w="2192" w:type="pct"/>
              </w:tcPr>
              <w:p w14:paraId="033D7376" w14:textId="77777777" w:rsidR="00193115" w:rsidRPr="0072107A" w:rsidRDefault="00916C37" w:rsidP="00DA5999">
                <w:r w:rsidRPr="0072107A">
                  <w:t>CP Title:</w:t>
                </w:r>
              </w:p>
            </w:tc>
            <w:tc>
              <w:tcPr>
                <w:tcW w:w="2808" w:type="pct"/>
              </w:tcPr>
              <w:p w14:paraId="67832991" w14:textId="4A610BAC" w:rsidR="00193115" w:rsidRPr="00973740" w:rsidRDefault="00F5466B" w:rsidP="00DA5999">
                <w:r>
                  <w:t>Use of a Nominated Calculation Agent for the calculation of the LV Mains Split</w:t>
                </w:r>
              </w:p>
            </w:tc>
          </w:tr>
          <w:tr w:rsidR="00916C37" w:rsidRPr="00973740" w14:paraId="515EFA15" w14:textId="77777777" w:rsidTr="00DA5999">
            <w:trPr>
              <w:trHeight w:val="227"/>
            </w:trPr>
            <w:tc>
              <w:tcPr>
                <w:tcW w:w="2192" w:type="pct"/>
              </w:tcPr>
              <w:p w14:paraId="4CD14FA4" w14:textId="77777777" w:rsidR="00916C37" w:rsidRPr="0072107A" w:rsidRDefault="00916C37" w:rsidP="00DA5999">
                <w:r w:rsidRPr="0072107A">
                  <w:t>Parties Impacted:</w:t>
                </w:r>
              </w:p>
            </w:tc>
            <w:tc>
              <w:tcPr>
                <w:tcW w:w="2808" w:type="pct"/>
              </w:tcPr>
              <w:p w14:paraId="14E9333A" w14:textId="3501B2E3" w:rsidR="00916C37" w:rsidRPr="00973740" w:rsidRDefault="00144AD6" w:rsidP="00DA5999">
                <w:r>
                  <w:t>DNOs and IDNOs</w:t>
                </w:r>
              </w:p>
            </w:tc>
          </w:tr>
          <w:tr w:rsidR="00916C37" w:rsidRPr="00973740" w14:paraId="4945FCAC" w14:textId="77777777" w:rsidTr="00DA5999">
            <w:trPr>
              <w:trHeight w:val="227"/>
            </w:trPr>
            <w:tc>
              <w:tcPr>
                <w:tcW w:w="2192" w:type="pct"/>
              </w:tcPr>
              <w:p w14:paraId="43ACD271" w14:textId="77777777" w:rsidR="00916C37" w:rsidRPr="0072107A" w:rsidRDefault="00916C37" w:rsidP="00DA5999">
                <w:r w:rsidRPr="0072107A">
                  <w:t>Part 1</w:t>
                </w:r>
                <w:r w:rsidR="008A35FA">
                  <w:t xml:space="preserve"> </w:t>
                </w:r>
                <w:r w:rsidRPr="0072107A">
                  <w:t>/ Part 2 Matter:</w:t>
                </w:r>
              </w:p>
            </w:tc>
            <w:tc>
              <w:tcPr>
                <w:tcW w:w="2808" w:type="pct"/>
              </w:tcPr>
              <w:p w14:paraId="58121895" w14:textId="3DD3E435" w:rsidR="00916C37" w:rsidRPr="00973740" w:rsidRDefault="00144AD6" w:rsidP="00DA5999">
                <w:r>
                  <w:t>Part 1</w:t>
                </w:r>
              </w:p>
            </w:tc>
          </w:tr>
          <w:tr w:rsidR="00916C37" w:rsidRPr="00973740" w14:paraId="72EF66E1" w14:textId="77777777" w:rsidTr="00DA5999">
            <w:trPr>
              <w:trHeight w:val="227"/>
            </w:trPr>
            <w:tc>
              <w:tcPr>
                <w:tcW w:w="2192" w:type="pct"/>
              </w:tcPr>
              <w:p w14:paraId="1CFB2595" w14:textId="77777777" w:rsidR="00916C37" w:rsidRPr="0072107A" w:rsidRDefault="00916C37" w:rsidP="00DA5999">
                <w:r w:rsidRPr="0072107A">
                  <w:t>Implementation Date:</w:t>
                </w:r>
              </w:p>
            </w:tc>
            <w:tc>
              <w:tcPr>
                <w:tcW w:w="2808" w:type="pct"/>
              </w:tcPr>
              <w:p w14:paraId="69DD8976" w14:textId="3E52D262" w:rsidR="00916C37" w:rsidRPr="00973740" w:rsidRDefault="00144AD6" w:rsidP="00DA5999">
                <w:r>
                  <w:t>First DCUSA Release following Authority approval</w:t>
                </w:r>
              </w:p>
            </w:tc>
          </w:tr>
          <w:tr w:rsidR="00916C37" w:rsidRPr="00973740" w14:paraId="65ED2C01" w14:textId="77777777" w:rsidTr="00DA5999">
            <w:trPr>
              <w:trHeight w:val="227"/>
            </w:trPr>
            <w:tc>
              <w:tcPr>
                <w:tcW w:w="2192" w:type="pct"/>
              </w:tcPr>
              <w:p w14:paraId="654ABEF8" w14:textId="77777777" w:rsidR="00916C37" w:rsidRPr="0072107A" w:rsidRDefault="00916C37" w:rsidP="00DA5999">
                <w:r w:rsidRPr="0072107A">
                  <w:t>Voting End Date:</w:t>
                </w:r>
              </w:p>
            </w:tc>
            <w:tc>
              <w:tcPr>
                <w:tcW w:w="2808" w:type="pct"/>
              </w:tcPr>
              <w:p w14:paraId="7F8D2C65" w14:textId="63FAAC5B" w:rsidR="00916C37" w:rsidRPr="00973740" w:rsidRDefault="00144AD6" w:rsidP="00DA5999">
                <w:r>
                  <w:t>16 September 2019</w:t>
                </w:r>
                <w:bookmarkStart w:id="0" w:name="_GoBack"/>
                <w:bookmarkEnd w:id="0"/>
              </w:p>
            </w:tc>
          </w:tr>
        </w:tbl>
        <w:p w14:paraId="56BE1261"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468655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54D40248" w14:textId="77777777" w:rsidR="004A45C0" w:rsidRPr="00DA5999" w:rsidRDefault="004A45C0" w:rsidP="00DA5999">
                <w:pPr>
                  <w:pStyle w:val="ColumnHeading"/>
                </w:pPr>
                <w:r w:rsidRPr="00DA5999">
                  <w:t>Respondent Details</w:t>
                </w:r>
              </w:p>
            </w:tc>
          </w:tr>
          <w:tr w:rsidR="00B23399" w:rsidRPr="00973740" w14:paraId="0609FD75" w14:textId="77777777" w:rsidTr="00DA5999">
            <w:tc>
              <w:tcPr>
                <w:tcW w:w="2192" w:type="pct"/>
              </w:tcPr>
              <w:p w14:paraId="140484A3"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26D6611D352545FCBABB376AC3022013"/>
                </w:placeholder>
                <w:showingPlcHdr/>
              </w:sdtPr>
              <w:sdtEndPr/>
              <w:sdtContent>
                <w:tc>
                  <w:tcPr>
                    <w:tcW w:w="2808" w:type="pct"/>
                  </w:tcPr>
                  <w:p w14:paraId="0C612661"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DCFF548" w14:textId="77777777" w:rsidTr="00DA5999">
            <w:tc>
              <w:tcPr>
                <w:tcW w:w="2192" w:type="pct"/>
              </w:tcPr>
              <w:p w14:paraId="484D170B"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163E0095A9BA464A908D0324566091B5"/>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5079DAE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3742A885" w14:textId="77777777" w:rsidTr="00DA5999">
            <w:tc>
              <w:tcPr>
                <w:tcW w:w="2192" w:type="pct"/>
              </w:tcPr>
              <w:p w14:paraId="5E01C6C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320CE97BA6B140E8BBE2D61F17F530EA"/>
                </w:placeholder>
                <w:showingPlcHdr/>
                <w:text/>
              </w:sdtPr>
              <w:sdtEndPr/>
              <w:sdtContent>
                <w:tc>
                  <w:tcPr>
                    <w:tcW w:w="2808" w:type="pct"/>
                  </w:tcPr>
                  <w:p w14:paraId="0534022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7C886A0" w14:textId="77777777" w:rsidTr="00DA5999">
            <w:tc>
              <w:tcPr>
                <w:tcW w:w="2192" w:type="pct"/>
              </w:tcPr>
              <w:p w14:paraId="1347CBD0"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1945EEA04D7E4020AF3E0345923B7F09"/>
                </w:placeholder>
                <w:showingPlcHdr/>
                <w:text/>
              </w:sdtPr>
              <w:sdtEndPr/>
              <w:sdtContent>
                <w:tc>
                  <w:tcPr>
                    <w:tcW w:w="2808" w:type="pct"/>
                  </w:tcPr>
                  <w:p w14:paraId="4462A7B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FB9E177" w14:textId="77777777" w:rsidTr="00DA5999">
            <w:tc>
              <w:tcPr>
                <w:tcW w:w="2192" w:type="pct"/>
              </w:tcPr>
              <w:p w14:paraId="02E160A0"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AC61B3AB1075409491DF450DEDF82E3D"/>
                </w:placeholder>
                <w:showingPlcHdr/>
                <w:text/>
              </w:sdtPr>
              <w:sdtEndPr/>
              <w:sdtContent>
                <w:tc>
                  <w:tcPr>
                    <w:tcW w:w="2808" w:type="pct"/>
                  </w:tcPr>
                  <w:p w14:paraId="1B448BF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52359BE" w14:textId="77777777" w:rsidTr="00DA5999">
            <w:tc>
              <w:tcPr>
                <w:tcW w:w="2192" w:type="pct"/>
              </w:tcPr>
              <w:p w14:paraId="090B6A33"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B6D107EF666642FAAD8DED58A7C6F011"/>
                </w:placeholder>
                <w:showingPlcHdr/>
                <w:text/>
              </w:sdtPr>
              <w:sdtEndPr/>
              <w:sdtContent>
                <w:tc>
                  <w:tcPr>
                    <w:tcW w:w="2808" w:type="pct"/>
                  </w:tcPr>
                  <w:p w14:paraId="15F5E372"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48BB103" w14:textId="77777777" w:rsidTr="00DA5999">
            <w:tc>
              <w:tcPr>
                <w:tcW w:w="2192" w:type="pct"/>
              </w:tcPr>
              <w:p w14:paraId="083692E3"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9D514264A74B4F50AE1BBBF25256E5FF"/>
                </w:placeholder>
                <w:showingPlcHdr/>
                <w:text/>
              </w:sdtPr>
              <w:sdtEndPr/>
              <w:sdtContent>
                <w:tc>
                  <w:tcPr>
                    <w:tcW w:w="2808" w:type="pct"/>
                  </w:tcPr>
                  <w:p w14:paraId="30ADBF2B"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0987ACD" w14:textId="77777777" w:rsidTr="00DA5999">
            <w:tc>
              <w:tcPr>
                <w:tcW w:w="2192" w:type="pct"/>
              </w:tcPr>
              <w:p w14:paraId="4E127224"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963BD502AF2E475DA1F36E2CB8365E01"/>
                </w:placeholder>
                <w:showingPlcHdr/>
                <w:text/>
              </w:sdtPr>
              <w:sdtEndPr/>
              <w:sdtContent>
                <w:tc>
                  <w:tcPr>
                    <w:tcW w:w="2808" w:type="pct"/>
                  </w:tcPr>
                  <w:p w14:paraId="34B1B5CE"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14ABD195"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2F4677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E940311" w14:textId="77777777" w:rsidR="005F26DE" w:rsidRPr="00DA5999" w:rsidRDefault="005F26DE" w:rsidP="00DA5999">
                <w:pPr>
                  <w:pStyle w:val="ColumnHeading"/>
                </w:pPr>
                <w:r w:rsidRPr="00973740">
                  <w:t>Response</w:t>
                </w:r>
              </w:p>
            </w:tc>
          </w:tr>
          <w:tr w:rsidR="005F26DE" w:rsidRPr="00973740" w14:paraId="06ABBC76" w14:textId="77777777" w:rsidTr="00DA5999">
            <w:tc>
              <w:tcPr>
                <w:tcW w:w="2195" w:type="pct"/>
              </w:tcPr>
              <w:p w14:paraId="3D50DE79"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898918CE036042728BE1F3400CDF70C4"/>
                </w:placeholder>
                <w:showingPlcHdr/>
                <w:dropDownList>
                  <w:listItem w:value="Choose an item."/>
                  <w:listItem w:displayText="Accept" w:value="Accept"/>
                  <w:listItem w:displayText="Reject" w:value="Reject"/>
                </w:dropDownList>
              </w:sdtPr>
              <w:sdtEndPr/>
              <w:sdtContent>
                <w:tc>
                  <w:tcPr>
                    <w:tcW w:w="2805" w:type="pct"/>
                  </w:tcPr>
                  <w:p w14:paraId="627391C2"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BE07148" w14:textId="77777777" w:rsidTr="00DA5999">
            <w:tc>
              <w:tcPr>
                <w:tcW w:w="2195" w:type="pct"/>
                <w:tcBorders>
                  <w:bottom w:val="single" w:sz="4" w:space="0" w:color="auto"/>
                </w:tcBorders>
              </w:tcPr>
              <w:p w14:paraId="0569AD73"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1792946BEE094E00A2D8064C070717C9"/>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22FB931"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6F3FD998" w14:textId="77777777" w:rsidTr="00DA5999">
            <w:tc>
              <w:tcPr>
                <w:tcW w:w="2195" w:type="pct"/>
              </w:tcPr>
              <w:p w14:paraId="2C66A0E3"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79FFA65372E1443A8BFE9D6D4FB8C158"/>
                </w:placeholder>
                <w:showingPlcHdr/>
              </w:sdtPr>
              <w:sdtEndPr/>
              <w:sdtContent>
                <w:tc>
                  <w:tcPr>
                    <w:tcW w:w="2805" w:type="pct"/>
                  </w:tcPr>
                  <w:p w14:paraId="7836F41C"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7D6897EB" w14:textId="77777777" w:rsidTr="00DA5999">
            <w:tc>
              <w:tcPr>
                <w:tcW w:w="2195" w:type="pct"/>
              </w:tcPr>
              <w:p w14:paraId="7F8B8D22"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109DA61B818F4B1786825A128559FB8A"/>
                </w:placeholder>
                <w:showingPlcHdr/>
              </w:sdtPr>
              <w:sdtEndPr/>
              <w:sdtContent>
                <w:tc>
                  <w:tcPr>
                    <w:tcW w:w="2805" w:type="pct"/>
                  </w:tcPr>
                  <w:p w14:paraId="27B2475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0990A1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0E58AB64"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7A2591D6" w14:textId="77777777" w:rsidR="00973740" w:rsidRPr="00A94393" w:rsidRDefault="00973740" w:rsidP="00A94393">
                <w:pPr>
                  <w:pStyle w:val="ColumnHeading"/>
                </w:pPr>
                <w:r w:rsidRPr="00A94393">
                  <w:t>DCUSA Objectives</w:t>
                </w:r>
              </w:p>
            </w:tc>
          </w:tr>
          <w:tr w:rsidR="005F26DE" w:rsidRPr="00973740" w14:paraId="14A24B5F" w14:textId="77777777" w:rsidTr="00A94393">
            <w:tc>
              <w:tcPr>
                <w:tcW w:w="5000" w:type="pct"/>
                <w:tcBorders>
                  <w:bottom w:val="single" w:sz="4" w:space="0" w:color="auto"/>
                </w:tcBorders>
                <w:shd w:val="clear" w:color="auto" w:fill="D9D9D9" w:themeFill="background1" w:themeFillShade="D9"/>
              </w:tcPr>
              <w:p w14:paraId="7AB3DD7D" w14:textId="77777777" w:rsidR="00973740" w:rsidRPr="0072107A" w:rsidRDefault="00973740" w:rsidP="0072107A">
                <w:pPr>
                  <w:pStyle w:val="ObjectivesHeading"/>
                </w:pPr>
                <w:r w:rsidRPr="0072107A">
                  <w:t>DCUSA General Objectives</w:t>
                </w:r>
              </w:p>
              <w:p w14:paraId="6144ED29"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2C4B1556"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577E5D1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5C6BEFC"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54998BC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21946760" w14:textId="77777777" w:rsidR="00973740" w:rsidRPr="004D3204" w:rsidRDefault="00973740" w:rsidP="0072107A">
                <w:pPr>
                  <w:pStyle w:val="ObjectivesHeading"/>
                </w:pPr>
                <w:r w:rsidRPr="004D3204">
                  <w:t xml:space="preserve">DCUSA Charging Objectives </w:t>
                </w:r>
              </w:p>
              <w:p w14:paraId="554EA10B"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448514A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076864A"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1E0A9821"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77AFC43"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42C5ABF"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31324A43" w14:textId="77777777" w:rsidR="00973740" w:rsidRPr="00973740" w:rsidRDefault="00973740" w:rsidP="0072107A"/>
        <w:p w14:paraId="7157C281" w14:textId="22B31A51" w:rsidR="005F26DE" w:rsidRPr="00973740" w:rsidRDefault="00144AD6"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5B774" w14:textId="77777777" w:rsidR="00F5466B" w:rsidRDefault="00F5466B" w:rsidP="0072107A">
      <w:r>
        <w:separator/>
      </w:r>
    </w:p>
  </w:endnote>
  <w:endnote w:type="continuationSeparator" w:id="0">
    <w:p w14:paraId="09F834BF" w14:textId="77777777" w:rsidR="00F5466B" w:rsidRDefault="00F5466B"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215529"/>
      <w:lock w:val="contentLocked"/>
      <w:placeholder>
        <w:docPart w:val="DefaultPlaceholder_-1854013440"/>
      </w:placeholder>
      <w:showingPlcHdr/>
      <w:group/>
    </w:sdtPr>
    <w:sdtContent>
      <w:p w14:paraId="2B8C0F4F" w14:textId="62D2659C" w:rsidR="00144AD6" w:rsidRDefault="00144AD6">
        <w:pPr>
          <w:pStyle w:val="Footer"/>
        </w:pPr>
        <w:r w:rsidRPr="0083529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1700094"/>
      <w:lock w:val="contentLocked"/>
      <w:placeholder>
        <w:docPart w:val="DefaultPlaceholder_-1854013440"/>
      </w:placeholder>
      <w:group/>
    </w:sdtPr>
    <w:sdtContent>
      <w:p w14:paraId="6100BE3B" w14:textId="3D020FAB" w:rsidR="00FD00A2" w:rsidRPr="00973740" w:rsidRDefault="00F5466B" w:rsidP="0072107A">
        <w:pPr>
          <w:pStyle w:val="Footer"/>
        </w:pPr>
        <w:r>
          <w:t>23 August 2019</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t>Version</w:t>
        </w:r>
        <w:r w:rsidR="00FD00A2" w:rsidRPr="00973740">
          <w:fldChar w:fldCharType="end"/>
        </w:r>
        <w: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726940"/>
      <w:lock w:val="contentLocked"/>
      <w:placeholder>
        <w:docPart w:val="DefaultPlaceholder_-1854013440"/>
      </w:placeholder>
      <w:group/>
    </w:sdtPr>
    <w:sdtContent>
      <w:p w14:paraId="4770531D" w14:textId="52FA326E" w:rsidR="008A35FA" w:rsidRDefault="00F5466B">
        <w:pPr>
          <w:pStyle w:val="Footer"/>
        </w:pPr>
        <w:r>
          <w:t>23 August 2019</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t>Version</w:t>
        </w:r>
        <w:r w:rsidR="008A35FA" w:rsidRPr="00973740">
          <w:fldChar w:fldCharType="end"/>
        </w:r>
        <w:r>
          <w:t xml:space="preserve"> 1.0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DCAB8" w14:textId="77777777" w:rsidR="00F5466B" w:rsidRDefault="00F5466B" w:rsidP="0072107A">
      <w:r>
        <w:separator/>
      </w:r>
    </w:p>
  </w:footnote>
  <w:footnote w:type="continuationSeparator" w:id="0">
    <w:p w14:paraId="7E09906E" w14:textId="77777777" w:rsidR="00F5466B" w:rsidRDefault="00F5466B" w:rsidP="0072107A">
      <w:r>
        <w:continuationSeparator/>
      </w:r>
    </w:p>
  </w:footnote>
  <w:footnote w:id="1">
    <w:p w14:paraId="4D0A7D1F"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266EFB22"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330967"/>
      <w:lock w:val="contentLocked"/>
      <w:placeholder>
        <w:docPart w:val="DefaultPlaceholder_-1854013440"/>
      </w:placeholder>
      <w:showingPlcHdr/>
      <w:group/>
    </w:sdtPr>
    <w:sdtContent>
      <w:p w14:paraId="20DD0D33" w14:textId="40249C7B" w:rsidR="00144AD6" w:rsidRDefault="00144AD6">
        <w:pPr>
          <w:pStyle w:val="Header"/>
        </w:pPr>
        <w:r w:rsidRPr="0083529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240700"/>
      <w:lock w:val="contentLocked"/>
      <w:placeholder>
        <w:docPart w:val="DefaultPlaceholder_-1854013440"/>
      </w:placeholder>
      <w:group/>
    </w:sdtPr>
    <w:sdtContent>
      <w:p w14:paraId="7CBDCA21" w14:textId="65EDFAAF"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5466B">
          <w:t>343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125087"/>
      <w:lock w:val="contentLocked"/>
      <w:placeholder>
        <w:docPart w:val="DefaultPlaceholder_-1854013440"/>
      </w:placeholder>
      <w:group/>
    </w:sdtPr>
    <w:sdtContent>
      <w:p w14:paraId="255E4478" w14:textId="78901C4F"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686BA3AD" wp14:editId="04730EC6">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F5466B">
          <w:t>343</w:t>
        </w:r>
      </w:p>
      <w:p w14:paraId="2C757F18" w14:textId="0B989B72" w:rsidR="001D313A" w:rsidRDefault="00144AD6">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66B"/>
    <w:rsid w:val="00077D80"/>
    <w:rsid w:val="00134AF7"/>
    <w:rsid w:val="00144AD6"/>
    <w:rsid w:val="00171886"/>
    <w:rsid w:val="00190980"/>
    <w:rsid w:val="00193115"/>
    <w:rsid w:val="001D313A"/>
    <w:rsid w:val="001D3D83"/>
    <w:rsid w:val="001E03C5"/>
    <w:rsid w:val="001F256A"/>
    <w:rsid w:val="00223DF1"/>
    <w:rsid w:val="0023069B"/>
    <w:rsid w:val="002B61A0"/>
    <w:rsid w:val="0031153A"/>
    <w:rsid w:val="0040580C"/>
    <w:rsid w:val="00410907"/>
    <w:rsid w:val="004572E2"/>
    <w:rsid w:val="004A45C0"/>
    <w:rsid w:val="004D3204"/>
    <w:rsid w:val="005124D0"/>
    <w:rsid w:val="00554409"/>
    <w:rsid w:val="005A6203"/>
    <w:rsid w:val="005C36AB"/>
    <w:rsid w:val="005F1DC2"/>
    <w:rsid w:val="005F26DE"/>
    <w:rsid w:val="005F2D28"/>
    <w:rsid w:val="00697019"/>
    <w:rsid w:val="00711B18"/>
    <w:rsid w:val="0072107A"/>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5466B"/>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1A79D"/>
  <w15:chartTrackingRefBased/>
  <w15:docId w15:val="{6446E619-0EE4-4895-9CAA-C8005DBF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D6611D352545FCBABB376AC3022013"/>
        <w:category>
          <w:name w:val="General"/>
          <w:gallery w:val="placeholder"/>
        </w:category>
        <w:types>
          <w:type w:val="bbPlcHdr"/>
        </w:types>
        <w:behaviors>
          <w:behavior w:val="content"/>
        </w:behaviors>
        <w:guid w:val="{7A30EA8E-7743-40B5-B6FA-8D096861251B}"/>
      </w:docPartPr>
      <w:docPartBody>
        <w:p w:rsidR="00000000" w:rsidRDefault="0000593F">
          <w:pPr>
            <w:pStyle w:val="26D6611D352545FCBABB376AC3022013"/>
          </w:pPr>
          <w:r w:rsidRPr="005D19FB">
            <w:rPr>
              <w:rStyle w:val="PlaceholderText"/>
            </w:rPr>
            <w:t>Click here to enter text.</w:t>
          </w:r>
        </w:p>
      </w:docPartBody>
    </w:docPart>
    <w:docPart>
      <w:docPartPr>
        <w:name w:val="163E0095A9BA464A908D0324566091B5"/>
        <w:category>
          <w:name w:val="General"/>
          <w:gallery w:val="placeholder"/>
        </w:category>
        <w:types>
          <w:type w:val="bbPlcHdr"/>
        </w:types>
        <w:behaviors>
          <w:behavior w:val="content"/>
        </w:behaviors>
        <w:guid w:val="{E22A4EC8-B3C1-4D17-91F3-9FC178D7254B}"/>
      </w:docPartPr>
      <w:docPartBody>
        <w:p w:rsidR="00000000" w:rsidRDefault="0000593F">
          <w:pPr>
            <w:pStyle w:val="163E0095A9BA464A908D0324566091B5"/>
          </w:pPr>
          <w:r w:rsidRPr="005D19FB">
            <w:rPr>
              <w:rStyle w:val="PlaceholderText"/>
            </w:rPr>
            <w:t>Choose an item.</w:t>
          </w:r>
        </w:p>
      </w:docPartBody>
    </w:docPart>
    <w:docPart>
      <w:docPartPr>
        <w:name w:val="320CE97BA6B140E8BBE2D61F17F530EA"/>
        <w:category>
          <w:name w:val="General"/>
          <w:gallery w:val="placeholder"/>
        </w:category>
        <w:types>
          <w:type w:val="bbPlcHdr"/>
        </w:types>
        <w:behaviors>
          <w:behavior w:val="content"/>
        </w:behaviors>
        <w:guid w:val="{86A393AC-D852-446A-8269-8E932CFBAEF2}"/>
      </w:docPartPr>
      <w:docPartBody>
        <w:p w:rsidR="00000000" w:rsidRDefault="0000593F">
          <w:pPr>
            <w:pStyle w:val="320CE97BA6B140E8BBE2D61F17F530EA"/>
          </w:pPr>
          <w:r w:rsidRPr="005D19FB">
            <w:rPr>
              <w:rStyle w:val="PlaceholderText"/>
            </w:rPr>
            <w:t>Click here to enter text.</w:t>
          </w:r>
        </w:p>
      </w:docPartBody>
    </w:docPart>
    <w:docPart>
      <w:docPartPr>
        <w:name w:val="1945EEA04D7E4020AF3E0345923B7F09"/>
        <w:category>
          <w:name w:val="General"/>
          <w:gallery w:val="placeholder"/>
        </w:category>
        <w:types>
          <w:type w:val="bbPlcHdr"/>
        </w:types>
        <w:behaviors>
          <w:behavior w:val="content"/>
        </w:behaviors>
        <w:guid w:val="{0DBF9ACD-DA3C-46C7-B1DB-8F715D76486E}"/>
      </w:docPartPr>
      <w:docPartBody>
        <w:p w:rsidR="00000000" w:rsidRDefault="0000593F">
          <w:pPr>
            <w:pStyle w:val="1945EEA04D7E4020AF3E0345923B7F09"/>
          </w:pPr>
          <w:r w:rsidRPr="005D19FB">
            <w:rPr>
              <w:rStyle w:val="PlaceholderText"/>
            </w:rPr>
            <w:t>Click here to enter text.</w:t>
          </w:r>
        </w:p>
      </w:docPartBody>
    </w:docPart>
    <w:docPart>
      <w:docPartPr>
        <w:name w:val="AC61B3AB1075409491DF450DEDF82E3D"/>
        <w:category>
          <w:name w:val="General"/>
          <w:gallery w:val="placeholder"/>
        </w:category>
        <w:types>
          <w:type w:val="bbPlcHdr"/>
        </w:types>
        <w:behaviors>
          <w:behavior w:val="content"/>
        </w:behaviors>
        <w:guid w:val="{27427940-B3DD-48C1-A32C-B88C5FB8E0AD}"/>
      </w:docPartPr>
      <w:docPartBody>
        <w:p w:rsidR="00000000" w:rsidRDefault="0000593F">
          <w:pPr>
            <w:pStyle w:val="AC61B3AB1075409491DF450DEDF82E3D"/>
          </w:pPr>
          <w:r w:rsidRPr="005D19FB">
            <w:rPr>
              <w:rStyle w:val="PlaceholderText"/>
            </w:rPr>
            <w:t>Click here to enter text.</w:t>
          </w:r>
        </w:p>
      </w:docPartBody>
    </w:docPart>
    <w:docPart>
      <w:docPartPr>
        <w:name w:val="B6D107EF666642FAAD8DED58A7C6F011"/>
        <w:category>
          <w:name w:val="General"/>
          <w:gallery w:val="placeholder"/>
        </w:category>
        <w:types>
          <w:type w:val="bbPlcHdr"/>
        </w:types>
        <w:behaviors>
          <w:behavior w:val="content"/>
        </w:behaviors>
        <w:guid w:val="{29727F11-47D0-4381-857A-36679061421F}"/>
      </w:docPartPr>
      <w:docPartBody>
        <w:p w:rsidR="00000000" w:rsidRDefault="0000593F">
          <w:pPr>
            <w:pStyle w:val="B6D107EF666642FAAD8DED58A7C6F011"/>
          </w:pPr>
          <w:r w:rsidRPr="005D19FB">
            <w:rPr>
              <w:rStyle w:val="PlaceholderText"/>
            </w:rPr>
            <w:t>Click here to enter text.</w:t>
          </w:r>
        </w:p>
      </w:docPartBody>
    </w:docPart>
    <w:docPart>
      <w:docPartPr>
        <w:name w:val="9D514264A74B4F50AE1BBBF25256E5FF"/>
        <w:category>
          <w:name w:val="General"/>
          <w:gallery w:val="placeholder"/>
        </w:category>
        <w:types>
          <w:type w:val="bbPlcHdr"/>
        </w:types>
        <w:behaviors>
          <w:behavior w:val="content"/>
        </w:behaviors>
        <w:guid w:val="{7586839C-F5F1-4D9C-9C72-CCF559DF2ED9}"/>
      </w:docPartPr>
      <w:docPartBody>
        <w:p w:rsidR="00000000" w:rsidRDefault="0000593F">
          <w:pPr>
            <w:pStyle w:val="9D514264A74B4F50AE1BBBF25256E5FF"/>
          </w:pPr>
          <w:r w:rsidRPr="005D19FB">
            <w:rPr>
              <w:rStyle w:val="PlaceholderText"/>
            </w:rPr>
            <w:t>Click here to enter text.</w:t>
          </w:r>
        </w:p>
      </w:docPartBody>
    </w:docPart>
    <w:docPart>
      <w:docPartPr>
        <w:name w:val="963BD502AF2E475DA1F36E2CB8365E01"/>
        <w:category>
          <w:name w:val="General"/>
          <w:gallery w:val="placeholder"/>
        </w:category>
        <w:types>
          <w:type w:val="bbPlcHdr"/>
        </w:types>
        <w:behaviors>
          <w:behavior w:val="content"/>
        </w:behaviors>
        <w:guid w:val="{33F4E75A-C91A-4966-BFEF-436A3B61B06E}"/>
      </w:docPartPr>
      <w:docPartBody>
        <w:p w:rsidR="00000000" w:rsidRDefault="0000593F">
          <w:pPr>
            <w:pStyle w:val="963BD502AF2E475DA1F36E2CB8365E01"/>
          </w:pPr>
          <w:r w:rsidRPr="005D19FB">
            <w:rPr>
              <w:rStyle w:val="PlaceholderText"/>
            </w:rPr>
            <w:t>Click here to enter text.</w:t>
          </w:r>
        </w:p>
      </w:docPartBody>
    </w:docPart>
    <w:docPart>
      <w:docPartPr>
        <w:name w:val="898918CE036042728BE1F3400CDF70C4"/>
        <w:category>
          <w:name w:val="General"/>
          <w:gallery w:val="placeholder"/>
        </w:category>
        <w:types>
          <w:type w:val="bbPlcHdr"/>
        </w:types>
        <w:behaviors>
          <w:behavior w:val="content"/>
        </w:behaviors>
        <w:guid w:val="{A401BAEB-0477-4C4C-97F1-D6221DC05053}"/>
      </w:docPartPr>
      <w:docPartBody>
        <w:p w:rsidR="00000000" w:rsidRDefault="0000593F">
          <w:pPr>
            <w:pStyle w:val="898918CE036042728BE1F3400CDF70C4"/>
          </w:pPr>
          <w:r w:rsidRPr="005D19FB">
            <w:rPr>
              <w:rStyle w:val="PlaceholderText"/>
            </w:rPr>
            <w:t>Choose an item.</w:t>
          </w:r>
        </w:p>
      </w:docPartBody>
    </w:docPart>
    <w:docPart>
      <w:docPartPr>
        <w:name w:val="1792946BEE094E00A2D8064C070717C9"/>
        <w:category>
          <w:name w:val="General"/>
          <w:gallery w:val="placeholder"/>
        </w:category>
        <w:types>
          <w:type w:val="bbPlcHdr"/>
        </w:types>
        <w:behaviors>
          <w:behavior w:val="content"/>
        </w:behaviors>
        <w:guid w:val="{6731205A-82E5-4A57-A5CD-B64CA93E0822}"/>
      </w:docPartPr>
      <w:docPartBody>
        <w:p w:rsidR="00000000" w:rsidRDefault="0000593F">
          <w:pPr>
            <w:pStyle w:val="1792946BEE094E00A2D8064C070717C9"/>
          </w:pPr>
          <w:r w:rsidRPr="005D19FB">
            <w:rPr>
              <w:rStyle w:val="PlaceholderText"/>
            </w:rPr>
            <w:t>Choose an item.</w:t>
          </w:r>
        </w:p>
      </w:docPartBody>
    </w:docPart>
    <w:docPart>
      <w:docPartPr>
        <w:name w:val="79FFA65372E1443A8BFE9D6D4FB8C158"/>
        <w:category>
          <w:name w:val="General"/>
          <w:gallery w:val="placeholder"/>
        </w:category>
        <w:types>
          <w:type w:val="bbPlcHdr"/>
        </w:types>
        <w:behaviors>
          <w:behavior w:val="content"/>
        </w:behaviors>
        <w:guid w:val="{854DF39C-EC8E-49E5-8C13-DB5AF92B70CB}"/>
      </w:docPartPr>
      <w:docPartBody>
        <w:p w:rsidR="00000000" w:rsidRDefault="0000593F">
          <w:pPr>
            <w:pStyle w:val="79FFA65372E1443A8BFE9D6D4FB8C158"/>
          </w:pPr>
          <w:r w:rsidRPr="005D19FB">
            <w:rPr>
              <w:rStyle w:val="PlaceholderText"/>
            </w:rPr>
            <w:t>Click here to enter text.</w:t>
          </w:r>
        </w:p>
      </w:docPartBody>
    </w:docPart>
    <w:docPart>
      <w:docPartPr>
        <w:name w:val="109DA61B818F4B1786825A128559FB8A"/>
        <w:category>
          <w:name w:val="General"/>
          <w:gallery w:val="placeholder"/>
        </w:category>
        <w:types>
          <w:type w:val="bbPlcHdr"/>
        </w:types>
        <w:behaviors>
          <w:behavior w:val="content"/>
        </w:behaviors>
        <w:guid w:val="{282FA1B0-DE7A-43CA-BA87-7A7516B16F24}"/>
      </w:docPartPr>
      <w:docPartBody>
        <w:p w:rsidR="00000000" w:rsidRDefault="0000593F">
          <w:pPr>
            <w:pStyle w:val="109DA61B818F4B1786825A128559FB8A"/>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AAB2CB39-3743-404E-A856-4003FF3DE324}"/>
      </w:docPartPr>
      <w:docPartBody>
        <w:p w:rsidR="00000000" w:rsidRDefault="0000593F">
          <w:r w:rsidRPr="0083529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3F"/>
    <w:rsid w:val="00005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93F"/>
    <w:rPr>
      <w:color w:val="808080"/>
    </w:rPr>
  </w:style>
  <w:style w:type="paragraph" w:customStyle="1" w:styleId="26D6611D352545FCBABB376AC3022013">
    <w:name w:val="26D6611D352545FCBABB376AC3022013"/>
  </w:style>
  <w:style w:type="paragraph" w:customStyle="1" w:styleId="163E0095A9BA464A908D0324566091B5">
    <w:name w:val="163E0095A9BA464A908D0324566091B5"/>
  </w:style>
  <w:style w:type="paragraph" w:customStyle="1" w:styleId="320CE97BA6B140E8BBE2D61F17F530EA">
    <w:name w:val="320CE97BA6B140E8BBE2D61F17F530EA"/>
  </w:style>
  <w:style w:type="paragraph" w:customStyle="1" w:styleId="1945EEA04D7E4020AF3E0345923B7F09">
    <w:name w:val="1945EEA04D7E4020AF3E0345923B7F09"/>
  </w:style>
  <w:style w:type="paragraph" w:customStyle="1" w:styleId="AC61B3AB1075409491DF450DEDF82E3D">
    <w:name w:val="AC61B3AB1075409491DF450DEDF82E3D"/>
  </w:style>
  <w:style w:type="paragraph" w:customStyle="1" w:styleId="B6D107EF666642FAAD8DED58A7C6F011">
    <w:name w:val="B6D107EF666642FAAD8DED58A7C6F011"/>
  </w:style>
  <w:style w:type="paragraph" w:customStyle="1" w:styleId="9D514264A74B4F50AE1BBBF25256E5FF">
    <w:name w:val="9D514264A74B4F50AE1BBBF25256E5FF"/>
  </w:style>
  <w:style w:type="paragraph" w:customStyle="1" w:styleId="963BD502AF2E475DA1F36E2CB8365E01">
    <w:name w:val="963BD502AF2E475DA1F36E2CB8365E01"/>
  </w:style>
  <w:style w:type="paragraph" w:customStyle="1" w:styleId="898918CE036042728BE1F3400CDF70C4">
    <w:name w:val="898918CE036042728BE1F3400CDF70C4"/>
  </w:style>
  <w:style w:type="paragraph" w:customStyle="1" w:styleId="1792946BEE094E00A2D8064C070717C9">
    <w:name w:val="1792946BEE094E00A2D8064C070717C9"/>
  </w:style>
  <w:style w:type="paragraph" w:customStyle="1" w:styleId="79FFA65372E1443A8BFE9D6D4FB8C158">
    <w:name w:val="79FFA65372E1443A8BFE9D6D4FB8C158"/>
  </w:style>
  <w:style w:type="paragraph" w:customStyle="1" w:styleId="109DA61B818F4B1786825A128559FB8A">
    <w:name w:val="109DA61B818F4B1786825A128559FB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4B9C1-CFC2-4C52-B9C4-788C65E9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21</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2019-08-14T09:29:00Z</dcterms:created>
  <dcterms:modified xsi:type="dcterms:W3CDTF">2019-08-14T09:50:00Z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