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72552004"/>
        <w:lock w:val="contentLocked"/>
        <w:placeholder>
          <w:docPart w:val="DefaultPlaceholder_-1854013440"/>
        </w:placeholder>
        <w:group/>
      </w:sdtPr>
      <w:sdtEndPr>
        <w:rPr>
          <w:rFonts w:eastAsiaTheme="minorHAnsi"/>
          <w:b w:val="0"/>
          <w:color w:val="auto"/>
          <w:spacing w:val="0"/>
          <w:sz w:val="22"/>
          <w:szCs w:val="22"/>
          <w:lang w:eastAsia="en-US"/>
        </w:rPr>
      </w:sdtEndPr>
      <w:sdtContent>
        <w:p w14:paraId="2F8E6D45" w14:textId="1501A869" w:rsidR="001D313A" w:rsidRDefault="001D313A" w:rsidP="0072107A">
          <w:pPr>
            <w:pStyle w:val="Title"/>
          </w:pPr>
        </w:p>
        <w:p w14:paraId="0602BA06" w14:textId="77777777" w:rsidR="001D313A" w:rsidRDefault="001D313A" w:rsidP="0072107A">
          <w:pPr>
            <w:pStyle w:val="Title"/>
          </w:pPr>
        </w:p>
        <w:p w14:paraId="31A7365F" w14:textId="77777777" w:rsidR="001D313A" w:rsidRDefault="001D313A" w:rsidP="0072107A">
          <w:pPr>
            <w:pStyle w:val="Title"/>
          </w:pPr>
        </w:p>
        <w:p w14:paraId="76DDAB35"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1BA522E1"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30FE0225" w14:textId="77777777" w:rsidR="00B23399" w:rsidRPr="00DA5999" w:rsidRDefault="00B23399" w:rsidP="00DA5999">
                <w:pPr>
                  <w:pStyle w:val="ColumnHeading"/>
                </w:pPr>
                <w:r w:rsidRPr="00DA5999">
                  <w:t>CP Details</w:t>
                </w:r>
              </w:p>
            </w:tc>
          </w:tr>
          <w:tr w:rsidR="00193115" w:rsidRPr="00973740" w14:paraId="277E21BE" w14:textId="77777777" w:rsidTr="00DA5999">
            <w:trPr>
              <w:trHeight w:val="227"/>
            </w:trPr>
            <w:tc>
              <w:tcPr>
                <w:tcW w:w="2192" w:type="pct"/>
              </w:tcPr>
              <w:p w14:paraId="2937D89F" w14:textId="77777777" w:rsidR="00193115" w:rsidRPr="0072107A" w:rsidRDefault="00193115" w:rsidP="00DA5999">
                <w:r w:rsidRPr="0072107A">
                  <w:t>CP number</w:t>
                </w:r>
                <w:r w:rsidR="00916C37" w:rsidRPr="0072107A">
                  <w:t>:</w:t>
                </w:r>
              </w:p>
            </w:tc>
            <w:tc>
              <w:tcPr>
                <w:tcW w:w="2808" w:type="pct"/>
              </w:tcPr>
              <w:p w14:paraId="5E7E1F28" w14:textId="78B653D0" w:rsidR="00193115" w:rsidRPr="00973740" w:rsidRDefault="000B38B0" w:rsidP="00DA5999">
                <w:r>
                  <w:t>DCP 346</w:t>
                </w:r>
              </w:p>
            </w:tc>
          </w:tr>
          <w:tr w:rsidR="00193115" w:rsidRPr="00973740" w14:paraId="3CA99DB1" w14:textId="77777777" w:rsidTr="00DA5999">
            <w:trPr>
              <w:trHeight w:val="227"/>
            </w:trPr>
            <w:tc>
              <w:tcPr>
                <w:tcW w:w="2192" w:type="pct"/>
              </w:tcPr>
              <w:p w14:paraId="2CE13231" w14:textId="77777777" w:rsidR="00193115" w:rsidRPr="0072107A" w:rsidRDefault="00916C37" w:rsidP="00DA5999">
                <w:r w:rsidRPr="0072107A">
                  <w:t>CP Title:</w:t>
                </w:r>
              </w:p>
            </w:tc>
            <w:tc>
              <w:tcPr>
                <w:tcW w:w="2808" w:type="pct"/>
              </w:tcPr>
              <w:p w14:paraId="564F562B" w14:textId="1E4DBD1C" w:rsidR="00193115" w:rsidRPr="00973740" w:rsidRDefault="000B38B0" w:rsidP="00DA5999">
                <w:r>
                  <w:t xml:space="preserve">Amendment to Code of Practice Confirmed Theft Definition </w:t>
                </w:r>
              </w:p>
            </w:tc>
          </w:tr>
          <w:tr w:rsidR="00916C37" w:rsidRPr="00973740" w14:paraId="479FB1A7" w14:textId="77777777" w:rsidTr="00DA5999">
            <w:trPr>
              <w:trHeight w:val="227"/>
            </w:trPr>
            <w:tc>
              <w:tcPr>
                <w:tcW w:w="2192" w:type="pct"/>
              </w:tcPr>
              <w:p w14:paraId="5213629F" w14:textId="77777777" w:rsidR="00916C37" w:rsidRPr="0072107A" w:rsidRDefault="00916C37" w:rsidP="00DA5999">
                <w:r w:rsidRPr="0072107A">
                  <w:t>Parties Impacted:</w:t>
                </w:r>
              </w:p>
            </w:tc>
            <w:tc>
              <w:tcPr>
                <w:tcW w:w="2808" w:type="pct"/>
              </w:tcPr>
              <w:p w14:paraId="4CBB4700" w14:textId="1C45D680" w:rsidR="00916C37" w:rsidRPr="00973740" w:rsidRDefault="000B38B0" w:rsidP="00DA5999">
                <w:r>
                  <w:t>Suppliers</w:t>
                </w:r>
              </w:p>
            </w:tc>
          </w:tr>
          <w:tr w:rsidR="00916C37" w:rsidRPr="00973740" w14:paraId="1A41FE7A" w14:textId="77777777" w:rsidTr="00DA5999">
            <w:trPr>
              <w:trHeight w:val="227"/>
            </w:trPr>
            <w:tc>
              <w:tcPr>
                <w:tcW w:w="2192" w:type="pct"/>
              </w:tcPr>
              <w:p w14:paraId="546F27A9" w14:textId="77777777" w:rsidR="00916C37" w:rsidRPr="0072107A" w:rsidRDefault="00916C37" w:rsidP="00DA5999">
                <w:r w:rsidRPr="0072107A">
                  <w:t>Part 1</w:t>
                </w:r>
                <w:r w:rsidR="008A35FA">
                  <w:t xml:space="preserve"> </w:t>
                </w:r>
                <w:r w:rsidRPr="0072107A">
                  <w:t>/ Part 2 Matter:</w:t>
                </w:r>
              </w:p>
            </w:tc>
            <w:tc>
              <w:tcPr>
                <w:tcW w:w="2808" w:type="pct"/>
              </w:tcPr>
              <w:p w14:paraId="47516FFC" w14:textId="144B232D" w:rsidR="00916C37" w:rsidRPr="00973740" w:rsidRDefault="000B38B0" w:rsidP="00DA5999">
                <w:r>
                  <w:t>Part 2 Matter</w:t>
                </w:r>
              </w:p>
            </w:tc>
          </w:tr>
          <w:tr w:rsidR="00916C37" w:rsidRPr="00973740" w14:paraId="0EE82BBB" w14:textId="77777777" w:rsidTr="00DA5999">
            <w:trPr>
              <w:trHeight w:val="227"/>
            </w:trPr>
            <w:tc>
              <w:tcPr>
                <w:tcW w:w="2192" w:type="pct"/>
              </w:tcPr>
              <w:p w14:paraId="70CC3F52" w14:textId="77777777" w:rsidR="00916C37" w:rsidRPr="0072107A" w:rsidRDefault="00916C37" w:rsidP="00DA5999">
                <w:r w:rsidRPr="0072107A">
                  <w:t>Implementation Date:</w:t>
                </w:r>
              </w:p>
            </w:tc>
            <w:tc>
              <w:tcPr>
                <w:tcW w:w="2808" w:type="pct"/>
              </w:tcPr>
              <w:p w14:paraId="66A6250C" w14:textId="48369927" w:rsidR="00916C37" w:rsidRPr="00973740" w:rsidRDefault="000B38B0" w:rsidP="00DA5999">
                <w:r>
                  <w:t>07 November 2019</w:t>
                </w:r>
              </w:p>
            </w:tc>
          </w:tr>
          <w:tr w:rsidR="00916C37" w:rsidRPr="00973740" w14:paraId="7D8C5F3A" w14:textId="77777777" w:rsidTr="00DA5999">
            <w:trPr>
              <w:trHeight w:val="227"/>
            </w:trPr>
            <w:tc>
              <w:tcPr>
                <w:tcW w:w="2192" w:type="pct"/>
              </w:tcPr>
              <w:p w14:paraId="7BE26DC3" w14:textId="77777777" w:rsidR="00916C37" w:rsidRPr="0072107A" w:rsidRDefault="00916C37" w:rsidP="00DA5999">
                <w:r w:rsidRPr="0072107A">
                  <w:t>Voting End Date:</w:t>
                </w:r>
              </w:p>
            </w:tc>
            <w:tc>
              <w:tcPr>
                <w:tcW w:w="2808" w:type="pct"/>
              </w:tcPr>
              <w:p w14:paraId="3899C0F6" w14:textId="6835D11D" w:rsidR="00916C37" w:rsidRPr="00973740" w:rsidRDefault="000B38B0" w:rsidP="00DA5999">
                <w:r>
                  <w:t>02 September 2019</w:t>
                </w:r>
              </w:p>
            </w:tc>
          </w:tr>
        </w:tbl>
        <w:p w14:paraId="0D2E2750" w14:textId="77777777" w:rsidR="00193115" w:rsidRPr="00973740" w:rsidRDefault="00193115" w:rsidP="0072107A">
          <w:pPr>
            <w:pStyle w:val="BodyTextNoSpacing"/>
          </w:pPr>
          <w:bookmarkStart w:id="0" w:name="_GoBack"/>
          <w:bookmarkEnd w:id="0"/>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245D767E"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EA6E9A0" w14:textId="77777777" w:rsidR="004A45C0" w:rsidRPr="00DA5999" w:rsidRDefault="004A45C0" w:rsidP="00DA5999">
                <w:pPr>
                  <w:pStyle w:val="ColumnHeading"/>
                </w:pPr>
                <w:r w:rsidRPr="00DA5999">
                  <w:t>Respondent Details</w:t>
                </w:r>
              </w:p>
            </w:tc>
          </w:tr>
          <w:tr w:rsidR="00B23399" w:rsidRPr="00973740" w14:paraId="6D4039BB" w14:textId="77777777" w:rsidTr="00DA5999">
            <w:tc>
              <w:tcPr>
                <w:tcW w:w="2192" w:type="pct"/>
              </w:tcPr>
              <w:p w14:paraId="309791AC"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E2195ED8115A47829E015CA55BD8A4ED"/>
                </w:placeholder>
                <w:showingPlcHdr/>
              </w:sdtPr>
              <w:sdtEndPr/>
              <w:sdtContent>
                <w:tc>
                  <w:tcPr>
                    <w:tcW w:w="2808" w:type="pct"/>
                  </w:tcPr>
                  <w:p w14:paraId="41BC3B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E88302" w14:textId="77777777" w:rsidTr="00DA5999">
            <w:tc>
              <w:tcPr>
                <w:tcW w:w="2192" w:type="pct"/>
              </w:tcPr>
              <w:p w14:paraId="53F3AE2C"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3DB41A84FE1B4B6FB19D2F6481AEB64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466DB5E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48614034" w14:textId="77777777" w:rsidTr="00DA5999">
            <w:tc>
              <w:tcPr>
                <w:tcW w:w="2192" w:type="pct"/>
              </w:tcPr>
              <w:p w14:paraId="67F6DBFC"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B9CAAFD746C14C11B63A258D30C16F50"/>
                </w:placeholder>
                <w:showingPlcHdr/>
                <w:text/>
              </w:sdtPr>
              <w:sdtEndPr/>
              <w:sdtContent>
                <w:tc>
                  <w:tcPr>
                    <w:tcW w:w="2808" w:type="pct"/>
                  </w:tcPr>
                  <w:p w14:paraId="046240EC"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525CE3A0" w14:textId="77777777" w:rsidTr="00DA5999">
            <w:tc>
              <w:tcPr>
                <w:tcW w:w="2192" w:type="pct"/>
              </w:tcPr>
              <w:p w14:paraId="55E8D3A5"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3D8FCDCD36E64A58B7FB4E1B9AE61356"/>
                </w:placeholder>
                <w:showingPlcHdr/>
                <w:text/>
              </w:sdtPr>
              <w:sdtEndPr/>
              <w:sdtContent>
                <w:tc>
                  <w:tcPr>
                    <w:tcW w:w="2808" w:type="pct"/>
                  </w:tcPr>
                  <w:p w14:paraId="600C4917"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4F77375" w14:textId="77777777" w:rsidTr="00DA5999">
            <w:tc>
              <w:tcPr>
                <w:tcW w:w="2192" w:type="pct"/>
              </w:tcPr>
              <w:p w14:paraId="50955D05"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721621332459402EA462211ED86409EE"/>
                </w:placeholder>
                <w:showingPlcHdr/>
                <w:text/>
              </w:sdtPr>
              <w:sdtEndPr/>
              <w:sdtContent>
                <w:tc>
                  <w:tcPr>
                    <w:tcW w:w="2808" w:type="pct"/>
                  </w:tcPr>
                  <w:p w14:paraId="0D1E783D"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DC6BC1F" w14:textId="77777777" w:rsidTr="00DA5999">
            <w:tc>
              <w:tcPr>
                <w:tcW w:w="2192" w:type="pct"/>
              </w:tcPr>
              <w:p w14:paraId="04152B4C"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00F55186B3144DC18A3260E5683E8DF0"/>
                </w:placeholder>
                <w:showingPlcHdr/>
                <w:text/>
              </w:sdtPr>
              <w:sdtEndPr/>
              <w:sdtContent>
                <w:tc>
                  <w:tcPr>
                    <w:tcW w:w="2808" w:type="pct"/>
                  </w:tcPr>
                  <w:p w14:paraId="3B2AA347"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B8866DB" w14:textId="77777777" w:rsidTr="00DA5999">
            <w:tc>
              <w:tcPr>
                <w:tcW w:w="2192" w:type="pct"/>
              </w:tcPr>
              <w:p w14:paraId="7C2BEF96"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27710058E5184553A7A7EA28929FE1DB"/>
                </w:placeholder>
                <w:showingPlcHdr/>
                <w:text/>
              </w:sdtPr>
              <w:sdtEndPr/>
              <w:sdtContent>
                <w:tc>
                  <w:tcPr>
                    <w:tcW w:w="2808" w:type="pct"/>
                  </w:tcPr>
                  <w:p w14:paraId="3C935749"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BD71A31" w14:textId="77777777" w:rsidTr="00DA5999">
            <w:tc>
              <w:tcPr>
                <w:tcW w:w="2192" w:type="pct"/>
              </w:tcPr>
              <w:p w14:paraId="3ADEC982"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62A779AB88E4DE4B08632837D0BEA39"/>
                </w:placeholder>
                <w:showingPlcHdr/>
                <w:text/>
              </w:sdtPr>
              <w:sdtEndPr/>
              <w:sdtContent>
                <w:tc>
                  <w:tcPr>
                    <w:tcW w:w="2808" w:type="pct"/>
                  </w:tcPr>
                  <w:p w14:paraId="0FE5541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3614B9F8"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322F3FEE"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542F35C9" w14:textId="77777777" w:rsidR="005F26DE" w:rsidRPr="00DA5999" w:rsidRDefault="005F26DE" w:rsidP="00DA5999">
                <w:pPr>
                  <w:pStyle w:val="ColumnHeading"/>
                </w:pPr>
                <w:r w:rsidRPr="00973740">
                  <w:t>Response</w:t>
                </w:r>
              </w:p>
            </w:tc>
          </w:tr>
          <w:tr w:rsidR="005F26DE" w:rsidRPr="00973740" w14:paraId="41C69D52" w14:textId="77777777" w:rsidTr="00DA5999">
            <w:tc>
              <w:tcPr>
                <w:tcW w:w="2195" w:type="pct"/>
              </w:tcPr>
              <w:p w14:paraId="59B4541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D4293763B64B4B18AF0B7A9EA06D1C73"/>
                </w:placeholder>
                <w:showingPlcHdr/>
                <w:dropDownList>
                  <w:listItem w:value="Choose an item."/>
                  <w:listItem w:displayText="Accept" w:value="Accept"/>
                  <w:listItem w:displayText="Reject" w:value="Reject"/>
                </w:dropDownList>
              </w:sdtPr>
              <w:sdtEndPr/>
              <w:sdtContent>
                <w:tc>
                  <w:tcPr>
                    <w:tcW w:w="2805" w:type="pct"/>
                  </w:tcPr>
                  <w:p w14:paraId="760BE7C0"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095A522" w14:textId="77777777" w:rsidTr="00DA5999">
            <w:tc>
              <w:tcPr>
                <w:tcW w:w="2195" w:type="pct"/>
                <w:tcBorders>
                  <w:bottom w:val="single" w:sz="4" w:space="0" w:color="auto"/>
                </w:tcBorders>
              </w:tcPr>
              <w:p w14:paraId="7B8E3444"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75F841C39D2C4E89A35391D5414BCBBA"/>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197820F9"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37EE2A97" w14:textId="77777777" w:rsidTr="00DA5999">
            <w:tc>
              <w:tcPr>
                <w:tcW w:w="2195" w:type="pct"/>
              </w:tcPr>
              <w:p w14:paraId="77ECD76C"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0EFA2A367DD3479E8CB833B86FF95E49"/>
                </w:placeholder>
                <w:showingPlcHdr/>
              </w:sdtPr>
              <w:sdtEndPr/>
              <w:sdtContent>
                <w:tc>
                  <w:tcPr>
                    <w:tcW w:w="2805" w:type="pct"/>
                  </w:tcPr>
                  <w:p w14:paraId="541154C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53658D42" w14:textId="77777777" w:rsidTr="00DA5999">
            <w:tc>
              <w:tcPr>
                <w:tcW w:w="2195" w:type="pct"/>
              </w:tcPr>
              <w:p w14:paraId="46E4A398"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3723B72577F494A8A258E117FFC93B9"/>
                </w:placeholder>
                <w:showingPlcHdr/>
              </w:sdtPr>
              <w:sdtEndPr/>
              <w:sdtContent>
                <w:tc>
                  <w:tcPr>
                    <w:tcW w:w="2805" w:type="pct"/>
                  </w:tcPr>
                  <w:p w14:paraId="4C64D5A9"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79E90726"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DBD023"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7BC42567" w14:textId="77777777" w:rsidR="00973740" w:rsidRPr="00A94393" w:rsidRDefault="00973740" w:rsidP="00A94393">
                <w:pPr>
                  <w:pStyle w:val="ColumnHeading"/>
                </w:pPr>
                <w:r w:rsidRPr="00A94393">
                  <w:t>DCUSA Objectives</w:t>
                </w:r>
              </w:p>
            </w:tc>
          </w:tr>
          <w:tr w:rsidR="005F26DE" w:rsidRPr="00973740" w14:paraId="712C4514" w14:textId="77777777" w:rsidTr="00A94393">
            <w:tc>
              <w:tcPr>
                <w:tcW w:w="5000" w:type="pct"/>
                <w:tcBorders>
                  <w:bottom w:val="single" w:sz="4" w:space="0" w:color="auto"/>
                </w:tcBorders>
                <w:shd w:val="clear" w:color="auto" w:fill="D9D9D9" w:themeFill="background1" w:themeFillShade="D9"/>
              </w:tcPr>
              <w:p w14:paraId="41CCA1F6" w14:textId="77777777" w:rsidR="00973740" w:rsidRPr="0072107A" w:rsidRDefault="00973740" w:rsidP="0072107A">
                <w:pPr>
                  <w:pStyle w:val="ObjectivesHeading"/>
                </w:pPr>
                <w:r w:rsidRPr="0072107A">
                  <w:t>DCUSA General Objectives</w:t>
                </w:r>
              </w:p>
              <w:p w14:paraId="626E2CA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7B353FD"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75A9E487"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11B1042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4EF948C6"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4C69B064" w14:textId="77777777" w:rsidR="00973740" w:rsidRPr="004D3204" w:rsidRDefault="00973740" w:rsidP="0072107A">
                <w:pPr>
                  <w:pStyle w:val="ObjectivesHeading"/>
                </w:pPr>
                <w:r w:rsidRPr="004D3204">
                  <w:t xml:space="preserve">DCUSA Charging Objectives </w:t>
                </w:r>
              </w:p>
              <w:p w14:paraId="0DA0CBB7"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CB3E7B8"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CCD7F8B"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02A2E186"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3DB285FB"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4CABFC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4A62FFE9" w14:textId="77777777" w:rsidR="00973740" w:rsidRPr="00973740" w:rsidRDefault="00973740" w:rsidP="0072107A"/>
        <w:p w14:paraId="530059FF" w14:textId="6B1F0C93" w:rsidR="005F26DE" w:rsidRPr="00973740" w:rsidRDefault="00C65C4B" w:rsidP="0072107A"/>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BC7A4" w14:textId="77777777" w:rsidR="000B38B0" w:rsidRDefault="000B38B0" w:rsidP="0072107A">
      <w:r>
        <w:separator/>
      </w:r>
    </w:p>
  </w:endnote>
  <w:endnote w:type="continuationSeparator" w:id="0">
    <w:p w14:paraId="1BE2587F" w14:textId="77777777" w:rsidR="000B38B0" w:rsidRDefault="000B38B0"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213993"/>
      <w:lock w:val="contentLocked"/>
      <w:placeholder>
        <w:docPart w:val="DefaultPlaceholder_-1854013440"/>
      </w:placeholder>
      <w:showingPlcHdr/>
      <w:group/>
    </w:sdtPr>
    <w:sdtContent>
      <w:p w14:paraId="7B505E7D" w14:textId="37696D37" w:rsidR="00C65C4B" w:rsidRDefault="00C65C4B">
        <w:pPr>
          <w:pStyle w:val="Footer"/>
        </w:pPr>
        <w:r w:rsidRPr="006565BB">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749714"/>
      <w:lock w:val="contentLocked"/>
      <w:placeholder>
        <w:docPart w:val="DefaultPlaceholder_-1854013440"/>
      </w:placeholder>
      <w:group/>
    </w:sdtPr>
    <w:sdtContent>
      <w:p w14:paraId="174B26C1" w14:textId="7FD33805" w:rsidR="00FD00A2" w:rsidRPr="00973740" w:rsidRDefault="000B38B0" w:rsidP="0072107A">
        <w:pPr>
          <w:pStyle w:val="Footer"/>
        </w:pPr>
        <w:r>
          <w:t>09 August 2019</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t>Version</w:t>
        </w:r>
        <w:r w:rsidR="00FD00A2" w:rsidRPr="00973740">
          <w:fldChar w:fldCharType="end"/>
        </w:r>
        <w: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934202"/>
      <w:lock w:val="contentLocked"/>
      <w:placeholder>
        <w:docPart w:val="DefaultPlaceholder_-1854013440"/>
      </w:placeholder>
      <w:group/>
    </w:sdtPr>
    <w:sdtContent>
      <w:p w14:paraId="7621C647" w14:textId="5F6CC7D4" w:rsidR="008A35FA" w:rsidRDefault="000B38B0">
        <w:pPr>
          <w:pStyle w:val="Footer"/>
        </w:pPr>
        <w:r>
          <w:t>09 August 2019</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t>Version</w:t>
        </w:r>
        <w:r w:rsidR="008A35FA" w:rsidRPr="00973740">
          <w:fldChar w:fldCharType="end"/>
        </w:r>
        <w:r>
          <w:t xml:space="preserve"> 1.0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968FF" w14:textId="77777777" w:rsidR="000B38B0" w:rsidRDefault="000B38B0" w:rsidP="0072107A">
      <w:r>
        <w:separator/>
      </w:r>
    </w:p>
  </w:footnote>
  <w:footnote w:type="continuationSeparator" w:id="0">
    <w:p w14:paraId="0F93BC87" w14:textId="77777777" w:rsidR="000B38B0" w:rsidRDefault="000B38B0" w:rsidP="0072107A">
      <w:r>
        <w:continuationSeparator/>
      </w:r>
    </w:p>
  </w:footnote>
  <w:footnote w:id="1">
    <w:p w14:paraId="16DA7D48"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5704EAD4"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878046"/>
      <w:lock w:val="contentLocked"/>
      <w:placeholder>
        <w:docPart w:val="DefaultPlaceholder_-1854013440"/>
      </w:placeholder>
      <w:showingPlcHdr/>
      <w:group/>
    </w:sdtPr>
    <w:sdtContent>
      <w:p w14:paraId="5524BA54" w14:textId="4A9E2BC7" w:rsidR="00C65C4B" w:rsidRDefault="00C65C4B">
        <w:pPr>
          <w:pStyle w:val="Header"/>
        </w:pPr>
        <w:r w:rsidRPr="006565BB">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2838555"/>
      <w:lock w:val="contentLocked"/>
      <w:placeholder>
        <w:docPart w:val="DefaultPlaceholder_-1854013440"/>
      </w:placeholder>
      <w:group/>
    </w:sdtPr>
    <w:sdtContent>
      <w:p w14:paraId="16CEE689" w14:textId="747A1AF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0B38B0">
          <w:t>346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9277404"/>
      <w:lock w:val="contentLocked"/>
      <w:placeholder>
        <w:docPart w:val="DefaultPlaceholder_-1854013440"/>
      </w:placeholder>
      <w:group/>
    </w:sdtPr>
    <w:sdtContent>
      <w:p w14:paraId="49CABEE9" w14:textId="69A6563E"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0471476" wp14:editId="41E8B0FC">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Pr="00973740">
          <w:fldChar w:fldCharType="begin"/>
        </w:r>
        <w:r w:rsidRPr="00973740">
          <w:instrText xml:space="preserve"> docproperty ref </w:instrText>
        </w:r>
        <w:r w:rsidRPr="00973740">
          <w:fldChar w:fldCharType="separate"/>
        </w:r>
        <w:r w:rsidR="000B38B0">
          <w:t>346</w:t>
        </w:r>
        <w:r w:rsidRPr="00973740">
          <w:fldChar w:fldCharType="end"/>
        </w:r>
      </w:p>
      <w:p w14:paraId="020AC7B7" w14:textId="10781410" w:rsidR="001D313A" w:rsidRDefault="00C65C4B">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B0"/>
    <w:rsid w:val="00077D80"/>
    <w:rsid w:val="000B38B0"/>
    <w:rsid w:val="00134AF7"/>
    <w:rsid w:val="00171886"/>
    <w:rsid w:val="00190980"/>
    <w:rsid w:val="00193115"/>
    <w:rsid w:val="001D313A"/>
    <w:rsid w:val="001D3D83"/>
    <w:rsid w:val="001E03C5"/>
    <w:rsid w:val="001F256A"/>
    <w:rsid w:val="00223DF1"/>
    <w:rsid w:val="0023069B"/>
    <w:rsid w:val="002B61A0"/>
    <w:rsid w:val="0031153A"/>
    <w:rsid w:val="0040580C"/>
    <w:rsid w:val="00410907"/>
    <w:rsid w:val="004572E2"/>
    <w:rsid w:val="004A45C0"/>
    <w:rsid w:val="004D3204"/>
    <w:rsid w:val="005124D0"/>
    <w:rsid w:val="00554409"/>
    <w:rsid w:val="005A6203"/>
    <w:rsid w:val="005C36AB"/>
    <w:rsid w:val="005F1DC2"/>
    <w:rsid w:val="005F26DE"/>
    <w:rsid w:val="005F2D28"/>
    <w:rsid w:val="00697019"/>
    <w:rsid w:val="00711B18"/>
    <w:rsid w:val="0072107A"/>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C01797"/>
    <w:rsid w:val="00C65C4B"/>
    <w:rsid w:val="00CE497A"/>
    <w:rsid w:val="00D7706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BD832"/>
  <w15:chartTrackingRefBased/>
  <w15:docId w15:val="{117C21F4-75B1-402A-AB1A-80BCDE486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2195ED8115A47829E015CA55BD8A4ED"/>
        <w:category>
          <w:name w:val="General"/>
          <w:gallery w:val="placeholder"/>
        </w:category>
        <w:types>
          <w:type w:val="bbPlcHdr"/>
        </w:types>
        <w:behaviors>
          <w:behavior w:val="content"/>
        </w:behaviors>
        <w:guid w:val="{60207856-4426-4727-8401-59A2DEA89120}"/>
      </w:docPartPr>
      <w:docPartBody>
        <w:p w:rsidR="00000000" w:rsidRDefault="00462DE7">
          <w:pPr>
            <w:pStyle w:val="E2195ED8115A47829E015CA55BD8A4ED"/>
          </w:pPr>
          <w:r w:rsidRPr="005D19FB">
            <w:rPr>
              <w:rStyle w:val="PlaceholderText"/>
            </w:rPr>
            <w:t>Click here to enter text.</w:t>
          </w:r>
        </w:p>
      </w:docPartBody>
    </w:docPart>
    <w:docPart>
      <w:docPartPr>
        <w:name w:val="3DB41A84FE1B4B6FB19D2F6481AEB641"/>
        <w:category>
          <w:name w:val="General"/>
          <w:gallery w:val="placeholder"/>
        </w:category>
        <w:types>
          <w:type w:val="bbPlcHdr"/>
        </w:types>
        <w:behaviors>
          <w:behavior w:val="content"/>
        </w:behaviors>
        <w:guid w:val="{7CEBC01B-23F9-4DFA-9351-AB12D1D3F631}"/>
      </w:docPartPr>
      <w:docPartBody>
        <w:p w:rsidR="00000000" w:rsidRDefault="00462DE7">
          <w:pPr>
            <w:pStyle w:val="3DB41A84FE1B4B6FB19D2F6481AEB641"/>
          </w:pPr>
          <w:r w:rsidRPr="005D19FB">
            <w:rPr>
              <w:rStyle w:val="PlaceholderText"/>
            </w:rPr>
            <w:t>Choose an item.</w:t>
          </w:r>
        </w:p>
      </w:docPartBody>
    </w:docPart>
    <w:docPart>
      <w:docPartPr>
        <w:name w:val="B9CAAFD746C14C11B63A258D30C16F50"/>
        <w:category>
          <w:name w:val="General"/>
          <w:gallery w:val="placeholder"/>
        </w:category>
        <w:types>
          <w:type w:val="bbPlcHdr"/>
        </w:types>
        <w:behaviors>
          <w:behavior w:val="content"/>
        </w:behaviors>
        <w:guid w:val="{85D5434C-1558-44AD-91B7-FF11453ED844}"/>
      </w:docPartPr>
      <w:docPartBody>
        <w:p w:rsidR="00000000" w:rsidRDefault="00462DE7">
          <w:pPr>
            <w:pStyle w:val="B9CAAFD746C14C11B63A258D30C16F50"/>
          </w:pPr>
          <w:r w:rsidRPr="005D19FB">
            <w:rPr>
              <w:rStyle w:val="PlaceholderText"/>
            </w:rPr>
            <w:t>Click here to enter text.</w:t>
          </w:r>
        </w:p>
      </w:docPartBody>
    </w:docPart>
    <w:docPart>
      <w:docPartPr>
        <w:name w:val="3D8FCDCD36E64A58B7FB4E1B9AE61356"/>
        <w:category>
          <w:name w:val="General"/>
          <w:gallery w:val="placeholder"/>
        </w:category>
        <w:types>
          <w:type w:val="bbPlcHdr"/>
        </w:types>
        <w:behaviors>
          <w:behavior w:val="content"/>
        </w:behaviors>
        <w:guid w:val="{2B300C73-911E-46D6-A451-6349DC16E2FB}"/>
      </w:docPartPr>
      <w:docPartBody>
        <w:p w:rsidR="00000000" w:rsidRDefault="00462DE7">
          <w:pPr>
            <w:pStyle w:val="3D8FCDCD36E64A58B7FB4E1B9AE61356"/>
          </w:pPr>
          <w:r w:rsidRPr="005D19FB">
            <w:rPr>
              <w:rStyle w:val="PlaceholderText"/>
            </w:rPr>
            <w:t>Click here to enter text.</w:t>
          </w:r>
        </w:p>
      </w:docPartBody>
    </w:docPart>
    <w:docPart>
      <w:docPartPr>
        <w:name w:val="721621332459402EA462211ED86409EE"/>
        <w:category>
          <w:name w:val="General"/>
          <w:gallery w:val="placeholder"/>
        </w:category>
        <w:types>
          <w:type w:val="bbPlcHdr"/>
        </w:types>
        <w:behaviors>
          <w:behavior w:val="content"/>
        </w:behaviors>
        <w:guid w:val="{81E62513-6686-416B-B2E9-259409C73005}"/>
      </w:docPartPr>
      <w:docPartBody>
        <w:p w:rsidR="00000000" w:rsidRDefault="00462DE7">
          <w:pPr>
            <w:pStyle w:val="721621332459402EA462211ED86409EE"/>
          </w:pPr>
          <w:r w:rsidRPr="005D19FB">
            <w:rPr>
              <w:rStyle w:val="PlaceholderText"/>
            </w:rPr>
            <w:t>Click here to enter text.</w:t>
          </w:r>
        </w:p>
      </w:docPartBody>
    </w:docPart>
    <w:docPart>
      <w:docPartPr>
        <w:name w:val="00F55186B3144DC18A3260E5683E8DF0"/>
        <w:category>
          <w:name w:val="General"/>
          <w:gallery w:val="placeholder"/>
        </w:category>
        <w:types>
          <w:type w:val="bbPlcHdr"/>
        </w:types>
        <w:behaviors>
          <w:behavior w:val="content"/>
        </w:behaviors>
        <w:guid w:val="{030F1FF5-C983-4A07-B4BC-6EC3C2995161}"/>
      </w:docPartPr>
      <w:docPartBody>
        <w:p w:rsidR="00000000" w:rsidRDefault="00462DE7">
          <w:pPr>
            <w:pStyle w:val="00F55186B3144DC18A3260E5683E8DF0"/>
          </w:pPr>
          <w:r w:rsidRPr="005D19FB">
            <w:rPr>
              <w:rStyle w:val="PlaceholderText"/>
            </w:rPr>
            <w:t>Click here to enter text.</w:t>
          </w:r>
        </w:p>
      </w:docPartBody>
    </w:docPart>
    <w:docPart>
      <w:docPartPr>
        <w:name w:val="27710058E5184553A7A7EA28929FE1DB"/>
        <w:category>
          <w:name w:val="General"/>
          <w:gallery w:val="placeholder"/>
        </w:category>
        <w:types>
          <w:type w:val="bbPlcHdr"/>
        </w:types>
        <w:behaviors>
          <w:behavior w:val="content"/>
        </w:behaviors>
        <w:guid w:val="{03DB70F1-7091-4E8B-905E-6A62B1048A1A}"/>
      </w:docPartPr>
      <w:docPartBody>
        <w:p w:rsidR="00000000" w:rsidRDefault="00462DE7">
          <w:pPr>
            <w:pStyle w:val="27710058E5184553A7A7EA28929FE1DB"/>
          </w:pPr>
          <w:r w:rsidRPr="005D19FB">
            <w:rPr>
              <w:rStyle w:val="PlaceholderText"/>
            </w:rPr>
            <w:t>Click here to enter text.</w:t>
          </w:r>
        </w:p>
      </w:docPartBody>
    </w:docPart>
    <w:docPart>
      <w:docPartPr>
        <w:name w:val="A62A779AB88E4DE4B08632837D0BEA39"/>
        <w:category>
          <w:name w:val="General"/>
          <w:gallery w:val="placeholder"/>
        </w:category>
        <w:types>
          <w:type w:val="bbPlcHdr"/>
        </w:types>
        <w:behaviors>
          <w:behavior w:val="content"/>
        </w:behaviors>
        <w:guid w:val="{F610A899-D28B-4730-B813-424E894C23CE}"/>
      </w:docPartPr>
      <w:docPartBody>
        <w:p w:rsidR="00000000" w:rsidRDefault="00462DE7">
          <w:pPr>
            <w:pStyle w:val="A62A779AB88E4DE4B08632837D0BEA39"/>
          </w:pPr>
          <w:r w:rsidRPr="005D19FB">
            <w:rPr>
              <w:rStyle w:val="PlaceholderText"/>
            </w:rPr>
            <w:t>Click here to enter text.</w:t>
          </w:r>
        </w:p>
      </w:docPartBody>
    </w:docPart>
    <w:docPart>
      <w:docPartPr>
        <w:name w:val="D4293763B64B4B18AF0B7A9EA06D1C73"/>
        <w:category>
          <w:name w:val="General"/>
          <w:gallery w:val="placeholder"/>
        </w:category>
        <w:types>
          <w:type w:val="bbPlcHdr"/>
        </w:types>
        <w:behaviors>
          <w:behavior w:val="content"/>
        </w:behaviors>
        <w:guid w:val="{077CFF0D-D534-4E49-B830-DF9E2A025C3D}"/>
      </w:docPartPr>
      <w:docPartBody>
        <w:p w:rsidR="00000000" w:rsidRDefault="00462DE7">
          <w:pPr>
            <w:pStyle w:val="D4293763B64B4B18AF0B7A9EA06D1C73"/>
          </w:pPr>
          <w:r w:rsidRPr="005D19FB">
            <w:rPr>
              <w:rStyle w:val="PlaceholderText"/>
            </w:rPr>
            <w:t>Choose an item.</w:t>
          </w:r>
        </w:p>
      </w:docPartBody>
    </w:docPart>
    <w:docPart>
      <w:docPartPr>
        <w:name w:val="75F841C39D2C4E89A35391D5414BCBBA"/>
        <w:category>
          <w:name w:val="General"/>
          <w:gallery w:val="placeholder"/>
        </w:category>
        <w:types>
          <w:type w:val="bbPlcHdr"/>
        </w:types>
        <w:behaviors>
          <w:behavior w:val="content"/>
        </w:behaviors>
        <w:guid w:val="{647D862A-CC42-4A2F-9E9A-A43DCD187A9B}"/>
      </w:docPartPr>
      <w:docPartBody>
        <w:p w:rsidR="00000000" w:rsidRDefault="00462DE7">
          <w:pPr>
            <w:pStyle w:val="75F841C39D2C4E89A35391D5414BCBBA"/>
          </w:pPr>
          <w:r w:rsidRPr="005D19FB">
            <w:rPr>
              <w:rStyle w:val="PlaceholderText"/>
            </w:rPr>
            <w:t>Choose an item.</w:t>
          </w:r>
        </w:p>
      </w:docPartBody>
    </w:docPart>
    <w:docPart>
      <w:docPartPr>
        <w:name w:val="0EFA2A367DD3479E8CB833B86FF95E49"/>
        <w:category>
          <w:name w:val="General"/>
          <w:gallery w:val="placeholder"/>
        </w:category>
        <w:types>
          <w:type w:val="bbPlcHdr"/>
        </w:types>
        <w:behaviors>
          <w:behavior w:val="content"/>
        </w:behaviors>
        <w:guid w:val="{C66AE1C8-2A58-470C-B5D0-4C664F9CA8A1}"/>
      </w:docPartPr>
      <w:docPartBody>
        <w:p w:rsidR="00000000" w:rsidRDefault="00462DE7">
          <w:pPr>
            <w:pStyle w:val="0EFA2A367DD3479E8CB833B86FF95E49"/>
          </w:pPr>
          <w:r w:rsidRPr="005D19FB">
            <w:rPr>
              <w:rStyle w:val="PlaceholderText"/>
            </w:rPr>
            <w:t>Click here to enter text.</w:t>
          </w:r>
        </w:p>
      </w:docPartBody>
    </w:docPart>
    <w:docPart>
      <w:docPartPr>
        <w:name w:val="A3723B72577F494A8A258E117FFC93B9"/>
        <w:category>
          <w:name w:val="General"/>
          <w:gallery w:val="placeholder"/>
        </w:category>
        <w:types>
          <w:type w:val="bbPlcHdr"/>
        </w:types>
        <w:behaviors>
          <w:behavior w:val="content"/>
        </w:behaviors>
        <w:guid w:val="{61270271-88CA-4161-9AB1-CBCAD605D7D1}"/>
      </w:docPartPr>
      <w:docPartBody>
        <w:p w:rsidR="00000000" w:rsidRDefault="00462DE7">
          <w:pPr>
            <w:pStyle w:val="A3723B72577F494A8A258E117FFC93B9"/>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DF045A42-345E-419C-80FF-DB3EEB0E4E49}"/>
      </w:docPartPr>
      <w:docPartBody>
        <w:p w:rsidR="00000000" w:rsidRDefault="00462DE7">
          <w:r w:rsidRPr="006565B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DE7"/>
    <w:rsid w:val="00462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2DE7"/>
    <w:rPr>
      <w:color w:val="808080"/>
    </w:rPr>
  </w:style>
  <w:style w:type="paragraph" w:customStyle="1" w:styleId="E2195ED8115A47829E015CA55BD8A4ED">
    <w:name w:val="E2195ED8115A47829E015CA55BD8A4ED"/>
  </w:style>
  <w:style w:type="paragraph" w:customStyle="1" w:styleId="3DB41A84FE1B4B6FB19D2F6481AEB641">
    <w:name w:val="3DB41A84FE1B4B6FB19D2F6481AEB641"/>
  </w:style>
  <w:style w:type="paragraph" w:customStyle="1" w:styleId="B9CAAFD746C14C11B63A258D30C16F50">
    <w:name w:val="B9CAAFD746C14C11B63A258D30C16F50"/>
  </w:style>
  <w:style w:type="paragraph" w:customStyle="1" w:styleId="3D8FCDCD36E64A58B7FB4E1B9AE61356">
    <w:name w:val="3D8FCDCD36E64A58B7FB4E1B9AE61356"/>
  </w:style>
  <w:style w:type="paragraph" w:customStyle="1" w:styleId="721621332459402EA462211ED86409EE">
    <w:name w:val="721621332459402EA462211ED86409EE"/>
  </w:style>
  <w:style w:type="paragraph" w:customStyle="1" w:styleId="00F55186B3144DC18A3260E5683E8DF0">
    <w:name w:val="00F55186B3144DC18A3260E5683E8DF0"/>
  </w:style>
  <w:style w:type="paragraph" w:customStyle="1" w:styleId="27710058E5184553A7A7EA28929FE1DB">
    <w:name w:val="27710058E5184553A7A7EA28929FE1DB"/>
  </w:style>
  <w:style w:type="paragraph" w:customStyle="1" w:styleId="A62A779AB88E4DE4B08632837D0BEA39">
    <w:name w:val="A62A779AB88E4DE4B08632837D0BEA39"/>
  </w:style>
  <w:style w:type="paragraph" w:customStyle="1" w:styleId="D4293763B64B4B18AF0B7A9EA06D1C73">
    <w:name w:val="D4293763B64B4B18AF0B7A9EA06D1C73"/>
  </w:style>
  <w:style w:type="paragraph" w:customStyle="1" w:styleId="75F841C39D2C4E89A35391D5414BCBBA">
    <w:name w:val="75F841C39D2C4E89A35391D5414BCBBA"/>
  </w:style>
  <w:style w:type="paragraph" w:customStyle="1" w:styleId="0EFA2A367DD3479E8CB833B86FF95E49">
    <w:name w:val="0EFA2A367DD3479E8CB833B86FF95E49"/>
  </w:style>
  <w:style w:type="paragraph" w:customStyle="1" w:styleId="A3723B72577F494A8A258E117FFC93B9">
    <w:name w:val="A3723B72577F494A8A258E117FFC9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2540D-FC09-4B1E-A44B-8835DE0CD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2</cp:revision>
  <dcterms:created xsi:type="dcterms:W3CDTF">2019-08-07T15:09:00Z</dcterms:created>
  <dcterms:modified xsi:type="dcterms:W3CDTF">2019-08-07T15:11:00Z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