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1028251700"/>
        <w:lock w:val="contentLocked"/>
        <w:placeholder>
          <w:docPart w:val="DefaultPlaceholder_-1854013440"/>
        </w:placeholder>
        <w:group/>
      </w:sdtPr>
      <w:sdtEndPr>
        <w:rPr>
          <w:rFonts w:eastAsiaTheme="minorHAnsi"/>
          <w:b w:val="0"/>
          <w:caps w:val="0"/>
          <w:spacing w:val="0"/>
          <w:kern w:val="0"/>
        </w:rPr>
      </w:sdtEndPr>
      <w:sdtContent>
        <w:p w14:paraId="00BCA9F8" w14:textId="1E348EEB" w:rsidR="008F22A5" w:rsidRPr="00691A19" w:rsidRDefault="00193115" w:rsidP="00223DF1">
          <w:pPr>
            <w:pStyle w:val="Title"/>
            <w:rPr>
              <w:rFonts w:ascii="Calibri" w:hAnsi="Calibri" w:cs="Calibri"/>
              <w:sz w:val="22"/>
              <w:szCs w:val="22"/>
            </w:rPr>
          </w:pPr>
          <w:r w:rsidRPr="00691A19">
            <w:rPr>
              <w:rFonts w:ascii="Calibri" w:hAnsi="Calibri" w:cs="Calibri"/>
              <w:sz w:val="22"/>
              <w:szCs w:val="22"/>
            </w:rPr>
            <w:t>Attachment 2</w:t>
          </w:r>
          <w:r w:rsidR="00691A19" w:rsidRPr="00691A19">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69"/>
            <w:gridCol w:w="6279"/>
          </w:tblGrid>
          <w:tr w:rsidR="00B23399" w:rsidRPr="00691A19" w14:paraId="5952316C"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0D15261" w14:textId="77777777" w:rsidR="00B23399" w:rsidRPr="00691A19" w:rsidRDefault="00B23399" w:rsidP="00B23399">
                <w:pPr>
                  <w:pStyle w:val="ColumnHeading"/>
                  <w:rPr>
                    <w:rFonts w:ascii="Calibri" w:hAnsi="Calibri" w:cs="Calibri"/>
                    <w:sz w:val="22"/>
                    <w:szCs w:val="22"/>
                  </w:rPr>
                </w:pPr>
                <w:r w:rsidRPr="00691A19">
                  <w:rPr>
                    <w:rFonts w:ascii="Calibri" w:hAnsi="Calibri" w:cs="Calibri"/>
                    <w:sz w:val="22"/>
                    <w:szCs w:val="22"/>
                  </w:rPr>
                  <w:t>CP Details</w:t>
                </w:r>
              </w:p>
            </w:tc>
          </w:tr>
          <w:tr w:rsidR="00193115" w:rsidRPr="00691A19" w14:paraId="06DB3207" w14:textId="77777777" w:rsidTr="005124D0">
            <w:tc>
              <w:tcPr>
                <w:tcW w:w="2689" w:type="dxa"/>
              </w:tcPr>
              <w:p w14:paraId="413EEDE7" w14:textId="77777777" w:rsidR="00193115" w:rsidRPr="00691A19" w:rsidRDefault="00193115" w:rsidP="00193115">
                <w:pPr>
                  <w:rPr>
                    <w:rFonts w:ascii="Calibri" w:hAnsi="Calibri" w:cs="Calibri"/>
                    <w:sz w:val="22"/>
                    <w:szCs w:val="22"/>
                  </w:rPr>
                </w:pPr>
                <w:r w:rsidRPr="00691A19">
                  <w:rPr>
                    <w:rFonts w:ascii="Calibri" w:hAnsi="Calibri" w:cs="Calibri"/>
                    <w:sz w:val="22"/>
                    <w:szCs w:val="22"/>
                  </w:rPr>
                  <w:t>CP number</w:t>
                </w:r>
                <w:r w:rsidR="00916C37" w:rsidRPr="00691A19">
                  <w:rPr>
                    <w:rFonts w:ascii="Calibri" w:hAnsi="Calibri" w:cs="Calibri"/>
                    <w:sz w:val="22"/>
                    <w:szCs w:val="22"/>
                  </w:rPr>
                  <w:t>:</w:t>
                </w:r>
              </w:p>
            </w:tc>
            <w:tc>
              <w:tcPr>
                <w:tcW w:w="6378" w:type="dxa"/>
              </w:tcPr>
              <w:p w14:paraId="26397F73" w14:textId="2890F693" w:rsidR="00193115" w:rsidRPr="00691A19" w:rsidRDefault="009F0721" w:rsidP="00193115">
                <w:pPr>
                  <w:rPr>
                    <w:rFonts w:ascii="Calibri" w:hAnsi="Calibri" w:cs="Calibri"/>
                    <w:sz w:val="22"/>
                    <w:szCs w:val="22"/>
                  </w:rPr>
                </w:pPr>
                <w:r>
                  <w:rPr>
                    <w:rFonts w:ascii="Calibri" w:hAnsi="Calibri" w:cs="Calibri"/>
                    <w:sz w:val="22"/>
                    <w:szCs w:val="22"/>
                  </w:rPr>
                  <w:t xml:space="preserve">DCP </w:t>
                </w:r>
                <w:r w:rsidR="000D336B">
                  <w:rPr>
                    <w:rFonts w:ascii="Calibri" w:hAnsi="Calibri" w:cs="Calibri"/>
                    <w:sz w:val="22"/>
                    <w:szCs w:val="22"/>
                  </w:rPr>
                  <w:t>3</w:t>
                </w:r>
                <w:r w:rsidR="00F24123">
                  <w:rPr>
                    <w:rFonts w:ascii="Calibri" w:hAnsi="Calibri" w:cs="Calibri"/>
                    <w:sz w:val="22"/>
                    <w:szCs w:val="22"/>
                  </w:rPr>
                  <w:t>39</w:t>
                </w:r>
              </w:p>
            </w:tc>
          </w:tr>
          <w:tr w:rsidR="00193115" w:rsidRPr="00691A19" w14:paraId="2CAF34D8" w14:textId="77777777" w:rsidTr="005124D0">
            <w:tc>
              <w:tcPr>
                <w:tcW w:w="2689" w:type="dxa"/>
              </w:tcPr>
              <w:p w14:paraId="221AE274" w14:textId="77777777" w:rsidR="00193115" w:rsidRPr="00691A19" w:rsidRDefault="00916C37" w:rsidP="00193115">
                <w:pPr>
                  <w:rPr>
                    <w:rFonts w:ascii="Calibri" w:hAnsi="Calibri" w:cs="Calibri"/>
                    <w:sz w:val="22"/>
                    <w:szCs w:val="22"/>
                  </w:rPr>
                </w:pPr>
                <w:r w:rsidRPr="00691A19">
                  <w:rPr>
                    <w:rFonts w:ascii="Calibri" w:hAnsi="Calibri" w:cs="Calibri"/>
                    <w:sz w:val="22"/>
                    <w:szCs w:val="22"/>
                  </w:rPr>
                  <w:t>CP Title:</w:t>
                </w:r>
              </w:p>
            </w:tc>
            <w:tc>
              <w:tcPr>
                <w:tcW w:w="6378" w:type="dxa"/>
              </w:tcPr>
              <w:p w14:paraId="7C6E408C" w14:textId="714C6727" w:rsidR="00193115" w:rsidRPr="00691A19" w:rsidRDefault="00F24123" w:rsidP="00193115">
                <w:pPr>
                  <w:rPr>
                    <w:rFonts w:ascii="Calibri" w:hAnsi="Calibri" w:cs="Calibri"/>
                    <w:sz w:val="22"/>
                    <w:szCs w:val="22"/>
                  </w:rPr>
                </w:pPr>
                <w:r>
                  <w:rPr>
                    <w:rFonts w:ascii="Calibri" w:hAnsi="Calibri" w:cs="Calibri"/>
                    <w:sz w:val="22"/>
                    <w:szCs w:val="22"/>
                  </w:rPr>
                  <w:t>Amend definition of ‘Other Charges’ in Clause 19.2.1 to exclude the recovery of approved Last Resort Supply Payment claims</w:t>
                </w:r>
              </w:p>
            </w:tc>
          </w:tr>
          <w:tr w:rsidR="00916C37" w:rsidRPr="00691A19" w14:paraId="782FE214" w14:textId="77777777" w:rsidTr="005124D0">
            <w:tc>
              <w:tcPr>
                <w:tcW w:w="2689" w:type="dxa"/>
              </w:tcPr>
              <w:p w14:paraId="588B113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Parties Impacted:</w:t>
                </w:r>
              </w:p>
            </w:tc>
            <w:tc>
              <w:tcPr>
                <w:tcW w:w="6378" w:type="dxa"/>
              </w:tcPr>
              <w:p w14:paraId="6A206782" w14:textId="7219F01E" w:rsidR="00916C37" w:rsidRPr="00691A19" w:rsidRDefault="00691A19" w:rsidP="00193115">
                <w:pPr>
                  <w:rPr>
                    <w:rFonts w:ascii="Calibri" w:hAnsi="Calibri" w:cs="Calibri"/>
                    <w:sz w:val="22"/>
                    <w:szCs w:val="22"/>
                  </w:rPr>
                </w:pPr>
                <w:r w:rsidRPr="00691A19">
                  <w:rPr>
                    <w:rFonts w:ascii="Calibri" w:hAnsi="Calibri" w:cs="Calibri"/>
                    <w:sz w:val="22"/>
                    <w:szCs w:val="22"/>
                  </w:rPr>
                  <w:t>Distribution Network Operators (DNOs</w:t>
                </w:r>
                <w:r w:rsidR="00F24123">
                  <w:rPr>
                    <w:rFonts w:ascii="Calibri" w:hAnsi="Calibri" w:cs="Calibri"/>
                    <w:sz w:val="22"/>
                    <w:szCs w:val="22"/>
                  </w:rPr>
                  <w:t>)</w:t>
                </w:r>
              </w:p>
            </w:tc>
          </w:tr>
          <w:tr w:rsidR="00916C37" w:rsidRPr="00691A19" w14:paraId="70827FFC" w14:textId="77777777" w:rsidTr="005124D0">
            <w:tc>
              <w:tcPr>
                <w:tcW w:w="2689" w:type="dxa"/>
              </w:tcPr>
              <w:p w14:paraId="60012322"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Part 1/ Part 2 Matter:</w:t>
                </w:r>
              </w:p>
            </w:tc>
            <w:tc>
              <w:tcPr>
                <w:tcW w:w="6378" w:type="dxa"/>
              </w:tcPr>
              <w:p w14:paraId="26ADB196" w14:textId="56EFDD76" w:rsidR="00916C37" w:rsidRPr="00691A19" w:rsidRDefault="00691A19" w:rsidP="00193115">
                <w:pPr>
                  <w:rPr>
                    <w:rFonts w:ascii="Calibri" w:hAnsi="Calibri" w:cs="Calibri"/>
                    <w:sz w:val="22"/>
                    <w:szCs w:val="22"/>
                  </w:rPr>
                </w:pPr>
                <w:r w:rsidRPr="00691A19">
                  <w:rPr>
                    <w:rFonts w:ascii="Calibri" w:hAnsi="Calibri" w:cs="Calibri"/>
                    <w:sz w:val="22"/>
                    <w:szCs w:val="22"/>
                  </w:rPr>
                  <w:t xml:space="preserve">Part </w:t>
                </w:r>
                <w:r w:rsidR="00F24123">
                  <w:rPr>
                    <w:rFonts w:ascii="Calibri" w:hAnsi="Calibri" w:cs="Calibri"/>
                    <w:sz w:val="22"/>
                    <w:szCs w:val="22"/>
                  </w:rPr>
                  <w:t>2</w:t>
                </w:r>
              </w:p>
            </w:tc>
          </w:tr>
          <w:tr w:rsidR="00916C37" w:rsidRPr="00691A19" w14:paraId="502F3FE6" w14:textId="77777777" w:rsidTr="005124D0">
            <w:tc>
              <w:tcPr>
                <w:tcW w:w="2689" w:type="dxa"/>
              </w:tcPr>
              <w:p w14:paraId="5974E519"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Implementation Date:</w:t>
                </w:r>
              </w:p>
            </w:tc>
            <w:tc>
              <w:tcPr>
                <w:tcW w:w="6378" w:type="dxa"/>
              </w:tcPr>
              <w:p w14:paraId="7485E857" w14:textId="1E474258" w:rsidR="00916C37" w:rsidRPr="00691A19" w:rsidRDefault="00F24123" w:rsidP="00697019">
                <w:pPr>
                  <w:rPr>
                    <w:rFonts w:ascii="Calibri" w:hAnsi="Calibri" w:cs="Calibri"/>
                    <w:sz w:val="22"/>
                    <w:szCs w:val="22"/>
                  </w:rPr>
                </w:pPr>
                <w:r>
                  <w:rPr>
                    <w:rFonts w:ascii="Calibri" w:hAnsi="Calibri" w:cs="Calibri"/>
                    <w:sz w:val="22"/>
                    <w:szCs w:val="22"/>
                  </w:rPr>
                  <w:t>First DCUSA Release following Party approval</w:t>
                </w:r>
                <w:bookmarkStart w:id="0" w:name="_GoBack"/>
                <w:bookmarkEnd w:id="0"/>
              </w:p>
            </w:tc>
          </w:tr>
          <w:tr w:rsidR="00916C37" w:rsidRPr="00691A19" w14:paraId="6C61AC2E" w14:textId="77777777" w:rsidTr="005124D0">
            <w:tc>
              <w:tcPr>
                <w:tcW w:w="2689" w:type="dxa"/>
              </w:tcPr>
              <w:p w14:paraId="3FB342C8" w14:textId="77777777" w:rsidR="00916C37" w:rsidRPr="00691A19" w:rsidRDefault="00916C37" w:rsidP="00193115">
                <w:pPr>
                  <w:rPr>
                    <w:rFonts w:ascii="Calibri" w:hAnsi="Calibri" w:cs="Calibri"/>
                    <w:sz w:val="22"/>
                    <w:szCs w:val="22"/>
                  </w:rPr>
                </w:pPr>
                <w:r w:rsidRPr="00691A19">
                  <w:rPr>
                    <w:rFonts w:ascii="Calibri" w:hAnsi="Calibri" w:cs="Calibri"/>
                    <w:sz w:val="22"/>
                    <w:szCs w:val="22"/>
                  </w:rPr>
                  <w:t>Voting End Date:</w:t>
                </w:r>
              </w:p>
            </w:tc>
            <w:tc>
              <w:tcPr>
                <w:tcW w:w="6378" w:type="dxa"/>
              </w:tcPr>
              <w:p w14:paraId="5B15BF88" w14:textId="3A78C273" w:rsidR="00916C37" w:rsidRPr="00691A19" w:rsidRDefault="000D336B" w:rsidP="00193115">
                <w:pPr>
                  <w:rPr>
                    <w:rFonts w:ascii="Calibri" w:hAnsi="Calibri" w:cs="Calibri"/>
                    <w:sz w:val="22"/>
                    <w:szCs w:val="22"/>
                  </w:rPr>
                </w:pPr>
                <w:r>
                  <w:rPr>
                    <w:rFonts w:ascii="Calibri" w:hAnsi="Calibri" w:cs="Calibri"/>
                    <w:sz w:val="22"/>
                    <w:szCs w:val="22"/>
                  </w:rPr>
                  <w:t>1</w:t>
                </w:r>
                <w:r w:rsidR="00FB1EB7">
                  <w:rPr>
                    <w:rFonts w:ascii="Calibri" w:hAnsi="Calibri" w:cs="Calibri"/>
                    <w:sz w:val="22"/>
                    <w:szCs w:val="22"/>
                  </w:rPr>
                  <w:t>2 April 2019</w:t>
                </w:r>
              </w:p>
            </w:tc>
          </w:tr>
        </w:tbl>
        <w:p w14:paraId="7A175080" w14:textId="77777777" w:rsidR="00193115" w:rsidRPr="00691A19" w:rsidRDefault="00193115"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1"/>
            <w:gridCol w:w="6277"/>
          </w:tblGrid>
          <w:tr w:rsidR="004A45C0" w:rsidRPr="00691A19" w14:paraId="7F15D09E" w14:textId="77777777" w:rsidTr="000D336B">
            <w:trPr>
              <w:cnfStyle w:val="100000000000" w:firstRow="1" w:lastRow="0" w:firstColumn="0" w:lastColumn="0" w:oddVBand="0" w:evenVBand="0" w:oddHBand="0" w:evenHBand="0" w:firstRowFirstColumn="0" w:firstRowLastColumn="0" w:lastRowFirstColumn="0" w:lastRowLastColumn="0"/>
            </w:trPr>
            <w:tc>
              <w:tcPr>
                <w:tcW w:w="8948" w:type="dxa"/>
                <w:gridSpan w:val="2"/>
              </w:tcPr>
              <w:p w14:paraId="6B783F00" w14:textId="77777777" w:rsidR="004A45C0" w:rsidRPr="00691A19" w:rsidRDefault="004A45C0" w:rsidP="004A45C0">
                <w:pPr>
                  <w:pStyle w:val="ColumnHeading"/>
                  <w:rPr>
                    <w:rFonts w:ascii="Calibri" w:hAnsi="Calibri" w:cs="Calibri"/>
                    <w:sz w:val="22"/>
                    <w:szCs w:val="22"/>
                  </w:rPr>
                </w:pPr>
                <w:r w:rsidRPr="00691A19">
                  <w:rPr>
                    <w:rFonts w:ascii="Calibri" w:hAnsi="Calibri" w:cs="Calibri"/>
                    <w:sz w:val="22"/>
                    <w:szCs w:val="22"/>
                  </w:rPr>
                  <w:t>Respondent Details</w:t>
                </w:r>
              </w:p>
            </w:tc>
          </w:tr>
          <w:tr w:rsidR="00B23399" w:rsidRPr="00691A19" w14:paraId="5B52E318" w14:textId="77777777" w:rsidTr="000D336B">
            <w:tc>
              <w:tcPr>
                <w:tcW w:w="2671" w:type="dxa"/>
              </w:tcPr>
              <w:p w14:paraId="02F133B7"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4EE63FAC1F544A09F2B692C3F0026DF"/>
                </w:placeholder>
                <w:showingPlcHdr/>
              </w:sdtPr>
              <w:sdtEndPr/>
              <w:sdtContent>
                <w:tc>
                  <w:tcPr>
                    <w:tcW w:w="6277" w:type="dxa"/>
                  </w:tcPr>
                  <w:p w14:paraId="7A599FC3"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738D29F" w14:textId="77777777" w:rsidTr="000D336B">
            <w:tc>
              <w:tcPr>
                <w:tcW w:w="2671" w:type="dxa"/>
              </w:tcPr>
              <w:p w14:paraId="15DEE5D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5EC4AB05902D46949445F656471EBAA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277" w:type="dxa"/>
                  </w:tcPr>
                  <w:p w14:paraId="23232B17"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B23399" w:rsidRPr="00691A19" w14:paraId="3A782125" w14:textId="77777777" w:rsidTr="000D336B">
            <w:tc>
              <w:tcPr>
                <w:tcW w:w="2671" w:type="dxa"/>
              </w:tcPr>
              <w:p w14:paraId="79F4D940"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1:</w:t>
                </w:r>
                <w:r w:rsidR="005F26DE" w:rsidRPr="00691A19">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D2263370DB484ADEAD458606B5432529"/>
                </w:placeholder>
                <w:showingPlcHdr/>
                <w:text/>
              </w:sdtPr>
              <w:sdtEndPr/>
              <w:sdtContent>
                <w:tc>
                  <w:tcPr>
                    <w:tcW w:w="6277" w:type="dxa"/>
                  </w:tcPr>
                  <w:p w14:paraId="413F74FF" w14:textId="77777777" w:rsidR="00B23399" w:rsidRPr="00691A19" w:rsidRDefault="00D7706F"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092ABDAC" w14:textId="77777777" w:rsidTr="000D336B">
            <w:tc>
              <w:tcPr>
                <w:tcW w:w="2671" w:type="dxa"/>
              </w:tcPr>
              <w:p w14:paraId="2D9C5F5C"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6ACD6873D0A2434181441377169BB64D"/>
                </w:placeholder>
                <w:showingPlcHdr/>
                <w:text/>
              </w:sdtPr>
              <w:sdtEndPr/>
              <w:sdtContent>
                <w:tc>
                  <w:tcPr>
                    <w:tcW w:w="6277" w:type="dxa"/>
                  </w:tcPr>
                  <w:p w14:paraId="63031ADF"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7CABA04E" w14:textId="77777777" w:rsidTr="000D336B">
            <w:tc>
              <w:tcPr>
                <w:tcW w:w="2671" w:type="dxa"/>
              </w:tcPr>
              <w:p w14:paraId="47BB2F19"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DCE3716158AB4CF6B2E32A7237C93F68"/>
                </w:placeholder>
                <w:showingPlcHdr/>
                <w:text/>
              </w:sdtPr>
              <w:sdtEndPr/>
              <w:sdtContent>
                <w:tc>
                  <w:tcPr>
                    <w:tcW w:w="6277" w:type="dxa"/>
                  </w:tcPr>
                  <w:p w14:paraId="730AB416"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2B7B9B5A" w14:textId="77777777" w:rsidTr="000D336B">
            <w:tc>
              <w:tcPr>
                <w:tcW w:w="2671" w:type="dxa"/>
              </w:tcPr>
              <w:p w14:paraId="5F31DB54" w14:textId="77777777" w:rsidR="00B23399" w:rsidRPr="00691A19" w:rsidRDefault="00B23399" w:rsidP="00193115">
                <w:pPr>
                  <w:rPr>
                    <w:rFonts w:ascii="Calibri" w:hAnsi="Calibri" w:cs="Calibri"/>
                    <w:sz w:val="22"/>
                    <w:szCs w:val="22"/>
                  </w:rPr>
                </w:pPr>
                <w:r w:rsidRPr="00691A19">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7B976BCFB9B64798AFB0AA1C8288F6C5"/>
                </w:placeholder>
                <w:showingPlcHdr/>
                <w:text/>
              </w:sdtPr>
              <w:sdtEndPr/>
              <w:sdtContent>
                <w:tc>
                  <w:tcPr>
                    <w:tcW w:w="6277" w:type="dxa"/>
                  </w:tcPr>
                  <w:p w14:paraId="16B7FD42" w14:textId="77777777" w:rsidR="00B23399" w:rsidRPr="00691A19" w:rsidRDefault="005A6203"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1B91D6A9" w14:textId="77777777" w:rsidTr="000D336B">
            <w:tc>
              <w:tcPr>
                <w:tcW w:w="2671" w:type="dxa"/>
              </w:tcPr>
              <w:p w14:paraId="4003A563"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8845676DDA974D058337A6EDFDC825EF"/>
                </w:placeholder>
                <w:showingPlcHdr/>
                <w:text/>
              </w:sdtPr>
              <w:sdtEndPr/>
              <w:sdtContent>
                <w:tc>
                  <w:tcPr>
                    <w:tcW w:w="6277" w:type="dxa"/>
                  </w:tcPr>
                  <w:p w14:paraId="66EC8AB3" w14:textId="77777777" w:rsidR="00B23399" w:rsidRPr="00691A19" w:rsidRDefault="005F26DE" w:rsidP="005F26DE">
                    <w:pPr>
                      <w:tabs>
                        <w:tab w:val="left" w:pos="996"/>
                      </w:tabs>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B23399" w:rsidRPr="00691A19" w14:paraId="36E8ABFD" w14:textId="77777777" w:rsidTr="000D336B">
            <w:tc>
              <w:tcPr>
                <w:tcW w:w="2671" w:type="dxa"/>
              </w:tcPr>
              <w:p w14:paraId="18B10251" w14:textId="77777777" w:rsidR="00B23399" w:rsidRPr="00691A19" w:rsidRDefault="00B23399" w:rsidP="00B23399">
                <w:pPr>
                  <w:rPr>
                    <w:rFonts w:ascii="Calibri" w:hAnsi="Calibri" w:cs="Calibri"/>
                    <w:sz w:val="22"/>
                    <w:szCs w:val="22"/>
                  </w:rPr>
                </w:pPr>
                <w:r w:rsidRPr="00691A19">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05676909173E45F8AE1BC0F5CA8684FD"/>
                </w:placeholder>
                <w:showingPlcHdr/>
                <w:text/>
              </w:sdtPr>
              <w:sdtEndPr/>
              <w:sdtContent>
                <w:tc>
                  <w:tcPr>
                    <w:tcW w:w="6277" w:type="dxa"/>
                  </w:tcPr>
                  <w:p w14:paraId="59B2AECC" w14:textId="77777777" w:rsidR="00B23399" w:rsidRPr="00691A19" w:rsidRDefault="005F26DE" w:rsidP="00193115">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71AE79F" w14:textId="77777777" w:rsidR="00B23399" w:rsidRPr="00691A19" w:rsidRDefault="00B23399" w:rsidP="00691A19">
          <w:pPr>
            <w:pStyle w:val="BodyText"/>
            <w:spacing w:after="0"/>
            <w:rPr>
              <w:rFonts w:ascii="Calibri" w:hAnsi="Calibri" w:cs="Calibri"/>
              <w:sz w:val="22"/>
              <w:szCs w:val="22"/>
            </w:rPr>
          </w:pPr>
        </w:p>
        <w:tbl>
          <w:tblPr>
            <w:tblStyle w:val="ElectralinkResponseTable"/>
            <w:tblW w:w="0" w:type="auto"/>
            <w:tblLook w:val="04A0" w:firstRow="1" w:lastRow="0" w:firstColumn="1" w:lastColumn="0" w:noHBand="0" w:noVBand="1"/>
          </w:tblPr>
          <w:tblGrid>
            <w:gridCol w:w="2678"/>
            <w:gridCol w:w="6270"/>
          </w:tblGrid>
          <w:tr w:rsidR="005F26DE" w:rsidRPr="00691A19" w14:paraId="40793884"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7E348903" w14:textId="77777777" w:rsidR="005F26DE" w:rsidRPr="00691A19" w:rsidRDefault="005F26DE" w:rsidP="005F26DE">
                <w:pPr>
                  <w:pStyle w:val="ColumnHeading"/>
                  <w:rPr>
                    <w:rFonts w:ascii="Calibri" w:hAnsi="Calibri" w:cs="Calibri"/>
                    <w:sz w:val="22"/>
                    <w:szCs w:val="22"/>
                  </w:rPr>
                </w:pPr>
                <w:r w:rsidRPr="00691A19">
                  <w:rPr>
                    <w:rFonts w:ascii="Calibri" w:hAnsi="Calibri" w:cs="Calibri"/>
                    <w:sz w:val="22"/>
                    <w:szCs w:val="22"/>
                  </w:rPr>
                  <w:t>Response</w:t>
                </w:r>
              </w:p>
            </w:tc>
          </w:tr>
          <w:tr w:rsidR="005F26DE" w:rsidRPr="00691A19" w14:paraId="1CC8B175" w14:textId="77777777" w:rsidTr="005F2D28">
            <w:tc>
              <w:tcPr>
                <w:tcW w:w="2697" w:type="dxa"/>
              </w:tcPr>
              <w:p w14:paraId="057A06AF"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C513BB0F45FA4086AFBEA7E82E969018"/>
                </w:placeholder>
                <w:showingPlcHdr/>
                <w:dropDownList>
                  <w:listItem w:value="Choose an item."/>
                  <w:listItem w:displayText="Accept" w:value="Accept"/>
                  <w:listItem w:displayText="Reject" w:value="Reject"/>
                </w:dropDownList>
              </w:sdtPr>
              <w:sdtEndPr/>
              <w:sdtContent>
                <w:tc>
                  <w:tcPr>
                    <w:tcW w:w="6370" w:type="dxa"/>
                  </w:tcPr>
                  <w:p w14:paraId="355F1C2D"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7A683DD8" w14:textId="77777777" w:rsidTr="005F2D28">
            <w:tc>
              <w:tcPr>
                <w:tcW w:w="2697" w:type="dxa"/>
                <w:tcBorders>
                  <w:bottom w:val="single" w:sz="4" w:space="0" w:color="auto"/>
                </w:tcBorders>
              </w:tcPr>
              <w:p w14:paraId="5A4C9771" w14:textId="77777777" w:rsidR="005F26DE" w:rsidRPr="00691A19" w:rsidRDefault="005F26DE" w:rsidP="00193115">
                <w:pPr>
                  <w:rPr>
                    <w:rFonts w:ascii="Calibri" w:hAnsi="Calibri" w:cs="Calibri"/>
                    <w:sz w:val="22"/>
                    <w:szCs w:val="22"/>
                  </w:rPr>
                </w:pPr>
                <w:r w:rsidRPr="00691A19">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5589438AEF84B2192A61A9F08D5BFA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475A9DE5" w14:textId="77777777" w:rsidR="005F26DE" w:rsidRPr="00691A19" w:rsidRDefault="005F26DE" w:rsidP="00193115">
                    <w:pPr>
                      <w:rPr>
                        <w:rFonts w:ascii="Calibri" w:hAnsi="Calibri" w:cs="Calibri"/>
                        <w:sz w:val="22"/>
                        <w:szCs w:val="22"/>
                      </w:rPr>
                    </w:pPr>
                    <w:r w:rsidRPr="00691A19">
                      <w:rPr>
                        <w:rStyle w:val="PlaceholderText"/>
                        <w:rFonts w:ascii="Calibri" w:hAnsi="Calibri" w:cs="Calibri"/>
                        <w:sz w:val="22"/>
                        <w:szCs w:val="22"/>
                      </w:rPr>
                      <w:t>Choose an item.</w:t>
                    </w:r>
                  </w:p>
                </w:tc>
              </w:sdtContent>
            </w:sdt>
          </w:tr>
          <w:tr w:rsidR="005F26DE" w:rsidRPr="00691A19" w14:paraId="6A87ECE0" w14:textId="77777777" w:rsidTr="00691A19">
            <w:tc>
              <w:tcPr>
                <w:tcW w:w="9067" w:type="dxa"/>
                <w:gridSpan w:val="2"/>
                <w:tcBorders>
                  <w:bottom w:val="single" w:sz="4" w:space="0" w:color="auto"/>
                </w:tcBorders>
                <w:shd w:val="clear" w:color="auto" w:fill="auto"/>
              </w:tcPr>
              <w:p w14:paraId="0C1977A4"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DCUSA General Objectives</w:t>
                </w:r>
              </w:p>
              <w:p w14:paraId="480F7EE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development, maintenance and operation by each of the DNO Parties and IDNO Parties of an efficient, co-ordinated, and economical Distribution System.</w:t>
                </w:r>
              </w:p>
              <w:p w14:paraId="15846A3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 xml:space="preserve">The facilitation of effective competition in the generation and supply of electricity and (so far as is consistent with that) the promotion of such competition in the sale, distribution and purchase of electricity. </w:t>
                </w:r>
              </w:p>
              <w:p w14:paraId="13EAA076"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lastRenderedPageBreak/>
                  <w:t>The efficient discharge by each of the DNO Parties and IDNO Parties of the obligations imposed upon them by their Distribution Licences.</w:t>
                </w:r>
              </w:p>
              <w:p w14:paraId="2B1A8D5C"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The promotion of efficiency in the implementation and administration of this Agreement and the arrangements under it.</w:t>
                </w:r>
              </w:p>
              <w:p w14:paraId="34ADC8A1"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14:paraId="09F6A9E6" w14:textId="77777777" w:rsidR="005F26DE" w:rsidRPr="00691A19" w:rsidRDefault="005F26DE" w:rsidP="005F2D28">
                <w:pPr>
                  <w:pStyle w:val="ObjectivesHeading"/>
                  <w:rPr>
                    <w:rFonts w:ascii="Calibri" w:hAnsi="Calibri" w:cs="Calibri"/>
                    <w:sz w:val="22"/>
                    <w:szCs w:val="22"/>
                  </w:rPr>
                </w:pPr>
                <w:r w:rsidRPr="00691A19">
                  <w:rPr>
                    <w:rFonts w:ascii="Calibri" w:hAnsi="Calibri" w:cs="Calibri"/>
                    <w:sz w:val="22"/>
                    <w:szCs w:val="22"/>
                  </w:rPr>
                  <w:t xml:space="preserve">DCUSA Charging Objectives </w:t>
                </w:r>
              </w:p>
              <w:p w14:paraId="56E09520" w14:textId="77777777" w:rsidR="005F26DE" w:rsidRPr="00691A19" w:rsidRDefault="005F26DE" w:rsidP="005F26DE">
                <w:pPr>
                  <w:pStyle w:val="ListNumber"/>
                  <w:numPr>
                    <w:ilvl w:val="0"/>
                    <w:numId w:val="16"/>
                  </w:numPr>
                  <w:rPr>
                    <w:rFonts w:ascii="Calibri" w:hAnsi="Calibri" w:cs="Calibri"/>
                    <w:sz w:val="22"/>
                    <w:szCs w:val="22"/>
                  </w:rPr>
                </w:pPr>
                <w:r w:rsidRPr="00691A19">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14:paraId="00C5CBCA"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3F27ABB8" w14:textId="77777777" w:rsidR="005F26DE" w:rsidRPr="00691A19" w:rsidRDefault="005F26DE" w:rsidP="005F2D28">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6FF3998B"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14:paraId="6F565DC8" w14:textId="77777777" w:rsidR="005F26DE" w:rsidRPr="00691A19" w:rsidRDefault="005F26DE" w:rsidP="005F26DE">
                <w:pPr>
                  <w:pStyle w:val="ListNumber"/>
                  <w:rPr>
                    <w:rFonts w:ascii="Calibri" w:hAnsi="Calibri" w:cs="Calibri"/>
                    <w:sz w:val="22"/>
                    <w:szCs w:val="22"/>
                  </w:rPr>
                </w:pPr>
                <w:r w:rsidRPr="00691A19">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F58BE43" w14:textId="77777777" w:rsidR="00691A19" w:rsidRPr="00691A19" w:rsidRDefault="00691A19" w:rsidP="00691A19">
                <w:pPr>
                  <w:pStyle w:val="ListNumber"/>
                  <w:rPr>
                    <w:rFonts w:ascii="Calibri" w:hAnsi="Calibri" w:cs="Calibri"/>
                    <w:sz w:val="22"/>
                    <w:szCs w:val="22"/>
                  </w:rPr>
                </w:pPr>
                <w:r w:rsidRPr="00691A19">
                  <w:rPr>
                    <w:rFonts w:ascii="Calibri" w:hAnsi="Calibri" w:cs="Calibri"/>
                    <w:sz w:val="22"/>
                    <w:szCs w:val="22"/>
                  </w:rPr>
                  <w:t>That compliance with the Charging Methodologies promotes efficiency in its own implementation and administration.</w:t>
                </w:r>
              </w:p>
            </w:tc>
          </w:tr>
          <w:tr w:rsidR="004572E2" w:rsidRPr="00691A19" w14:paraId="3C6E05E0" w14:textId="77777777" w:rsidTr="004572E2">
            <w:tc>
              <w:tcPr>
                <w:tcW w:w="2697" w:type="dxa"/>
                <w:shd w:val="clear" w:color="auto" w:fill="auto"/>
              </w:tcPr>
              <w:p w14:paraId="7B9733B9"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lastRenderedPageBreak/>
                  <w:t>Please advise which DCUSA Objective(s) are better facilitated by this change and provide the reason why the objective(s) are better facilitated?</w:t>
                </w:r>
              </w:p>
            </w:tc>
            <w:sdt>
              <w:sdtPr>
                <w:rPr>
                  <w:rFonts w:ascii="Calibri" w:hAnsi="Calibri" w:cs="Calibri"/>
                  <w:sz w:val="22"/>
                  <w:szCs w:val="22"/>
                </w:rPr>
                <w:alias w:val="Response Details"/>
                <w:tag w:val="response_details"/>
                <w:id w:val="1442806310"/>
                <w:placeholder>
                  <w:docPart w:val="462DC40808D7487BBCCCDA11019CED8E"/>
                </w:placeholder>
                <w:showingPlcHdr/>
              </w:sdtPr>
              <w:sdtEndPr/>
              <w:sdtContent>
                <w:tc>
                  <w:tcPr>
                    <w:tcW w:w="6370" w:type="dxa"/>
                    <w:shd w:val="clear" w:color="auto" w:fill="auto"/>
                  </w:tcPr>
                  <w:p w14:paraId="72A8450D" w14:textId="77777777" w:rsidR="004572E2" w:rsidRPr="00691A19" w:rsidRDefault="004572E2"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r w:rsidR="004572E2" w:rsidRPr="00691A19" w14:paraId="13C20665" w14:textId="77777777" w:rsidTr="004572E2">
            <w:tc>
              <w:tcPr>
                <w:tcW w:w="2697" w:type="dxa"/>
                <w:shd w:val="clear" w:color="auto" w:fill="auto"/>
              </w:tcPr>
              <w:p w14:paraId="63E4297B" w14:textId="77777777" w:rsidR="004572E2" w:rsidRPr="00691A19" w:rsidRDefault="004572E2" w:rsidP="004572E2">
                <w:pPr>
                  <w:rPr>
                    <w:rFonts w:ascii="Calibri" w:hAnsi="Calibri" w:cs="Calibri"/>
                    <w:sz w:val="22"/>
                    <w:szCs w:val="22"/>
                  </w:rPr>
                </w:pPr>
                <w:r w:rsidRPr="00691A19">
                  <w:rPr>
                    <w:rFonts w:ascii="Calibri" w:hAnsi="Calibri" w:cs="Calibri"/>
                    <w:sz w:val="22"/>
                    <w:szCs w:val="22"/>
                  </w:rPr>
                  <w:t>Any Other Comments</w:t>
                </w:r>
                <w:r w:rsidRPr="00691A19">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EF8C1B154F37440CBB2659F6BCC0A1EF"/>
                </w:placeholder>
                <w:showingPlcHdr/>
              </w:sdtPr>
              <w:sdtEndPr/>
              <w:sdtContent>
                <w:tc>
                  <w:tcPr>
                    <w:tcW w:w="6370" w:type="dxa"/>
                    <w:shd w:val="clear" w:color="auto" w:fill="auto"/>
                  </w:tcPr>
                  <w:p w14:paraId="43183BFC" w14:textId="77777777" w:rsidR="004572E2" w:rsidRPr="00691A19" w:rsidRDefault="001F256A" w:rsidP="004572E2">
                    <w:pPr>
                      <w:rPr>
                        <w:rFonts w:ascii="Calibri" w:hAnsi="Calibri" w:cs="Calibri"/>
                        <w:sz w:val="22"/>
                        <w:szCs w:val="22"/>
                      </w:rPr>
                    </w:pPr>
                    <w:r w:rsidRPr="00691A19">
                      <w:rPr>
                        <w:rStyle w:val="PlaceholderText"/>
                        <w:rFonts w:ascii="Calibri" w:hAnsi="Calibri" w:cs="Calibri"/>
                        <w:sz w:val="22"/>
                        <w:szCs w:val="22"/>
                      </w:rPr>
                      <w:t>Click here to enter text.</w:t>
                    </w:r>
                  </w:p>
                </w:tc>
              </w:sdtContent>
            </w:sdt>
          </w:tr>
        </w:tbl>
        <w:p w14:paraId="157C0DFC" w14:textId="2EC8FD11" w:rsidR="005F26DE" w:rsidRPr="00691A19" w:rsidRDefault="00F24123" w:rsidP="000D336B">
          <w:pPr>
            <w:rPr>
              <w:rFonts w:ascii="Calibri" w:hAnsi="Calibri" w:cs="Calibri"/>
              <w:sz w:val="22"/>
              <w:szCs w:val="22"/>
            </w:rPr>
          </w:pPr>
        </w:p>
      </w:sdtContent>
    </w:sdt>
    <w:sectPr w:rsidR="005F26DE" w:rsidRPr="00691A19"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9A18F" w14:textId="77777777" w:rsidR="00691A19" w:rsidRDefault="00691A19" w:rsidP="00FD00A2">
      <w:r>
        <w:separator/>
      </w:r>
    </w:p>
  </w:endnote>
  <w:endnote w:type="continuationSeparator" w:id="0">
    <w:p w14:paraId="43EB46DC" w14:textId="77777777" w:rsidR="00691A19" w:rsidRDefault="00691A19"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542514"/>
      <w:lock w:val="contentLocked"/>
      <w:placeholder>
        <w:docPart w:val="DefaultPlaceholder_-1854013440"/>
      </w:placeholder>
      <w:showingPlcHdr/>
      <w:group/>
    </w:sdtPr>
    <w:sdtContent>
      <w:p w14:paraId="32EA198D" w14:textId="19B5F11D" w:rsidR="00F24123" w:rsidRDefault="00F24123">
        <w:pPr>
          <w:pStyle w:val="Footer"/>
        </w:pPr>
        <w:r w:rsidRPr="00226A7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66224"/>
      <w:lock w:val="contentLocked"/>
      <w:placeholder>
        <w:docPart w:val="DefaultPlaceholder_-1854013440"/>
      </w:placeholder>
      <w:group/>
    </w:sdtPr>
    <w:sdtContent>
      <w:p w14:paraId="4BA66505" w14:textId="7C54F8DE" w:rsidR="00FD00A2" w:rsidRDefault="000D336B">
        <w:pPr>
          <w:pStyle w:val="Footer"/>
        </w:pPr>
        <w:r>
          <w:t>2</w:t>
        </w:r>
        <w:r w:rsidR="00FB1EB7">
          <w:t>2 March 2019</w:t>
        </w:r>
        <w:r w:rsidR="00FD00A2">
          <w:tab/>
          <w:t xml:space="preserve">Page </w:t>
        </w:r>
        <w:r w:rsidR="00FD00A2">
          <w:fldChar w:fldCharType="begin"/>
        </w:r>
        <w:r w:rsidR="00FD00A2">
          <w:instrText xml:space="preserve"> page </w:instrText>
        </w:r>
        <w:r w:rsidR="00FD00A2">
          <w:fldChar w:fldCharType="separate"/>
        </w:r>
        <w:r w:rsidR="009F0721">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9F0721">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691A19">
          <w:t>Version 1.0</w: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4721648"/>
      <w:lock w:val="contentLocked"/>
      <w:placeholder>
        <w:docPart w:val="DefaultPlaceholder_-1854013440"/>
      </w:placeholder>
      <w:showingPlcHdr/>
      <w:group/>
    </w:sdtPr>
    <w:sdtContent>
      <w:p w14:paraId="06B58577" w14:textId="1CFB1086" w:rsidR="00F24123" w:rsidRDefault="00F24123">
        <w:pPr>
          <w:pStyle w:val="Footer"/>
        </w:pPr>
        <w:r w:rsidRPr="00226A7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1465A" w14:textId="77777777" w:rsidR="00691A19" w:rsidRDefault="00691A19" w:rsidP="00FD00A2">
      <w:r>
        <w:separator/>
      </w:r>
    </w:p>
  </w:footnote>
  <w:footnote w:type="continuationSeparator" w:id="0">
    <w:p w14:paraId="4858F301" w14:textId="77777777" w:rsidR="00691A19" w:rsidRDefault="00691A19" w:rsidP="00FD00A2">
      <w:r>
        <w:continuationSeparator/>
      </w:r>
    </w:p>
  </w:footnote>
  <w:footnote w:id="1">
    <w:p w14:paraId="4C71396C" w14:textId="77777777" w:rsidR="005F26DE" w:rsidRDefault="005F26DE">
      <w:pPr>
        <w:pStyle w:val="FootnoteText"/>
      </w:pPr>
      <w:r>
        <w:rPr>
          <w:rStyle w:val="FootnoteReference"/>
        </w:rPr>
        <w:footnoteRef/>
      </w:r>
      <w:r>
        <w:t xml:space="preserve"> Please add </w:t>
      </w:r>
      <w:r w:rsidR="00807039">
        <w:t xml:space="preserve">only </w:t>
      </w:r>
      <w:proofErr w:type="gramStart"/>
      <w:r>
        <w:t>one party</w:t>
      </w:r>
      <w:proofErr w:type="gramEnd"/>
      <w:r>
        <w:t xml:space="preserve"> name per line.</w:t>
      </w:r>
    </w:p>
  </w:footnote>
  <w:footnote w:id="2">
    <w:p w14:paraId="2EB4B0E3" w14:textId="77777777" w:rsidR="004572E2" w:rsidRDefault="004572E2">
      <w:pPr>
        <w:pStyle w:val="FootnoteText"/>
      </w:pPr>
      <w:r>
        <w:rPr>
          <w:rStyle w:val="FootnoteReference"/>
        </w:rPr>
        <w:footnoteRef/>
      </w:r>
      <w:r>
        <w:t xml:space="preserve"> </w:t>
      </w:r>
      <w:r w:rsidRPr="004572E2">
        <w:t xml:space="preserve">Please note that for Part 1 matters the Authority may </w:t>
      </w:r>
      <w:proofErr w:type="gramStart"/>
      <w:r w:rsidRPr="004572E2">
        <w:t>take into account</w:t>
      </w:r>
      <w:proofErr w:type="gramEnd"/>
      <w:r w:rsidRPr="004572E2">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657096"/>
      <w:lock w:val="contentLocked"/>
      <w:placeholder>
        <w:docPart w:val="DefaultPlaceholder_-1854013440"/>
      </w:placeholder>
      <w:showingPlcHdr/>
      <w:group/>
    </w:sdtPr>
    <w:sdtContent>
      <w:p w14:paraId="4BD4A29A" w14:textId="74CCC6BF" w:rsidR="00F24123" w:rsidRDefault="00F24123">
        <w:pPr>
          <w:pStyle w:val="Header"/>
        </w:pPr>
        <w:r w:rsidRPr="00226A7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1661739"/>
      <w:lock w:val="contentLocked"/>
      <w:placeholder>
        <w:docPart w:val="DefaultPlaceholder_-1854013440"/>
      </w:placeholder>
      <w:group/>
    </w:sdtPr>
    <w:sdtContent>
      <w:p w14:paraId="1F079B55" w14:textId="01A1355C" w:rsidR="00FD00A2" w:rsidRDefault="008D01AD">
        <w:pPr>
          <w:pStyle w:val="Header"/>
        </w:pPr>
        <w:r>
          <w:t xml:space="preserve">DCUSA </w:t>
        </w:r>
        <w:r w:rsidR="00193115">
          <w:t>Change Report</w:t>
        </w:r>
        <w:r w:rsidR="00FD00A2">
          <w:tab/>
        </w:r>
        <w:r w:rsidR="009B02DB">
          <w:t xml:space="preserve">DCP </w:t>
        </w:r>
        <w:r w:rsidR="000D336B">
          <w:t>3</w:t>
        </w:r>
        <w:r w:rsidR="00F24123">
          <w:t>39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756881"/>
      <w:lock w:val="contentLocked"/>
      <w:placeholder>
        <w:docPart w:val="DefaultPlaceholder_-1854013440"/>
      </w:placeholder>
      <w:showingPlcHdr/>
      <w:group/>
    </w:sdtPr>
    <w:sdtContent>
      <w:p w14:paraId="74C9E00E" w14:textId="7745B01E" w:rsidR="00F24123" w:rsidRDefault="00F24123">
        <w:pPr>
          <w:pStyle w:val="Header"/>
        </w:pPr>
        <w:r w:rsidRPr="00226A7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19"/>
    <w:rsid w:val="00077D80"/>
    <w:rsid w:val="000D336B"/>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4409"/>
    <w:rsid w:val="005A6203"/>
    <w:rsid w:val="005F1DC2"/>
    <w:rsid w:val="005F26DE"/>
    <w:rsid w:val="005F2D28"/>
    <w:rsid w:val="00691A19"/>
    <w:rsid w:val="00697019"/>
    <w:rsid w:val="006A156B"/>
    <w:rsid w:val="006C52F5"/>
    <w:rsid w:val="006E1D1C"/>
    <w:rsid w:val="00711B18"/>
    <w:rsid w:val="007361B2"/>
    <w:rsid w:val="0076726D"/>
    <w:rsid w:val="007F090A"/>
    <w:rsid w:val="00807039"/>
    <w:rsid w:val="00884177"/>
    <w:rsid w:val="008D01AD"/>
    <w:rsid w:val="008F22A5"/>
    <w:rsid w:val="00916C37"/>
    <w:rsid w:val="00963A66"/>
    <w:rsid w:val="009A3EA3"/>
    <w:rsid w:val="009B02DB"/>
    <w:rsid w:val="009F0721"/>
    <w:rsid w:val="009F1AFC"/>
    <w:rsid w:val="00A817E9"/>
    <w:rsid w:val="00A828F0"/>
    <w:rsid w:val="00AC6DB4"/>
    <w:rsid w:val="00B23399"/>
    <w:rsid w:val="00BD7921"/>
    <w:rsid w:val="00C01797"/>
    <w:rsid w:val="00CE497A"/>
    <w:rsid w:val="00D7706F"/>
    <w:rsid w:val="00DB3EF9"/>
    <w:rsid w:val="00EE2CEA"/>
    <w:rsid w:val="00EF062E"/>
    <w:rsid w:val="00F24123"/>
    <w:rsid w:val="00FB1EB7"/>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A649"/>
  <w15:chartTrackingRefBased/>
  <w15:docId w15:val="{63B63E80-C100-42B4-BC77-D60281DE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EE63FAC1F544A09F2B692C3F0026DF"/>
        <w:category>
          <w:name w:val="General"/>
          <w:gallery w:val="placeholder"/>
        </w:category>
        <w:types>
          <w:type w:val="bbPlcHdr"/>
        </w:types>
        <w:behaviors>
          <w:behavior w:val="content"/>
        </w:behaviors>
        <w:guid w:val="{9E8CDE6A-82DF-47FF-90FF-F2E352B2C775}"/>
      </w:docPartPr>
      <w:docPartBody>
        <w:p w:rsidR="002662D3" w:rsidRDefault="007B488B">
          <w:pPr>
            <w:pStyle w:val="34EE63FAC1F544A09F2B692C3F0026DF"/>
          </w:pPr>
          <w:r w:rsidRPr="005D19FB">
            <w:rPr>
              <w:rStyle w:val="PlaceholderText"/>
            </w:rPr>
            <w:t>Click here to enter text.</w:t>
          </w:r>
        </w:p>
      </w:docPartBody>
    </w:docPart>
    <w:docPart>
      <w:docPartPr>
        <w:name w:val="5EC4AB05902D46949445F656471EBAAA"/>
        <w:category>
          <w:name w:val="General"/>
          <w:gallery w:val="placeholder"/>
        </w:category>
        <w:types>
          <w:type w:val="bbPlcHdr"/>
        </w:types>
        <w:behaviors>
          <w:behavior w:val="content"/>
        </w:behaviors>
        <w:guid w:val="{25940A8B-4325-4BD2-B51A-A6255D4DF4D8}"/>
      </w:docPartPr>
      <w:docPartBody>
        <w:p w:rsidR="002662D3" w:rsidRDefault="007B488B">
          <w:pPr>
            <w:pStyle w:val="5EC4AB05902D46949445F656471EBAAA"/>
          </w:pPr>
          <w:r w:rsidRPr="005D19FB">
            <w:rPr>
              <w:rStyle w:val="PlaceholderText"/>
            </w:rPr>
            <w:t>Choose an item.</w:t>
          </w:r>
        </w:p>
      </w:docPartBody>
    </w:docPart>
    <w:docPart>
      <w:docPartPr>
        <w:name w:val="D2263370DB484ADEAD458606B5432529"/>
        <w:category>
          <w:name w:val="General"/>
          <w:gallery w:val="placeholder"/>
        </w:category>
        <w:types>
          <w:type w:val="bbPlcHdr"/>
        </w:types>
        <w:behaviors>
          <w:behavior w:val="content"/>
        </w:behaviors>
        <w:guid w:val="{67F1B359-FD8B-4B6F-8DD5-6D94C3733DEF}"/>
      </w:docPartPr>
      <w:docPartBody>
        <w:p w:rsidR="002662D3" w:rsidRDefault="007B488B">
          <w:pPr>
            <w:pStyle w:val="D2263370DB484ADEAD458606B5432529"/>
          </w:pPr>
          <w:r w:rsidRPr="005D19FB">
            <w:rPr>
              <w:rStyle w:val="PlaceholderText"/>
            </w:rPr>
            <w:t>Click here to enter text.</w:t>
          </w:r>
        </w:p>
      </w:docPartBody>
    </w:docPart>
    <w:docPart>
      <w:docPartPr>
        <w:name w:val="6ACD6873D0A2434181441377169BB64D"/>
        <w:category>
          <w:name w:val="General"/>
          <w:gallery w:val="placeholder"/>
        </w:category>
        <w:types>
          <w:type w:val="bbPlcHdr"/>
        </w:types>
        <w:behaviors>
          <w:behavior w:val="content"/>
        </w:behaviors>
        <w:guid w:val="{DA483F6C-0C86-4A34-92ED-484F9FD69EC1}"/>
      </w:docPartPr>
      <w:docPartBody>
        <w:p w:rsidR="002662D3" w:rsidRDefault="007B488B">
          <w:pPr>
            <w:pStyle w:val="6ACD6873D0A2434181441377169BB64D"/>
          </w:pPr>
          <w:r w:rsidRPr="005D19FB">
            <w:rPr>
              <w:rStyle w:val="PlaceholderText"/>
            </w:rPr>
            <w:t>Click here to enter text.</w:t>
          </w:r>
        </w:p>
      </w:docPartBody>
    </w:docPart>
    <w:docPart>
      <w:docPartPr>
        <w:name w:val="DCE3716158AB4CF6B2E32A7237C93F68"/>
        <w:category>
          <w:name w:val="General"/>
          <w:gallery w:val="placeholder"/>
        </w:category>
        <w:types>
          <w:type w:val="bbPlcHdr"/>
        </w:types>
        <w:behaviors>
          <w:behavior w:val="content"/>
        </w:behaviors>
        <w:guid w:val="{DF0766EE-5637-4CC3-BBCA-D726CB431B14}"/>
      </w:docPartPr>
      <w:docPartBody>
        <w:p w:rsidR="002662D3" w:rsidRDefault="007B488B">
          <w:pPr>
            <w:pStyle w:val="DCE3716158AB4CF6B2E32A7237C93F68"/>
          </w:pPr>
          <w:r w:rsidRPr="005D19FB">
            <w:rPr>
              <w:rStyle w:val="PlaceholderText"/>
            </w:rPr>
            <w:t>Click here to enter text.</w:t>
          </w:r>
        </w:p>
      </w:docPartBody>
    </w:docPart>
    <w:docPart>
      <w:docPartPr>
        <w:name w:val="7B976BCFB9B64798AFB0AA1C8288F6C5"/>
        <w:category>
          <w:name w:val="General"/>
          <w:gallery w:val="placeholder"/>
        </w:category>
        <w:types>
          <w:type w:val="bbPlcHdr"/>
        </w:types>
        <w:behaviors>
          <w:behavior w:val="content"/>
        </w:behaviors>
        <w:guid w:val="{35E93992-78FD-4A44-B737-1F1A2530E1C4}"/>
      </w:docPartPr>
      <w:docPartBody>
        <w:p w:rsidR="002662D3" w:rsidRDefault="007B488B">
          <w:pPr>
            <w:pStyle w:val="7B976BCFB9B64798AFB0AA1C8288F6C5"/>
          </w:pPr>
          <w:r w:rsidRPr="005D19FB">
            <w:rPr>
              <w:rStyle w:val="PlaceholderText"/>
            </w:rPr>
            <w:t>Click here to enter text.</w:t>
          </w:r>
        </w:p>
      </w:docPartBody>
    </w:docPart>
    <w:docPart>
      <w:docPartPr>
        <w:name w:val="8845676DDA974D058337A6EDFDC825EF"/>
        <w:category>
          <w:name w:val="General"/>
          <w:gallery w:val="placeholder"/>
        </w:category>
        <w:types>
          <w:type w:val="bbPlcHdr"/>
        </w:types>
        <w:behaviors>
          <w:behavior w:val="content"/>
        </w:behaviors>
        <w:guid w:val="{D6F374F5-8AB9-4277-B54F-3C2F8286BAD4}"/>
      </w:docPartPr>
      <w:docPartBody>
        <w:p w:rsidR="002662D3" w:rsidRDefault="007B488B">
          <w:pPr>
            <w:pStyle w:val="8845676DDA974D058337A6EDFDC825EF"/>
          </w:pPr>
          <w:r w:rsidRPr="005D19FB">
            <w:rPr>
              <w:rStyle w:val="PlaceholderText"/>
            </w:rPr>
            <w:t>Click here to enter text.</w:t>
          </w:r>
        </w:p>
      </w:docPartBody>
    </w:docPart>
    <w:docPart>
      <w:docPartPr>
        <w:name w:val="05676909173E45F8AE1BC0F5CA8684FD"/>
        <w:category>
          <w:name w:val="General"/>
          <w:gallery w:val="placeholder"/>
        </w:category>
        <w:types>
          <w:type w:val="bbPlcHdr"/>
        </w:types>
        <w:behaviors>
          <w:behavior w:val="content"/>
        </w:behaviors>
        <w:guid w:val="{673BEE53-E9D8-4FFE-B096-467EF1AEBF04}"/>
      </w:docPartPr>
      <w:docPartBody>
        <w:p w:rsidR="002662D3" w:rsidRDefault="007B488B">
          <w:pPr>
            <w:pStyle w:val="05676909173E45F8AE1BC0F5CA8684FD"/>
          </w:pPr>
          <w:r w:rsidRPr="005D19FB">
            <w:rPr>
              <w:rStyle w:val="PlaceholderText"/>
            </w:rPr>
            <w:t>Click here to enter text.</w:t>
          </w:r>
        </w:p>
      </w:docPartBody>
    </w:docPart>
    <w:docPart>
      <w:docPartPr>
        <w:name w:val="C513BB0F45FA4086AFBEA7E82E969018"/>
        <w:category>
          <w:name w:val="General"/>
          <w:gallery w:val="placeholder"/>
        </w:category>
        <w:types>
          <w:type w:val="bbPlcHdr"/>
        </w:types>
        <w:behaviors>
          <w:behavior w:val="content"/>
        </w:behaviors>
        <w:guid w:val="{2E320FB8-02AA-454B-9FDA-6F3D437710C8}"/>
      </w:docPartPr>
      <w:docPartBody>
        <w:p w:rsidR="002662D3" w:rsidRDefault="007B488B">
          <w:pPr>
            <w:pStyle w:val="C513BB0F45FA4086AFBEA7E82E969018"/>
          </w:pPr>
          <w:r w:rsidRPr="005D19FB">
            <w:rPr>
              <w:rStyle w:val="PlaceholderText"/>
            </w:rPr>
            <w:t>Choose an item.</w:t>
          </w:r>
        </w:p>
      </w:docPartBody>
    </w:docPart>
    <w:docPart>
      <w:docPartPr>
        <w:name w:val="35589438AEF84B2192A61A9F08D5BFA2"/>
        <w:category>
          <w:name w:val="General"/>
          <w:gallery w:val="placeholder"/>
        </w:category>
        <w:types>
          <w:type w:val="bbPlcHdr"/>
        </w:types>
        <w:behaviors>
          <w:behavior w:val="content"/>
        </w:behaviors>
        <w:guid w:val="{C46C9AF7-80AA-45EB-A110-2034828A864D}"/>
      </w:docPartPr>
      <w:docPartBody>
        <w:p w:rsidR="002662D3" w:rsidRDefault="007B488B">
          <w:pPr>
            <w:pStyle w:val="35589438AEF84B2192A61A9F08D5BFA2"/>
          </w:pPr>
          <w:r w:rsidRPr="005D19FB">
            <w:rPr>
              <w:rStyle w:val="PlaceholderText"/>
            </w:rPr>
            <w:t>Choose an item.</w:t>
          </w:r>
        </w:p>
      </w:docPartBody>
    </w:docPart>
    <w:docPart>
      <w:docPartPr>
        <w:name w:val="462DC40808D7487BBCCCDA11019CED8E"/>
        <w:category>
          <w:name w:val="General"/>
          <w:gallery w:val="placeholder"/>
        </w:category>
        <w:types>
          <w:type w:val="bbPlcHdr"/>
        </w:types>
        <w:behaviors>
          <w:behavior w:val="content"/>
        </w:behaviors>
        <w:guid w:val="{534A24C1-38D7-4760-BD99-27F3987EF04B}"/>
      </w:docPartPr>
      <w:docPartBody>
        <w:p w:rsidR="002662D3" w:rsidRDefault="007B488B">
          <w:pPr>
            <w:pStyle w:val="462DC40808D7487BBCCCDA11019CED8E"/>
          </w:pPr>
          <w:r w:rsidRPr="005D19FB">
            <w:rPr>
              <w:rStyle w:val="PlaceholderText"/>
            </w:rPr>
            <w:t>Click here to enter text.</w:t>
          </w:r>
        </w:p>
      </w:docPartBody>
    </w:docPart>
    <w:docPart>
      <w:docPartPr>
        <w:name w:val="EF8C1B154F37440CBB2659F6BCC0A1EF"/>
        <w:category>
          <w:name w:val="General"/>
          <w:gallery w:val="placeholder"/>
        </w:category>
        <w:types>
          <w:type w:val="bbPlcHdr"/>
        </w:types>
        <w:behaviors>
          <w:behavior w:val="content"/>
        </w:behaviors>
        <w:guid w:val="{BD31E2B7-5A1E-485F-B2AC-155DF2824251}"/>
      </w:docPartPr>
      <w:docPartBody>
        <w:p w:rsidR="002662D3" w:rsidRDefault="007B488B">
          <w:pPr>
            <w:pStyle w:val="EF8C1B154F37440CBB2659F6BCC0A1EF"/>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C49675F0-1503-4AF1-8E95-1564D83F53A7}"/>
      </w:docPartPr>
      <w:docPartBody>
        <w:p w:rsidR="00D5234B" w:rsidRDefault="00C54897">
          <w:r w:rsidRPr="00226A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8B"/>
    <w:rsid w:val="002662D3"/>
    <w:rsid w:val="007B488B"/>
    <w:rsid w:val="00C54897"/>
    <w:rsid w:val="00D52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4897"/>
    <w:rPr>
      <w:color w:val="808080"/>
    </w:rPr>
  </w:style>
  <w:style w:type="paragraph" w:customStyle="1" w:styleId="34EE63FAC1F544A09F2B692C3F0026DF">
    <w:name w:val="34EE63FAC1F544A09F2B692C3F0026DF"/>
  </w:style>
  <w:style w:type="paragraph" w:customStyle="1" w:styleId="5EC4AB05902D46949445F656471EBAAA">
    <w:name w:val="5EC4AB05902D46949445F656471EBAAA"/>
  </w:style>
  <w:style w:type="paragraph" w:customStyle="1" w:styleId="D2263370DB484ADEAD458606B5432529">
    <w:name w:val="D2263370DB484ADEAD458606B5432529"/>
  </w:style>
  <w:style w:type="paragraph" w:customStyle="1" w:styleId="6ACD6873D0A2434181441377169BB64D">
    <w:name w:val="6ACD6873D0A2434181441377169BB64D"/>
  </w:style>
  <w:style w:type="paragraph" w:customStyle="1" w:styleId="DCE3716158AB4CF6B2E32A7237C93F68">
    <w:name w:val="DCE3716158AB4CF6B2E32A7237C93F68"/>
  </w:style>
  <w:style w:type="paragraph" w:customStyle="1" w:styleId="7B976BCFB9B64798AFB0AA1C8288F6C5">
    <w:name w:val="7B976BCFB9B64798AFB0AA1C8288F6C5"/>
  </w:style>
  <w:style w:type="paragraph" w:customStyle="1" w:styleId="8845676DDA974D058337A6EDFDC825EF">
    <w:name w:val="8845676DDA974D058337A6EDFDC825EF"/>
  </w:style>
  <w:style w:type="paragraph" w:customStyle="1" w:styleId="3C54A4E4BDBA474C87568E7B9193C85C">
    <w:name w:val="3C54A4E4BDBA474C87568E7B9193C85C"/>
  </w:style>
  <w:style w:type="paragraph" w:customStyle="1" w:styleId="05676909173E45F8AE1BC0F5CA8684FD">
    <w:name w:val="05676909173E45F8AE1BC0F5CA8684FD"/>
  </w:style>
  <w:style w:type="paragraph" w:customStyle="1" w:styleId="C513BB0F45FA4086AFBEA7E82E969018">
    <w:name w:val="C513BB0F45FA4086AFBEA7E82E969018"/>
  </w:style>
  <w:style w:type="paragraph" w:customStyle="1" w:styleId="35589438AEF84B2192A61A9F08D5BFA2">
    <w:name w:val="35589438AEF84B2192A61A9F08D5BFA2"/>
  </w:style>
  <w:style w:type="paragraph" w:customStyle="1" w:styleId="462DC40808D7487BBCCCDA11019CED8E">
    <w:name w:val="462DC40808D7487BBCCCDA11019CED8E"/>
  </w:style>
  <w:style w:type="paragraph" w:customStyle="1" w:styleId="EF8C1B154F37440CBB2659F6BCC0A1EF">
    <w:name w:val="EF8C1B154F37440CBB2659F6BCC0A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A1D54-7DFB-455D-AE74-1A1F924D4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0</TotalTime>
  <Pages>2</Pages>
  <Words>498</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2</cp:revision>
  <dcterms:created xsi:type="dcterms:W3CDTF">2019-03-12T13:47:00Z</dcterms:created>
  <dcterms:modified xsi:type="dcterms:W3CDTF">2019-03-12T13:47:00Z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293</vt:lpwstr>
  </property>
  <property fmtid="{D5CDD505-2E9C-101B-9397-08002B2CF9AE}" pid="3" name="Date">
    <vt:lpwstr>22 September 2017</vt:lpwstr>
  </property>
  <property fmtid="{D5CDD505-2E9C-101B-9397-08002B2CF9AE}" pid="4" name="Version">
    <vt:lpwstr>Version 1.0</vt:lpwstr>
  </property>
</Properties>
</file>