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BD4" w:rsidRDefault="00AA3102" w:rsidP="00A828F0">
      <w:pPr>
        <w:pStyle w:val="BodyTextNoSpacing"/>
        <w:rPr>
          <w:rFonts w:eastAsiaTheme="majorEastAsia" w:cstheme="majorBidi"/>
          <w:b/>
          <w:caps/>
          <w:spacing w:val="-10"/>
          <w:kern w:val="28"/>
          <w:szCs w:val="56"/>
        </w:rPr>
      </w:pPr>
      <w:r w:rsidRPr="00AA3102">
        <w:rPr>
          <w:rFonts w:eastAsiaTheme="majorEastAsia" w:cstheme="majorBidi"/>
          <w:b/>
          <w:caps/>
          <w:spacing w:val="-10"/>
          <w:kern w:val="28"/>
          <w:szCs w:val="56"/>
        </w:rPr>
        <w:t>DCP 272 - TRAS Amendment of Schedule 34 Appendix 2</w:t>
      </w:r>
    </w:p>
    <w:p w:rsidR="00AA3102" w:rsidRDefault="00AA3102" w:rsidP="00A828F0">
      <w:pPr>
        <w:pStyle w:val="BodyTextNoSpacing"/>
        <w:rPr>
          <w:rFonts w:eastAsiaTheme="majorEastAsia" w:cstheme="majorBidi"/>
          <w:b/>
          <w:caps/>
          <w:spacing w:val="-10"/>
          <w:kern w:val="28"/>
          <w:szCs w:val="56"/>
        </w:rPr>
      </w:pPr>
    </w:p>
    <w:p w:rsidR="00A828F0" w:rsidRDefault="00251AF3" w:rsidP="00A828F0">
      <w:pPr>
        <w:pStyle w:val="BodyTextNoSpacing"/>
      </w:pPr>
      <w:r>
        <w:t xml:space="preserve">To: </w:t>
      </w:r>
      <w:r w:rsidR="006615F2">
        <w:t>Keavy Larkin</w:t>
      </w:r>
    </w:p>
    <w:p w:rsidR="00A828F0" w:rsidRDefault="00A828F0" w:rsidP="00A828F0">
      <w:pPr>
        <w:pStyle w:val="BodyTextNoSpacing"/>
      </w:pPr>
      <w:r>
        <w:t xml:space="preserve">Email: </w:t>
      </w:r>
      <w:hyperlink r:id="rId8" w:history="1">
        <w:r w:rsidR="006615F2" w:rsidRPr="00FB31E0">
          <w:rPr>
            <w:rStyle w:val="Hyperlink"/>
          </w:rPr>
          <w:t>Energy-TRAS@electralink.co.uk</w:t>
        </w:r>
      </w:hyperlink>
    </w:p>
    <w:p w:rsidR="00223DF1" w:rsidRDefault="00251AF3" w:rsidP="00A828F0">
      <w:pPr>
        <w:pStyle w:val="BodyText"/>
      </w:pPr>
      <w:r>
        <w:t xml:space="preserve">Response Deadline: </w:t>
      </w:r>
      <w:r w:rsidR="006615F2" w:rsidRPr="006615F2">
        <w:rPr>
          <w:b/>
        </w:rPr>
        <w:t xml:space="preserve">04 July </w:t>
      </w:r>
      <w:r w:rsidR="00365BD4" w:rsidRPr="006615F2">
        <w:rPr>
          <w:b/>
        </w:rPr>
        <w:t>2016</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21C31739AD7D4FD5AD5EBE62C923DC5B"/>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21C31739AD7D4FD5AD5EBE62C923DC5B"/>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1FB3C107EAAC4F05A7F060EF03A8971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21C31739AD7D4FD5AD5EBE62C923DC5B"/>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21C31739AD7D4FD5AD5EBE62C923DC5B"/>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1FB3C107EAAC4F05A7F060EF03A8971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365BD4" w:rsidTr="00365BD4">
        <w:trPr>
          <w:cnfStyle w:val="100000000000" w:firstRow="1" w:lastRow="0" w:firstColumn="0" w:lastColumn="0" w:oddVBand="0" w:evenVBand="0" w:oddHBand="0" w:evenHBand="0" w:firstRowFirstColumn="0" w:firstRowLastColumn="0" w:lastRowFirstColumn="0" w:lastRowLastColumn="0"/>
        </w:trPr>
        <w:tc>
          <w:tcPr>
            <w:tcW w:w="9287" w:type="dxa"/>
          </w:tcPr>
          <w:p w:rsidR="00365BD4" w:rsidRDefault="00365BD4" w:rsidP="00365BD4">
            <w:pPr>
              <w:pStyle w:val="Question"/>
            </w:pPr>
            <w:r w:rsidRPr="00365BD4">
              <w:t>Do you understand the intent of the CP?</w:t>
            </w:r>
          </w:p>
        </w:tc>
      </w:tr>
      <w:tr w:rsidR="00365BD4" w:rsidTr="00365BD4">
        <w:sdt>
          <w:sdtPr>
            <w:tag w:val="dcusa_response1"/>
            <w:id w:val="-859048237"/>
            <w:placeholder>
              <w:docPart w:val="DefaultPlaceholder_-1854013440"/>
            </w:placeholder>
            <w:showingPlcHdr/>
          </w:sdtPr>
          <w:sdtEndPr/>
          <w:sdtContent>
            <w:tc>
              <w:tcPr>
                <w:tcW w:w="9287" w:type="dxa"/>
              </w:tcPr>
              <w:p w:rsidR="00365BD4" w:rsidRDefault="00365BD4" w:rsidP="00365BD4">
                <w:pPr>
                  <w:pStyle w:val="BodyText"/>
                </w:pPr>
                <w:r w:rsidRPr="008B466E">
                  <w:rPr>
                    <w:rStyle w:val="PlaceholderText"/>
                  </w:rPr>
                  <w:t>Click or tap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65BD4" w:rsidTr="00365BD4">
        <w:trPr>
          <w:cnfStyle w:val="100000000000" w:firstRow="1" w:lastRow="0" w:firstColumn="0" w:lastColumn="0" w:oddVBand="0" w:evenVBand="0" w:oddHBand="0" w:evenHBand="0" w:firstRowFirstColumn="0" w:firstRowLastColumn="0" w:lastRowFirstColumn="0" w:lastRowLastColumn="0"/>
        </w:trPr>
        <w:tc>
          <w:tcPr>
            <w:tcW w:w="9287" w:type="dxa"/>
          </w:tcPr>
          <w:p w:rsidR="00365BD4" w:rsidRDefault="00365BD4" w:rsidP="00365BD4">
            <w:pPr>
              <w:pStyle w:val="Question"/>
            </w:pPr>
            <w:r w:rsidRPr="00365BD4">
              <w:t>Are you supportive of the principles of the CP?</w:t>
            </w:r>
          </w:p>
        </w:tc>
      </w:tr>
      <w:tr w:rsidR="00365BD4" w:rsidTr="00365BD4">
        <w:sdt>
          <w:sdtPr>
            <w:tag w:val="dcusa_response2"/>
            <w:id w:val="174468201"/>
            <w:placeholder>
              <w:docPart w:val="DefaultPlaceholder_-1854013440"/>
            </w:placeholder>
            <w:showingPlcHdr/>
          </w:sdtPr>
          <w:sdtEndPr/>
          <w:sdtContent>
            <w:tc>
              <w:tcPr>
                <w:tcW w:w="9287" w:type="dxa"/>
              </w:tcPr>
              <w:p w:rsidR="00365BD4" w:rsidRDefault="00365BD4" w:rsidP="00365BD4">
                <w:pPr>
                  <w:pStyle w:val="BodyText"/>
                </w:pPr>
                <w:r w:rsidRPr="008B466E">
                  <w:rPr>
                    <w:rStyle w:val="PlaceholderText"/>
                  </w:rPr>
                  <w:t>Click or tap here to enter text.</w:t>
                </w:r>
              </w:p>
            </w:tc>
          </w:sdtContent>
        </w:sdt>
      </w:tr>
    </w:tbl>
    <w:p w:rsidR="00365BD4" w:rsidRDefault="00365BD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65BD4" w:rsidTr="00365BD4">
        <w:trPr>
          <w:cnfStyle w:val="100000000000" w:firstRow="1" w:lastRow="0" w:firstColumn="0" w:lastColumn="0" w:oddVBand="0" w:evenVBand="0" w:oddHBand="0" w:evenHBand="0" w:firstRowFirstColumn="0" w:firstRowLastColumn="0" w:lastRowFirstColumn="0" w:lastRowLastColumn="0"/>
        </w:trPr>
        <w:tc>
          <w:tcPr>
            <w:tcW w:w="9287" w:type="dxa"/>
          </w:tcPr>
          <w:p w:rsidR="00365BD4" w:rsidRDefault="00365BD4" w:rsidP="00365BD4">
            <w:pPr>
              <w:pStyle w:val="Question"/>
            </w:pPr>
            <w:r w:rsidRPr="00365BD4">
              <w:t>Do you have any comments on the draft legal text?</w:t>
            </w:r>
          </w:p>
        </w:tc>
      </w:tr>
      <w:tr w:rsidR="00365BD4" w:rsidTr="00365BD4">
        <w:sdt>
          <w:sdtPr>
            <w:tag w:val="dcusa_response3"/>
            <w:id w:val="-1283570869"/>
            <w:placeholder>
              <w:docPart w:val="DefaultPlaceholder_-1854013440"/>
            </w:placeholder>
            <w:showingPlcHdr/>
          </w:sdtPr>
          <w:sdtEndPr/>
          <w:sdtContent>
            <w:tc>
              <w:tcPr>
                <w:tcW w:w="9287" w:type="dxa"/>
              </w:tcPr>
              <w:p w:rsidR="00365BD4" w:rsidRDefault="00365BD4" w:rsidP="00365BD4">
                <w:pPr>
                  <w:pStyle w:val="BodyText"/>
                </w:pPr>
                <w:r w:rsidRPr="008B466E">
                  <w:rPr>
                    <w:rStyle w:val="PlaceholderText"/>
                  </w:rPr>
                  <w:t>Click or tap here to enter text.</w:t>
                </w:r>
              </w:p>
            </w:tc>
          </w:sdtContent>
        </w:sdt>
      </w:tr>
    </w:tbl>
    <w:p w:rsidR="00365BD4" w:rsidRDefault="00365BD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65BD4" w:rsidTr="00365BD4">
        <w:trPr>
          <w:cnfStyle w:val="100000000000" w:firstRow="1" w:lastRow="0" w:firstColumn="0" w:lastColumn="0" w:oddVBand="0" w:evenVBand="0" w:oddHBand="0" w:evenHBand="0" w:firstRowFirstColumn="0" w:firstRowLastColumn="0" w:lastRowFirstColumn="0" w:lastRowLastColumn="0"/>
        </w:trPr>
        <w:tc>
          <w:tcPr>
            <w:tcW w:w="9287" w:type="dxa"/>
          </w:tcPr>
          <w:p w:rsidR="00365BD4" w:rsidRDefault="00365BD4" w:rsidP="00365BD4">
            <w:pPr>
              <w:pStyle w:val="Question"/>
            </w:pPr>
            <w:r w:rsidRPr="00365BD4">
              <w:t>Do you consider that the proposal better facilitates the DCUSA objectives? Please give supporting reasons.</w:t>
            </w:r>
          </w:p>
        </w:tc>
      </w:tr>
      <w:tr w:rsidR="00365BD4" w:rsidTr="00365BD4">
        <w:sdt>
          <w:sdtPr>
            <w:tag w:val="dcusa_response4"/>
            <w:id w:val="-1037040944"/>
            <w:placeholder>
              <w:docPart w:val="DefaultPlaceholder_-1854013440"/>
            </w:placeholder>
            <w:showingPlcHdr/>
          </w:sdtPr>
          <w:sdtEndPr/>
          <w:sdtContent>
            <w:tc>
              <w:tcPr>
                <w:tcW w:w="9287" w:type="dxa"/>
              </w:tcPr>
              <w:p w:rsidR="00365BD4" w:rsidRDefault="00365BD4" w:rsidP="00365BD4">
                <w:pPr>
                  <w:pStyle w:val="BodyText"/>
                </w:pPr>
                <w:r w:rsidRPr="008B466E">
                  <w:rPr>
                    <w:rStyle w:val="PlaceholderText"/>
                  </w:rPr>
                  <w:t>Click or tap here to enter text.</w:t>
                </w:r>
              </w:p>
            </w:tc>
          </w:sdtContent>
        </w:sdt>
      </w:tr>
    </w:tbl>
    <w:p w:rsidR="00365BD4" w:rsidRDefault="00365BD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65BD4" w:rsidTr="00365BD4">
        <w:trPr>
          <w:cnfStyle w:val="100000000000" w:firstRow="1" w:lastRow="0" w:firstColumn="0" w:lastColumn="0" w:oddVBand="0" w:evenVBand="0" w:oddHBand="0" w:evenHBand="0" w:firstRowFirstColumn="0" w:firstRowLastColumn="0" w:lastRowFirstColumn="0" w:lastRowLastColumn="0"/>
        </w:trPr>
        <w:tc>
          <w:tcPr>
            <w:tcW w:w="9287" w:type="dxa"/>
          </w:tcPr>
          <w:p w:rsidR="00365BD4" w:rsidRDefault="006615F2" w:rsidP="006615F2">
            <w:pPr>
              <w:pStyle w:val="Question"/>
            </w:pPr>
            <w:r w:rsidRPr="006615F2">
              <w:t>Are you supportive of the proposed</w:t>
            </w:r>
            <w:r w:rsidR="00F316D6">
              <w:t xml:space="preserve"> 04 November 2016</w:t>
            </w:r>
            <w:bookmarkStart w:id="0" w:name="_GoBack"/>
            <w:bookmarkEnd w:id="0"/>
            <w:r w:rsidRPr="006615F2">
              <w:t xml:space="preserve"> implementation date?</w:t>
            </w:r>
          </w:p>
        </w:tc>
      </w:tr>
      <w:tr w:rsidR="00365BD4" w:rsidTr="00365BD4">
        <w:sdt>
          <w:sdtPr>
            <w:tag w:val="dcusa_response5"/>
            <w:id w:val="-1763291697"/>
            <w:placeholder>
              <w:docPart w:val="DefaultPlaceholder_-1854013440"/>
            </w:placeholder>
            <w:showingPlcHdr/>
          </w:sdtPr>
          <w:sdtEndPr/>
          <w:sdtContent>
            <w:tc>
              <w:tcPr>
                <w:tcW w:w="9287" w:type="dxa"/>
              </w:tcPr>
              <w:p w:rsidR="00365BD4" w:rsidRDefault="00365BD4" w:rsidP="00365BD4">
                <w:pPr>
                  <w:pStyle w:val="BodyText"/>
                </w:pPr>
                <w:r w:rsidRPr="008B466E">
                  <w:rPr>
                    <w:rStyle w:val="PlaceholderText"/>
                  </w:rPr>
                  <w:t>Click or tap here to enter text.</w:t>
                </w:r>
              </w:p>
            </w:tc>
          </w:sdtContent>
        </w:sdt>
      </w:tr>
    </w:tbl>
    <w:p w:rsidR="00365BD4" w:rsidRDefault="00365BD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365BD4" w:rsidTr="00365BD4">
        <w:trPr>
          <w:cnfStyle w:val="100000000000" w:firstRow="1" w:lastRow="0" w:firstColumn="0" w:lastColumn="0" w:oddVBand="0" w:evenVBand="0" w:oddHBand="0" w:evenHBand="0" w:firstRowFirstColumn="0" w:firstRowLastColumn="0" w:lastRowFirstColumn="0" w:lastRowLastColumn="0"/>
        </w:trPr>
        <w:tc>
          <w:tcPr>
            <w:tcW w:w="9287" w:type="dxa"/>
          </w:tcPr>
          <w:p w:rsidR="00365BD4" w:rsidRDefault="00365BD4" w:rsidP="006615F2">
            <w:pPr>
              <w:pStyle w:val="Question"/>
            </w:pPr>
            <w:r w:rsidRPr="00365BD4">
              <w:t xml:space="preserve">Do you have any other comments on the </w:t>
            </w:r>
            <w:r w:rsidR="006615F2">
              <w:t>D</w:t>
            </w:r>
            <w:r w:rsidRPr="00365BD4">
              <w:t>CP</w:t>
            </w:r>
            <w:r w:rsidR="00AA3102">
              <w:t xml:space="preserve"> 272</w:t>
            </w:r>
            <w:r w:rsidRPr="00365BD4">
              <w:t>?</w:t>
            </w:r>
          </w:p>
        </w:tc>
      </w:tr>
      <w:tr w:rsidR="00365BD4" w:rsidTr="00365BD4">
        <w:sdt>
          <w:sdtPr>
            <w:tag w:val="dcusa_response6"/>
            <w:id w:val="-1825881440"/>
            <w:placeholder>
              <w:docPart w:val="DefaultPlaceholder_-1854013440"/>
            </w:placeholder>
            <w:showingPlcHdr/>
          </w:sdtPr>
          <w:sdtEndPr/>
          <w:sdtContent>
            <w:tc>
              <w:tcPr>
                <w:tcW w:w="9287" w:type="dxa"/>
              </w:tcPr>
              <w:p w:rsidR="00365BD4" w:rsidRDefault="00365BD4" w:rsidP="00365BD4">
                <w:pPr>
                  <w:pStyle w:val="BodyText"/>
                </w:pPr>
                <w:r w:rsidRPr="008B466E">
                  <w:rPr>
                    <w:rStyle w:val="PlaceholderText"/>
                  </w:rPr>
                  <w:t>Click or tap here to enter text.</w:t>
                </w:r>
              </w:p>
            </w:tc>
          </w:sdtContent>
        </w:sdt>
      </w:tr>
    </w:tbl>
    <w:p w:rsidR="00365BD4" w:rsidRDefault="00365BD4" w:rsidP="0023069B">
      <w:pPr>
        <w:pStyle w:val="BodyText"/>
      </w:pPr>
    </w:p>
    <w:p w:rsidR="00365BD4" w:rsidRPr="00223DF1" w:rsidRDefault="00365BD4" w:rsidP="0023069B">
      <w:pPr>
        <w:pStyle w:val="BodyText"/>
      </w:pPr>
    </w:p>
    <w:sectPr w:rsidR="00365BD4" w:rsidRPr="00223DF1" w:rsidSect="00CE497A">
      <w:headerReference w:type="default" r:id="rId9"/>
      <w:footerReference w:type="default" r:id="rId10"/>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BD4" w:rsidRDefault="00365BD4" w:rsidP="00FD00A2">
      <w:r>
        <w:separator/>
      </w:r>
    </w:p>
  </w:endnote>
  <w:endnote w:type="continuationSeparator" w:id="0">
    <w:p w:rsidR="00365BD4" w:rsidRDefault="00365BD4"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FD00A2">
    <w:pPr>
      <w:pStyle w:val="Footer"/>
    </w:pPr>
    <w:r>
      <w:fldChar w:fldCharType="begin"/>
    </w:r>
    <w:r>
      <w:instrText xml:space="preserve"> docproperty date </w:instrText>
    </w:r>
    <w:r>
      <w:fldChar w:fldCharType="separate"/>
    </w:r>
    <w:r w:rsidR="006615F2">
      <w:t xml:space="preserve">20 June </w:t>
    </w:r>
    <w:r w:rsidR="00365BD4">
      <w:t>2016</w:t>
    </w:r>
    <w:r>
      <w:fldChar w:fldCharType="end"/>
    </w:r>
    <w:r>
      <w:tab/>
      <w:t xml:space="preserve">Page </w:t>
    </w:r>
    <w:r>
      <w:fldChar w:fldCharType="begin"/>
    </w:r>
    <w:r>
      <w:instrText xml:space="preserve"> page </w:instrText>
    </w:r>
    <w:r>
      <w:fldChar w:fldCharType="separate"/>
    </w:r>
    <w:r w:rsidR="00F316D6">
      <w:rPr>
        <w:noProof/>
      </w:rPr>
      <w:t>2</w:t>
    </w:r>
    <w:r>
      <w:fldChar w:fldCharType="end"/>
    </w:r>
    <w:r>
      <w:t xml:space="preserve"> of </w:t>
    </w:r>
    <w:r>
      <w:fldChar w:fldCharType="begin"/>
    </w:r>
    <w:r>
      <w:instrText xml:space="preserve"> numpages </w:instrText>
    </w:r>
    <w:r>
      <w:fldChar w:fldCharType="separate"/>
    </w:r>
    <w:r w:rsidR="00F316D6">
      <w:rPr>
        <w:noProof/>
      </w:rPr>
      <w:t>2</w:t>
    </w:r>
    <w:r>
      <w:fldChar w:fldCharType="end"/>
    </w:r>
    <w:r>
      <w:tab/>
    </w:r>
    <w:r>
      <w:fldChar w:fldCharType="begin"/>
    </w:r>
    <w:r>
      <w:instrText xml:space="preserve"> docproperty version </w:instrText>
    </w:r>
    <w:r>
      <w:fldChar w:fldCharType="separate"/>
    </w:r>
    <w:r w:rsidR="00365BD4">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BD4" w:rsidRDefault="00365BD4" w:rsidP="00FD00A2">
      <w:r>
        <w:separator/>
      </w:r>
    </w:p>
  </w:footnote>
  <w:footnote w:type="continuationSeparator" w:id="0">
    <w:p w:rsidR="00365BD4" w:rsidRDefault="00365BD4"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251AF3">
    <w:pPr>
      <w:pStyle w:val="Header"/>
    </w:pPr>
    <w:r>
      <w:t xml:space="preserve">DCUSA Consultation </w:t>
    </w:r>
    <w:r w:rsidR="00FD00A2">
      <w:tab/>
    </w:r>
    <w:r w:rsidR="009B02DB">
      <w:t xml:space="preserve">DCP </w:t>
    </w:r>
    <w:r w:rsidR="00AA3102">
      <w:t>272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BD4"/>
    <w:rsid w:val="00077D80"/>
    <w:rsid w:val="00134AF7"/>
    <w:rsid w:val="001E03C5"/>
    <w:rsid w:val="00223DF1"/>
    <w:rsid w:val="0023069B"/>
    <w:rsid w:val="00251AF3"/>
    <w:rsid w:val="002B61A0"/>
    <w:rsid w:val="0031153A"/>
    <w:rsid w:val="00365BD4"/>
    <w:rsid w:val="0040580C"/>
    <w:rsid w:val="00410907"/>
    <w:rsid w:val="00554409"/>
    <w:rsid w:val="006615F2"/>
    <w:rsid w:val="00711B18"/>
    <w:rsid w:val="007361B2"/>
    <w:rsid w:val="0076726D"/>
    <w:rsid w:val="00884177"/>
    <w:rsid w:val="008D01AD"/>
    <w:rsid w:val="008F22A5"/>
    <w:rsid w:val="00963A66"/>
    <w:rsid w:val="009A3EA3"/>
    <w:rsid w:val="009B02DB"/>
    <w:rsid w:val="009F1AFC"/>
    <w:rsid w:val="00A817E9"/>
    <w:rsid w:val="00A828F0"/>
    <w:rsid w:val="00AA3102"/>
    <w:rsid w:val="00AC6DB4"/>
    <w:rsid w:val="00C01797"/>
    <w:rsid w:val="00CE497A"/>
    <w:rsid w:val="00DB3EF9"/>
    <w:rsid w:val="00EE2CEA"/>
    <w:rsid w:val="00F316D6"/>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397D9"/>
  <w15:docId w15:val="{00CD76B1-00A2-4AEF-ABA5-237FC0263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ergy-TRAS@electralink.co.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perley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1C31739AD7D4FD5AD5EBE62C923DC5B"/>
        <w:category>
          <w:name w:val="General"/>
          <w:gallery w:val="placeholder"/>
        </w:category>
        <w:types>
          <w:type w:val="bbPlcHdr"/>
        </w:types>
        <w:behaviors>
          <w:behavior w:val="content"/>
        </w:behaviors>
        <w:guid w:val="{73575B4F-86B9-4CF0-99D6-F5B008FDC527}"/>
      </w:docPartPr>
      <w:docPartBody>
        <w:p w:rsidR="00897FA3" w:rsidRDefault="00980A50">
          <w:pPr>
            <w:pStyle w:val="21C31739AD7D4FD5AD5EBE62C923DC5B"/>
          </w:pPr>
          <w:r w:rsidRPr="005D19FB">
            <w:rPr>
              <w:rStyle w:val="PlaceholderText"/>
            </w:rPr>
            <w:t>Click here to enter text.</w:t>
          </w:r>
        </w:p>
      </w:docPartBody>
    </w:docPart>
    <w:docPart>
      <w:docPartPr>
        <w:name w:val="1FB3C107EAAC4F05A7F060EF03A89714"/>
        <w:category>
          <w:name w:val="General"/>
          <w:gallery w:val="placeholder"/>
        </w:category>
        <w:types>
          <w:type w:val="bbPlcHdr"/>
        </w:types>
        <w:behaviors>
          <w:behavior w:val="content"/>
        </w:behaviors>
        <w:guid w:val="{E49A5561-AC33-47D1-902D-82C6A1E04D40}"/>
      </w:docPartPr>
      <w:docPartBody>
        <w:p w:rsidR="00897FA3" w:rsidRDefault="00980A50">
          <w:pPr>
            <w:pStyle w:val="1FB3C107EAAC4F05A7F060EF03A89714"/>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3710E593-8DC0-47C5-B25A-35CB4BFBF92B}"/>
      </w:docPartPr>
      <w:docPartBody>
        <w:p w:rsidR="00897FA3" w:rsidRDefault="00980A50">
          <w:r w:rsidRPr="008B466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A50"/>
    <w:rsid w:val="00897FA3"/>
    <w:rsid w:val="00980A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80A50"/>
    <w:rPr>
      <w:color w:val="808080"/>
    </w:rPr>
  </w:style>
  <w:style w:type="paragraph" w:customStyle="1" w:styleId="21C31739AD7D4FD5AD5EBE62C923DC5B">
    <w:name w:val="21C31739AD7D4FD5AD5EBE62C923DC5B"/>
  </w:style>
  <w:style w:type="paragraph" w:customStyle="1" w:styleId="1FB3C107EAAC4F05A7F060EF03A89714">
    <w:name w:val="1FB3C107EAAC4F05A7F060EF03A897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FED31-7B3B-47FE-911C-E60E54F74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11</TotalTime>
  <Pages>2</Pages>
  <Words>150</Words>
  <Characters>856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Roz</dc:creator>
  <cp:keywords/>
  <dc:description/>
  <cp:lastModifiedBy>Keavy Larkin</cp:lastModifiedBy>
  <cp:revision>4</cp:revision>
  <dcterms:created xsi:type="dcterms:W3CDTF">2016-03-24T09:35:00Z</dcterms:created>
  <dcterms:modified xsi:type="dcterms:W3CDTF">2016-06-13T13:02:00Z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264</vt:lpwstr>
  </property>
  <property fmtid="{D5CDD505-2E9C-101B-9397-08002B2CF9AE}" pid="3" name="Date">
    <vt:lpwstr>24 March 2016</vt:lpwstr>
  </property>
  <property fmtid="{D5CDD505-2E9C-101B-9397-08002B2CF9AE}" pid="4" name="Version">
    <vt:lpwstr>1.0</vt:lpwstr>
  </property>
</Properties>
</file>