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826665765"/>
        <w:lock w:val="contentLocked"/>
        <w:placeholder>
          <w:docPart w:val="DefaultPlaceholder_-1854013440"/>
        </w:placeholder>
        <w:group/>
      </w:sdtPr>
      <w:sdtEndPr>
        <w:rPr>
          <w:rFonts w:eastAsiaTheme="minorHAnsi" w:cstheme="minorBidi"/>
          <w:caps w:val="0"/>
          <w:spacing w:val="0"/>
          <w:kern w:val="0"/>
          <w:szCs w:val="24"/>
        </w:rPr>
      </w:sdtEndPr>
      <w:sdtContent>
        <w:p w:rsidR="005B5D99" w:rsidRPr="005B5D99" w:rsidRDefault="00957B20" w:rsidP="005B5D99">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9F66B1" w:rsidP="00193115">
                <w:pPr>
                  <w:rPr>
                    <w:rFonts w:ascii="Calibri" w:hAnsi="Calibri"/>
                    <w:sz w:val="22"/>
                  </w:rPr>
                </w:pPr>
                <w:r>
                  <w:rPr>
                    <w:rFonts w:ascii="Calibri" w:hAnsi="Calibri"/>
                    <w:sz w:val="22"/>
                  </w:rPr>
                  <w:t>DCP 262</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957B20" w:rsidRDefault="009F66B1" w:rsidP="00193115">
                <w:pPr>
                  <w:rPr>
                    <w:rFonts w:ascii="Calibri" w:hAnsi="Calibri"/>
                    <w:sz w:val="22"/>
                  </w:rPr>
                </w:pPr>
                <w:r w:rsidRPr="009F66B1">
                  <w:rPr>
                    <w:rFonts w:ascii="Calibri" w:hAnsi="Calibri"/>
                    <w:sz w:val="22"/>
                  </w:rPr>
                  <w:t>Schedule 19 Credit/Re-invoice for HH Specific Data</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957B20" w:rsidRDefault="00506315" w:rsidP="00193115">
                <w:pPr>
                  <w:rPr>
                    <w:rFonts w:ascii="Calibri" w:hAnsi="Calibri"/>
                    <w:sz w:val="22"/>
                  </w:rPr>
                </w:pPr>
                <w:r w:rsidRPr="006E04E1">
                  <w:rPr>
                    <w:rFonts w:ascii="Calibri" w:hAnsi="Calibri"/>
                    <w:sz w:val="22"/>
                  </w:rPr>
                  <w:t>DNOs, IDNOs</w:t>
                </w:r>
                <w:r>
                  <w:rPr>
                    <w:rFonts w:ascii="Calibri" w:hAnsi="Calibri"/>
                    <w:sz w:val="22"/>
                  </w:rPr>
                  <w:t>, DG</w:t>
                </w:r>
                <w:r w:rsidRPr="006E04E1">
                  <w:rPr>
                    <w:rFonts w:ascii="Calibri" w:hAnsi="Calibri"/>
                    <w:sz w:val="22"/>
                  </w:rPr>
                  <w:t xml:space="preserve"> and Suppliers</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957B20" w:rsidRDefault="00D3517E" w:rsidP="00193115">
                <w:pPr>
                  <w:rPr>
                    <w:rFonts w:ascii="Calibri" w:hAnsi="Calibri"/>
                    <w:sz w:val="22"/>
                  </w:rPr>
                </w:pPr>
                <w:r w:rsidRPr="005B5D99">
                  <w:rPr>
                    <w:rFonts w:ascii="Calibri" w:hAnsi="Calibri"/>
                    <w:sz w:val="22"/>
                  </w:rPr>
                  <w:t>Part 2 Matter</w:t>
                </w:r>
              </w:p>
            </w:tc>
          </w:tr>
          <w:tr w:rsidR="004179BF" w:rsidRPr="00957B20" w:rsidTr="005124D0">
            <w:tc>
              <w:tcPr>
                <w:tcW w:w="2689" w:type="dxa"/>
              </w:tcPr>
              <w:p w:rsidR="004179BF" w:rsidRPr="00957B20" w:rsidRDefault="004179BF" w:rsidP="00193115">
                <w:pPr>
                  <w:rPr>
                    <w:rFonts w:ascii="Calibri" w:hAnsi="Calibri"/>
                    <w:sz w:val="22"/>
                  </w:rPr>
                </w:pPr>
                <w:r w:rsidRPr="00957B20">
                  <w:rPr>
                    <w:rFonts w:ascii="Calibri" w:hAnsi="Calibri"/>
                    <w:sz w:val="22"/>
                  </w:rPr>
                  <w:t>Implementation Date:</w:t>
                </w:r>
              </w:p>
            </w:tc>
            <w:tc>
              <w:tcPr>
                <w:tcW w:w="6378" w:type="dxa"/>
              </w:tcPr>
              <w:p w:rsidR="004179BF" w:rsidRPr="00286C7C" w:rsidRDefault="009F66B1" w:rsidP="000B7501">
                <w:pPr>
                  <w:pStyle w:val="GSBodyParaBullet"/>
                  <w:numPr>
                    <w:ilvl w:val="0"/>
                    <w:numId w:val="0"/>
                  </w:numPr>
                  <w:spacing w:after="60"/>
                </w:pPr>
                <w:r>
                  <w:t>30 June</w:t>
                </w:r>
                <w:r w:rsidR="004179BF">
                  <w:t xml:space="preserve"> 2016</w:t>
                </w:r>
              </w:p>
            </w:tc>
          </w:tr>
          <w:tr w:rsidR="004179BF" w:rsidRPr="00957B20" w:rsidTr="004179BF">
            <w:trPr>
              <w:trHeight w:val="364"/>
            </w:trPr>
            <w:tc>
              <w:tcPr>
                <w:tcW w:w="2689" w:type="dxa"/>
              </w:tcPr>
              <w:p w:rsidR="004179BF" w:rsidRPr="00957B20" w:rsidRDefault="004179BF" w:rsidP="00193115">
                <w:pPr>
                  <w:rPr>
                    <w:rFonts w:ascii="Calibri" w:hAnsi="Calibri"/>
                    <w:sz w:val="22"/>
                  </w:rPr>
                </w:pPr>
                <w:r w:rsidRPr="00957B20">
                  <w:rPr>
                    <w:rFonts w:ascii="Calibri" w:hAnsi="Calibri"/>
                    <w:sz w:val="22"/>
                  </w:rPr>
                  <w:t>Voting End Date:</w:t>
                </w:r>
              </w:p>
            </w:tc>
            <w:tc>
              <w:tcPr>
                <w:tcW w:w="6378" w:type="dxa"/>
              </w:tcPr>
              <w:p w:rsidR="004179BF" w:rsidRPr="00957B20" w:rsidRDefault="005B5D99" w:rsidP="00193115">
                <w:pPr>
                  <w:rPr>
                    <w:rFonts w:ascii="Calibri" w:hAnsi="Calibri"/>
                    <w:sz w:val="22"/>
                  </w:rPr>
                </w:pPr>
                <w:r>
                  <w:rPr>
                    <w:rFonts w:ascii="Calibri" w:hAnsi="Calibri"/>
                    <w:sz w:val="22"/>
                  </w:rPr>
                  <w:t xml:space="preserve">16 May </w:t>
                </w:r>
                <w:r w:rsidR="004179BF" w:rsidRPr="004179BF">
                  <w:rPr>
                    <w:rFonts w:ascii="Calibri" w:hAnsi="Calibri"/>
                    <w:sz w:val="22"/>
                  </w:rPr>
                  <w:t>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A0D402CE6FE54BEA9254B8E99D795CF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3399F62BE211406D80F9725E29FEE7BF"/>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81BB984837C74AE7A6D30D7210A10CB5"/>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E01E8FCBC6BB49B6A89A28562DFF8926"/>
                </w:placeholder>
                <w:showingPlcHdr/>
                <w:text/>
              </w:sdtPr>
              <w:sdtEndPr/>
              <w:sdtContent>
                <w:tc>
                  <w:tcPr>
                    <w:tcW w:w="6369" w:type="dxa"/>
                  </w:tcPr>
                  <w:p w:rsidR="00B23399" w:rsidRPr="00957B20" w:rsidRDefault="005B5D99" w:rsidP="005B5D99">
                    <w:pPr>
                      <w:rPr>
                        <w:rFonts w:ascii="Calibri" w:hAnsi="Calibri"/>
                        <w:sz w:val="22"/>
                      </w:rPr>
                    </w:pPr>
                    <w:r w:rsidRPr="005D19FB">
                      <w:rPr>
                        <w:rStyle w:val="PlaceholderText"/>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321A591F84654FBCAC05B569F5E09730"/>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AF41925CA7F54AB09648CE2D0F75D395"/>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D997FEC2F5B2403BBF91334EBF47BEAC"/>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ABFEF8BD5E0C427DA86C1BA8A455184C"/>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B27B6C7B20624F8DBA5E0D35BA0CF513"/>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214B84FAE66C46FBA1DA764B76B80DAB"/>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9F502A3DE5E748AFBB76284A84D657D8"/>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84CE122FDA7F4D6AA0AD5060F699B0B5"/>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5B5D99"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68D" w:rsidRDefault="0011068D" w:rsidP="00FD00A2">
      <w:r>
        <w:separator/>
      </w:r>
    </w:p>
  </w:endnote>
  <w:endnote w:type="continuationSeparator" w:id="0">
    <w:p w:rsidR="0011068D" w:rsidRDefault="0011068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9480291"/>
      <w:lock w:val="contentLocked"/>
      <w:placeholder>
        <w:docPart w:val="DefaultPlaceholder_-1854013440"/>
      </w:placeholder>
      <w:showingPlcHdr/>
      <w:group/>
    </w:sdtPr>
    <w:sdtContent>
      <w:p w:rsidR="005B5D99" w:rsidRDefault="005B5D99">
        <w:pPr>
          <w:pStyle w:val="Footer"/>
        </w:pPr>
        <w:r w:rsidRPr="001E1D23">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594705511"/>
      <w:lock w:val="contentLocked"/>
      <w:placeholder>
        <w:docPart w:val="DefaultPlaceholder_-1854013440"/>
      </w:placeholder>
      <w:group/>
    </w:sdtPr>
    <w:sdtContent>
      <w:p w:rsidR="00FD00A2" w:rsidRPr="00957B20" w:rsidRDefault="00506315">
        <w:pPr>
          <w:pStyle w:val="Footer"/>
          <w:rPr>
            <w:rFonts w:ascii="Calibri" w:hAnsi="Calibri"/>
          </w:rPr>
        </w:pPr>
        <w:r>
          <w:rPr>
            <w:rFonts w:ascii="Calibri" w:hAnsi="Calibri"/>
          </w:rPr>
          <w:t xml:space="preserve">22 </w:t>
        </w:r>
        <w:r w:rsidR="009F66B1">
          <w:rPr>
            <w:rFonts w:ascii="Calibri" w:hAnsi="Calibri"/>
          </w:rPr>
          <w:t>April</w:t>
        </w:r>
        <w:r>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5B5D99">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5B5D99">
          <w:rPr>
            <w:rFonts w:ascii="Calibri" w:hAnsi="Calibri"/>
            <w:noProof/>
          </w:rPr>
          <w:t>2</w:t>
        </w:r>
        <w:r w:rsidR="00FD00A2" w:rsidRPr="00957B20">
          <w:rPr>
            <w:rFonts w:ascii="Calibri" w:hAnsi="Calibri"/>
          </w:rPr>
          <w:fldChar w:fldCharType="end"/>
        </w:r>
        <w:r w:rsidR="00FD00A2" w:rsidRPr="00957B20">
          <w:rPr>
            <w:rFonts w:ascii="Calibri" w:hAnsi="Calibri"/>
          </w:rPr>
          <w:tab/>
        </w:r>
        <w:r w:rsidR="00FD00A2" w:rsidRPr="00957B20">
          <w:rPr>
            <w:rFonts w:ascii="Calibri" w:hAnsi="Calibri"/>
          </w:rPr>
          <w:fldChar w:fldCharType="begin"/>
        </w:r>
        <w:r w:rsidR="00FD00A2" w:rsidRPr="00957B20">
          <w:rPr>
            <w:rFonts w:ascii="Calibri" w:hAnsi="Calibri"/>
          </w:rPr>
          <w:instrText xml:space="preserve"> docproperty version </w:instrText>
        </w:r>
        <w:r w:rsidR="00FD00A2" w:rsidRPr="00957B20">
          <w:rPr>
            <w:rFonts w:ascii="Calibri" w:hAnsi="Calibri"/>
          </w:rPr>
          <w:fldChar w:fldCharType="separate"/>
        </w:r>
        <w:r w:rsidR="00ED0DDE">
          <w:rPr>
            <w:rFonts w:ascii="Calibri" w:hAnsi="Calibri"/>
          </w:rPr>
          <w:t>Version</w:t>
        </w:r>
        <w:r w:rsidR="00FD00A2" w:rsidRPr="00957B20">
          <w:rPr>
            <w:rFonts w:ascii="Calibri" w:hAnsi="Calibri"/>
          </w:rPr>
          <w:fldChar w:fldCharType="end"/>
        </w:r>
        <w:r w:rsidR="00D3517E">
          <w:rPr>
            <w:rFonts w:ascii="Calibri" w:hAnsi="Calibri"/>
          </w:rP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388900"/>
      <w:lock w:val="contentLocked"/>
      <w:placeholder>
        <w:docPart w:val="DefaultPlaceholder_-1854013440"/>
      </w:placeholder>
      <w:showingPlcHdr/>
      <w:group/>
    </w:sdtPr>
    <w:sdtContent>
      <w:p w:rsidR="005B5D99" w:rsidRDefault="005B5D99">
        <w:pPr>
          <w:pStyle w:val="Footer"/>
        </w:pPr>
        <w:r w:rsidRPr="001E1D23">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68D" w:rsidRDefault="0011068D" w:rsidP="00FD00A2">
      <w:r>
        <w:separator/>
      </w:r>
    </w:p>
  </w:footnote>
  <w:footnote w:type="continuationSeparator" w:id="0">
    <w:p w:rsidR="0011068D" w:rsidRDefault="0011068D"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576206"/>
      <w:lock w:val="contentLocked"/>
      <w:placeholder>
        <w:docPart w:val="DefaultPlaceholder_-1854013440"/>
      </w:placeholder>
      <w:showingPlcHdr/>
      <w:group/>
    </w:sdtPr>
    <w:sdtContent>
      <w:p w:rsidR="005B5D99" w:rsidRDefault="005B5D99">
        <w:pPr>
          <w:pStyle w:val="Header"/>
        </w:pPr>
        <w:r w:rsidRPr="001E1D23">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536537769"/>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9F66B1">
          <w:rPr>
            <w:rFonts w:ascii="Calibri" w:hAnsi="Calibri"/>
          </w:rPr>
          <w:t>262</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0523599"/>
      <w:lock w:val="contentLocked"/>
      <w:placeholder>
        <w:docPart w:val="DefaultPlaceholder_-1854013440"/>
      </w:placeholder>
      <w:showingPlcHdr/>
      <w:group/>
    </w:sdtPr>
    <w:sdtContent>
      <w:p w:rsidR="005B5D99" w:rsidRDefault="005B5D99">
        <w:pPr>
          <w:pStyle w:val="Header"/>
        </w:pPr>
        <w:r w:rsidRPr="001E1D23">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hint="default"/>
        <w:sz w:val="24"/>
      </w:rPr>
    </w:lvl>
    <w:lvl w:ilvl="1">
      <w:start w:val="1"/>
      <w:numFmt w:val="decimal"/>
      <w:lvlText w:val="%1.%2"/>
      <w:lvlJc w:val="left"/>
      <w:pPr>
        <w:tabs>
          <w:tab w:val="num" w:pos="567"/>
        </w:tabs>
        <w:ind w:left="567" w:hanging="567"/>
      </w:pPr>
      <w:rPr>
        <w:rFonts w:ascii="Calibri" w:hAnsi="Calibri" w:hint="default"/>
        <w:sz w:val="24"/>
      </w:rPr>
    </w:lvl>
    <w:lvl w:ilvl="2">
      <w:start w:val="1"/>
      <w:numFmt w:val="decimal"/>
      <w:lvlText w:val="%1.%2.%3"/>
      <w:lvlJc w:val="left"/>
      <w:pPr>
        <w:tabs>
          <w:tab w:val="num" w:pos="567"/>
        </w:tabs>
        <w:ind w:left="567" w:hanging="567"/>
      </w:pPr>
      <w:rPr>
        <w:rFonts w:ascii="Calibri" w:hAnsi="Calibri"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8"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0"/>
  </w:num>
  <w:num w:numId="2">
    <w:abstractNumId w:val="5"/>
  </w:num>
  <w:num w:numId="3">
    <w:abstractNumId w:val="10"/>
  </w:num>
  <w:num w:numId="4">
    <w:abstractNumId w:val="3"/>
  </w:num>
  <w:num w:numId="5">
    <w:abstractNumId w:val="10"/>
  </w:num>
  <w:num w:numId="6">
    <w:abstractNumId w:val="2"/>
  </w:num>
  <w:num w:numId="7">
    <w:abstractNumId w:val="10"/>
  </w:num>
  <w:num w:numId="8">
    <w:abstractNumId w:val="4"/>
  </w:num>
  <w:num w:numId="9">
    <w:abstractNumId w:val="8"/>
  </w:num>
  <w:num w:numId="10">
    <w:abstractNumId w:val="1"/>
  </w:num>
  <w:num w:numId="11">
    <w:abstractNumId w:val="8"/>
  </w:num>
  <w:num w:numId="12">
    <w:abstractNumId w:val="0"/>
  </w:num>
  <w:num w:numId="13">
    <w:abstractNumId w:val="8"/>
  </w:num>
  <w:num w:numId="14">
    <w:abstractNumId w:val="9"/>
  </w:num>
  <w:num w:numId="15">
    <w:abstractNumId w:val="6"/>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DDE"/>
    <w:rsid w:val="00077D80"/>
    <w:rsid w:val="0011068D"/>
    <w:rsid w:val="00134AF7"/>
    <w:rsid w:val="00171886"/>
    <w:rsid w:val="00193115"/>
    <w:rsid w:val="001E03C5"/>
    <w:rsid w:val="001F256A"/>
    <w:rsid w:val="00223DF1"/>
    <w:rsid w:val="0023069B"/>
    <w:rsid w:val="002B61A0"/>
    <w:rsid w:val="0031153A"/>
    <w:rsid w:val="0036644C"/>
    <w:rsid w:val="0040580C"/>
    <w:rsid w:val="00410907"/>
    <w:rsid w:val="004179BF"/>
    <w:rsid w:val="00426EEA"/>
    <w:rsid w:val="004572E2"/>
    <w:rsid w:val="004A45C0"/>
    <w:rsid w:val="00506315"/>
    <w:rsid w:val="005124D0"/>
    <w:rsid w:val="00554409"/>
    <w:rsid w:val="005A6203"/>
    <w:rsid w:val="005B5D99"/>
    <w:rsid w:val="005F1DC2"/>
    <w:rsid w:val="005F26DE"/>
    <w:rsid w:val="005F2D28"/>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8282A"/>
    <w:rsid w:val="009A3EA3"/>
    <w:rsid w:val="009B02DB"/>
    <w:rsid w:val="009F1AFC"/>
    <w:rsid w:val="009F66B1"/>
    <w:rsid w:val="00A817E9"/>
    <w:rsid w:val="00A828F0"/>
    <w:rsid w:val="00AC6DB4"/>
    <w:rsid w:val="00B23399"/>
    <w:rsid w:val="00C01797"/>
    <w:rsid w:val="00C444B5"/>
    <w:rsid w:val="00C50252"/>
    <w:rsid w:val="00CA72C7"/>
    <w:rsid w:val="00CE497A"/>
    <w:rsid w:val="00D3517E"/>
    <w:rsid w:val="00D7706F"/>
    <w:rsid w:val="00DB3EF9"/>
    <w:rsid w:val="00ED0DDE"/>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BC3D1E"/>
  <w15:docId w15:val="{12D8A557-BA96-4AAB-BC78-0CAA1BE7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GSBodyParaBullet">
    <w:name w:val="GS Body Para Bullet"/>
    <w:basedOn w:val="Normal"/>
    <w:link w:val="GSBodyParaBulletChar"/>
    <w:qFormat/>
    <w:rsid w:val="004179BF"/>
    <w:pPr>
      <w:numPr>
        <w:ilvl w:val="3"/>
        <w:numId w:val="17"/>
      </w:numPr>
      <w:spacing w:before="60" w:after="120" w:line="276" w:lineRule="auto"/>
      <w:outlineLvl w:val="1"/>
    </w:pPr>
    <w:rPr>
      <w:rFonts w:ascii="Calibri" w:eastAsia="Calibri" w:hAnsi="Calibri" w:cs="Times New Roman"/>
      <w:sz w:val="22"/>
      <w:szCs w:val="22"/>
    </w:rPr>
  </w:style>
  <w:style w:type="character" w:customStyle="1" w:styleId="GSBodyParaBulletChar">
    <w:name w:val="GS Body Para Bullet Char"/>
    <w:link w:val="GSBodyParaBullet"/>
    <w:rsid w:val="004179BF"/>
    <w:rPr>
      <w:rFonts w:ascii="Calibri" w:eastAsia="Calibri" w:hAnsi="Calibri" w:cs="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rporate\Templates\Current%20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0D402CE6FE54BEA9254B8E99D795CF8"/>
        <w:category>
          <w:name w:val="General"/>
          <w:gallery w:val="placeholder"/>
        </w:category>
        <w:types>
          <w:type w:val="bbPlcHdr"/>
        </w:types>
        <w:behaviors>
          <w:behavior w:val="content"/>
        </w:behaviors>
        <w:guid w:val="{61F39B50-9005-4EC0-8F6F-D2AC861E2C2B}"/>
      </w:docPartPr>
      <w:docPartBody>
        <w:p w:rsidR="007663FA" w:rsidRDefault="007663FA">
          <w:pPr>
            <w:pStyle w:val="A0D402CE6FE54BEA9254B8E99D795CF8"/>
          </w:pPr>
          <w:r w:rsidRPr="005D19FB">
            <w:rPr>
              <w:rStyle w:val="PlaceholderText"/>
            </w:rPr>
            <w:t>Click here to enter text.</w:t>
          </w:r>
        </w:p>
      </w:docPartBody>
    </w:docPart>
    <w:docPart>
      <w:docPartPr>
        <w:name w:val="3399F62BE211406D80F9725E29FEE7BF"/>
        <w:category>
          <w:name w:val="General"/>
          <w:gallery w:val="placeholder"/>
        </w:category>
        <w:types>
          <w:type w:val="bbPlcHdr"/>
        </w:types>
        <w:behaviors>
          <w:behavior w:val="content"/>
        </w:behaviors>
        <w:guid w:val="{AEDCBC5B-9109-4BC1-BE1F-6AEC3B41E083}"/>
      </w:docPartPr>
      <w:docPartBody>
        <w:p w:rsidR="007663FA" w:rsidRDefault="007663FA">
          <w:pPr>
            <w:pStyle w:val="3399F62BE211406D80F9725E29FEE7BF"/>
          </w:pPr>
          <w:r w:rsidRPr="005D19FB">
            <w:rPr>
              <w:rStyle w:val="PlaceholderText"/>
            </w:rPr>
            <w:t>Choose an item.</w:t>
          </w:r>
        </w:p>
      </w:docPartBody>
    </w:docPart>
    <w:docPart>
      <w:docPartPr>
        <w:name w:val="81BB984837C74AE7A6D30D7210A10CB5"/>
        <w:category>
          <w:name w:val="General"/>
          <w:gallery w:val="placeholder"/>
        </w:category>
        <w:types>
          <w:type w:val="bbPlcHdr"/>
        </w:types>
        <w:behaviors>
          <w:behavior w:val="content"/>
        </w:behaviors>
        <w:guid w:val="{D6CBA857-E5AA-4550-8FDE-C0E389D62E53}"/>
      </w:docPartPr>
      <w:docPartBody>
        <w:p w:rsidR="007663FA" w:rsidRDefault="007663FA">
          <w:pPr>
            <w:pStyle w:val="81BB984837C74AE7A6D30D7210A10CB5"/>
          </w:pPr>
          <w:r w:rsidRPr="005D19FB">
            <w:rPr>
              <w:rStyle w:val="PlaceholderText"/>
            </w:rPr>
            <w:t>Click here to enter text.</w:t>
          </w:r>
        </w:p>
      </w:docPartBody>
    </w:docPart>
    <w:docPart>
      <w:docPartPr>
        <w:name w:val="E01E8FCBC6BB49B6A89A28562DFF8926"/>
        <w:category>
          <w:name w:val="General"/>
          <w:gallery w:val="placeholder"/>
        </w:category>
        <w:types>
          <w:type w:val="bbPlcHdr"/>
        </w:types>
        <w:behaviors>
          <w:behavior w:val="content"/>
        </w:behaviors>
        <w:guid w:val="{A7147D09-518F-4E2C-89F2-59715DA8FA80}"/>
      </w:docPartPr>
      <w:docPartBody>
        <w:p w:rsidR="007663FA" w:rsidRDefault="007663FA">
          <w:pPr>
            <w:pStyle w:val="E01E8FCBC6BB49B6A89A28562DFF8926"/>
          </w:pPr>
          <w:r w:rsidRPr="005D19FB">
            <w:rPr>
              <w:rStyle w:val="PlaceholderText"/>
            </w:rPr>
            <w:t>Click here to enter text.</w:t>
          </w:r>
        </w:p>
      </w:docPartBody>
    </w:docPart>
    <w:docPart>
      <w:docPartPr>
        <w:name w:val="321A591F84654FBCAC05B569F5E09730"/>
        <w:category>
          <w:name w:val="General"/>
          <w:gallery w:val="placeholder"/>
        </w:category>
        <w:types>
          <w:type w:val="bbPlcHdr"/>
        </w:types>
        <w:behaviors>
          <w:behavior w:val="content"/>
        </w:behaviors>
        <w:guid w:val="{E3C6A1C1-4781-4074-AC9B-1ACA87B11010}"/>
      </w:docPartPr>
      <w:docPartBody>
        <w:p w:rsidR="007663FA" w:rsidRDefault="007663FA">
          <w:pPr>
            <w:pStyle w:val="321A591F84654FBCAC05B569F5E09730"/>
          </w:pPr>
          <w:r w:rsidRPr="005D19FB">
            <w:rPr>
              <w:rStyle w:val="PlaceholderText"/>
            </w:rPr>
            <w:t>Click here to enter text.</w:t>
          </w:r>
        </w:p>
      </w:docPartBody>
    </w:docPart>
    <w:docPart>
      <w:docPartPr>
        <w:name w:val="AF41925CA7F54AB09648CE2D0F75D395"/>
        <w:category>
          <w:name w:val="General"/>
          <w:gallery w:val="placeholder"/>
        </w:category>
        <w:types>
          <w:type w:val="bbPlcHdr"/>
        </w:types>
        <w:behaviors>
          <w:behavior w:val="content"/>
        </w:behaviors>
        <w:guid w:val="{66D758D4-FBEC-4F4B-A9E6-C0923729F51A}"/>
      </w:docPartPr>
      <w:docPartBody>
        <w:p w:rsidR="007663FA" w:rsidRDefault="007663FA">
          <w:pPr>
            <w:pStyle w:val="AF41925CA7F54AB09648CE2D0F75D395"/>
          </w:pPr>
          <w:r w:rsidRPr="005D19FB">
            <w:rPr>
              <w:rStyle w:val="PlaceholderText"/>
            </w:rPr>
            <w:t>Click here to enter text.</w:t>
          </w:r>
        </w:p>
      </w:docPartBody>
    </w:docPart>
    <w:docPart>
      <w:docPartPr>
        <w:name w:val="D997FEC2F5B2403BBF91334EBF47BEAC"/>
        <w:category>
          <w:name w:val="General"/>
          <w:gallery w:val="placeholder"/>
        </w:category>
        <w:types>
          <w:type w:val="bbPlcHdr"/>
        </w:types>
        <w:behaviors>
          <w:behavior w:val="content"/>
        </w:behaviors>
        <w:guid w:val="{7299DBB6-9806-4541-A61B-12E8B4FB8658}"/>
      </w:docPartPr>
      <w:docPartBody>
        <w:p w:rsidR="007663FA" w:rsidRDefault="007663FA">
          <w:pPr>
            <w:pStyle w:val="D997FEC2F5B2403BBF91334EBF47BEAC"/>
          </w:pPr>
          <w:r w:rsidRPr="005D19FB">
            <w:rPr>
              <w:rStyle w:val="PlaceholderText"/>
            </w:rPr>
            <w:t>Click here to enter text.</w:t>
          </w:r>
        </w:p>
      </w:docPartBody>
    </w:docPart>
    <w:docPart>
      <w:docPartPr>
        <w:name w:val="ABFEF8BD5E0C427DA86C1BA8A455184C"/>
        <w:category>
          <w:name w:val="General"/>
          <w:gallery w:val="placeholder"/>
        </w:category>
        <w:types>
          <w:type w:val="bbPlcHdr"/>
        </w:types>
        <w:behaviors>
          <w:behavior w:val="content"/>
        </w:behaviors>
        <w:guid w:val="{936A018C-24ED-431E-874E-42F1AECF52F0}"/>
      </w:docPartPr>
      <w:docPartBody>
        <w:p w:rsidR="007663FA" w:rsidRDefault="007663FA">
          <w:pPr>
            <w:pStyle w:val="ABFEF8BD5E0C427DA86C1BA8A455184C"/>
          </w:pPr>
          <w:r w:rsidRPr="005D19FB">
            <w:rPr>
              <w:rStyle w:val="PlaceholderText"/>
            </w:rPr>
            <w:t>Click here to enter text.</w:t>
          </w:r>
        </w:p>
      </w:docPartBody>
    </w:docPart>
    <w:docPart>
      <w:docPartPr>
        <w:name w:val="B27B6C7B20624F8DBA5E0D35BA0CF513"/>
        <w:category>
          <w:name w:val="General"/>
          <w:gallery w:val="placeholder"/>
        </w:category>
        <w:types>
          <w:type w:val="bbPlcHdr"/>
        </w:types>
        <w:behaviors>
          <w:behavior w:val="content"/>
        </w:behaviors>
        <w:guid w:val="{804E39EA-AD2E-40E0-9142-523FC70FB838}"/>
      </w:docPartPr>
      <w:docPartBody>
        <w:p w:rsidR="007663FA" w:rsidRDefault="007663FA">
          <w:pPr>
            <w:pStyle w:val="B27B6C7B20624F8DBA5E0D35BA0CF513"/>
          </w:pPr>
          <w:r w:rsidRPr="005D19FB">
            <w:rPr>
              <w:rStyle w:val="PlaceholderText"/>
            </w:rPr>
            <w:t>Choose an item.</w:t>
          </w:r>
        </w:p>
      </w:docPartBody>
    </w:docPart>
    <w:docPart>
      <w:docPartPr>
        <w:name w:val="214B84FAE66C46FBA1DA764B76B80DAB"/>
        <w:category>
          <w:name w:val="General"/>
          <w:gallery w:val="placeholder"/>
        </w:category>
        <w:types>
          <w:type w:val="bbPlcHdr"/>
        </w:types>
        <w:behaviors>
          <w:behavior w:val="content"/>
        </w:behaviors>
        <w:guid w:val="{5B7BA4A2-2075-46DA-B47C-92BBC5E91CA7}"/>
      </w:docPartPr>
      <w:docPartBody>
        <w:p w:rsidR="007663FA" w:rsidRDefault="007663FA">
          <w:pPr>
            <w:pStyle w:val="214B84FAE66C46FBA1DA764B76B80DAB"/>
          </w:pPr>
          <w:r w:rsidRPr="005D19FB">
            <w:rPr>
              <w:rStyle w:val="PlaceholderText"/>
            </w:rPr>
            <w:t>Choose an item.</w:t>
          </w:r>
        </w:p>
      </w:docPartBody>
    </w:docPart>
    <w:docPart>
      <w:docPartPr>
        <w:name w:val="9F502A3DE5E748AFBB76284A84D657D8"/>
        <w:category>
          <w:name w:val="General"/>
          <w:gallery w:val="placeholder"/>
        </w:category>
        <w:types>
          <w:type w:val="bbPlcHdr"/>
        </w:types>
        <w:behaviors>
          <w:behavior w:val="content"/>
        </w:behaviors>
        <w:guid w:val="{F9ACD2D3-DED6-4AB8-B10E-040F946F1459}"/>
      </w:docPartPr>
      <w:docPartBody>
        <w:p w:rsidR="007663FA" w:rsidRDefault="007663FA">
          <w:pPr>
            <w:pStyle w:val="9F502A3DE5E748AFBB76284A84D657D8"/>
          </w:pPr>
          <w:r w:rsidRPr="005D19FB">
            <w:rPr>
              <w:rStyle w:val="PlaceholderText"/>
            </w:rPr>
            <w:t>Click here to enter text.</w:t>
          </w:r>
        </w:p>
      </w:docPartBody>
    </w:docPart>
    <w:docPart>
      <w:docPartPr>
        <w:name w:val="84CE122FDA7F4D6AA0AD5060F699B0B5"/>
        <w:category>
          <w:name w:val="General"/>
          <w:gallery w:val="placeholder"/>
        </w:category>
        <w:types>
          <w:type w:val="bbPlcHdr"/>
        </w:types>
        <w:behaviors>
          <w:behavior w:val="content"/>
        </w:behaviors>
        <w:guid w:val="{609D899C-A2E0-446B-9F6D-BBD022BA4E2A}"/>
      </w:docPartPr>
      <w:docPartBody>
        <w:p w:rsidR="007663FA" w:rsidRDefault="007663FA">
          <w:pPr>
            <w:pStyle w:val="84CE122FDA7F4D6AA0AD5060F699B0B5"/>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2833BFDD-50B9-45FF-AB5D-2DAD59739F09}"/>
      </w:docPartPr>
      <w:docPartBody>
        <w:p w:rsidR="00000000" w:rsidRDefault="007936AC">
          <w:r w:rsidRPr="001E1D2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3FA"/>
    <w:rsid w:val="00112545"/>
    <w:rsid w:val="003756B6"/>
    <w:rsid w:val="005E25DB"/>
    <w:rsid w:val="007663FA"/>
    <w:rsid w:val="007936AC"/>
    <w:rsid w:val="00F53C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36AC"/>
    <w:rPr>
      <w:color w:val="808080"/>
    </w:rPr>
  </w:style>
  <w:style w:type="paragraph" w:customStyle="1" w:styleId="A0D402CE6FE54BEA9254B8E99D795CF8">
    <w:name w:val="A0D402CE6FE54BEA9254B8E99D795CF8"/>
  </w:style>
  <w:style w:type="paragraph" w:customStyle="1" w:styleId="3399F62BE211406D80F9725E29FEE7BF">
    <w:name w:val="3399F62BE211406D80F9725E29FEE7BF"/>
  </w:style>
  <w:style w:type="paragraph" w:customStyle="1" w:styleId="81BB984837C74AE7A6D30D7210A10CB5">
    <w:name w:val="81BB984837C74AE7A6D30D7210A10CB5"/>
  </w:style>
  <w:style w:type="paragraph" w:customStyle="1" w:styleId="E01E8FCBC6BB49B6A89A28562DFF8926">
    <w:name w:val="E01E8FCBC6BB49B6A89A28562DFF8926"/>
  </w:style>
  <w:style w:type="paragraph" w:customStyle="1" w:styleId="321A591F84654FBCAC05B569F5E09730">
    <w:name w:val="321A591F84654FBCAC05B569F5E09730"/>
  </w:style>
  <w:style w:type="paragraph" w:customStyle="1" w:styleId="AF41925CA7F54AB09648CE2D0F75D395">
    <w:name w:val="AF41925CA7F54AB09648CE2D0F75D395"/>
  </w:style>
  <w:style w:type="paragraph" w:customStyle="1" w:styleId="D997FEC2F5B2403BBF91334EBF47BEAC">
    <w:name w:val="D997FEC2F5B2403BBF91334EBF47BEAC"/>
  </w:style>
  <w:style w:type="paragraph" w:customStyle="1" w:styleId="ABFEF8BD5E0C427DA86C1BA8A455184C">
    <w:name w:val="ABFEF8BD5E0C427DA86C1BA8A455184C"/>
  </w:style>
  <w:style w:type="paragraph" w:customStyle="1" w:styleId="B27B6C7B20624F8DBA5E0D35BA0CF513">
    <w:name w:val="B27B6C7B20624F8DBA5E0D35BA0CF513"/>
  </w:style>
  <w:style w:type="paragraph" w:customStyle="1" w:styleId="214B84FAE66C46FBA1DA764B76B80DAB">
    <w:name w:val="214B84FAE66C46FBA1DA764B76B80DAB"/>
  </w:style>
  <w:style w:type="paragraph" w:customStyle="1" w:styleId="9F502A3DE5E748AFBB76284A84D657D8">
    <w:name w:val="9F502A3DE5E748AFBB76284A84D657D8"/>
  </w:style>
  <w:style w:type="paragraph" w:customStyle="1" w:styleId="84CE122FDA7F4D6AA0AD5060F699B0B5">
    <w:name w:val="84CE122FDA7F4D6AA0AD5060F699B0B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787B9-F982-4089-87B0-47C46EC42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18</TotalTime>
  <Pages>2</Pages>
  <Words>484</Words>
  <Characters>2765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Fungai Madzivadondo</cp:lastModifiedBy>
  <cp:revision>7</cp:revision>
  <dcterms:created xsi:type="dcterms:W3CDTF">2015-11-27T16:02:00Z</dcterms:created>
  <dcterms:modified xsi:type="dcterms:W3CDTF">2016-03-18T09:55:00Z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