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2A5" w:rsidRDefault="009060FB" w:rsidP="00223DF1">
      <w:pPr>
        <w:pStyle w:val="Title"/>
      </w:pPr>
      <w:bookmarkStart w:id="0" w:name="_GoBack"/>
      <w:bookmarkEnd w:id="0"/>
      <w:r>
        <w:t>DCP 25</w:t>
      </w:r>
      <w:r w:rsidR="00401264">
        <w:t>3</w:t>
      </w:r>
      <w:r>
        <w:t xml:space="preserve"> Consultation</w:t>
      </w:r>
    </w:p>
    <w:p w:rsidR="00A828F0" w:rsidRDefault="00251AF3" w:rsidP="00A828F0">
      <w:pPr>
        <w:pStyle w:val="BodyTextNoSpacing"/>
      </w:pPr>
      <w:r>
        <w:t xml:space="preserve">To: </w:t>
      </w:r>
      <w:r w:rsidR="004E0900">
        <w:t>Claire Hynes</w:t>
      </w:r>
    </w:p>
    <w:p w:rsidR="00A828F0" w:rsidRDefault="00A828F0" w:rsidP="00A828F0">
      <w:pPr>
        <w:pStyle w:val="BodyTextNoSpacing"/>
      </w:pPr>
      <w:r>
        <w:t xml:space="preserve">Email: </w:t>
      </w:r>
      <w:hyperlink r:id="rId9" w:history="1">
        <w:r>
          <w:rPr>
            <w:rStyle w:val="Hyperlink"/>
          </w:rPr>
          <w:t>DCUSA@electralink.co.uk</w:t>
        </w:r>
      </w:hyperlink>
    </w:p>
    <w:p w:rsidR="00223DF1" w:rsidRDefault="00251AF3" w:rsidP="00A828F0">
      <w:pPr>
        <w:pStyle w:val="BodyText"/>
      </w:pPr>
      <w:r>
        <w:t xml:space="preserve">Response Deadline: </w:t>
      </w:r>
      <w:r w:rsidR="004E0900" w:rsidRPr="00426A23">
        <w:rPr>
          <w:b/>
        </w:rPr>
        <w:t>19 February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63E95C9C741F448E8F0AEF9B60AB67F7"/>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87581C8C16FB4E9E961CE662E322AEB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63E95C9C741F448E8F0AEF9B60AB67F7"/>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87581C8C16FB4E9E961CE662E322AEB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understand the intent of the DCP 253?</w:t>
            </w:r>
          </w:p>
        </w:tc>
      </w:tr>
      <w:tr w:rsidR="004E0900" w:rsidTr="004E0900">
        <w:sdt>
          <w:sdtPr>
            <w:tag w:val="dcusa_response1"/>
            <w:id w:val="-65483275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Are you supportive of the principles of the DCP 253?</w:t>
            </w:r>
          </w:p>
        </w:tc>
      </w:tr>
      <w:tr w:rsidR="004E0900" w:rsidTr="004E0900">
        <w:sdt>
          <w:sdtPr>
            <w:tag w:val="dcusa_response2"/>
            <w:id w:val="-768078269"/>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have any comments on the proposed legal text?</w:t>
            </w:r>
          </w:p>
        </w:tc>
      </w:tr>
      <w:tr w:rsidR="004E0900" w:rsidTr="004E0900">
        <w:sdt>
          <w:sdtPr>
            <w:tag w:val="dcusa_response3"/>
            <w:id w:val="-7659850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Should the DNO record access to the meter and where should this information be recorded?</w:t>
            </w:r>
          </w:p>
        </w:tc>
      </w:tr>
      <w:tr w:rsidR="004E0900" w:rsidTr="004E0900">
        <w:sdt>
          <w:sdtPr>
            <w:tag w:val="dcusa_response4"/>
            <w:id w:val="-54305788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What if any information should be shared and when should it be shared such as post incident investigation information?</w:t>
            </w:r>
          </w:p>
        </w:tc>
      </w:tr>
      <w:tr w:rsidR="004E0900" w:rsidTr="004E0900">
        <w:sdt>
          <w:sdtPr>
            <w:tag w:val="dcusa_response5"/>
            <w:id w:val="1016190321"/>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lastRenderedPageBreak/>
              <w:t>What are the perceived liabilities?</w:t>
            </w:r>
          </w:p>
        </w:tc>
      </w:tr>
      <w:tr w:rsidR="004E0900" w:rsidTr="004E0900">
        <w:sdt>
          <w:sdtPr>
            <w:tag w:val="dcusa_response6"/>
            <w:id w:val="-164149362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The Working Group proposes that DNOs cover the competency of staff under their own training arrangements i.e. in line with the relevant DNO safety rules and the applicable MOCOPA requirements. Is this appropriate?</w:t>
            </w:r>
          </w:p>
        </w:tc>
      </w:tr>
      <w:tr w:rsidR="004E0900" w:rsidTr="004E0900">
        <w:sdt>
          <w:sdtPr>
            <w:tag w:val="dcusa_response7"/>
            <w:id w:val="-78589013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In the scenario where high risk metering is removed (security block) and a tamper proof arrangement is created then it will impact TRAS. Should a supplementary advice document be developed or should it be captured under MOCOPA?</w:t>
            </w:r>
          </w:p>
        </w:tc>
      </w:tr>
      <w:tr w:rsidR="004E0900" w:rsidTr="004E0900">
        <w:sdt>
          <w:sdtPr>
            <w:tag w:val="dcusa_response8"/>
            <w:id w:val="-1587376085"/>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How often would you expect to find high security TRAS arrangements on-site?</w:t>
            </w:r>
          </w:p>
        </w:tc>
      </w:tr>
      <w:tr w:rsidR="004E0900" w:rsidTr="004E0900">
        <w:sdt>
          <w:sdtPr>
            <w:tag w:val="dcusa_response9"/>
            <w:id w:val="1365871092"/>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B72141" w:rsidRDefault="00B72141" w:rsidP="00B72141">
            <w:pPr>
              <w:pStyle w:val="Question"/>
            </w:pPr>
            <w:r>
              <w:t>Which DCUSA General Objectives does the CP better facilitate? Please provide supporting comments.</w:t>
            </w:r>
          </w:p>
          <w:p w:rsidR="00B72141" w:rsidRDefault="00B72141" w:rsidP="00B72141">
            <w:pPr>
              <w:pStyle w:val="Question"/>
              <w:numPr>
                <w:ilvl w:val="0"/>
                <w:numId w:val="0"/>
              </w:numPr>
              <w:ind w:left="1163" w:hanging="567"/>
            </w:pPr>
            <w:r>
              <w:t>1.</w:t>
            </w:r>
            <w:r>
              <w:tab/>
              <w:t>The development, maintenance and operation by each of the DNO Parties and IDNO Parties of an efficient, co-ordinated, and economical Distribution System.</w:t>
            </w:r>
          </w:p>
          <w:p w:rsidR="00B72141" w:rsidRDefault="00B72141" w:rsidP="00B72141">
            <w:pPr>
              <w:pStyle w:val="Question"/>
              <w:numPr>
                <w:ilvl w:val="0"/>
                <w:numId w:val="0"/>
              </w:numPr>
              <w:ind w:left="1163" w:hanging="567"/>
            </w:pPr>
            <w:r>
              <w:t>2.</w:t>
            </w:r>
            <w:r>
              <w:tab/>
              <w:t xml:space="preserve">The facilitation of effective competition in the generation and supply of electricity and (so far as is consistent with that) the promotion of such competition in the sale, distribution and purchase of electricity. </w:t>
            </w:r>
          </w:p>
          <w:p w:rsidR="00B72141" w:rsidRDefault="00B72141" w:rsidP="00B72141">
            <w:pPr>
              <w:pStyle w:val="Question"/>
              <w:numPr>
                <w:ilvl w:val="0"/>
                <w:numId w:val="0"/>
              </w:numPr>
              <w:ind w:left="1163" w:hanging="567"/>
            </w:pPr>
            <w:r>
              <w:t>3.</w:t>
            </w:r>
            <w:r>
              <w:tab/>
              <w:t>The efficient discharge by each of the DNO Parties and IDNO Parties of the obligations imposed upon them by their Distribution Licences.</w:t>
            </w:r>
          </w:p>
          <w:p w:rsidR="00B72141" w:rsidRDefault="00B72141" w:rsidP="00B72141">
            <w:pPr>
              <w:pStyle w:val="Question"/>
              <w:numPr>
                <w:ilvl w:val="0"/>
                <w:numId w:val="0"/>
              </w:numPr>
              <w:ind w:left="1163" w:hanging="567"/>
            </w:pPr>
            <w:r>
              <w:t>4.</w:t>
            </w:r>
            <w:r>
              <w:tab/>
              <w:t>The promotion of efficiency in the implementation and administration of this Agreement and the arrangements under it.</w:t>
            </w:r>
          </w:p>
          <w:p w:rsidR="004E0900" w:rsidRDefault="00B72141" w:rsidP="00B72141">
            <w:pPr>
              <w:pStyle w:val="Question"/>
              <w:numPr>
                <w:ilvl w:val="0"/>
                <w:numId w:val="0"/>
              </w:numPr>
              <w:ind w:left="1163" w:hanging="567"/>
            </w:pPr>
            <w:r>
              <w:t xml:space="preserve">5.  </w:t>
            </w:r>
            <w:r>
              <w:tab/>
              <w:t>Compliance with the Regulation on Cross-Border Exchange in Electricity and any relevant legally binding decisions of the European Commission and/or the Agency for the Co-operation of Energy Regulators.</w:t>
            </w:r>
          </w:p>
        </w:tc>
      </w:tr>
      <w:tr w:rsidR="004E0900" w:rsidTr="004E0900">
        <w:sdt>
          <w:sdtPr>
            <w:tag w:val="dcusa_response10"/>
            <w:id w:val="-1839998027"/>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lastRenderedPageBreak/>
              <w:t xml:space="preserve">Are you aware of any wider industry developments that may impact upon or be impacted by this CP? </w:t>
            </w:r>
          </w:p>
        </w:tc>
      </w:tr>
      <w:tr w:rsidR="004E0900" w:rsidTr="004E0900">
        <w:sdt>
          <w:sdtPr>
            <w:tag w:val="dcusa_response11"/>
            <w:id w:val="-188222680"/>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Do you have a preference on the date that DCP 253 is implemented into the DCUSA?</w:t>
            </w:r>
          </w:p>
        </w:tc>
      </w:tr>
      <w:tr w:rsidR="004E0900" w:rsidTr="004E0900">
        <w:sdt>
          <w:sdtPr>
            <w:tag w:val="dcusa_response12"/>
            <w:id w:val="-1391107232"/>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Default="004E0900"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4E0900" w:rsidTr="004E0900">
        <w:trPr>
          <w:cnfStyle w:val="100000000000" w:firstRow="1" w:lastRow="0" w:firstColumn="0" w:lastColumn="0" w:oddVBand="0" w:evenVBand="0" w:oddHBand="0" w:evenHBand="0" w:firstRowFirstColumn="0" w:firstRowLastColumn="0" w:lastRowFirstColumn="0" w:lastRowLastColumn="0"/>
        </w:trPr>
        <w:tc>
          <w:tcPr>
            <w:tcW w:w="9287" w:type="dxa"/>
          </w:tcPr>
          <w:p w:rsidR="004E0900" w:rsidRDefault="004E0900" w:rsidP="004E0900">
            <w:pPr>
              <w:pStyle w:val="Question"/>
            </w:pPr>
            <w:r w:rsidRPr="004E0900">
              <w:t>Are there any alternative solutions or matters that should be considered by the Working Group?</w:t>
            </w:r>
          </w:p>
        </w:tc>
      </w:tr>
      <w:tr w:rsidR="004E0900" w:rsidTr="004E0900">
        <w:sdt>
          <w:sdtPr>
            <w:tag w:val="dcusa_response13"/>
            <w:id w:val="-1227679862"/>
            <w:placeholder>
              <w:docPart w:val="DefaultPlaceholder_1082065158"/>
            </w:placeholder>
            <w:showingPlcHdr/>
          </w:sdtPr>
          <w:sdtEndPr/>
          <w:sdtContent>
            <w:tc>
              <w:tcPr>
                <w:tcW w:w="9287" w:type="dxa"/>
              </w:tcPr>
              <w:p w:rsidR="004E0900" w:rsidRDefault="004E0900" w:rsidP="004E0900">
                <w:pPr>
                  <w:pStyle w:val="BodyText"/>
                </w:pPr>
                <w:r w:rsidRPr="005C6B40">
                  <w:rPr>
                    <w:rStyle w:val="PlaceholderText"/>
                  </w:rPr>
                  <w:t>Click here to enter text.</w:t>
                </w:r>
              </w:p>
            </w:tc>
          </w:sdtContent>
        </w:sdt>
      </w:tr>
    </w:tbl>
    <w:p w:rsidR="004E0900" w:rsidRPr="00223DF1" w:rsidRDefault="004E0900" w:rsidP="0023069B">
      <w:pPr>
        <w:pStyle w:val="BodyText"/>
      </w:pPr>
    </w:p>
    <w:sectPr w:rsidR="004E0900" w:rsidRPr="00223DF1" w:rsidSect="00CE497A">
      <w:headerReference w:type="default" r:id="rId10"/>
      <w:footerReference w:type="default" r:id="rId11"/>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FB" w:rsidRDefault="009060FB" w:rsidP="00FD00A2">
      <w:r>
        <w:separator/>
      </w:r>
    </w:p>
  </w:endnote>
  <w:endnote w:type="continuationSeparator" w:id="0">
    <w:p w:rsidR="009060FB" w:rsidRDefault="009060FB"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4E0900">
    <w:pPr>
      <w:pStyle w:val="Footer"/>
    </w:pPr>
    <w:r>
      <w:t>29 January 2016</w:t>
    </w:r>
    <w:r w:rsidR="00FD00A2">
      <w:tab/>
      <w:t xml:space="preserve">Page </w:t>
    </w:r>
    <w:r w:rsidR="00FD00A2">
      <w:fldChar w:fldCharType="begin"/>
    </w:r>
    <w:r w:rsidR="00FD00A2">
      <w:instrText xml:space="preserve"> page </w:instrText>
    </w:r>
    <w:r w:rsidR="00FD00A2">
      <w:fldChar w:fldCharType="separate"/>
    </w:r>
    <w:r w:rsidR="00FB69F0">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sidR="00FB69F0">
      <w:rPr>
        <w:noProof/>
      </w:rPr>
      <w:t>3</w:t>
    </w:r>
    <w:r w:rsidR="00FD00A2">
      <w:fldChar w:fldCharType="end"/>
    </w:r>
    <w:r w:rsidR="00FD00A2">
      <w:tab/>
    </w:r>
    <w:r w:rsidR="00FB69F0">
      <w:t>v1.0</w:t>
    </w:r>
    <w:r w:rsidR="00FD00A2">
      <w:fldChar w:fldCharType="begin"/>
    </w:r>
    <w:r w:rsidR="00FD00A2">
      <w:instrText xml:space="preserve"> docproperty version </w:instrText>
    </w:r>
    <w:r w:rsidR="00FD00A2">
      <w:fldChar w:fldCharType="separate"/>
    </w:r>
    <w:r w:rsidR="00FD00A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FB" w:rsidRDefault="009060FB" w:rsidP="00FD00A2">
      <w:r>
        <w:separator/>
      </w:r>
    </w:p>
  </w:footnote>
  <w:footnote w:type="continuationSeparator" w:id="0">
    <w:p w:rsidR="009060FB" w:rsidRDefault="009060FB"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0A2" w:rsidRDefault="00251AF3">
    <w:pPr>
      <w:pStyle w:val="Header"/>
    </w:pPr>
    <w:r>
      <w:t xml:space="preserve">DCUSA Consultation </w:t>
    </w:r>
    <w:r w:rsidR="00FD00A2">
      <w:tab/>
    </w:r>
    <w:r w:rsidR="009B02DB">
      <w:t xml:space="preserve">DCP </w:t>
    </w:r>
    <w:r w:rsidR="00401264">
      <w:t>253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FB"/>
    <w:rsid w:val="00077D80"/>
    <w:rsid w:val="00134AF7"/>
    <w:rsid w:val="001E03C5"/>
    <w:rsid w:val="00223DF1"/>
    <w:rsid w:val="0023069B"/>
    <w:rsid w:val="00251AF3"/>
    <w:rsid w:val="002B61A0"/>
    <w:rsid w:val="0031153A"/>
    <w:rsid w:val="00401264"/>
    <w:rsid w:val="0040580C"/>
    <w:rsid w:val="00410907"/>
    <w:rsid w:val="00426A23"/>
    <w:rsid w:val="004E0900"/>
    <w:rsid w:val="00554409"/>
    <w:rsid w:val="00711B18"/>
    <w:rsid w:val="007361B2"/>
    <w:rsid w:val="0076726D"/>
    <w:rsid w:val="00884177"/>
    <w:rsid w:val="008D01AD"/>
    <w:rsid w:val="008F22A5"/>
    <w:rsid w:val="009060FB"/>
    <w:rsid w:val="00963A66"/>
    <w:rsid w:val="009A3EA3"/>
    <w:rsid w:val="009B02DB"/>
    <w:rsid w:val="009F1AFC"/>
    <w:rsid w:val="00A817E9"/>
    <w:rsid w:val="00A828F0"/>
    <w:rsid w:val="00AC6DB4"/>
    <w:rsid w:val="00B72141"/>
    <w:rsid w:val="00C01797"/>
    <w:rsid w:val="00CE497A"/>
    <w:rsid w:val="00DB3EF9"/>
    <w:rsid w:val="00EE2CEA"/>
    <w:rsid w:val="00FB69F0"/>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USA@electralink.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3E95C9C741F448E8F0AEF9B60AB67F7"/>
        <w:category>
          <w:name w:val="General"/>
          <w:gallery w:val="placeholder"/>
        </w:category>
        <w:types>
          <w:type w:val="bbPlcHdr"/>
        </w:types>
        <w:behaviors>
          <w:behavior w:val="content"/>
        </w:behaviors>
        <w:guid w:val="{831AF8E0-C9C9-44A1-8145-175771B3654C}"/>
      </w:docPartPr>
      <w:docPartBody>
        <w:p w:rsidR="00853E32" w:rsidRDefault="00853E32">
          <w:pPr>
            <w:pStyle w:val="63E95C9C741F448E8F0AEF9B60AB67F7"/>
          </w:pPr>
          <w:r w:rsidRPr="005D19FB">
            <w:rPr>
              <w:rStyle w:val="PlaceholderText"/>
            </w:rPr>
            <w:t>Click here to enter text.</w:t>
          </w:r>
        </w:p>
      </w:docPartBody>
    </w:docPart>
    <w:docPart>
      <w:docPartPr>
        <w:name w:val="87581C8C16FB4E9E961CE662E322AEB4"/>
        <w:category>
          <w:name w:val="General"/>
          <w:gallery w:val="placeholder"/>
        </w:category>
        <w:types>
          <w:type w:val="bbPlcHdr"/>
        </w:types>
        <w:behaviors>
          <w:behavior w:val="content"/>
        </w:behaviors>
        <w:guid w:val="{52AC61F5-1D27-485C-9B7F-C86906022E45}"/>
      </w:docPartPr>
      <w:docPartBody>
        <w:p w:rsidR="00853E32" w:rsidRDefault="00853E32">
          <w:pPr>
            <w:pStyle w:val="87581C8C16FB4E9E961CE662E322AEB4"/>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07788C1-2F1A-4208-A3EC-8F75D5957DFF}"/>
      </w:docPartPr>
      <w:docPartBody>
        <w:p w:rsidR="00053B1A" w:rsidRDefault="00794465">
          <w:r w:rsidRPr="005C6B4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E32"/>
    <w:rsid w:val="00053B1A"/>
    <w:rsid w:val="00794465"/>
    <w:rsid w:val="00853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4465"/>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4465"/>
    <w:rPr>
      <w:color w:val="808080"/>
    </w:rPr>
  </w:style>
  <w:style w:type="paragraph" w:customStyle="1" w:styleId="63E95C9C741F448E8F0AEF9B60AB67F7">
    <w:name w:val="63E95C9C741F448E8F0AEF9B60AB67F7"/>
  </w:style>
  <w:style w:type="paragraph" w:customStyle="1" w:styleId="87581C8C16FB4E9E961CE662E322AEB4">
    <w:name w:val="87581C8C16FB4E9E961CE662E322AE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E4916-0516-4C40-9084-6B9E179AF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3</TotalTime>
  <Pages>3</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5</cp:revision>
  <dcterms:created xsi:type="dcterms:W3CDTF">2016-01-26T16:29:00Z</dcterms:created>
  <dcterms:modified xsi:type="dcterms:W3CDTF">2016-01-29T12:12:00Z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