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2039961447"/>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5043E" w:rsidP="00193115">
                <w:pPr>
                  <w:rPr>
                    <w:rFonts w:ascii="Calibri" w:hAnsi="Calibri"/>
                    <w:sz w:val="22"/>
                  </w:rPr>
                </w:pPr>
                <w:r>
                  <w:rPr>
                    <w:rFonts w:ascii="Calibri" w:hAnsi="Calibri"/>
                    <w:sz w:val="22"/>
                  </w:rPr>
                  <w:t>236</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55043E" w:rsidP="00193115">
                <w:pPr>
                  <w:rPr>
                    <w:rFonts w:ascii="Calibri" w:hAnsi="Calibri"/>
                    <w:sz w:val="22"/>
                  </w:rPr>
                </w:pPr>
                <w:r w:rsidRPr="0055043E">
                  <w:rPr>
                    <w:rFonts w:ascii="Calibri" w:hAnsi="Calibri"/>
                    <w:sz w:val="22"/>
                  </w:rPr>
                  <w:t>Variation of Charges Not</w:t>
                </w:r>
                <w:r>
                  <w:rPr>
                    <w:rFonts w:ascii="Calibri" w:hAnsi="Calibri"/>
                    <w:sz w:val="22"/>
                  </w:rPr>
                  <w:t>ice Periods – Embedded Networks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55043E" w:rsidP="00193115">
                <w:pPr>
                  <w:rPr>
                    <w:rFonts w:ascii="Calibri" w:hAnsi="Calibri"/>
                    <w:sz w:val="22"/>
                  </w:rPr>
                </w:pPr>
                <w:r>
                  <w:rPr>
                    <w:rFonts w:ascii="Calibri" w:hAnsi="Calibri"/>
                    <w:sz w:val="22"/>
                  </w:rPr>
                  <w:t>DNOs, IDNOs and 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55043E" w:rsidP="00193115">
                <w:pPr>
                  <w:rPr>
                    <w:rFonts w:ascii="Calibri" w:hAnsi="Calibri"/>
                    <w:sz w:val="22"/>
                  </w:rPr>
                </w:pPr>
                <w:r>
                  <w:rPr>
                    <w:rFonts w:ascii="Calibri" w:hAnsi="Calibri"/>
                    <w:sz w:val="22"/>
                  </w:rPr>
                  <w:t>Part 1</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55043E" w:rsidP="00697019">
                <w:pPr>
                  <w:rPr>
                    <w:rFonts w:ascii="Calibri" w:hAnsi="Calibri"/>
                    <w:sz w:val="22"/>
                  </w:rPr>
                </w:pPr>
                <w:r>
                  <w:rPr>
                    <w:rFonts w:ascii="Calibri" w:hAnsi="Calibri"/>
                    <w:sz w:val="22"/>
                  </w:rPr>
                  <w:t>5 November 2015</w:t>
                </w:r>
              </w:p>
            </w:tc>
            <w:bookmarkStart w:id="0" w:name="_GoBack"/>
            <w:bookmarkEnd w:id="0"/>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55043E" w:rsidP="00193115">
                <w:pPr>
                  <w:rPr>
                    <w:rFonts w:ascii="Calibri" w:hAnsi="Calibri"/>
                    <w:sz w:val="22"/>
                  </w:rPr>
                </w:pPr>
                <w:r>
                  <w:rPr>
                    <w:rFonts w:ascii="Calibri" w:hAnsi="Calibri"/>
                    <w:sz w:val="22"/>
                  </w:rPr>
                  <w:t>15 June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288657A6513D4C13B933907F4357B6E3"/>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2796DBFF94C54457A4DFE2C770B2355B"/>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A0130D5AC7F84B2E8ECE95F0B1CA1E3C"/>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86DB332404D043958E1F3D220C04E23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9A133A472B024263A6CFF2490B4FB81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278FC43AD54F44EC8EFA7C717C83357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FF668CFC2A2B40BB870CB53388A303CC"/>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FE3BDE4BD4A54BE29B86D5B9E6C434FA"/>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1A0E5E5AA2984CAC8B6DB674FB4D18A4"/>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B1160F08ED584950AF88B7D582261B43"/>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w:t>
                </w:r>
                <w:proofErr w:type="gramStart"/>
                <w:r w:rsidRPr="00957B20">
                  <w:rPr>
                    <w:rFonts w:ascii="Calibri" w:hAnsi="Calibri"/>
                    <w:sz w:val="22"/>
                  </w:rPr>
                  <w:t>advise</w:t>
                </w:r>
                <w:proofErr w:type="gramEnd"/>
                <w:r w:rsidRPr="00957B20">
                  <w:rPr>
                    <w:rFonts w:ascii="Calibri" w:hAnsi="Calibri"/>
                    <w:sz w:val="22"/>
                  </w:rPr>
                  <w:t xml:space="preserv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C89DC83A1F6245CE81E291B4B9A83022"/>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7BD8D534361C41AB8E988263700BA640"/>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D91E14"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43E" w:rsidRDefault="0055043E" w:rsidP="00FD00A2">
      <w:r>
        <w:separator/>
      </w:r>
    </w:p>
  </w:endnote>
  <w:endnote w:type="continuationSeparator" w:id="0">
    <w:p w:rsidR="0055043E" w:rsidRDefault="0055043E"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3144342"/>
      <w:lock w:val="contentLocked"/>
      <w:placeholder>
        <w:docPart w:val="DefaultPlaceholder_1082065158"/>
      </w:placeholder>
      <w:showingPlcHdr/>
      <w:group/>
    </w:sdtPr>
    <w:sdtContent>
      <w:p w:rsidR="00D91E14" w:rsidRDefault="00D91E14">
        <w:pPr>
          <w:pStyle w:val="Footer"/>
        </w:pPr>
        <w:r w:rsidRPr="00C152C5">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60056893"/>
      <w:lock w:val="contentLocked"/>
      <w:placeholder>
        <w:docPart w:val="DefaultPlaceholder_1082065158"/>
      </w:placeholder>
      <w:group/>
    </w:sdtPr>
    <w:sdtContent>
      <w:p w:rsidR="00FD00A2" w:rsidRPr="00957B20" w:rsidRDefault="0055043E">
        <w:pPr>
          <w:pStyle w:val="Footer"/>
          <w:rPr>
            <w:rFonts w:ascii="Calibri" w:hAnsi="Calibri"/>
          </w:rPr>
        </w:pPr>
        <w:r>
          <w:rPr>
            <w:rFonts w:ascii="Calibri" w:hAnsi="Calibri"/>
          </w:rPr>
          <w:t>22 May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D91E14">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D91E14">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Pr>
            <w:rFonts w:ascii="Calibri" w:hAnsi="Calibri"/>
          </w:rPr>
          <w:t>Version</w:t>
        </w:r>
        <w:r w:rsidR="00FD00A2" w:rsidRPr="00957B20">
          <w:rPr>
            <w:rFonts w:ascii="Calibri" w:hAnsi="Calibri"/>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952676"/>
      <w:lock w:val="contentLocked"/>
      <w:placeholder>
        <w:docPart w:val="DefaultPlaceholder_1082065158"/>
      </w:placeholder>
      <w:showingPlcHdr/>
      <w:group/>
    </w:sdtPr>
    <w:sdtContent>
      <w:p w:rsidR="00D91E14" w:rsidRDefault="00D91E14">
        <w:pPr>
          <w:pStyle w:val="Footer"/>
        </w:pPr>
        <w:r w:rsidRPr="00C152C5">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43E" w:rsidRDefault="0055043E" w:rsidP="00FD00A2">
      <w:r>
        <w:separator/>
      </w:r>
    </w:p>
  </w:footnote>
  <w:footnote w:type="continuationSeparator" w:id="0">
    <w:p w:rsidR="0055043E" w:rsidRDefault="0055043E"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80708"/>
      <w:lock w:val="contentLocked"/>
      <w:placeholder>
        <w:docPart w:val="DefaultPlaceholder_1082065158"/>
      </w:placeholder>
      <w:showingPlcHdr/>
      <w:group/>
    </w:sdtPr>
    <w:sdtContent>
      <w:p w:rsidR="00D91E14" w:rsidRDefault="00D91E14">
        <w:pPr>
          <w:pStyle w:val="Header"/>
        </w:pPr>
        <w:r w:rsidRPr="00C152C5">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035350057"/>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FD00A2" w:rsidRPr="00957B20">
          <w:rPr>
            <w:rFonts w:ascii="Calibri" w:hAnsi="Calibri"/>
          </w:rPr>
          <w:fldChar w:fldCharType="begin"/>
        </w:r>
        <w:r w:rsidR="00FD00A2" w:rsidRPr="00957B20">
          <w:rPr>
            <w:rFonts w:ascii="Calibri" w:hAnsi="Calibri"/>
          </w:rPr>
          <w:instrText xml:space="preserve"> docproperty ref </w:instrText>
        </w:r>
        <w:r w:rsidR="00FD00A2" w:rsidRPr="00957B20">
          <w:rPr>
            <w:rFonts w:ascii="Calibri" w:hAnsi="Calibri"/>
          </w:rPr>
          <w:fldChar w:fldCharType="separate"/>
        </w:r>
        <w:r w:rsidR="0055043E">
          <w:rPr>
            <w:rFonts w:ascii="Calibri" w:hAnsi="Calibri"/>
          </w:rPr>
          <w:t>236</w:t>
        </w:r>
        <w:r w:rsidR="00FD00A2" w:rsidRPr="00957B20">
          <w:rPr>
            <w:rFonts w:ascii="Calibri" w:hAnsi="Calibri"/>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4246504"/>
      <w:lock w:val="contentLocked"/>
      <w:placeholder>
        <w:docPart w:val="DefaultPlaceholder_1082065158"/>
      </w:placeholder>
      <w:showingPlcHdr/>
      <w:group/>
    </w:sdtPr>
    <w:sdtContent>
      <w:p w:rsidR="00D91E14" w:rsidRDefault="00D91E14">
        <w:pPr>
          <w:pStyle w:val="Header"/>
        </w:pPr>
        <w:r w:rsidRPr="00C152C5">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43E"/>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A45C0"/>
    <w:rsid w:val="005124D0"/>
    <w:rsid w:val="0055043E"/>
    <w:rsid w:val="00554409"/>
    <w:rsid w:val="005A6203"/>
    <w:rsid w:val="005F1DC2"/>
    <w:rsid w:val="005F26DE"/>
    <w:rsid w:val="005F2D28"/>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A72C7"/>
    <w:rsid w:val="00CE497A"/>
    <w:rsid w:val="00D7706F"/>
    <w:rsid w:val="00D91E14"/>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88657A6513D4C13B933907F4357B6E3"/>
        <w:category>
          <w:name w:val="General"/>
          <w:gallery w:val="placeholder"/>
        </w:category>
        <w:types>
          <w:type w:val="bbPlcHdr"/>
        </w:types>
        <w:behaviors>
          <w:behavior w:val="content"/>
        </w:behaviors>
        <w:guid w:val="{6E7939F2-6D41-45B0-A1D9-36E78B8B922F}"/>
      </w:docPartPr>
      <w:docPartBody>
        <w:p w:rsidR="00000000" w:rsidRDefault="008016E3">
          <w:pPr>
            <w:pStyle w:val="288657A6513D4C13B933907F4357B6E3"/>
          </w:pPr>
          <w:r w:rsidRPr="005D19FB">
            <w:rPr>
              <w:rStyle w:val="PlaceholderText"/>
            </w:rPr>
            <w:t>Click here to enter text.</w:t>
          </w:r>
        </w:p>
      </w:docPartBody>
    </w:docPart>
    <w:docPart>
      <w:docPartPr>
        <w:name w:val="2796DBFF94C54457A4DFE2C770B2355B"/>
        <w:category>
          <w:name w:val="General"/>
          <w:gallery w:val="placeholder"/>
        </w:category>
        <w:types>
          <w:type w:val="bbPlcHdr"/>
        </w:types>
        <w:behaviors>
          <w:behavior w:val="content"/>
        </w:behaviors>
        <w:guid w:val="{9DD2E41A-9C7C-4BC0-B1AA-E9E72CB5E16E}"/>
      </w:docPartPr>
      <w:docPartBody>
        <w:p w:rsidR="00000000" w:rsidRDefault="008016E3">
          <w:pPr>
            <w:pStyle w:val="2796DBFF94C54457A4DFE2C770B2355B"/>
          </w:pPr>
          <w:r w:rsidRPr="005D19FB">
            <w:rPr>
              <w:rStyle w:val="PlaceholderText"/>
            </w:rPr>
            <w:t>Choose an item.</w:t>
          </w:r>
        </w:p>
      </w:docPartBody>
    </w:docPart>
    <w:docPart>
      <w:docPartPr>
        <w:name w:val="A0130D5AC7F84B2E8ECE95F0B1CA1E3C"/>
        <w:category>
          <w:name w:val="General"/>
          <w:gallery w:val="placeholder"/>
        </w:category>
        <w:types>
          <w:type w:val="bbPlcHdr"/>
        </w:types>
        <w:behaviors>
          <w:behavior w:val="content"/>
        </w:behaviors>
        <w:guid w:val="{990E498E-07C9-4AB6-B526-6C691AD2C32B}"/>
      </w:docPartPr>
      <w:docPartBody>
        <w:p w:rsidR="00000000" w:rsidRDefault="008016E3">
          <w:pPr>
            <w:pStyle w:val="A0130D5AC7F84B2E8ECE95F0B1CA1E3C"/>
          </w:pPr>
          <w:r w:rsidRPr="005D19FB">
            <w:rPr>
              <w:rStyle w:val="PlaceholderText"/>
            </w:rPr>
            <w:t>Click here to enter text.</w:t>
          </w:r>
        </w:p>
      </w:docPartBody>
    </w:docPart>
    <w:docPart>
      <w:docPartPr>
        <w:name w:val="86DB332404D043958E1F3D220C04E234"/>
        <w:category>
          <w:name w:val="General"/>
          <w:gallery w:val="placeholder"/>
        </w:category>
        <w:types>
          <w:type w:val="bbPlcHdr"/>
        </w:types>
        <w:behaviors>
          <w:behavior w:val="content"/>
        </w:behaviors>
        <w:guid w:val="{8AAB103D-344B-4081-A927-1168C872FACD}"/>
      </w:docPartPr>
      <w:docPartBody>
        <w:p w:rsidR="00000000" w:rsidRDefault="008016E3">
          <w:pPr>
            <w:pStyle w:val="86DB332404D043958E1F3D220C04E234"/>
          </w:pPr>
          <w:r w:rsidRPr="005D19FB">
            <w:rPr>
              <w:rStyle w:val="PlaceholderText"/>
            </w:rPr>
            <w:t>Click here to enter text.</w:t>
          </w:r>
        </w:p>
      </w:docPartBody>
    </w:docPart>
    <w:docPart>
      <w:docPartPr>
        <w:name w:val="9A133A472B024263A6CFF2490B4FB810"/>
        <w:category>
          <w:name w:val="General"/>
          <w:gallery w:val="placeholder"/>
        </w:category>
        <w:types>
          <w:type w:val="bbPlcHdr"/>
        </w:types>
        <w:behaviors>
          <w:behavior w:val="content"/>
        </w:behaviors>
        <w:guid w:val="{B9F20E56-2E8A-4ECA-8752-77BEB47935B2}"/>
      </w:docPartPr>
      <w:docPartBody>
        <w:p w:rsidR="00000000" w:rsidRDefault="008016E3">
          <w:pPr>
            <w:pStyle w:val="9A133A472B024263A6CFF2490B4FB810"/>
          </w:pPr>
          <w:r w:rsidRPr="005D19FB">
            <w:rPr>
              <w:rStyle w:val="PlaceholderText"/>
            </w:rPr>
            <w:t>Click here to enter text.</w:t>
          </w:r>
        </w:p>
      </w:docPartBody>
    </w:docPart>
    <w:docPart>
      <w:docPartPr>
        <w:name w:val="278FC43AD54F44EC8EFA7C717C833574"/>
        <w:category>
          <w:name w:val="General"/>
          <w:gallery w:val="placeholder"/>
        </w:category>
        <w:types>
          <w:type w:val="bbPlcHdr"/>
        </w:types>
        <w:behaviors>
          <w:behavior w:val="content"/>
        </w:behaviors>
        <w:guid w:val="{56449AD5-DA94-4CFB-9214-27F7E40BF9C8}"/>
      </w:docPartPr>
      <w:docPartBody>
        <w:p w:rsidR="00000000" w:rsidRDefault="008016E3">
          <w:pPr>
            <w:pStyle w:val="278FC43AD54F44EC8EFA7C717C833574"/>
          </w:pPr>
          <w:r w:rsidRPr="005D19FB">
            <w:rPr>
              <w:rStyle w:val="PlaceholderText"/>
            </w:rPr>
            <w:t>Click here to enter text.</w:t>
          </w:r>
        </w:p>
      </w:docPartBody>
    </w:docPart>
    <w:docPart>
      <w:docPartPr>
        <w:name w:val="FF668CFC2A2B40BB870CB53388A303CC"/>
        <w:category>
          <w:name w:val="General"/>
          <w:gallery w:val="placeholder"/>
        </w:category>
        <w:types>
          <w:type w:val="bbPlcHdr"/>
        </w:types>
        <w:behaviors>
          <w:behavior w:val="content"/>
        </w:behaviors>
        <w:guid w:val="{8756B7B0-EA04-4489-AB62-80D994A0A0FD}"/>
      </w:docPartPr>
      <w:docPartBody>
        <w:p w:rsidR="00000000" w:rsidRDefault="008016E3">
          <w:pPr>
            <w:pStyle w:val="FF668CFC2A2B40BB870CB53388A303CC"/>
          </w:pPr>
          <w:r w:rsidRPr="005D19FB">
            <w:rPr>
              <w:rStyle w:val="PlaceholderText"/>
            </w:rPr>
            <w:t>Click here to enter text.</w:t>
          </w:r>
        </w:p>
      </w:docPartBody>
    </w:docPart>
    <w:docPart>
      <w:docPartPr>
        <w:name w:val="FE3BDE4BD4A54BE29B86D5B9E6C434FA"/>
        <w:category>
          <w:name w:val="General"/>
          <w:gallery w:val="placeholder"/>
        </w:category>
        <w:types>
          <w:type w:val="bbPlcHdr"/>
        </w:types>
        <w:behaviors>
          <w:behavior w:val="content"/>
        </w:behaviors>
        <w:guid w:val="{0E58174E-6130-4DDB-9A8F-DC11A24C3B73}"/>
      </w:docPartPr>
      <w:docPartBody>
        <w:p w:rsidR="00000000" w:rsidRDefault="008016E3">
          <w:pPr>
            <w:pStyle w:val="FE3BDE4BD4A54BE29B86D5B9E6C434FA"/>
          </w:pPr>
          <w:r w:rsidRPr="005D19FB">
            <w:rPr>
              <w:rStyle w:val="PlaceholderText"/>
            </w:rPr>
            <w:t>Click here to enter text.</w:t>
          </w:r>
        </w:p>
      </w:docPartBody>
    </w:docPart>
    <w:docPart>
      <w:docPartPr>
        <w:name w:val="1A0E5E5AA2984CAC8B6DB674FB4D18A4"/>
        <w:category>
          <w:name w:val="General"/>
          <w:gallery w:val="placeholder"/>
        </w:category>
        <w:types>
          <w:type w:val="bbPlcHdr"/>
        </w:types>
        <w:behaviors>
          <w:behavior w:val="content"/>
        </w:behaviors>
        <w:guid w:val="{6C1B5792-AD0A-47A4-AED6-CB1FD4AE12E8}"/>
      </w:docPartPr>
      <w:docPartBody>
        <w:p w:rsidR="00000000" w:rsidRDefault="008016E3">
          <w:pPr>
            <w:pStyle w:val="1A0E5E5AA2984CAC8B6DB674FB4D18A4"/>
          </w:pPr>
          <w:r w:rsidRPr="005D19FB">
            <w:rPr>
              <w:rStyle w:val="PlaceholderText"/>
            </w:rPr>
            <w:t>Choose an item.</w:t>
          </w:r>
        </w:p>
      </w:docPartBody>
    </w:docPart>
    <w:docPart>
      <w:docPartPr>
        <w:name w:val="B1160F08ED584950AF88B7D582261B43"/>
        <w:category>
          <w:name w:val="General"/>
          <w:gallery w:val="placeholder"/>
        </w:category>
        <w:types>
          <w:type w:val="bbPlcHdr"/>
        </w:types>
        <w:behaviors>
          <w:behavior w:val="content"/>
        </w:behaviors>
        <w:guid w:val="{65EAE816-479A-42AD-A17C-F7A2AEDB4241}"/>
      </w:docPartPr>
      <w:docPartBody>
        <w:p w:rsidR="00000000" w:rsidRDefault="008016E3">
          <w:pPr>
            <w:pStyle w:val="B1160F08ED584950AF88B7D582261B43"/>
          </w:pPr>
          <w:r w:rsidRPr="005D19FB">
            <w:rPr>
              <w:rStyle w:val="PlaceholderText"/>
            </w:rPr>
            <w:t>Choose an item.</w:t>
          </w:r>
        </w:p>
      </w:docPartBody>
    </w:docPart>
    <w:docPart>
      <w:docPartPr>
        <w:name w:val="C89DC83A1F6245CE81E291B4B9A83022"/>
        <w:category>
          <w:name w:val="General"/>
          <w:gallery w:val="placeholder"/>
        </w:category>
        <w:types>
          <w:type w:val="bbPlcHdr"/>
        </w:types>
        <w:behaviors>
          <w:behavior w:val="content"/>
        </w:behaviors>
        <w:guid w:val="{F6B8FF60-542F-445B-A008-E3403893CEE3}"/>
      </w:docPartPr>
      <w:docPartBody>
        <w:p w:rsidR="00000000" w:rsidRDefault="008016E3">
          <w:pPr>
            <w:pStyle w:val="C89DC83A1F6245CE81E291B4B9A83022"/>
          </w:pPr>
          <w:r w:rsidRPr="005D19FB">
            <w:rPr>
              <w:rStyle w:val="PlaceholderText"/>
            </w:rPr>
            <w:t>Click here to enter text.</w:t>
          </w:r>
        </w:p>
      </w:docPartBody>
    </w:docPart>
    <w:docPart>
      <w:docPartPr>
        <w:name w:val="7BD8D534361C41AB8E988263700BA640"/>
        <w:category>
          <w:name w:val="General"/>
          <w:gallery w:val="placeholder"/>
        </w:category>
        <w:types>
          <w:type w:val="bbPlcHdr"/>
        </w:types>
        <w:behaviors>
          <w:behavior w:val="content"/>
        </w:behaviors>
        <w:guid w:val="{D3215E41-FCE0-4ADB-A767-D7AF074D0ACC}"/>
      </w:docPartPr>
      <w:docPartBody>
        <w:p w:rsidR="00000000" w:rsidRDefault="008016E3">
          <w:pPr>
            <w:pStyle w:val="7BD8D534361C41AB8E988263700BA640"/>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92D494EF-50EC-408A-BD1A-ECDF11113694}"/>
      </w:docPartPr>
      <w:docPartBody>
        <w:p w:rsidR="00000000" w:rsidRDefault="008016E3">
          <w:r w:rsidRPr="00C152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E3"/>
    <w:rsid w:val="008016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16E3"/>
    <w:rPr>
      <w:color w:val="808080"/>
    </w:rPr>
  </w:style>
  <w:style w:type="paragraph" w:customStyle="1" w:styleId="288657A6513D4C13B933907F4357B6E3">
    <w:name w:val="288657A6513D4C13B933907F4357B6E3"/>
  </w:style>
  <w:style w:type="paragraph" w:customStyle="1" w:styleId="2796DBFF94C54457A4DFE2C770B2355B">
    <w:name w:val="2796DBFF94C54457A4DFE2C770B2355B"/>
  </w:style>
  <w:style w:type="paragraph" w:customStyle="1" w:styleId="A0130D5AC7F84B2E8ECE95F0B1CA1E3C">
    <w:name w:val="A0130D5AC7F84B2E8ECE95F0B1CA1E3C"/>
  </w:style>
  <w:style w:type="paragraph" w:customStyle="1" w:styleId="86DB332404D043958E1F3D220C04E234">
    <w:name w:val="86DB332404D043958E1F3D220C04E234"/>
  </w:style>
  <w:style w:type="paragraph" w:customStyle="1" w:styleId="9A133A472B024263A6CFF2490B4FB810">
    <w:name w:val="9A133A472B024263A6CFF2490B4FB810"/>
  </w:style>
  <w:style w:type="paragraph" w:customStyle="1" w:styleId="278FC43AD54F44EC8EFA7C717C833574">
    <w:name w:val="278FC43AD54F44EC8EFA7C717C833574"/>
  </w:style>
  <w:style w:type="paragraph" w:customStyle="1" w:styleId="FF668CFC2A2B40BB870CB53388A303CC">
    <w:name w:val="FF668CFC2A2B40BB870CB53388A303CC"/>
  </w:style>
  <w:style w:type="paragraph" w:customStyle="1" w:styleId="FE3BDE4BD4A54BE29B86D5B9E6C434FA">
    <w:name w:val="FE3BDE4BD4A54BE29B86D5B9E6C434FA"/>
  </w:style>
  <w:style w:type="paragraph" w:customStyle="1" w:styleId="1A0E5E5AA2984CAC8B6DB674FB4D18A4">
    <w:name w:val="1A0E5E5AA2984CAC8B6DB674FB4D18A4"/>
  </w:style>
  <w:style w:type="paragraph" w:customStyle="1" w:styleId="B1160F08ED584950AF88B7D582261B43">
    <w:name w:val="B1160F08ED584950AF88B7D582261B43"/>
  </w:style>
  <w:style w:type="paragraph" w:customStyle="1" w:styleId="C89DC83A1F6245CE81E291B4B9A83022">
    <w:name w:val="C89DC83A1F6245CE81E291B4B9A83022"/>
  </w:style>
  <w:style w:type="paragraph" w:customStyle="1" w:styleId="7BD8D534361C41AB8E988263700BA640">
    <w:name w:val="7BD8D534361C41AB8E988263700BA6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16E3"/>
    <w:rPr>
      <w:color w:val="808080"/>
    </w:rPr>
  </w:style>
  <w:style w:type="paragraph" w:customStyle="1" w:styleId="288657A6513D4C13B933907F4357B6E3">
    <w:name w:val="288657A6513D4C13B933907F4357B6E3"/>
  </w:style>
  <w:style w:type="paragraph" w:customStyle="1" w:styleId="2796DBFF94C54457A4DFE2C770B2355B">
    <w:name w:val="2796DBFF94C54457A4DFE2C770B2355B"/>
  </w:style>
  <w:style w:type="paragraph" w:customStyle="1" w:styleId="A0130D5AC7F84B2E8ECE95F0B1CA1E3C">
    <w:name w:val="A0130D5AC7F84B2E8ECE95F0B1CA1E3C"/>
  </w:style>
  <w:style w:type="paragraph" w:customStyle="1" w:styleId="86DB332404D043958E1F3D220C04E234">
    <w:name w:val="86DB332404D043958E1F3D220C04E234"/>
  </w:style>
  <w:style w:type="paragraph" w:customStyle="1" w:styleId="9A133A472B024263A6CFF2490B4FB810">
    <w:name w:val="9A133A472B024263A6CFF2490B4FB810"/>
  </w:style>
  <w:style w:type="paragraph" w:customStyle="1" w:styleId="278FC43AD54F44EC8EFA7C717C833574">
    <w:name w:val="278FC43AD54F44EC8EFA7C717C833574"/>
  </w:style>
  <w:style w:type="paragraph" w:customStyle="1" w:styleId="FF668CFC2A2B40BB870CB53388A303CC">
    <w:name w:val="FF668CFC2A2B40BB870CB53388A303CC"/>
  </w:style>
  <w:style w:type="paragraph" w:customStyle="1" w:styleId="FE3BDE4BD4A54BE29B86D5B9E6C434FA">
    <w:name w:val="FE3BDE4BD4A54BE29B86D5B9E6C434FA"/>
  </w:style>
  <w:style w:type="paragraph" w:customStyle="1" w:styleId="1A0E5E5AA2984CAC8B6DB674FB4D18A4">
    <w:name w:val="1A0E5E5AA2984CAC8B6DB674FB4D18A4"/>
  </w:style>
  <w:style w:type="paragraph" w:customStyle="1" w:styleId="B1160F08ED584950AF88B7D582261B43">
    <w:name w:val="B1160F08ED584950AF88B7D582261B43"/>
  </w:style>
  <w:style w:type="paragraph" w:customStyle="1" w:styleId="C89DC83A1F6245CE81E291B4B9A83022">
    <w:name w:val="C89DC83A1F6245CE81E291B4B9A83022"/>
  </w:style>
  <w:style w:type="paragraph" w:customStyle="1" w:styleId="7BD8D534361C41AB8E988263700BA640">
    <w:name w:val="7BD8D534361C41AB8E988263700BA6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26F93-5453-4EE0-B724-8933BF09D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TotalTime>
  <Pages>2</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Michael Walls</cp:lastModifiedBy>
  <cp:revision>2</cp:revision>
  <dcterms:created xsi:type="dcterms:W3CDTF">2015-05-11T10:50:00Z</dcterms:created>
  <dcterms:modified xsi:type="dcterms:W3CDTF">2015-05-11T10:53:00Z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