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03452A" w:rsidP="00193115">
            <w:pPr>
              <w:rPr>
                <w:rFonts w:ascii="Calibri" w:hAnsi="Calibri"/>
                <w:sz w:val="22"/>
              </w:rPr>
            </w:pPr>
            <w:r>
              <w:rPr>
                <w:rFonts w:ascii="Calibri" w:hAnsi="Calibri"/>
                <w:sz w:val="22"/>
              </w:rPr>
              <w:t>DCP 232</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03452A" w:rsidP="0003452A">
            <w:pPr>
              <w:rPr>
                <w:rFonts w:ascii="Calibri" w:hAnsi="Calibri"/>
                <w:sz w:val="22"/>
              </w:rPr>
            </w:pPr>
            <w:r>
              <w:rPr>
                <w:szCs w:val="20"/>
              </w:rPr>
              <w:t>GP and GL Solution</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03452A" w:rsidP="00193115">
            <w:pPr>
              <w:rPr>
                <w:rFonts w:ascii="Calibri" w:hAnsi="Calibri"/>
                <w:sz w:val="22"/>
              </w:rPr>
            </w:pPr>
            <w:r>
              <w:rPr>
                <w:rFonts w:ascii="Calibri" w:hAnsi="Calibri"/>
                <w:sz w:val="22"/>
              </w:rPr>
              <w:t>DNOs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2B25A0" w:rsidP="00193115">
            <w:pPr>
              <w:rPr>
                <w:rFonts w:ascii="Calibri" w:hAnsi="Calibri"/>
                <w:sz w:val="22"/>
              </w:rPr>
            </w:pPr>
            <w:r>
              <w:rPr>
                <w:rFonts w:ascii="Calibri" w:hAnsi="Calibri"/>
                <w:sz w:val="22"/>
              </w:rPr>
              <w:t>Part 1 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957B20" w:rsidRDefault="002B25A0" w:rsidP="00697019">
            <w:pPr>
              <w:rPr>
                <w:rFonts w:ascii="Calibri" w:hAnsi="Calibri"/>
                <w:sz w:val="22"/>
              </w:rPr>
            </w:pPr>
            <w:r>
              <w:rPr>
                <w:rFonts w:ascii="Calibri" w:hAnsi="Calibri"/>
                <w:sz w:val="22"/>
              </w:rPr>
              <w:t>01 April 2016</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957B20" w:rsidRDefault="001C08EA" w:rsidP="00675029">
            <w:pPr>
              <w:rPr>
                <w:rFonts w:ascii="Calibri" w:hAnsi="Calibri"/>
                <w:sz w:val="22"/>
              </w:rPr>
            </w:pPr>
            <w:r>
              <w:rPr>
                <w:rFonts w:ascii="Calibri" w:hAnsi="Calibri"/>
                <w:sz w:val="22"/>
              </w:rPr>
              <w:t>2</w:t>
            </w:r>
            <w:bookmarkStart w:id="0" w:name="_GoBack"/>
            <w:bookmarkEnd w:id="0"/>
            <w:r w:rsidR="00675029">
              <w:rPr>
                <w:rFonts w:ascii="Calibri" w:hAnsi="Calibri"/>
                <w:sz w:val="22"/>
              </w:rPr>
              <w:t>2 October</w:t>
            </w:r>
            <w:r w:rsidR="00733D99">
              <w:rPr>
                <w:rFonts w:ascii="Calibri" w:hAnsi="Calibri"/>
                <w:sz w:val="22"/>
              </w:rPr>
              <w:t xml:space="preserve"> </w:t>
            </w:r>
            <w:r w:rsidR="002B25A0">
              <w:rPr>
                <w:rFonts w:ascii="Calibri" w:hAnsi="Calibri"/>
                <w:sz w:val="22"/>
              </w:rPr>
              <w:t>2015</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1951A59B6B144472BF6328DA0E24D426"/>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09BD3B00AE224584B324386CC919A22A"/>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EFA8C612DF984783B6DB5F9C96DDB8F1"/>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7D043670768E4743B4CAE37D4095FF2D"/>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77FE38B5B6164D5F948B23DA99B21461"/>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760831EAE8804DB493EF8602861BA6B0"/>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EE38F6FE539A42E5BDED9DCF67FE8482"/>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8807FFE1DEF74C5DB809179E794CF6E2"/>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3D27375761B545DEB1A5614EA4FEB9B6"/>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03FC72481C114C6BBF9FF2C31AF87752"/>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w:t>
            </w:r>
            <w:r w:rsidR="00CA72C7" w:rsidRPr="00CA72C7">
              <w:rPr>
                <w:rFonts w:ascii="Calibri" w:hAnsi="Calibri"/>
                <w:i/>
                <w:sz w:val="22"/>
              </w:rPr>
              <w:lastRenderedPageBreak/>
              <w:t>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5361CB684E19491C9BAC5C4DD7C16E8D"/>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lastRenderedPageBreak/>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0E496E2526E9423F86DDAECEE7E502AB"/>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957B20" w:rsidP="00CA72C7">
      <w:pPr>
        <w:pStyle w:val="ObjectivesHeading"/>
        <w:rPr>
          <w:rFonts w:ascii="Calibri" w:hAnsi="Calibri"/>
          <w:sz w:val="22"/>
        </w:rPr>
      </w:pPr>
    </w:p>
    <w:sectPr w:rsidR="00957B20" w:rsidRPr="00957B20" w:rsidSect="00CE497A">
      <w:headerReference w:type="default" r:id="rId9"/>
      <w:footerReference w:type="default" r:id="rId10"/>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5A0" w:rsidRDefault="002B25A0" w:rsidP="00FD00A2">
      <w:r>
        <w:separator/>
      </w:r>
    </w:p>
  </w:endnote>
  <w:endnote w:type="continuationSeparator" w:id="0">
    <w:p w:rsidR="002B25A0" w:rsidRDefault="002B25A0"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Pr="00957B20" w:rsidRDefault="00675029">
    <w:pPr>
      <w:pStyle w:val="Footer"/>
      <w:rPr>
        <w:rFonts w:ascii="Calibri" w:hAnsi="Calibri"/>
      </w:rPr>
    </w:pPr>
    <w:r>
      <w:rPr>
        <w:rFonts w:ascii="Calibri" w:hAnsi="Calibri"/>
      </w:rPr>
      <w:t>15 October 2015</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Pr>
        <w:rFonts w:ascii="Calibri" w:hAnsi="Calibri"/>
        <w:noProof/>
      </w:rPr>
      <w:t>2</w:t>
    </w:r>
    <w:r w:rsidR="00FD00A2" w:rsidRPr="00957B20">
      <w:rPr>
        <w:rFonts w:ascii="Calibri" w:hAnsi="Calibri"/>
      </w:rPr>
      <w:fldChar w:fldCharType="end"/>
    </w:r>
    <w:r w:rsidR="00FD00A2" w:rsidRPr="00957B20">
      <w:rPr>
        <w:rFonts w:ascii="Calibri" w:hAnsi="Calibri"/>
      </w:rPr>
      <w:tab/>
    </w:r>
    <w:r w:rsidR="002B25A0">
      <w:rPr>
        <w:rFonts w:ascii="Calibri" w:hAnsi="Calibri"/>
      </w:rPr>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5A0" w:rsidRDefault="002B25A0" w:rsidP="00FD00A2">
      <w:r>
        <w:separator/>
      </w:r>
    </w:p>
  </w:footnote>
  <w:footnote w:type="continuationSeparator" w:id="0">
    <w:p w:rsidR="002B25A0" w:rsidRDefault="002B25A0"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DCP</w:t>
    </w:r>
    <w:r w:rsidR="0003452A">
      <w:rPr>
        <w:rFonts w:ascii="Calibri" w:hAnsi="Calibri"/>
      </w:rPr>
      <w:t xml:space="preserve"> 232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5A0"/>
    <w:rsid w:val="0003452A"/>
    <w:rsid w:val="00077D80"/>
    <w:rsid w:val="00134AF7"/>
    <w:rsid w:val="00171886"/>
    <w:rsid w:val="00193115"/>
    <w:rsid w:val="001C08EA"/>
    <w:rsid w:val="001E03C5"/>
    <w:rsid w:val="001F256A"/>
    <w:rsid w:val="00223DF1"/>
    <w:rsid w:val="0023069B"/>
    <w:rsid w:val="002B25A0"/>
    <w:rsid w:val="002B61A0"/>
    <w:rsid w:val="0031153A"/>
    <w:rsid w:val="0036644C"/>
    <w:rsid w:val="0040580C"/>
    <w:rsid w:val="00410907"/>
    <w:rsid w:val="00426EEA"/>
    <w:rsid w:val="004572E2"/>
    <w:rsid w:val="004A45C0"/>
    <w:rsid w:val="005124D0"/>
    <w:rsid w:val="00554409"/>
    <w:rsid w:val="005A6203"/>
    <w:rsid w:val="005F1DC2"/>
    <w:rsid w:val="005F26DE"/>
    <w:rsid w:val="005F2D28"/>
    <w:rsid w:val="00675029"/>
    <w:rsid w:val="00676E09"/>
    <w:rsid w:val="00697019"/>
    <w:rsid w:val="00711B18"/>
    <w:rsid w:val="00733D99"/>
    <w:rsid w:val="007361B2"/>
    <w:rsid w:val="0076726D"/>
    <w:rsid w:val="00807039"/>
    <w:rsid w:val="00884177"/>
    <w:rsid w:val="008D01AD"/>
    <w:rsid w:val="008F22A5"/>
    <w:rsid w:val="00900CA9"/>
    <w:rsid w:val="00904368"/>
    <w:rsid w:val="00916C37"/>
    <w:rsid w:val="00957B20"/>
    <w:rsid w:val="00963A66"/>
    <w:rsid w:val="009A3EA3"/>
    <w:rsid w:val="009B02DB"/>
    <w:rsid w:val="009F1AFC"/>
    <w:rsid w:val="00A817E9"/>
    <w:rsid w:val="00A828F0"/>
    <w:rsid w:val="00AC6DB4"/>
    <w:rsid w:val="00B23399"/>
    <w:rsid w:val="00C01797"/>
    <w:rsid w:val="00C444B5"/>
    <w:rsid w:val="00C95CD7"/>
    <w:rsid w:val="00CA72C7"/>
    <w:rsid w:val="00CE497A"/>
    <w:rsid w:val="00D7706F"/>
    <w:rsid w:val="00DB3EF9"/>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951A59B6B144472BF6328DA0E24D426"/>
        <w:category>
          <w:name w:val="General"/>
          <w:gallery w:val="placeholder"/>
        </w:category>
        <w:types>
          <w:type w:val="bbPlcHdr"/>
        </w:types>
        <w:behaviors>
          <w:behavior w:val="content"/>
        </w:behaviors>
        <w:guid w:val="{E074EFC6-65C1-4A05-A5D5-9EE13DA0C194}"/>
      </w:docPartPr>
      <w:docPartBody>
        <w:p w:rsidR="00525464" w:rsidRDefault="00525464">
          <w:pPr>
            <w:pStyle w:val="1951A59B6B144472BF6328DA0E24D426"/>
          </w:pPr>
          <w:r w:rsidRPr="005D19FB">
            <w:rPr>
              <w:rStyle w:val="PlaceholderText"/>
            </w:rPr>
            <w:t>Click here to enter text.</w:t>
          </w:r>
        </w:p>
      </w:docPartBody>
    </w:docPart>
    <w:docPart>
      <w:docPartPr>
        <w:name w:val="09BD3B00AE224584B324386CC919A22A"/>
        <w:category>
          <w:name w:val="General"/>
          <w:gallery w:val="placeholder"/>
        </w:category>
        <w:types>
          <w:type w:val="bbPlcHdr"/>
        </w:types>
        <w:behaviors>
          <w:behavior w:val="content"/>
        </w:behaviors>
        <w:guid w:val="{2AAC4C5E-B3C3-4C01-A366-B0BED5AEF42C}"/>
      </w:docPartPr>
      <w:docPartBody>
        <w:p w:rsidR="00525464" w:rsidRDefault="00525464">
          <w:pPr>
            <w:pStyle w:val="09BD3B00AE224584B324386CC919A22A"/>
          </w:pPr>
          <w:r w:rsidRPr="005D19FB">
            <w:rPr>
              <w:rStyle w:val="PlaceholderText"/>
            </w:rPr>
            <w:t>Choose an item.</w:t>
          </w:r>
        </w:p>
      </w:docPartBody>
    </w:docPart>
    <w:docPart>
      <w:docPartPr>
        <w:name w:val="EFA8C612DF984783B6DB5F9C96DDB8F1"/>
        <w:category>
          <w:name w:val="General"/>
          <w:gallery w:val="placeholder"/>
        </w:category>
        <w:types>
          <w:type w:val="bbPlcHdr"/>
        </w:types>
        <w:behaviors>
          <w:behavior w:val="content"/>
        </w:behaviors>
        <w:guid w:val="{33B0990D-44AD-4829-B1EC-661AB8E13F95}"/>
      </w:docPartPr>
      <w:docPartBody>
        <w:p w:rsidR="00525464" w:rsidRDefault="00525464">
          <w:pPr>
            <w:pStyle w:val="EFA8C612DF984783B6DB5F9C96DDB8F1"/>
          </w:pPr>
          <w:r w:rsidRPr="005D19FB">
            <w:rPr>
              <w:rStyle w:val="PlaceholderText"/>
            </w:rPr>
            <w:t>Click here to enter text.</w:t>
          </w:r>
        </w:p>
      </w:docPartBody>
    </w:docPart>
    <w:docPart>
      <w:docPartPr>
        <w:name w:val="7D043670768E4743B4CAE37D4095FF2D"/>
        <w:category>
          <w:name w:val="General"/>
          <w:gallery w:val="placeholder"/>
        </w:category>
        <w:types>
          <w:type w:val="bbPlcHdr"/>
        </w:types>
        <w:behaviors>
          <w:behavior w:val="content"/>
        </w:behaviors>
        <w:guid w:val="{79A55BBB-2E8B-4928-A14D-A157153C5559}"/>
      </w:docPartPr>
      <w:docPartBody>
        <w:p w:rsidR="00525464" w:rsidRDefault="00525464">
          <w:pPr>
            <w:pStyle w:val="7D043670768E4743B4CAE37D4095FF2D"/>
          </w:pPr>
          <w:r w:rsidRPr="005D19FB">
            <w:rPr>
              <w:rStyle w:val="PlaceholderText"/>
            </w:rPr>
            <w:t>Click here to enter text.</w:t>
          </w:r>
        </w:p>
      </w:docPartBody>
    </w:docPart>
    <w:docPart>
      <w:docPartPr>
        <w:name w:val="77FE38B5B6164D5F948B23DA99B21461"/>
        <w:category>
          <w:name w:val="General"/>
          <w:gallery w:val="placeholder"/>
        </w:category>
        <w:types>
          <w:type w:val="bbPlcHdr"/>
        </w:types>
        <w:behaviors>
          <w:behavior w:val="content"/>
        </w:behaviors>
        <w:guid w:val="{7046E2AB-8213-475F-86D7-F332B5F13453}"/>
      </w:docPartPr>
      <w:docPartBody>
        <w:p w:rsidR="00525464" w:rsidRDefault="00525464">
          <w:pPr>
            <w:pStyle w:val="77FE38B5B6164D5F948B23DA99B21461"/>
          </w:pPr>
          <w:r w:rsidRPr="005D19FB">
            <w:rPr>
              <w:rStyle w:val="PlaceholderText"/>
            </w:rPr>
            <w:t>Click here to enter text.</w:t>
          </w:r>
        </w:p>
      </w:docPartBody>
    </w:docPart>
    <w:docPart>
      <w:docPartPr>
        <w:name w:val="760831EAE8804DB493EF8602861BA6B0"/>
        <w:category>
          <w:name w:val="General"/>
          <w:gallery w:val="placeholder"/>
        </w:category>
        <w:types>
          <w:type w:val="bbPlcHdr"/>
        </w:types>
        <w:behaviors>
          <w:behavior w:val="content"/>
        </w:behaviors>
        <w:guid w:val="{775D6352-8AA9-4C79-BA1E-BAA413E5585C}"/>
      </w:docPartPr>
      <w:docPartBody>
        <w:p w:rsidR="00525464" w:rsidRDefault="00525464">
          <w:pPr>
            <w:pStyle w:val="760831EAE8804DB493EF8602861BA6B0"/>
          </w:pPr>
          <w:r w:rsidRPr="005D19FB">
            <w:rPr>
              <w:rStyle w:val="PlaceholderText"/>
            </w:rPr>
            <w:t>Click here to enter text.</w:t>
          </w:r>
        </w:p>
      </w:docPartBody>
    </w:docPart>
    <w:docPart>
      <w:docPartPr>
        <w:name w:val="EE38F6FE539A42E5BDED9DCF67FE8482"/>
        <w:category>
          <w:name w:val="General"/>
          <w:gallery w:val="placeholder"/>
        </w:category>
        <w:types>
          <w:type w:val="bbPlcHdr"/>
        </w:types>
        <w:behaviors>
          <w:behavior w:val="content"/>
        </w:behaviors>
        <w:guid w:val="{C8DB5459-8BE2-4916-B2C0-2F0ED93A0E93}"/>
      </w:docPartPr>
      <w:docPartBody>
        <w:p w:rsidR="00525464" w:rsidRDefault="00525464">
          <w:pPr>
            <w:pStyle w:val="EE38F6FE539A42E5BDED9DCF67FE8482"/>
          </w:pPr>
          <w:r w:rsidRPr="005D19FB">
            <w:rPr>
              <w:rStyle w:val="PlaceholderText"/>
            </w:rPr>
            <w:t>Click here to enter text.</w:t>
          </w:r>
        </w:p>
      </w:docPartBody>
    </w:docPart>
    <w:docPart>
      <w:docPartPr>
        <w:name w:val="8807FFE1DEF74C5DB809179E794CF6E2"/>
        <w:category>
          <w:name w:val="General"/>
          <w:gallery w:val="placeholder"/>
        </w:category>
        <w:types>
          <w:type w:val="bbPlcHdr"/>
        </w:types>
        <w:behaviors>
          <w:behavior w:val="content"/>
        </w:behaviors>
        <w:guid w:val="{CD07EDC9-D509-4BEE-BA9B-98A681D21E0A}"/>
      </w:docPartPr>
      <w:docPartBody>
        <w:p w:rsidR="00525464" w:rsidRDefault="00525464">
          <w:pPr>
            <w:pStyle w:val="8807FFE1DEF74C5DB809179E794CF6E2"/>
          </w:pPr>
          <w:r w:rsidRPr="005D19FB">
            <w:rPr>
              <w:rStyle w:val="PlaceholderText"/>
            </w:rPr>
            <w:t>Click here to enter text.</w:t>
          </w:r>
        </w:p>
      </w:docPartBody>
    </w:docPart>
    <w:docPart>
      <w:docPartPr>
        <w:name w:val="3D27375761B545DEB1A5614EA4FEB9B6"/>
        <w:category>
          <w:name w:val="General"/>
          <w:gallery w:val="placeholder"/>
        </w:category>
        <w:types>
          <w:type w:val="bbPlcHdr"/>
        </w:types>
        <w:behaviors>
          <w:behavior w:val="content"/>
        </w:behaviors>
        <w:guid w:val="{A01E2AF3-6353-4B6B-BDD5-01899C2C30D5}"/>
      </w:docPartPr>
      <w:docPartBody>
        <w:p w:rsidR="00525464" w:rsidRDefault="00525464">
          <w:pPr>
            <w:pStyle w:val="3D27375761B545DEB1A5614EA4FEB9B6"/>
          </w:pPr>
          <w:r w:rsidRPr="005D19FB">
            <w:rPr>
              <w:rStyle w:val="PlaceholderText"/>
            </w:rPr>
            <w:t>Choose an item.</w:t>
          </w:r>
        </w:p>
      </w:docPartBody>
    </w:docPart>
    <w:docPart>
      <w:docPartPr>
        <w:name w:val="03FC72481C114C6BBF9FF2C31AF87752"/>
        <w:category>
          <w:name w:val="General"/>
          <w:gallery w:val="placeholder"/>
        </w:category>
        <w:types>
          <w:type w:val="bbPlcHdr"/>
        </w:types>
        <w:behaviors>
          <w:behavior w:val="content"/>
        </w:behaviors>
        <w:guid w:val="{ADC8BC9B-A0F1-4E9A-8049-CEED9E4BB9B9}"/>
      </w:docPartPr>
      <w:docPartBody>
        <w:p w:rsidR="00525464" w:rsidRDefault="00525464">
          <w:pPr>
            <w:pStyle w:val="03FC72481C114C6BBF9FF2C31AF87752"/>
          </w:pPr>
          <w:r w:rsidRPr="005D19FB">
            <w:rPr>
              <w:rStyle w:val="PlaceholderText"/>
            </w:rPr>
            <w:t>Choose an item.</w:t>
          </w:r>
        </w:p>
      </w:docPartBody>
    </w:docPart>
    <w:docPart>
      <w:docPartPr>
        <w:name w:val="5361CB684E19491C9BAC5C4DD7C16E8D"/>
        <w:category>
          <w:name w:val="General"/>
          <w:gallery w:val="placeholder"/>
        </w:category>
        <w:types>
          <w:type w:val="bbPlcHdr"/>
        </w:types>
        <w:behaviors>
          <w:behavior w:val="content"/>
        </w:behaviors>
        <w:guid w:val="{8C579F87-288E-49F5-A6D2-29265DDD1D38}"/>
      </w:docPartPr>
      <w:docPartBody>
        <w:p w:rsidR="00525464" w:rsidRDefault="00525464">
          <w:pPr>
            <w:pStyle w:val="5361CB684E19491C9BAC5C4DD7C16E8D"/>
          </w:pPr>
          <w:r w:rsidRPr="005D19FB">
            <w:rPr>
              <w:rStyle w:val="PlaceholderText"/>
            </w:rPr>
            <w:t>Click here to enter text.</w:t>
          </w:r>
        </w:p>
      </w:docPartBody>
    </w:docPart>
    <w:docPart>
      <w:docPartPr>
        <w:name w:val="0E496E2526E9423F86DDAECEE7E502AB"/>
        <w:category>
          <w:name w:val="General"/>
          <w:gallery w:val="placeholder"/>
        </w:category>
        <w:types>
          <w:type w:val="bbPlcHdr"/>
        </w:types>
        <w:behaviors>
          <w:behavior w:val="content"/>
        </w:behaviors>
        <w:guid w:val="{8E014A9A-54A0-419B-8CA8-52CD6D4E4E86}"/>
      </w:docPartPr>
      <w:docPartBody>
        <w:p w:rsidR="00525464" w:rsidRDefault="00525464">
          <w:pPr>
            <w:pStyle w:val="0E496E2526E9423F86DDAECEE7E502AB"/>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464"/>
    <w:rsid w:val="004804A2"/>
    <w:rsid w:val="00525464"/>
    <w:rsid w:val="00971F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71F43"/>
    <w:rPr>
      <w:color w:val="808080"/>
    </w:rPr>
  </w:style>
  <w:style w:type="paragraph" w:customStyle="1" w:styleId="1951A59B6B144472BF6328DA0E24D426">
    <w:name w:val="1951A59B6B144472BF6328DA0E24D426"/>
  </w:style>
  <w:style w:type="paragraph" w:customStyle="1" w:styleId="09BD3B00AE224584B324386CC919A22A">
    <w:name w:val="09BD3B00AE224584B324386CC919A22A"/>
  </w:style>
  <w:style w:type="paragraph" w:customStyle="1" w:styleId="EFA8C612DF984783B6DB5F9C96DDB8F1">
    <w:name w:val="EFA8C612DF984783B6DB5F9C96DDB8F1"/>
  </w:style>
  <w:style w:type="paragraph" w:customStyle="1" w:styleId="7D043670768E4743B4CAE37D4095FF2D">
    <w:name w:val="7D043670768E4743B4CAE37D4095FF2D"/>
  </w:style>
  <w:style w:type="paragraph" w:customStyle="1" w:styleId="77FE38B5B6164D5F948B23DA99B21461">
    <w:name w:val="77FE38B5B6164D5F948B23DA99B21461"/>
  </w:style>
  <w:style w:type="paragraph" w:customStyle="1" w:styleId="760831EAE8804DB493EF8602861BA6B0">
    <w:name w:val="760831EAE8804DB493EF8602861BA6B0"/>
  </w:style>
  <w:style w:type="paragraph" w:customStyle="1" w:styleId="EE38F6FE539A42E5BDED9DCF67FE8482">
    <w:name w:val="EE38F6FE539A42E5BDED9DCF67FE8482"/>
  </w:style>
  <w:style w:type="paragraph" w:customStyle="1" w:styleId="8807FFE1DEF74C5DB809179E794CF6E2">
    <w:name w:val="8807FFE1DEF74C5DB809179E794CF6E2"/>
  </w:style>
  <w:style w:type="paragraph" w:customStyle="1" w:styleId="3D27375761B545DEB1A5614EA4FEB9B6">
    <w:name w:val="3D27375761B545DEB1A5614EA4FEB9B6"/>
  </w:style>
  <w:style w:type="paragraph" w:customStyle="1" w:styleId="03FC72481C114C6BBF9FF2C31AF87752">
    <w:name w:val="03FC72481C114C6BBF9FF2C31AF87752"/>
  </w:style>
  <w:style w:type="paragraph" w:customStyle="1" w:styleId="5361CB684E19491C9BAC5C4DD7C16E8D">
    <w:name w:val="5361CB684E19491C9BAC5C4DD7C16E8D"/>
  </w:style>
  <w:style w:type="paragraph" w:customStyle="1" w:styleId="0E496E2526E9423F86DDAECEE7E502AB">
    <w:name w:val="0E496E2526E9423F86DDAECEE7E502A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71F43"/>
    <w:rPr>
      <w:color w:val="808080"/>
    </w:rPr>
  </w:style>
  <w:style w:type="paragraph" w:customStyle="1" w:styleId="1951A59B6B144472BF6328DA0E24D426">
    <w:name w:val="1951A59B6B144472BF6328DA0E24D426"/>
  </w:style>
  <w:style w:type="paragraph" w:customStyle="1" w:styleId="09BD3B00AE224584B324386CC919A22A">
    <w:name w:val="09BD3B00AE224584B324386CC919A22A"/>
  </w:style>
  <w:style w:type="paragraph" w:customStyle="1" w:styleId="EFA8C612DF984783B6DB5F9C96DDB8F1">
    <w:name w:val="EFA8C612DF984783B6DB5F9C96DDB8F1"/>
  </w:style>
  <w:style w:type="paragraph" w:customStyle="1" w:styleId="7D043670768E4743B4CAE37D4095FF2D">
    <w:name w:val="7D043670768E4743B4CAE37D4095FF2D"/>
  </w:style>
  <w:style w:type="paragraph" w:customStyle="1" w:styleId="77FE38B5B6164D5F948B23DA99B21461">
    <w:name w:val="77FE38B5B6164D5F948B23DA99B21461"/>
  </w:style>
  <w:style w:type="paragraph" w:customStyle="1" w:styleId="760831EAE8804DB493EF8602861BA6B0">
    <w:name w:val="760831EAE8804DB493EF8602861BA6B0"/>
  </w:style>
  <w:style w:type="paragraph" w:customStyle="1" w:styleId="EE38F6FE539A42E5BDED9DCF67FE8482">
    <w:name w:val="EE38F6FE539A42E5BDED9DCF67FE8482"/>
  </w:style>
  <w:style w:type="paragraph" w:customStyle="1" w:styleId="8807FFE1DEF74C5DB809179E794CF6E2">
    <w:name w:val="8807FFE1DEF74C5DB809179E794CF6E2"/>
  </w:style>
  <w:style w:type="paragraph" w:customStyle="1" w:styleId="3D27375761B545DEB1A5614EA4FEB9B6">
    <w:name w:val="3D27375761B545DEB1A5614EA4FEB9B6"/>
  </w:style>
  <w:style w:type="paragraph" w:customStyle="1" w:styleId="03FC72481C114C6BBF9FF2C31AF87752">
    <w:name w:val="03FC72481C114C6BBF9FF2C31AF87752"/>
  </w:style>
  <w:style w:type="paragraph" w:customStyle="1" w:styleId="5361CB684E19491C9BAC5C4DD7C16E8D">
    <w:name w:val="5361CB684E19491C9BAC5C4DD7C16E8D"/>
  </w:style>
  <w:style w:type="paragraph" w:customStyle="1" w:styleId="0E496E2526E9423F86DDAECEE7E502AB">
    <w:name w:val="0E496E2526E9423F86DDAECEE7E502A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2AF3A-02A8-4D9B-93A3-B1C3CE33B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1</TotalTime>
  <Pages>2</Pages>
  <Words>476</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4</cp:revision>
  <dcterms:created xsi:type="dcterms:W3CDTF">2015-07-17T14:22:00Z</dcterms:created>
  <dcterms:modified xsi:type="dcterms:W3CDTF">2015-10-13T11:49:00Z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