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rPr>
        <w:id w:val="1561215467"/>
        <w:lock w:val="contentLocked"/>
        <w:placeholder>
          <w:docPart w:val="DefaultPlaceholder_1082065158"/>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03452A" w:rsidP="00193115">
                <w:pPr>
                  <w:rPr>
                    <w:rFonts w:ascii="Calibri" w:hAnsi="Calibri"/>
                    <w:sz w:val="22"/>
                  </w:rPr>
                </w:pPr>
                <w:r>
                  <w:rPr>
                    <w:rFonts w:ascii="Calibri" w:hAnsi="Calibri"/>
                    <w:sz w:val="22"/>
                  </w:rPr>
                  <w:t>DCP 232</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03452A" w:rsidP="0003452A">
                <w:pPr>
                  <w:rPr>
                    <w:rFonts w:ascii="Calibri" w:hAnsi="Calibri"/>
                    <w:sz w:val="22"/>
                  </w:rPr>
                </w:pPr>
                <w:r>
                  <w:rPr>
                    <w:szCs w:val="20"/>
                  </w:rPr>
                  <w:t>GP and GL Solution</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03452A" w:rsidP="00193115">
                <w:pPr>
                  <w:rPr>
                    <w:rFonts w:ascii="Calibri" w:hAnsi="Calibri"/>
                    <w:sz w:val="22"/>
                  </w:rPr>
                </w:pPr>
                <w:r>
                  <w:rPr>
                    <w:rFonts w:ascii="Calibri" w:hAnsi="Calibri"/>
                    <w:sz w:val="22"/>
                  </w:rPr>
                  <w:t>DNOs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2B25A0" w:rsidP="00193115">
                <w:pPr>
                  <w:rPr>
                    <w:rFonts w:ascii="Calibri" w:hAnsi="Calibri"/>
                    <w:sz w:val="22"/>
                  </w:rPr>
                </w:pPr>
                <w:r>
                  <w:rPr>
                    <w:rFonts w:ascii="Calibri" w:hAnsi="Calibri"/>
                    <w:sz w:val="22"/>
                  </w:rPr>
                  <w:t>Part 1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2B25A0" w:rsidP="00697019">
                <w:pPr>
                  <w:rPr>
                    <w:rFonts w:ascii="Calibri" w:hAnsi="Calibri"/>
                    <w:sz w:val="22"/>
                  </w:rPr>
                </w:pPr>
                <w:r>
                  <w:rPr>
                    <w:rFonts w:ascii="Calibri" w:hAnsi="Calibri"/>
                    <w:sz w:val="22"/>
                  </w:rPr>
                  <w:t>01 April 2016</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1C08EA" w:rsidP="00733D99">
                <w:pPr>
                  <w:rPr>
                    <w:rFonts w:ascii="Calibri" w:hAnsi="Calibri"/>
                    <w:sz w:val="22"/>
                  </w:rPr>
                </w:pPr>
                <w:r>
                  <w:rPr>
                    <w:rFonts w:ascii="Calibri" w:hAnsi="Calibri"/>
                    <w:sz w:val="22"/>
                  </w:rPr>
                  <w:t xml:space="preserve">24 </w:t>
                </w:r>
                <w:bookmarkStart w:id="0" w:name="_GoBack"/>
                <w:bookmarkEnd w:id="0"/>
                <w:r w:rsidR="00733D99">
                  <w:rPr>
                    <w:rFonts w:ascii="Calibri" w:hAnsi="Calibri"/>
                    <w:sz w:val="22"/>
                  </w:rPr>
                  <w:t xml:space="preserve">August </w:t>
                </w:r>
                <w:r w:rsidR="002B25A0">
                  <w:rPr>
                    <w:rFonts w:ascii="Calibri" w:hAnsi="Calibri"/>
                    <w:sz w:val="22"/>
                  </w:rPr>
                  <w:t>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1951A59B6B144472BF6328DA0E24D426"/>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09BD3B00AE224584B324386CC919A22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EFA8C612DF984783B6DB5F9C96DDB8F1"/>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7D043670768E4743B4CAE37D4095FF2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77FE38B5B6164D5F948B23DA99B21461"/>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760831EAE8804DB493EF8602861BA6B0"/>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EE38F6FE539A42E5BDED9DCF67FE8482"/>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8807FFE1DEF74C5DB809179E794CF6E2"/>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3D27375761B545DEB1A5614EA4FEB9B6"/>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03FC72481C114C6BBF9FF2C31AF87752"/>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w:t>
                </w:r>
                <w:proofErr w:type="gramStart"/>
                <w:r w:rsidRPr="00957B20">
                  <w:rPr>
                    <w:rFonts w:ascii="Calibri" w:hAnsi="Calibri"/>
                    <w:sz w:val="22"/>
                  </w:rPr>
                  <w:t>advise</w:t>
                </w:r>
                <w:proofErr w:type="gramEnd"/>
                <w:r w:rsidRPr="00957B20">
                  <w:rPr>
                    <w:rFonts w:ascii="Calibri" w:hAnsi="Calibri"/>
                    <w:sz w:val="22"/>
                  </w:rPr>
                  <w:t xml:space="preserv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5361CB684E19491C9BAC5C4DD7C16E8D"/>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0E496E2526E9423F86DDAECEE7E502AB"/>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1C08EA" w:rsidP="00CA72C7">
          <w:pPr>
            <w:pStyle w:val="ObjectivesHeading"/>
            <w:rPr>
              <w:rFonts w:ascii="Calibri" w:hAnsi="Calibri"/>
              <w:sz w:val="22"/>
            </w:rPr>
          </w:pPr>
        </w:p>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5A0" w:rsidRDefault="002B25A0" w:rsidP="00FD00A2">
      <w:r>
        <w:separator/>
      </w:r>
    </w:p>
  </w:endnote>
  <w:endnote w:type="continuationSeparator" w:id="0">
    <w:p w:rsidR="002B25A0" w:rsidRDefault="002B25A0"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001558"/>
      <w:lock w:val="contentLocked"/>
      <w:placeholder>
        <w:docPart w:val="DefaultPlaceholder_1082065158"/>
      </w:placeholder>
      <w:showingPlcHdr/>
      <w:group/>
    </w:sdtPr>
    <w:sdtContent>
      <w:p w:rsidR="001C08EA" w:rsidRDefault="001C08EA">
        <w:pPr>
          <w:pStyle w:val="Footer"/>
        </w:pPr>
        <w:r w:rsidRPr="003A4F38">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019850690"/>
      <w:lock w:val="contentLocked"/>
      <w:placeholder>
        <w:docPart w:val="DefaultPlaceholder_1082065158"/>
      </w:placeholder>
      <w:group/>
    </w:sdtPr>
    <w:sdtContent>
      <w:p w:rsidR="00FD00A2" w:rsidRPr="00957B20" w:rsidRDefault="00C95CD7">
        <w:pPr>
          <w:pStyle w:val="Footer"/>
          <w:rPr>
            <w:rFonts w:ascii="Calibri" w:hAnsi="Calibri"/>
          </w:rPr>
        </w:pPr>
        <w:r>
          <w:rPr>
            <w:rFonts w:ascii="Calibri" w:hAnsi="Calibri"/>
          </w:rPr>
          <w:t>04 August</w:t>
        </w:r>
        <w:r w:rsidR="002B25A0">
          <w:rPr>
            <w:rFonts w:ascii="Calibri" w:hAnsi="Calibri"/>
          </w:rPr>
          <w:t xml:space="preserve"> 2015</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1C08EA">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1C08EA">
          <w:rPr>
            <w:rFonts w:ascii="Calibri" w:hAnsi="Calibri"/>
            <w:noProof/>
          </w:rPr>
          <w:t>2</w:t>
        </w:r>
        <w:r w:rsidR="00FD00A2" w:rsidRPr="00957B20">
          <w:rPr>
            <w:rFonts w:ascii="Calibri" w:hAnsi="Calibri"/>
          </w:rPr>
          <w:fldChar w:fldCharType="end"/>
        </w:r>
        <w:r w:rsidR="00FD00A2" w:rsidRPr="00957B20">
          <w:rPr>
            <w:rFonts w:ascii="Calibri" w:hAnsi="Calibri"/>
          </w:rPr>
          <w:tab/>
        </w:r>
        <w:r w:rsidR="002B25A0">
          <w:rPr>
            <w:rFonts w:ascii="Calibri" w:hAnsi="Calibri"/>
          </w:rPr>
          <w:t>v1.0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882328"/>
      <w:lock w:val="contentLocked"/>
      <w:placeholder>
        <w:docPart w:val="DefaultPlaceholder_1082065158"/>
      </w:placeholder>
      <w:showingPlcHdr/>
      <w:group/>
    </w:sdtPr>
    <w:sdtContent>
      <w:p w:rsidR="001C08EA" w:rsidRDefault="001C08EA">
        <w:pPr>
          <w:pStyle w:val="Footer"/>
        </w:pPr>
        <w:r w:rsidRPr="003A4F38">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5A0" w:rsidRDefault="002B25A0" w:rsidP="00FD00A2">
      <w:r>
        <w:separator/>
      </w:r>
    </w:p>
  </w:footnote>
  <w:footnote w:type="continuationSeparator" w:id="0">
    <w:p w:rsidR="002B25A0" w:rsidRDefault="002B25A0"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824341"/>
      <w:lock w:val="contentLocked"/>
      <w:placeholder>
        <w:docPart w:val="DefaultPlaceholder_1082065158"/>
      </w:placeholder>
      <w:showingPlcHdr/>
      <w:group/>
    </w:sdtPr>
    <w:sdtContent>
      <w:p w:rsidR="001C08EA" w:rsidRDefault="001C08EA">
        <w:pPr>
          <w:pStyle w:val="Header"/>
        </w:pPr>
        <w:r w:rsidRPr="003A4F38">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786687226"/>
      <w:lock w:val="contentLocked"/>
      <w:placeholder>
        <w:docPart w:val="DefaultPlaceholder_1082065158"/>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DCP</w:t>
        </w:r>
        <w:r w:rsidR="0003452A">
          <w:rPr>
            <w:rFonts w:ascii="Calibri" w:hAnsi="Calibri"/>
          </w:rPr>
          <w:t xml:space="preserve"> 232</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0145536"/>
      <w:lock w:val="contentLocked"/>
      <w:placeholder>
        <w:docPart w:val="DefaultPlaceholder_1082065158"/>
      </w:placeholder>
      <w:showingPlcHdr/>
      <w:group/>
    </w:sdtPr>
    <w:sdtContent>
      <w:p w:rsidR="001C08EA" w:rsidRDefault="001C08EA">
        <w:pPr>
          <w:pStyle w:val="Header"/>
        </w:pPr>
        <w:r w:rsidRPr="003A4F38">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5A0"/>
    <w:rsid w:val="0003452A"/>
    <w:rsid w:val="00077D80"/>
    <w:rsid w:val="00134AF7"/>
    <w:rsid w:val="00171886"/>
    <w:rsid w:val="00193115"/>
    <w:rsid w:val="001C08EA"/>
    <w:rsid w:val="001E03C5"/>
    <w:rsid w:val="001F256A"/>
    <w:rsid w:val="00223DF1"/>
    <w:rsid w:val="0023069B"/>
    <w:rsid w:val="002B25A0"/>
    <w:rsid w:val="002B61A0"/>
    <w:rsid w:val="0031153A"/>
    <w:rsid w:val="0036644C"/>
    <w:rsid w:val="0040580C"/>
    <w:rsid w:val="00410907"/>
    <w:rsid w:val="00426EEA"/>
    <w:rsid w:val="004572E2"/>
    <w:rsid w:val="004A45C0"/>
    <w:rsid w:val="005124D0"/>
    <w:rsid w:val="00554409"/>
    <w:rsid w:val="005A6203"/>
    <w:rsid w:val="005F1DC2"/>
    <w:rsid w:val="005F26DE"/>
    <w:rsid w:val="005F2D28"/>
    <w:rsid w:val="00676E09"/>
    <w:rsid w:val="00697019"/>
    <w:rsid w:val="00711B18"/>
    <w:rsid w:val="00733D99"/>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23399"/>
    <w:rsid w:val="00C01797"/>
    <w:rsid w:val="00C444B5"/>
    <w:rsid w:val="00C95CD7"/>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951A59B6B144472BF6328DA0E24D426"/>
        <w:category>
          <w:name w:val="General"/>
          <w:gallery w:val="placeholder"/>
        </w:category>
        <w:types>
          <w:type w:val="bbPlcHdr"/>
        </w:types>
        <w:behaviors>
          <w:behavior w:val="content"/>
        </w:behaviors>
        <w:guid w:val="{E074EFC6-65C1-4A05-A5D5-9EE13DA0C194}"/>
      </w:docPartPr>
      <w:docPartBody>
        <w:p w:rsidR="00525464" w:rsidRDefault="00525464">
          <w:pPr>
            <w:pStyle w:val="1951A59B6B144472BF6328DA0E24D426"/>
          </w:pPr>
          <w:r w:rsidRPr="005D19FB">
            <w:rPr>
              <w:rStyle w:val="PlaceholderText"/>
            </w:rPr>
            <w:t>Click here to enter text.</w:t>
          </w:r>
        </w:p>
      </w:docPartBody>
    </w:docPart>
    <w:docPart>
      <w:docPartPr>
        <w:name w:val="09BD3B00AE224584B324386CC919A22A"/>
        <w:category>
          <w:name w:val="General"/>
          <w:gallery w:val="placeholder"/>
        </w:category>
        <w:types>
          <w:type w:val="bbPlcHdr"/>
        </w:types>
        <w:behaviors>
          <w:behavior w:val="content"/>
        </w:behaviors>
        <w:guid w:val="{2AAC4C5E-B3C3-4C01-A366-B0BED5AEF42C}"/>
      </w:docPartPr>
      <w:docPartBody>
        <w:p w:rsidR="00525464" w:rsidRDefault="00525464">
          <w:pPr>
            <w:pStyle w:val="09BD3B00AE224584B324386CC919A22A"/>
          </w:pPr>
          <w:r w:rsidRPr="005D19FB">
            <w:rPr>
              <w:rStyle w:val="PlaceholderText"/>
            </w:rPr>
            <w:t>Choose an item.</w:t>
          </w:r>
        </w:p>
      </w:docPartBody>
    </w:docPart>
    <w:docPart>
      <w:docPartPr>
        <w:name w:val="EFA8C612DF984783B6DB5F9C96DDB8F1"/>
        <w:category>
          <w:name w:val="General"/>
          <w:gallery w:val="placeholder"/>
        </w:category>
        <w:types>
          <w:type w:val="bbPlcHdr"/>
        </w:types>
        <w:behaviors>
          <w:behavior w:val="content"/>
        </w:behaviors>
        <w:guid w:val="{33B0990D-44AD-4829-B1EC-661AB8E13F95}"/>
      </w:docPartPr>
      <w:docPartBody>
        <w:p w:rsidR="00525464" w:rsidRDefault="00525464">
          <w:pPr>
            <w:pStyle w:val="EFA8C612DF984783B6DB5F9C96DDB8F1"/>
          </w:pPr>
          <w:r w:rsidRPr="005D19FB">
            <w:rPr>
              <w:rStyle w:val="PlaceholderText"/>
            </w:rPr>
            <w:t>Click here to enter text.</w:t>
          </w:r>
        </w:p>
      </w:docPartBody>
    </w:docPart>
    <w:docPart>
      <w:docPartPr>
        <w:name w:val="7D043670768E4743B4CAE37D4095FF2D"/>
        <w:category>
          <w:name w:val="General"/>
          <w:gallery w:val="placeholder"/>
        </w:category>
        <w:types>
          <w:type w:val="bbPlcHdr"/>
        </w:types>
        <w:behaviors>
          <w:behavior w:val="content"/>
        </w:behaviors>
        <w:guid w:val="{79A55BBB-2E8B-4928-A14D-A157153C5559}"/>
      </w:docPartPr>
      <w:docPartBody>
        <w:p w:rsidR="00525464" w:rsidRDefault="00525464">
          <w:pPr>
            <w:pStyle w:val="7D043670768E4743B4CAE37D4095FF2D"/>
          </w:pPr>
          <w:r w:rsidRPr="005D19FB">
            <w:rPr>
              <w:rStyle w:val="PlaceholderText"/>
            </w:rPr>
            <w:t>Click here to enter text.</w:t>
          </w:r>
        </w:p>
      </w:docPartBody>
    </w:docPart>
    <w:docPart>
      <w:docPartPr>
        <w:name w:val="77FE38B5B6164D5F948B23DA99B21461"/>
        <w:category>
          <w:name w:val="General"/>
          <w:gallery w:val="placeholder"/>
        </w:category>
        <w:types>
          <w:type w:val="bbPlcHdr"/>
        </w:types>
        <w:behaviors>
          <w:behavior w:val="content"/>
        </w:behaviors>
        <w:guid w:val="{7046E2AB-8213-475F-86D7-F332B5F13453}"/>
      </w:docPartPr>
      <w:docPartBody>
        <w:p w:rsidR="00525464" w:rsidRDefault="00525464">
          <w:pPr>
            <w:pStyle w:val="77FE38B5B6164D5F948B23DA99B21461"/>
          </w:pPr>
          <w:r w:rsidRPr="005D19FB">
            <w:rPr>
              <w:rStyle w:val="PlaceholderText"/>
            </w:rPr>
            <w:t>Click here to enter text.</w:t>
          </w:r>
        </w:p>
      </w:docPartBody>
    </w:docPart>
    <w:docPart>
      <w:docPartPr>
        <w:name w:val="760831EAE8804DB493EF8602861BA6B0"/>
        <w:category>
          <w:name w:val="General"/>
          <w:gallery w:val="placeholder"/>
        </w:category>
        <w:types>
          <w:type w:val="bbPlcHdr"/>
        </w:types>
        <w:behaviors>
          <w:behavior w:val="content"/>
        </w:behaviors>
        <w:guid w:val="{775D6352-8AA9-4C79-BA1E-BAA413E5585C}"/>
      </w:docPartPr>
      <w:docPartBody>
        <w:p w:rsidR="00525464" w:rsidRDefault="00525464">
          <w:pPr>
            <w:pStyle w:val="760831EAE8804DB493EF8602861BA6B0"/>
          </w:pPr>
          <w:r w:rsidRPr="005D19FB">
            <w:rPr>
              <w:rStyle w:val="PlaceholderText"/>
            </w:rPr>
            <w:t>Click here to enter text.</w:t>
          </w:r>
        </w:p>
      </w:docPartBody>
    </w:docPart>
    <w:docPart>
      <w:docPartPr>
        <w:name w:val="EE38F6FE539A42E5BDED9DCF67FE8482"/>
        <w:category>
          <w:name w:val="General"/>
          <w:gallery w:val="placeholder"/>
        </w:category>
        <w:types>
          <w:type w:val="bbPlcHdr"/>
        </w:types>
        <w:behaviors>
          <w:behavior w:val="content"/>
        </w:behaviors>
        <w:guid w:val="{C8DB5459-8BE2-4916-B2C0-2F0ED93A0E93}"/>
      </w:docPartPr>
      <w:docPartBody>
        <w:p w:rsidR="00525464" w:rsidRDefault="00525464">
          <w:pPr>
            <w:pStyle w:val="EE38F6FE539A42E5BDED9DCF67FE8482"/>
          </w:pPr>
          <w:r w:rsidRPr="005D19FB">
            <w:rPr>
              <w:rStyle w:val="PlaceholderText"/>
            </w:rPr>
            <w:t>Click here to enter text.</w:t>
          </w:r>
        </w:p>
      </w:docPartBody>
    </w:docPart>
    <w:docPart>
      <w:docPartPr>
        <w:name w:val="8807FFE1DEF74C5DB809179E794CF6E2"/>
        <w:category>
          <w:name w:val="General"/>
          <w:gallery w:val="placeholder"/>
        </w:category>
        <w:types>
          <w:type w:val="bbPlcHdr"/>
        </w:types>
        <w:behaviors>
          <w:behavior w:val="content"/>
        </w:behaviors>
        <w:guid w:val="{CD07EDC9-D509-4BEE-BA9B-98A681D21E0A}"/>
      </w:docPartPr>
      <w:docPartBody>
        <w:p w:rsidR="00525464" w:rsidRDefault="00525464">
          <w:pPr>
            <w:pStyle w:val="8807FFE1DEF74C5DB809179E794CF6E2"/>
          </w:pPr>
          <w:r w:rsidRPr="005D19FB">
            <w:rPr>
              <w:rStyle w:val="PlaceholderText"/>
            </w:rPr>
            <w:t>Click here to enter text.</w:t>
          </w:r>
        </w:p>
      </w:docPartBody>
    </w:docPart>
    <w:docPart>
      <w:docPartPr>
        <w:name w:val="3D27375761B545DEB1A5614EA4FEB9B6"/>
        <w:category>
          <w:name w:val="General"/>
          <w:gallery w:val="placeholder"/>
        </w:category>
        <w:types>
          <w:type w:val="bbPlcHdr"/>
        </w:types>
        <w:behaviors>
          <w:behavior w:val="content"/>
        </w:behaviors>
        <w:guid w:val="{A01E2AF3-6353-4B6B-BDD5-01899C2C30D5}"/>
      </w:docPartPr>
      <w:docPartBody>
        <w:p w:rsidR="00525464" w:rsidRDefault="00525464">
          <w:pPr>
            <w:pStyle w:val="3D27375761B545DEB1A5614EA4FEB9B6"/>
          </w:pPr>
          <w:r w:rsidRPr="005D19FB">
            <w:rPr>
              <w:rStyle w:val="PlaceholderText"/>
            </w:rPr>
            <w:t>Choose an item.</w:t>
          </w:r>
        </w:p>
      </w:docPartBody>
    </w:docPart>
    <w:docPart>
      <w:docPartPr>
        <w:name w:val="03FC72481C114C6BBF9FF2C31AF87752"/>
        <w:category>
          <w:name w:val="General"/>
          <w:gallery w:val="placeholder"/>
        </w:category>
        <w:types>
          <w:type w:val="bbPlcHdr"/>
        </w:types>
        <w:behaviors>
          <w:behavior w:val="content"/>
        </w:behaviors>
        <w:guid w:val="{ADC8BC9B-A0F1-4E9A-8049-CEED9E4BB9B9}"/>
      </w:docPartPr>
      <w:docPartBody>
        <w:p w:rsidR="00525464" w:rsidRDefault="00525464">
          <w:pPr>
            <w:pStyle w:val="03FC72481C114C6BBF9FF2C31AF87752"/>
          </w:pPr>
          <w:r w:rsidRPr="005D19FB">
            <w:rPr>
              <w:rStyle w:val="PlaceholderText"/>
            </w:rPr>
            <w:t>Choose an item.</w:t>
          </w:r>
        </w:p>
      </w:docPartBody>
    </w:docPart>
    <w:docPart>
      <w:docPartPr>
        <w:name w:val="5361CB684E19491C9BAC5C4DD7C16E8D"/>
        <w:category>
          <w:name w:val="General"/>
          <w:gallery w:val="placeholder"/>
        </w:category>
        <w:types>
          <w:type w:val="bbPlcHdr"/>
        </w:types>
        <w:behaviors>
          <w:behavior w:val="content"/>
        </w:behaviors>
        <w:guid w:val="{8C579F87-288E-49F5-A6D2-29265DDD1D38}"/>
      </w:docPartPr>
      <w:docPartBody>
        <w:p w:rsidR="00525464" w:rsidRDefault="00525464">
          <w:pPr>
            <w:pStyle w:val="5361CB684E19491C9BAC5C4DD7C16E8D"/>
          </w:pPr>
          <w:r w:rsidRPr="005D19FB">
            <w:rPr>
              <w:rStyle w:val="PlaceholderText"/>
            </w:rPr>
            <w:t>Click here to enter text.</w:t>
          </w:r>
        </w:p>
      </w:docPartBody>
    </w:docPart>
    <w:docPart>
      <w:docPartPr>
        <w:name w:val="0E496E2526E9423F86DDAECEE7E502AB"/>
        <w:category>
          <w:name w:val="General"/>
          <w:gallery w:val="placeholder"/>
        </w:category>
        <w:types>
          <w:type w:val="bbPlcHdr"/>
        </w:types>
        <w:behaviors>
          <w:behavior w:val="content"/>
        </w:behaviors>
        <w:guid w:val="{8E014A9A-54A0-419B-8CA8-52CD6D4E4E86}"/>
      </w:docPartPr>
      <w:docPartBody>
        <w:p w:rsidR="00525464" w:rsidRDefault="00525464">
          <w:pPr>
            <w:pStyle w:val="0E496E2526E9423F86DDAECEE7E502AB"/>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228C8823-C6C7-4FC9-9E34-C36D8E5A565B}"/>
      </w:docPartPr>
      <w:docPartBody>
        <w:p w:rsidR="00000000" w:rsidRDefault="00971F43">
          <w:r w:rsidRPr="003A4F3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464"/>
    <w:rsid w:val="00525464"/>
    <w:rsid w:val="00971F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1F43"/>
    <w:rPr>
      <w:color w:val="808080"/>
    </w:rPr>
  </w:style>
  <w:style w:type="paragraph" w:customStyle="1" w:styleId="1951A59B6B144472BF6328DA0E24D426">
    <w:name w:val="1951A59B6B144472BF6328DA0E24D426"/>
  </w:style>
  <w:style w:type="paragraph" w:customStyle="1" w:styleId="09BD3B00AE224584B324386CC919A22A">
    <w:name w:val="09BD3B00AE224584B324386CC919A22A"/>
  </w:style>
  <w:style w:type="paragraph" w:customStyle="1" w:styleId="EFA8C612DF984783B6DB5F9C96DDB8F1">
    <w:name w:val="EFA8C612DF984783B6DB5F9C96DDB8F1"/>
  </w:style>
  <w:style w:type="paragraph" w:customStyle="1" w:styleId="7D043670768E4743B4CAE37D4095FF2D">
    <w:name w:val="7D043670768E4743B4CAE37D4095FF2D"/>
  </w:style>
  <w:style w:type="paragraph" w:customStyle="1" w:styleId="77FE38B5B6164D5F948B23DA99B21461">
    <w:name w:val="77FE38B5B6164D5F948B23DA99B21461"/>
  </w:style>
  <w:style w:type="paragraph" w:customStyle="1" w:styleId="760831EAE8804DB493EF8602861BA6B0">
    <w:name w:val="760831EAE8804DB493EF8602861BA6B0"/>
  </w:style>
  <w:style w:type="paragraph" w:customStyle="1" w:styleId="EE38F6FE539A42E5BDED9DCF67FE8482">
    <w:name w:val="EE38F6FE539A42E5BDED9DCF67FE8482"/>
  </w:style>
  <w:style w:type="paragraph" w:customStyle="1" w:styleId="8807FFE1DEF74C5DB809179E794CF6E2">
    <w:name w:val="8807FFE1DEF74C5DB809179E794CF6E2"/>
  </w:style>
  <w:style w:type="paragraph" w:customStyle="1" w:styleId="3D27375761B545DEB1A5614EA4FEB9B6">
    <w:name w:val="3D27375761B545DEB1A5614EA4FEB9B6"/>
  </w:style>
  <w:style w:type="paragraph" w:customStyle="1" w:styleId="03FC72481C114C6BBF9FF2C31AF87752">
    <w:name w:val="03FC72481C114C6BBF9FF2C31AF87752"/>
  </w:style>
  <w:style w:type="paragraph" w:customStyle="1" w:styleId="5361CB684E19491C9BAC5C4DD7C16E8D">
    <w:name w:val="5361CB684E19491C9BAC5C4DD7C16E8D"/>
  </w:style>
  <w:style w:type="paragraph" w:customStyle="1" w:styleId="0E496E2526E9423F86DDAECEE7E502AB">
    <w:name w:val="0E496E2526E9423F86DDAECEE7E502A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1F43"/>
    <w:rPr>
      <w:color w:val="808080"/>
    </w:rPr>
  </w:style>
  <w:style w:type="paragraph" w:customStyle="1" w:styleId="1951A59B6B144472BF6328DA0E24D426">
    <w:name w:val="1951A59B6B144472BF6328DA0E24D426"/>
  </w:style>
  <w:style w:type="paragraph" w:customStyle="1" w:styleId="09BD3B00AE224584B324386CC919A22A">
    <w:name w:val="09BD3B00AE224584B324386CC919A22A"/>
  </w:style>
  <w:style w:type="paragraph" w:customStyle="1" w:styleId="EFA8C612DF984783B6DB5F9C96DDB8F1">
    <w:name w:val="EFA8C612DF984783B6DB5F9C96DDB8F1"/>
  </w:style>
  <w:style w:type="paragraph" w:customStyle="1" w:styleId="7D043670768E4743B4CAE37D4095FF2D">
    <w:name w:val="7D043670768E4743B4CAE37D4095FF2D"/>
  </w:style>
  <w:style w:type="paragraph" w:customStyle="1" w:styleId="77FE38B5B6164D5F948B23DA99B21461">
    <w:name w:val="77FE38B5B6164D5F948B23DA99B21461"/>
  </w:style>
  <w:style w:type="paragraph" w:customStyle="1" w:styleId="760831EAE8804DB493EF8602861BA6B0">
    <w:name w:val="760831EAE8804DB493EF8602861BA6B0"/>
  </w:style>
  <w:style w:type="paragraph" w:customStyle="1" w:styleId="EE38F6FE539A42E5BDED9DCF67FE8482">
    <w:name w:val="EE38F6FE539A42E5BDED9DCF67FE8482"/>
  </w:style>
  <w:style w:type="paragraph" w:customStyle="1" w:styleId="8807FFE1DEF74C5DB809179E794CF6E2">
    <w:name w:val="8807FFE1DEF74C5DB809179E794CF6E2"/>
  </w:style>
  <w:style w:type="paragraph" w:customStyle="1" w:styleId="3D27375761B545DEB1A5614EA4FEB9B6">
    <w:name w:val="3D27375761B545DEB1A5614EA4FEB9B6"/>
  </w:style>
  <w:style w:type="paragraph" w:customStyle="1" w:styleId="03FC72481C114C6BBF9FF2C31AF87752">
    <w:name w:val="03FC72481C114C6BBF9FF2C31AF87752"/>
  </w:style>
  <w:style w:type="paragraph" w:customStyle="1" w:styleId="5361CB684E19491C9BAC5C4DD7C16E8D">
    <w:name w:val="5361CB684E19491C9BAC5C4DD7C16E8D"/>
  </w:style>
  <w:style w:type="paragraph" w:customStyle="1" w:styleId="0E496E2526E9423F86DDAECEE7E502AB">
    <w:name w:val="0E496E2526E9423F86DDAECEE7E502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314C1-4E9C-4C8B-8EFE-B038D1930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0</TotalTime>
  <Pages>2</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Roz</cp:lastModifiedBy>
  <cp:revision>3</cp:revision>
  <dcterms:created xsi:type="dcterms:W3CDTF">2015-07-17T14:22:00Z</dcterms:created>
  <dcterms:modified xsi:type="dcterms:W3CDTF">2015-07-24T09:08:00Z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