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sz w:val="22"/>
        </w:rPr>
        <w:id w:val="-210492800"/>
        <w:lock w:val="contentLocked"/>
        <w:placeholder>
          <w:docPart w:val="DefaultPlaceholder_1082065158"/>
        </w:placeholder>
        <w:group/>
      </w:sdtPr>
      <w:sdtEndPr>
        <w:rPr>
          <w:rFonts w:eastAsiaTheme="minorHAnsi" w:cstheme="minorBidi"/>
          <w:caps w:val="0"/>
          <w:spacing w:val="0"/>
          <w:kern w:val="0"/>
          <w:szCs w:val="24"/>
        </w:rPr>
      </w:sdtEndPr>
      <w:sdtContent>
        <w:sdt>
          <w:sdtPr>
            <w:rPr>
              <w:rFonts w:ascii="Calibri" w:hAnsi="Calibri"/>
              <w:sz w:val="22"/>
            </w:rPr>
            <w:id w:val="-1474368594"/>
            <w:lock w:val="contentLocked"/>
            <w:placeholder>
              <w:docPart w:val="DefaultPlaceholder_1082065158"/>
            </w:placeholder>
            <w:group/>
          </w:sdtPr>
          <w:sdtEndPr>
            <w:rPr>
              <w:rFonts w:eastAsiaTheme="minorHAnsi" w:cstheme="minorBidi"/>
              <w:caps w:val="0"/>
              <w:spacing w:val="0"/>
              <w:kern w:val="0"/>
              <w:szCs w:val="24"/>
            </w:rPr>
          </w:sdtEndPr>
          <w:sdtContent>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w:t>
              </w:r>
              <w:r w:rsidR="00876DD6" w:rsidRPr="00876DD6">
                <w:rPr>
                  <w:rFonts w:ascii="Calibri" w:hAnsi="Calibri"/>
                  <w:sz w:val="22"/>
                </w:rPr>
                <w:t>DCP 231 Voting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876DD6" w:rsidP="00193115">
                    <w:pPr>
                      <w:rPr>
                        <w:rFonts w:ascii="Calibri" w:hAnsi="Calibri"/>
                        <w:sz w:val="22"/>
                      </w:rPr>
                    </w:pPr>
                    <w:r>
                      <w:rPr>
                        <w:rFonts w:ascii="Calibri" w:hAnsi="Calibri"/>
                        <w:sz w:val="22"/>
                      </w:rPr>
                      <w:t>231</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876DD6" w:rsidP="00193115">
                    <w:pPr>
                      <w:rPr>
                        <w:rFonts w:ascii="Calibri" w:hAnsi="Calibri"/>
                        <w:sz w:val="22"/>
                      </w:rPr>
                    </w:pPr>
                    <w:r>
                      <w:rPr>
                        <w:rFonts w:ascii="Calibri" w:hAnsi="Calibri"/>
                        <w:sz w:val="22"/>
                      </w:rPr>
                      <w:t>Extended PCDM under the EDCM</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876DD6" w:rsidP="00193115">
                    <w:pPr>
                      <w:rPr>
                        <w:rFonts w:ascii="Calibri" w:hAnsi="Calibri"/>
                        <w:sz w:val="22"/>
                      </w:rPr>
                    </w:pPr>
                    <w:r>
                      <w:rPr>
                        <w:rFonts w:ascii="Calibri" w:hAnsi="Calibri"/>
                        <w:sz w:val="22"/>
                      </w:rPr>
                      <w:t>DNOs and IDNOs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876DD6" w:rsidP="00193115">
                    <w:pPr>
                      <w:rPr>
                        <w:rFonts w:ascii="Calibri" w:hAnsi="Calibri"/>
                        <w:sz w:val="22"/>
                      </w:rPr>
                    </w:pPr>
                    <w:r>
                      <w:rPr>
                        <w:rFonts w:ascii="Calibri" w:hAnsi="Calibri"/>
                        <w:sz w:val="22"/>
                      </w:rPr>
                      <w:t>Part 1</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876DD6" w:rsidP="00697019">
                    <w:pPr>
                      <w:rPr>
                        <w:rFonts w:ascii="Calibri" w:hAnsi="Calibri"/>
                        <w:sz w:val="22"/>
                      </w:rPr>
                    </w:pPr>
                    <w:r>
                      <w:rPr>
                        <w:rFonts w:ascii="Calibri" w:hAnsi="Calibri"/>
                        <w:sz w:val="22"/>
                      </w:rPr>
                      <w:t>1 April 2016</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876DD6" w:rsidP="00193115">
                    <w:pPr>
                      <w:rPr>
                        <w:rFonts w:ascii="Calibri" w:hAnsi="Calibri"/>
                        <w:sz w:val="22"/>
                      </w:rPr>
                    </w:pPr>
                    <w:r>
                      <w:rPr>
                        <w:rFonts w:ascii="Calibri" w:hAnsi="Calibri"/>
                        <w:sz w:val="22"/>
                      </w:rPr>
                      <w:t>7 September 2015</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D6EA620D3B114CE7A54B4401C9816FB3"/>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D25472DE303547CE995433F3DB48A520"/>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20EC83A1821947A1BEE6733295382FC7"/>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E47CC0FEC52043BD83EEC9EBB6498C6F"/>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C233155523AF4AA7A1255AAB8E727AEA"/>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18BB31034ADA4401AAEF3F8119EE3A66"/>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39047F9F3FB84BE18A57666888110895"/>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BBA5EDE1D0424846A82AB0BC1DBA756B"/>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bookmarkStart w:id="0" w:name="_GoBack"/>
              <w:bookmarkEnd w:id="0"/>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12E95C62850349629315495BE0EDAF06"/>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F1C232F213D24D139A78CF487769DBBB"/>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w:t>
                    </w:r>
                    <w:proofErr w:type="gramStart"/>
                    <w:r w:rsidRPr="00957B20">
                      <w:rPr>
                        <w:rFonts w:ascii="Calibri" w:hAnsi="Calibri"/>
                        <w:sz w:val="22"/>
                      </w:rPr>
                      <w:t>advise</w:t>
                    </w:r>
                    <w:proofErr w:type="gramEnd"/>
                    <w:r w:rsidRPr="00957B20">
                      <w:rPr>
                        <w:rFonts w:ascii="Calibri" w:hAnsi="Calibri"/>
                        <w:sz w:val="22"/>
                      </w:rPr>
                      <w:t xml:space="preserv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w:t>
                    </w:r>
                    <w:r w:rsidR="00CA72C7" w:rsidRPr="00CA72C7">
                      <w:rPr>
                        <w:rFonts w:ascii="Calibri" w:hAnsi="Calibri"/>
                        <w:i/>
                        <w:sz w:val="22"/>
                      </w:rPr>
                      <w:lastRenderedPageBreak/>
                      <w:t>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6FDCAD0258C84B8E8DF841198E29BCFA"/>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525B3361B4A54E7F81BCC6F315FD09E1"/>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2A24A0" w:rsidP="00CA72C7">
              <w:pPr>
                <w:pStyle w:val="ObjectivesHeading"/>
                <w:rPr>
                  <w:rFonts w:ascii="Calibri" w:hAnsi="Calibri"/>
                  <w:sz w:val="22"/>
                </w:rPr>
              </w:pPr>
            </w:p>
          </w:sdtContent>
        </w:sdt>
      </w:sdtContent>
    </w:sdt>
    <w:sectPr w:rsidR="00957B20" w:rsidRPr="00957B20" w:rsidSect="00CE497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DD6" w:rsidRDefault="00876DD6" w:rsidP="00FD00A2">
      <w:r>
        <w:separator/>
      </w:r>
    </w:p>
  </w:endnote>
  <w:endnote w:type="continuationSeparator" w:id="0">
    <w:p w:rsidR="00876DD6" w:rsidRDefault="00876DD6"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1245399"/>
      <w:lock w:val="contentLocked"/>
      <w:placeholder>
        <w:docPart w:val="DefaultPlaceholder_1082065158"/>
      </w:placeholder>
      <w:group/>
    </w:sdtPr>
    <w:sdtContent>
      <w:sdt>
        <w:sdtPr>
          <w:id w:val="942340110"/>
          <w:lock w:val="contentLocked"/>
          <w:placeholder>
            <w:docPart w:val="DefaultPlaceholder_1082065158"/>
          </w:placeholder>
          <w:showingPlcHdr/>
          <w:group/>
        </w:sdtPr>
        <w:sdtContent>
          <w:p w:rsidR="002A24A0" w:rsidRDefault="002A24A0">
            <w:pPr>
              <w:pStyle w:val="Footer"/>
            </w:pPr>
            <w:r w:rsidRPr="00DE7FBF">
              <w:rPr>
                <w:rStyle w:val="PlaceholderText"/>
              </w:rPr>
              <w:t>Click here to enter text.</w: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722676621"/>
      <w:lock w:val="contentLocked"/>
      <w:placeholder>
        <w:docPart w:val="DefaultPlaceholder_1082065158"/>
      </w:placeholder>
      <w:group/>
    </w:sdtPr>
    <w:sdtContent>
      <w:sdt>
        <w:sdtPr>
          <w:rPr>
            <w:rFonts w:ascii="Calibri" w:hAnsi="Calibri"/>
          </w:rPr>
          <w:id w:val="167838611"/>
          <w:lock w:val="contentLocked"/>
          <w:placeholder>
            <w:docPart w:val="DefaultPlaceholder_1082065158"/>
          </w:placeholder>
          <w:group/>
        </w:sdtPr>
        <w:sdtContent>
          <w:p w:rsidR="00FD00A2" w:rsidRPr="00957B20" w:rsidRDefault="00876DD6">
            <w:pPr>
              <w:pStyle w:val="Footer"/>
              <w:rPr>
                <w:rFonts w:ascii="Calibri" w:hAnsi="Calibri"/>
              </w:rPr>
            </w:pPr>
            <w:r>
              <w:rPr>
                <w:rFonts w:ascii="Calibri" w:hAnsi="Calibri"/>
              </w:rPr>
              <w:t>14 August 2015</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2A24A0">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2A24A0">
              <w:rPr>
                <w:rFonts w:ascii="Calibri" w:hAnsi="Calibri"/>
                <w:noProof/>
              </w:rPr>
              <w:t>2</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Pr>
                <w:rFonts w:ascii="Calibri" w:hAnsi="Calibri"/>
              </w:rPr>
              <w:t>Version</w:t>
            </w:r>
            <w:r w:rsidR="00FD00A2" w:rsidRPr="00957B20">
              <w:rPr>
                <w:rFonts w:ascii="Calibri" w:hAnsi="Calibri"/>
              </w:rPr>
              <w:fldChar w:fldCharType="end"/>
            </w:r>
            <w:r>
              <w:rPr>
                <w:rFonts w:ascii="Calibri" w:hAnsi="Calibri"/>
              </w:rPr>
              <w:t xml:space="preserve"> 1</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636103"/>
      <w:lock w:val="contentLocked"/>
      <w:placeholder>
        <w:docPart w:val="DefaultPlaceholder_1082065158"/>
      </w:placeholder>
      <w:group/>
    </w:sdtPr>
    <w:sdtContent>
      <w:sdt>
        <w:sdtPr>
          <w:id w:val="-771928459"/>
          <w:lock w:val="contentLocked"/>
          <w:placeholder>
            <w:docPart w:val="DefaultPlaceholder_1082065158"/>
          </w:placeholder>
          <w:showingPlcHdr/>
          <w:group/>
        </w:sdtPr>
        <w:sdtContent>
          <w:p w:rsidR="002A24A0" w:rsidRDefault="002A24A0">
            <w:pPr>
              <w:pStyle w:val="Footer"/>
            </w:pPr>
            <w:r w:rsidRPr="00DE7FBF">
              <w:rPr>
                <w:rStyle w:val="PlaceholderText"/>
              </w:rPr>
              <w:t>Click here to enter text.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DD6" w:rsidRDefault="00876DD6" w:rsidP="00FD00A2">
      <w:r>
        <w:separator/>
      </w:r>
    </w:p>
  </w:footnote>
  <w:footnote w:type="continuationSeparator" w:id="0">
    <w:p w:rsidR="00876DD6" w:rsidRDefault="00876DD6"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691245"/>
      <w:lock w:val="contentLocked"/>
      <w:placeholder>
        <w:docPart w:val="DefaultPlaceholder_1082065158"/>
      </w:placeholder>
      <w:group/>
    </w:sdtPr>
    <w:sdtContent>
      <w:sdt>
        <w:sdtPr>
          <w:id w:val="732351486"/>
          <w:lock w:val="contentLocked"/>
          <w:placeholder>
            <w:docPart w:val="DefaultPlaceholder_1082065158"/>
          </w:placeholder>
          <w:showingPlcHdr/>
          <w:group/>
        </w:sdtPr>
        <w:sdtContent>
          <w:p w:rsidR="002A24A0" w:rsidRDefault="002A24A0">
            <w:pPr>
              <w:pStyle w:val="Header"/>
            </w:pPr>
            <w:r w:rsidRPr="00DE7FBF">
              <w:rPr>
                <w:rStyle w:val="PlaceholderText"/>
              </w:rPr>
              <w:t>Click here to enter text.</w: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92373774"/>
      <w:lock w:val="contentLocked"/>
      <w:placeholder>
        <w:docPart w:val="DefaultPlaceholder_1082065158"/>
      </w:placeholder>
      <w:group/>
    </w:sdtPr>
    <w:sdtContent>
      <w:sdt>
        <w:sdtPr>
          <w:rPr>
            <w:rFonts w:ascii="Calibri" w:hAnsi="Calibri"/>
          </w:rPr>
          <w:id w:val="1008796809"/>
          <w:lock w:val="contentLocked"/>
          <w:placeholder>
            <w:docPart w:val="DefaultPlaceholder_1082065158"/>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DCP</w:t>
            </w:r>
            <w:r w:rsidR="00876DD6">
              <w:rPr>
                <w:rFonts w:ascii="Calibri" w:hAnsi="Calibri"/>
              </w:rPr>
              <w:t xml:space="preserve"> 231</w:t>
            </w:r>
          </w:p>
        </w:sdtContent>
      </w:sdt>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131987"/>
      <w:lock w:val="contentLocked"/>
      <w:placeholder>
        <w:docPart w:val="DefaultPlaceholder_1082065158"/>
      </w:placeholder>
      <w:group/>
    </w:sdtPr>
    <w:sdtContent>
      <w:sdt>
        <w:sdtPr>
          <w:id w:val="-970437510"/>
          <w:lock w:val="contentLocked"/>
          <w:placeholder>
            <w:docPart w:val="DefaultPlaceholder_1082065158"/>
          </w:placeholder>
          <w:showingPlcHdr/>
          <w:group/>
        </w:sdtPr>
        <w:sdtContent>
          <w:p w:rsidR="002A24A0" w:rsidRDefault="002A24A0">
            <w:pPr>
              <w:pStyle w:val="Header"/>
            </w:pPr>
            <w:r w:rsidRPr="00DE7FBF">
              <w:rPr>
                <w:rStyle w:val="PlaceholderText"/>
              </w:rPr>
              <w:t>Click here to enter text.</w:t>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DD6"/>
    <w:rsid w:val="00077D80"/>
    <w:rsid w:val="00134AF7"/>
    <w:rsid w:val="00171886"/>
    <w:rsid w:val="00193115"/>
    <w:rsid w:val="001E03C5"/>
    <w:rsid w:val="001F256A"/>
    <w:rsid w:val="00223DF1"/>
    <w:rsid w:val="0023069B"/>
    <w:rsid w:val="002A24A0"/>
    <w:rsid w:val="002B61A0"/>
    <w:rsid w:val="0031153A"/>
    <w:rsid w:val="0036644C"/>
    <w:rsid w:val="0040580C"/>
    <w:rsid w:val="00410907"/>
    <w:rsid w:val="00426EEA"/>
    <w:rsid w:val="004572E2"/>
    <w:rsid w:val="004A45C0"/>
    <w:rsid w:val="005124D0"/>
    <w:rsid w:val="00554409"/>
    <w:rsid w:val="005A6203"/>
    <w:rsid w:val="005F1DC2"/>
    <w:rsid w:val="005F26DE"/>
    <w:rsid w:val="005F2D28"/>
    <w:rsid w:val="00676E09"/>
    <w:rsid w:val="00697019"/>
    <w:rsid w:val="00711B18"/>
    <w:rsid w:val="007361B2"/>
    <w:rsid w:val="0076726D"/>
    <w:rsid w:val="00807039"/>
    <w:rsid w:val="00876DD6"/>
    <w:rsid w:val="00884177"/>
    <w:rsid w:val="008D01AD"/>
    <w:rsid w:val="008F22A5"/>
    <w:rsid w:val="00900CA9"/>
    <w:rsid w:val="00904368"/>
    <w:rsid w:val="00916C37"/>
    <w:rsid w:val="00957B20"/>
    <w:rsid w:val="00963A66"/>
    <w:rsid w:val="009A3EA3"/>
    <w:rsid w:val="009B02DB"/>
    <w:rsid w:val="009F1AFC"/>
    <w:rsid w:val="00A817E9"/>
    <w:rsid w:val="00A828F0"/>
    <w:rsid w:val="00AC6DB4"/>
    <w:rsid w:val="00B23399"/>
    <w:rsid w:val="00C01797"/>
    <w:rsid w:val="00C444B5"/>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6EA620D3B114CE7A54B4401C9816FB3"/>
        <w:category>
          <w:name w:val="General"/>
          <w:gallery w:val="placeholder"/>
        </w:category>
        <w:types>
          <w:type w:val="bbPlcHdr"/>
        </w:types>
        <w:behaviors>
          <w:behavior w:val="content"/>
        </w:behaviors>
        <w:guid w:val="{CA654039-8A49-44C6-A5F9-A4A899A723E1}"/>
      </w:docPartPr>
      <w:docPartBody>
        <w:p w:rsidR="009A0D51" w:rsidRDefault="009A0D51">
          <w:pPr>
            <w:pStyle w:val="D6EA620D3B114CE7A54B4401C9816FB3"/>
          </w:pPr>
          <w:r w:rsidRPr="005D19FB">
            <w:rPr>
              <w:rStyle w:val="PlaceholderText"/>
            </w:rPr>
            <w:t>Click here to enter text.</w:t>
          </w:r>
        </w:p>
      </w:docPartBody>
    </w:docPart>
    <w:docPart>
      <w:docPartPr>
        <w:name w:val="D25472DE303547CE995433F3DB48A520"/>
        <w:category>
          <w:name w:val="General"/>
          <w:gallery w:val="placeholder"/>
        </w:category>
        <w:types>
          <w:type w:val="bbPlcHdr"/>
        </w:types>
        <w:behaviors>
          <w:behavior w:val="content"/>
        </w:behaviors>
        <w:guid w:val="{1D9DCA2B-0844-42A8-8F8F-682C6AB04A2B}"/>
      </w:docPartPr>
      <w:docPartBody>
        <w:p w:rsidR="009A0D51" w:rsidRDefault="009A0D51">
          <w:pPr>
            <w:pStyle w:val="D25472DE303547CE995433F3DB48A520"/>
          </w:pPr>
          <w:r w:rsidRPr="005D19FB">
            <w:rPr>
              <w:rStyle w:val="PlaceholderText"/>
            </w:rPr>
            <w:t>Choose an item.</w:t>
          </w:r>
        </w:p>
      </w:docPartBody>
    </w:docPart>
    <w:docPart>
      <w:docPartPr>
        <w:name w:val="20EC83A1821947A1BEE6733295382FC7"/>
        <w:category>
          <w:name w:val="General"/>
          <w:gallery w:val="placeholder"/>
        </w:category>
        <w:types>
          <w:type w:val="bbPlcHdr"/>
        </w:types>
        <w:behaviors>
          <w:behavior w:val="content"/>
        </w:behaviors>
        <w:guid w:val="{F2D17728-DD01-42C7-BE2D-8D8A06CF984A}"/>
      </w:docPartPr>
      <w:docPartBody>
        <w:p w:rsidR="009A0D51" w:rsidRDefault="009A0D51">
          <w:pPr>
            <w:pStyle w:val="20EC83A1821947A1BEE6733295382FC7"/>
          </w:pPr>
          <w:r w:rsidRPr="005D19FB">
            <w:rPr>
              <w:rStyle w:val="PlaceholderText"/>
            </w:rPr>
            <w:t>Click here to enter text.</w:t>
          </w:r>
        </w:p>
      </w:docPartBody>
    </w:docPart>
    <w:docPart>
      <w:docPartPr>
        <w:name w:val="E47CC0FEC52043BD83EEC9EBB6498C6F"/>
        <w:category>
          <w:name w:val="General"/>
          <w:gallery w:val="placeholder"/>
        </w:category>
        <w:types>
          <w:type w:val="bbPlcHdr"/>
        </w:types>
        <w:behaviors>
          <w:behavior w:val="content"/>
        </w:behaviors>
        <w:guid w:val="{6476FB15-7E88-45DF-B2AC-F6E987D96333}"/>
      </w:docPartPr>
      <w:docPartBody>
        <w:p w:rsidR="009A0D51" w:rsidRDefault="009A0D51">
          <w:pPr>
            <w:pStyle w:val="E47CC0FEC52043BD83EEC9EBB6498C6F"/>
          </w:pPr>
          <w:r w:rsidRPr="005D19FB">
            <w:rPr>
              <w:rStyle w:val="PlaceholderText"/>
            </w:rPr>
            <w:t>Click here to enter text.</w:t>
          </w:r>
        </w:p>
      </w:docPartBody>
    </w:docPart>
    <w:docPart>
      <w:docPartPr>
        <w:name w:val="C233155523AF4AA7A1255AAB8E727AEA"/>
        <w:category>
          <w:name w:val="General"/>
          <w:gallery w:val="placeholder"/>
        </w:category>
        <w:types>
          <w:type w:val="bbPlcHdr"/>
        </w:types>
        <w:behaviors>
          <w:behavior w:val="content"/>
        </w:behaviors>
        <w:guid w:val="{F8AE5E74-2C59-47B0-AE7B-863D91322F95}"/>
      </w:docPartPr>
      <w:docPartBody>
        <w:p w:rsidR="009A0D51" w:rsidRDefault="009A0D51">
          <w:pPr>
            <w:pStyle w:val="C233155523AF4AA7A1255AAB8E727AEA"/>
          </w:pPr>
          <w:r w:rsidRPr="005D19FB">
            <w:rPr>
              <w:rStyle w:val="PlaceholderText"/>
            </w:rPr>
            <w:t>Click here to enter text.</w:t>
          </w:r>
        </w:p>
      </w:docPartBody>
    </w:docPart>
    <w:docPart>
      <w:docPartPr>
        <w:name w:val="18BB31034ADA4401AAEF3F8119EE3A66"/>
        <w:category>
          <w:name w:val="General"/>
          <w:gallery w:val="placeholder"/>
        </w:category>
        <w:types>
          <w:type w:val="bbPlcHdr"/>
        </w:types>
        <w:behaviors>
          <w:behavior w:val="content"/>
        </w:behaviors>
        <w:guid w:val="{9EF1D101-57CF-469C-9E32-3540EDDB46CB}"/>
      </w:docPartPr>
      <w:docPartBody>
        <w:p w:rsidR="009A0D51" w:rsidRDefault="009A0D51">
          <w:pPr>
            <w:pStyle w:val="18BB31034ADA4401AAEF3F8119EE3A66"/>
          </w:pPr>
          <w:r w:rsidRPr="005D19FB">
            <w:rPr>
              <w:rStyle w:val="PlaceholderText"/>
            </w:rPr>
            <w:t>Click here to enter text.</w:t>
          </w:r>
        </w:p>
      </w:docPartBody>
    </w:docPart>
    <w:docPart>
      <w:docPartPr>
        <w:name w:val="39047F9F3FB84BE18A57666888110895"/>
        <w:category>
          <w:name w:val="General"/>
          <w:gallery w:val="placeholder"/>
        </w:category>
        <w:types>
          <w:type w:val="bbPlcHdr"/>
        </w:types>
        <w:behaviors>
          <w:behavior w:val="content"/>
        </w:behaviors>
        <w:guid w:val="{DFEDF4B8-BF82-4DC7-A568-571C2D417EFE}"/>
      </w:docPartPr>
      <w:docPartBody>
        <w:p w:rsidR="009A0D51" w:rsidRDefault="009A0D51">
          <w:pPr>
            <w:pStyle w:val="39047F9F3FB84BE18A57666888110895"/>
          </w:pPr>
          <w:r w:rsidRPr="005D19FB">
            <w:rPr>
              <w:rStyle w:val="PlaceholderText"/>
            </w:rPr>
            <w:t>Click here to enter text.</w:t>
          </w:r>
        </w:p>
      </w:docPartBody>
    </w:docPart>
    <w:docPart>
      <w:docPartPr>
        <w:name w:val="BBA5EDE1D0424846A82AB0BC1DBA756B"/>
        <w:category>
          <w:name w:val="General"/>
          <w:gallery w:val="placeholder"/>
        </w:category>
        <w:types>
          <w:type w:val="bbPlcHdr"/>
        </w:types>
        <w:behaviors>
          <w:behavior w:val="content"/>
        </w:behaviors>
        <w:guid w:val="{1FC1C125-8078-4210-95A3-E7B3B5ECCC70}"/>
      </w:docPartPr>
      <w:docPartBody>
        <w:p w:rsidR="009A0D51" w:rsidRDefault="009A0D51">
          <w:pPr>
            <w:pStyle w:val="BBA5EDE1D0424846A82AB0BC1DBA756B"/>
          </w:pPr>
          <w:r w:rsidRPr="005D19FB">
            <w:rPr>
              <w:rStyle w:val="PlaceholderText"/>
            </w:rPr>
            <w:t>Click here to enter text.</w:t>
          </w:r>
        </w:p>
      </w:docPartBody>
    </w:docPart>
    <w:docPart>
      <w:docPartPr>
        <w:name w:val="12E95C62850349629315495BE0EDAF06"/>
        <w:category>
          <w:name w:val="General"/>
          <w:gallery w:val="placeholder"/>
        </w:category>
        <w:types>
          <w:type w:val="bbPlcHdr"/>
        </w:types>
        <w:behaviors>
          <w:behavior w:val="content"/>
        </w:behaviors>
        <w:guid w:val="{429FDE84-18AE-4470-B42E-440A64783352}"/>
      </w:docPartPr>
      <w:docPartBody>
        <w:p w:rsidR="009A0D51" w:rsidRDefault="009A0D51">
          <w:pPr>
            <w:pStyle w:val="12E95C62850349629315495BE0EDAF06"/>
          </w:pPr>
          <w:r w:rsidRPr="005D19FB">
            <w:rPr>
              <w:rStyle w:val="PlaceholderText"/>
            </w:rPr>
            <w:t>Choose an item.</w:t>
          </w:r>
        </w:p>
      </w:docPartBody>
    </w:docPart>
    <w:docPart>
      <w:docPartPr>
        <w:name w:val="F1C232F213D24D139A78CF487769DBBB"/>
        <w:category>
          <w:name w:val="General"/>
          <w:gallery w:val="placeholder"/>
        </w:category>
        <w:types>
          <w:type w:val="bbPlcHdr"/>
        </w:types>
        <w:behaviors>
          <w:behavior w:val="content"/>
        </w:behaviors>
        <w:guid w:val="{E0491B6F-CE69-4538-9F0D-2C354E3BFC88}"/>
      </w:docPartPr>
      <w:docPartBody>
        <w:p w:rsidR="009A0D51" w:rsidRDefault="009A0D51">
          <w:pPr>
            <w:pStyle w:val="F1C232F213D24D139A78CF487769DBBB"/>
          </w:pPr>
          <w:r w:rsidRPr="005D19FB">
            <w:rPr>
              <w:rStyle w:val="PlaceholderText"/>
            </w:rPr>
            <w:t>Choose an item.</w:t>
          </w:r>
        </w:p>
      </w:docPartBody>
    </w:docPart>
    <w:docPart>
      <w:docPartPr>
        <w:name w:val="6FDCAD0258C84B8E8DF841198E29BCFA"/>
        <w:category>
          <w:name w:val="General"/>
          <w:gallery w:val="placeholder"/>
        </w:category>
        <w:types>
          <w:type w:val="bbPlcHdr"/>
        </w:types>
        <w:behaviors>
          <w:behavior w:val="content"/>
        </w:behaviors>
        <w:guid w:val="{4C27C0B2-8440-4752-A7C6-9F3E59F25E3B}"/>
      </w:docPartPr>
      <w:docPartBody>
        <w:p w:rsidR="009A0D51" w:rsidRDefault="009A0D51">
          <w:pPr>
            <w:pStyle w:val="6FDCAD0258C84B8E8DF841198E29BCFA"/>
          </w:pPr>
          <w:r w:rsidRPr="005D19FB">
            <w:rPr>
              <w:rStyle w:val="PlaceholderText"/>
            </w:rPr>
            <w:t>Click here to enter text.</w:t>
          </w:r>
        </w:p>
      </w:docPartBody>
    </w:docPart>
    <w:docPart>
      <w:docPartPr>
        <w:name w:val="525B3361B4A54E7F81BCC6F315FD09E1"/>
        <w:category>
          <w:name w:val="General"/>
          <w:gallery w:val="placeholder"/>
        </w:category>
        <w:types>
          <w:type w:val="bbPlcHdr"/>
        </w:types>
        <w:behaviors>
          <w:behavior w:val="content"/>
        </w:behaviors>
        <w:guid w:val="{6AF47FA5-71D4-442F-BDA5-066CAEE33650}"/>
      </w:docPartPr>
      <w:docPartBody>
        <w:p w:rsidR="009A0D51" w:rsidRDefault="009A0D51">
          <w:pPr>
            <w:pStyle w:val="525B3361B4A54E7F81BCC6F315FD09E1"/>
          </w:pPr>
          <w:r w:rsidRPr="005D19FB">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D5B5EEB3-5D0E-484B-B317-BA9DD3B1D61D}"/>
      </w:docPartPr>
      <w:docPartBody>
        <w:p w:rsidR="00000000" w:rsidRDefault="009A0D51">
          <w:r w:rsidRPr="00DE7FB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D51"/>
    <w:rsid w:val="009A0D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0D51"/>
    <w:rPr>
      <w:color w:val="808080"/>
    </w:rPr>
  </w:style>
  <w:style w:type="paragraph" w:customStyle="1" w:styleId="D6EA620D3B114CE7A54B4401C9816FB3">
    <w:name w:val="D6EA620D3B114CE7A54B4401C9816FB3"/>
  </w:style>
  <w:style w:type="paragraph" w:customStyle="1" w:styleId="D25472DE303547CE995433F3DB48A520">
    <w:name w:val="D25472DE303547CE995433F3DB48A520"/>
  </w:style>
  <w:style w:type="paragraph" w:customStyle="1" w:styleId="20EC83A1821947A1BEE6733295382FC7">
    <w:name w:val="20EC83A1821947A1BEE6733295382FC7"/>
  </w:style>
  <w:style w:type="paragraph" w:customStyle="1" w:styleId="E47CC0FEC52043BD83EEC9EBB6498C6F">
    <w:name w:val="E47CC0FEC52043BD83EEC9EBB6498C6F"/>
  </w:style>
  <w:style w:type="paragraph" w:customStyle="1" w:styleId="C233155523AF4AA7A1255AAB8E727AEA">
    <w:name w:val="C233155523AF4AA7A1255AAB8E727AEA"/>
  </w:style>
  <w:style w:type="paragraph" w:customStyle="1" w:styleId="18BB31034ADA4401AAEF3F8119EE3A66">
    <w:name w:val="18BB31034ADA4401AAEF3F8119EE3A66"/>
  </w:style>
  <w:style w:type="paragraph" w:customStyle="1" w:styleId="39047F9F3FB84BE18A57666888110895">
    <w:name w:val="39047F9F3FB84BE18A57666888110895"/>
  </w:style>
  <w:style w:type="paragraph" w:customStyle="1" w:styleId="BBA5EDE1D0424846A82AB0BC1DBA756B">
    <w:name w:val="BBA5EDE1D0424846A82AB0BC1DBA756B"/>
  </w:style>
  <w:style w:type="paragraph" w:customStyle="1" w:styleId="12E95C62850349629315495BE0EDAF06">
    <w:name w:val="12E95C62850349629315495BE0EDAF06"/>
  </w:style>
  <w:style w:type="paragraph" w:customStyle="1" w:styleId="F1C232F213D24D139A78CF487769DBBB">
    <w:name w:val="F1C232F213D24D139A78CF487769DBBB"/>
  </w:style>
  <w:style w:type="paragraph" w:customStyle="1" w:styleId="6FDCAD0258C84B8E8DF841198E29BCFA">
    <w:name w:val="6FDCAD0258C84B8E8DF841198E29BCFA"/>
  </w:style>
  <w:style w:type="paragraph" w:customStyle="1" w:styleId="525B3361B4A54E7F81BCC6F315FD09E1">
    <w:name w:val="525B3361B4A54E7F81BCC6F315FD09E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0D51"/>
    <w:rPr>
      <w:color w:val="808080"/>
    </w:rPr>
  </w:style>
  <w:style w:type="paragraph" w:customStyle="1" w:styleId="D6EA620D3B114CE7A54B4401C9816FB3">
    <w:name w:val="D6EA620D3B114CE7A54B4401C9816FB3"/>
  </w:style>
  <w:style w:type="paragraph" w:customStyle="1" w:styleId="D25472DE303547CE995433F3DB48A520">
    <w:name w:val="D25472DE303547CE995433F3DB48A520"/>
  </w:style>
  <w:style w:type="paragraph" w:customStyle="1" w:styleId="20EC83A1821947A1BEE6733295382FC7">
    <w:name w:val="20EC83A1821947A1BEE6733295382FC7"/>
  </w:style>
  <w:style w:type="paragraph" w:customStyle="1" w:styleId="E47CC0FEC52043BD83EEC9EBB6498C6F">
    <w:name w:val="E47CC0FEC52043BD83EEC9EBB6498C6F"/>
  </w:style>
  <w:style w:type="paragraph" w:customStyle="1" w:styleId="C233155523AF4AA7A1255AAB8E727AEA">
    <w:name w:val="C233155523AF4AA7A1255AAB8E727AEA"/>
  </w:style>
  <w:style w:type="paragraph" w:customStyle="1" w:styleId="18BB31034ADA4401AAEF3F8119EE3A66">
    <w:name w:val="18BB31034ADA4401AAEF3F8119EE3A66"/>
  </w:style>
  <w:style w:type="paragraph" w:customStyle="1" w:styleId="39047F9F3FB84BE18A57666888110895">
    <w:name w:val="39047F9F3FB84BE18A57666888110895"/>
  </w:style>
  <w:style w:type="paragraph" w:customStyle="1" w:styleId="BBA5EDE1D0424846A82AB0BC1DBA756B">
    <w:name w:val="BBA5EDE1D0424846A82AB0BC1DBA756B"/>
  </w:style>
  <w:style w:type="paragraph" w:customStyle="1" w:styleId="12E95C62850349629315495BE0EDAF06">
    <w:name w:val="12E95C62850349629315495BE0EDAF06"/>
  </w:style>
  <w:style w:type="paragraph" w:customStyle="1" w:styleId="F1C232F213D24D139A78CF487769DBBB">
    <w:name w:val="F1C232F213D24D139A78CF487769DBBB"/>
  </w:style>
  <w:style w:type="paragraph" w:customStyle="1" w:styleId="6FDCAD0258C84B8E8DF841198E29BCFA">
    <w:name w:val="6FDCAD0258C84B8E8DF841198E29BCFA"/>
  </w:style>
  <w:style w:type="paragraph" w:customStyle="1" w:styleId="525B3361B4A54E7F81BCC6F315FD09E1">
    <w:name w:val="525B3361B4A54E7F81BCC6F315FD09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4C452-2F4F-49CD-A57F-95B749B24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1</TotalTime>
  <Pages>2</Pages>
  <Words>479</Words>
  <Characters>2735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Walls</dc:creator>
  <cp:lastModifiedBy>Roz</cp:lastModifiedBy>
  <cp:revision>2</cp:revision>
  <dcterms:created xsi:type="dcterms:W3CDTF">2015-08-07T10:52:00Z</dcterms:created>
  <dcterms:modified xsi:type="dcterms:W3CDTF">2015-08-07T11:50:00Z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