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669608419"/>
        <w:lock w:val="contentLocked"/>
        <w:placeholder>
          <w:docPart w:val="DefaultPlaceholder_1082065158"/>
        </w:placeholder>
        <w:group/>
      </w:sdtPr>
      <w:sdtEndPr>
        <w:rPr>
          <w:rFonts w:eastAsiaTheme="minorHAnsi" w:cstheme="minorBidi"/>
          <w:b w:val="0"/>
          <w:caps w:val="0"/>
          <w:spacing w:val="0"/>
          <w:kern w:val="0"/>
          <w:szCs w:val="24"/>
        </w:rPr>
      </w:sdtEndPr>
      <w:sdtContent>
        <w:p w:rsidR="008F22A5" w:rsidRDefault="00DC5E08" w:rsidP="00223DF1">
          <w:pPr>
            <w:pStyle w:val="Title"/>
          </w:pPr>
          <w:r>
            <w:t>DCP 230 – Rate of return enduring solution</w:t>
          </w:r>
        </w:p>
        <w:p w:rsidR="00A828F0" w:rsidRDefault="00251AF3" w:rsidP="00A828F0">
          <w:pPr>
            <w:pStyle w:val="BodyTextNoSpacing"/>
          </w:pPr>
          <w:r>
            <w:t xml:space="preserve">To: </w:t>
          </w:r>
          <w:r w:rsidR="00DC5E08">
            <w:t>Michael Walls</w:t>
          </w:r>
        </w:p>
        <w:p w:rsidR="00A828F0" w:rsidRDefault="00A828F0" w:rsidP="00A828F0">
          <w:pPr>
            <w:pStyle w:val="BodyTextNoSpacing"/>
          </w:pPr>
          <w:r>
            <w:t xml:space="preserve">Email: </w:t>
          </w:r>
          <w:hyperlink r:id="rId9" w:history="1">
            <w:r>
              <w:rPr>
                <w:rStyle w:val="Hyperlink"/>
              </w:rPr>
              <w:t>DCUSA@electralink.co.uk</w:t>
            </w:r>
          </w:hyperlink>
        </w:p>
        <w:p w:rsidR="00223DF1" w:rsidRDefault="00251AF3" w:rsidP="00A828F0">
          <w:pPr>
            <w:pStyle w:val="BodyText"/>
          </w:pPr>
          <w:r>
            <w:t xml:space="preserve">Response Deadline: </w:t>
          </w:r>
          <w:r w:rsidR="00DC5E08">
            <w:t>29 July 2015</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3FA41DA49904421CADB0F0EC90877147"/>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3FA41DA49904421CADB0F0EC90877147"/>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63F985EDEABA444FB69C9735C9678F98"/>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3FA41DA49904421CADB0F0EC90877147"/>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3FA41DA49904421CADB0F0EC90877147"/>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63F985EDEABA444FB69C9735C9678F98"/>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DC5E08" w:rsidTr="00DC5E08">
            <w:trPr>
              <w:cnfStyle w:val="100000000000" w:firstRow="1" w:lastRow="0" w:firstColumn="0" w:lastColumn="0" w:oddVBand="0" w:evenVBand="0" w:oddHBand="0" w:evenHBand="0" w:firstRowFirstColumn="0" w:firstRowLastColumn="0" w:lastRowFirstColumn="0" w:lastRowLastColumn="0"/>
            </w:trPr>
            <w:tc>
              <w:tcPr>
                <w:tcW w:w="9287" w:type="dxa"/>
              </w:tcPr>
              <w:p w:rsidR="00DC5E08" w:rsidRDefault="00DC5E08" w:rsidP="00DC5E08">
                <w:pPr>
                  <w:pStyle w:val="Question"/>
                </w:pPr>
                <w:r>
                  <w:t>Do you have any comments on the proposed legal text?</w:t>
                </w:r>
              </w:p>
            </w:tc>
          </w:tr>
          <w:tr w:rsidR="00DC5E08" w:rsidTr="00DC5E08">
            <w:sdt>
              <w:sdtPr>
                <w:tag w:val="dcusa_response1"/>
                <w:id w:val="1714773956"/>
                <w:placeholder>
                  <w:docPart w:val="DefaultPlaceholder_1082065158"/>
                </w:placeholder>
                <w:showingPlcHdr/>
              </w:sdtPr>
              <w:sdtEndPr/>
              <w:sdtContent>
                <w:tc>
                  <w:tcPr>
                    <w:tcW w:w="9287" w:type="dxa"/>
                  </w:tcPr>
                  <w:p w:rsidR="00DC5E08" w:rsidRDefault="00DC5E08" w:rsidP="00DC5E08">
                    <w:pPr>
                      <w:pStyle w:val="BodyText"/>
                    </w:pPr>
                    <w:r w:rsidRPr="00FD3E53">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DC5E08" w:rsidTr="00DC5E08">
            <w:trPr>
              <w:cnfStyle w:val="100000000000" w:firstRow="1" w:lastRow="0" w:firstColumn="0" w:lastColumn="0" w:oddVBand="0" w:evenVBand="0" w:oddHBand="0" w:evenHBand="0" w:firstRowFirstColumn="0" w:firstRowLastColumn="0" w:lastRowFirstColumn="0" w:lastRowLastColumn="0"/>
            </w:trPr>
            <w:tc>
              <w:tcPr>
                <w:tcW w:w="9287" w:type="dxa"/>
              </w:tcPr>
              <w:p w:rsidR="00DC5E08" w:rsidRDefault="00DC5E08" w:rsidP="00C25644">
                <w:pPr>
                  <w:pStyle w:val="Question"/>
                </w:pPr>
                <w:r>
                  <w:t xml:space="preserve">Do </w:t>
                </w:r>
                <w:r w:rsidRPr="00DC5E08">
                  <w:t xml:space="preserve">you have any comments on the </w:t>
                </w:r>
                <w:r w:rsidR="00C25644" w:rsidRPr="00C25644">
                  <w:t>EDCM impact analysis completed by the Working Group?</w:t>
                </w:r>
                <w:r w:rsidRPr="00DC5E08">
                  <w:t xml:space="preserve">  Please provide supporting comments on this, and the results of the impact analysis.</w:t>
                </w:r>
              </w:p>
            </w:tc>
          </w:tr>
          <w:tr w:rsidR="00DC5E08" w:rsidTr="00DC5E08">
            <w:sdt>
              <w:sdtPr>
                <w:tag w:val="dcusa_response2"/>
                <w:id w:val="1586265647"/>
                <w:placeholder>
                  <w:docPart w:val="DefaultPlaceholder_1082065158"/>
                </w:placeholder>
                <w:showingPlcHdr/>
              </w:sdtPr>
              <w:sdtEndPr/>
              <w:sdtContent>
                <w:tc>
                  <w:tcPr>
                    <w:tcW w:w="9287" w:type="dxa"/>
                  </w:tcPr>
                  <w:p w:rsidR="00DC5E08" w:rsidRDefault="00DC5E08" w:rsidP="00DC5E08">
                    <w:pPr>
                      <w:pStyle w:val="BodyText"/>
                    </w:pPr>
                    <w:r w:rsidRPr="00FD3E53">
                      <w:rPr>
                        <w:rStyle w:val="PlaceholderText"/>
                      </w:rPr>
                      <w:t>Click here to enter text.</w:t>
                    </w:r>
                  </w:p>
                </w:tc>
              </w:sdtContent>
            </w:sdt>
          </w:tr>
        </w:tbl>
        <w:p w:rsidR="00DC5E08" w:rsidRDefault="00DC5E0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DC5E08" w:rsidTr="00DC5E08">
            <w:trPr>
              <w:cnfStyle w:val="100000000000" w:firstRow="1" w:lastRow="0" w:firstColumn="0" w:lastColumn="0" w:oddVBand="0" w:evenVBand="0" w:oddHBand="0" w:evenHBand="0" w:firstRowFirstColumn="0" w:firstRowLastColumn="0" w:lastRowFirstColumn="0" w:lastRowLastColumn="0"/>
            </w:trPr>
            <w:tc>
              <w:tcPr>
                <w:tcW w:w="9287" w:type="dxa"/>
              </w:tcPr>
              <w:p w:rsidR="00DC5E08" w:rsidRDefault="00DC5E08" w:rsidP="00DC5E08">
                <w:pPr>
                  <w:pStyle w:val="Question"/>
                </w:pPr>
                <w:r>
                  <w:t xml:space="preserve">Are </w:t>
                </w:r>
                <w:r w:rsidRPr="00DC5E08">
                  <w:t>there any alternative solutions or unintended consequences that should be considered by the Working Group?</w:t>
                </w:r>
              </w:p>
            </w:tc>
          </w:tr>
          <w:tr w:rsidR="00DC5E08" w:rsidTr="00DC5E08">
            <w:sdt>
              <w:sdtPr>
                <w:tag w:val="dcusa_response3"/>
                <w:id w:val="-881091491"/>
                <w:placeholder>
                  <w:docPart w:val="DefaultPlaceholder_1082065158"/>
                </w:placeholder>
                <w:showingPlcHdr/>
              </w:sdtPr>
              <w:sdtEndPr/>
              <w:sdtContent>
                <w:tc>
                  <w:tcPr>
                    <w:tcW w:w="9287" w:type="dxa"/>
                  </w:tcPr>
                  <w:p w:rsidR="00DC5E08" w:rsidRDefault="00DC5E08" w:rsidP="00DC5E08">
                    <w:pPr>
                      <w:pStyle w:val="BodyText"/>
                    </w:pPr>
                    <w:r w:rsidRPr="00FD3E53">
                      <w:rPr>
                        <w:rStyle w:val="PlaceholderText"/>
                      </w:rPr>
                      <w:t>Click here to enter text.</w:t>
                    </w:r>
                  </w:p>
                </w:tc>
              </w:sdtContent>
            </w:sdt>
          </w:tr>
        </w:tbl>
        <w:p w:rsidR="00DC5E08" w:rsidRPr="00223DF1" w:rsidRDefault="00494112" w:rsidP="0023069B">
          <w:pPr>
            <w:pStyle w:val="BodyText"/>
          </w:pPr>
        </w:p>
      </w:sdtContent>
    </w:sdt>
    <w:sectPr w:rsidR="00DC5E08" w:rsidRPr="00223DF1" w:rsidSect="00CE497A">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E08" w:rsidRDefault="00DC5E08" w:rsidP="00FD00A2">
      <w:r>
        <w:separator/>
      </w:r>
    </w:p>
  </w:endnote>
  <w:endnote w:type="continuationSeparator" w:id="0">
    <w:p w:rsidR="00DC5E08" w:rsidRDefault="00DC5E08"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4927920"/>
      <w:lock w:val="contentLocked"/>
      <w:placeholder>
        <w:docPart w:val="DefaultPlaceholder_1082065158"/>
      </w:placeholder>
      <w:showingPlcHdr/>
      <w:group/>
    </w:sdtPr>
    <w:sdtContent>
      <w:p w:rsidR="00494112" w:rsidRDefault="00494112">
        <w:pPr>
          <w:pStyle w:val="Footer"/>
        </w:pPr>
        <w:r w:rsidRPr="00FD3E53">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865481"/>
      <w:lock w:val="contentLocked"/>
      <w:placeholder>
        <w:docPart w:val="DefaultPlaceholder_1082065158"/>
      </w:placeholder>
      <w:group/>
    </w:sdtPr>
    <w:sdtContent>
      <w:p w:rsidR="00FD00A2" w:rsidRDefault="00DC5E08">
        <w:pPr>
          <w:pStyle w:val="Footer"/>
        </w:pPr>
        <w:r>
          <w:t>20 July 2015</w:t>
        </w:r>
        <w:r w:rsidR="00FD00A2">
          <w:tab/>
          <w:t xml:space="preserve">Page </w:t>
        </w:r>
        <w:r w:rsidR="00FD00A2">
          <w:fldChar w:fldCharType="begin"/>
        </w:r>
        <w:r w:rsidR="00FD00A2">
          <w:instrText xml:space="preserve"> page </w:instrText>
        </w:r>
        <w:r w:rsidR="00FD00A2">
          <w:fldChar w:fldCharType="separate"/>
        </w:r>
        <w:r w:rsidR="00494112">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sidR="00494112">
          <w:rPr>
            <w:noProof/>
          </w:rPr>
          <w:t>1</w:t>
        </w:r>
        <w:r w:rsidR="00FD00A2">
          <w:fldChar w:fldCharType="end"/>
        </w:r>
        <w:r w:rsidR="00FD00A2">
          <w:tab/>
        </w:r>
        <w:r w:rsidR="00FD00A2">
          <w:fldChar w:fldCharType="begin"/>
        </w:r>
        <w:r w:rsidR="00FD00A2">
          <w:instrText xml:space="preserve"> docproperty version </w:instrText>
        </w:r>
        <w:r w:rsidR="00FD00A2">
          <w:fldChar w:fldCharType="separate"/>
        </w:r>
        <w:r>
          <w:t>Version</w:t>
        </w:r>
        <w:r w:rsidR="00FD00A2">
          <w:fldChar w:fldCharType="end"/>
        </w:r>
        <w:r>
          <w:t xml:space="preserve"> 1</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9451497"/>
      <w:lock w:val="contentLocked"/>
      <w:placeholder>
        <w:docPart w:val="DefaultPlaceholder_1082065158"/>
      </w:placeholder>
      <w:showingPlcHdr/>
      <w:group/>
    </w:sdtPr>
    <w:sdtContent>
      <w:p w:rsidR="00494112" w:rsidRDefault="00494112">
        <w:pPr>
          <w:pStyle w:val="Footer"/>
        </w:pPr>
        <w:r w:rsidRPr="00FD3E53">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E08" w:rsidRDefault="00DC5E08" w:rsidP="00FD00A2">
      <w:r>
        <w:separator/>
      </w:r>
    </w:p>
  </w:footnote>
  <w:footnote w:type="continuationSeparator" w:id="0">
    <w:p w:rsidR="00DC5E08" w:rsidRDefault="00DC5E08"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9715000"/>
      <w:lock w:val="contentLocked"/>
      <w:placeholder>
        <w:docPart w:val="DefaultPlaceholder_1082065158"/>
      </w:placeholder>
      <w:showingPlcHdr/>
      <w:group/>
    </w:sdtPr>
    <w:sdtContent>
      <w:p w:rsidR="00494112" w:rsidRDefault="00494112">
        <w:pPr>
          <w:pStyle w:val="Header"/>
        </w:pPr>
        <w:r w:rsidRPr="00FD3E53">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409538"/>
      <w:lock w:val="contentLocked"/>
      <w:placeholder>
        <w:docPart w:val="DefaultPlaceholder_1082065158"/>
      </w:placeholder>
      <w:group/>
    </w:sdtPr>
    <w:sdtContent>
      <w:p w:rsidR="00FD00A2" w:rsidRDefault="00251AF3">
        <w:pPr>
          <w:pStyle w:val="Header"/>
        </w:pPr>
        <w:r>
          <w:t xml:space="preserve">DCUSA Consultation </w:t>
        </w:r>
        <w:r w:rsidR="00FD00A2">
          <w:tab/>
        </w:r>
        <w:r w:rsidR="009B02DB">
          <w:t xml:space="preserve">DCP </w:t>
        </w:r>
        <w:r w:rsidR="00DC5E08">
          <w:t>230</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3746840"/>
      <w:lock w:val="contentLocked"/>
      <w:placeholder>
        <w:docPart w:val="DefaultPlaceholder_1082065158"/>
      </w:placeholder>
      <w:showingPlcHdr/>
      <w:group/>
    </w:sdtPr>
    <w:sdtContent>
      <w:p w:rsidR="00494112" w:rsidRDefault="00494112">
        <w:pPr>
          <w:pStyle w:val="Header"/>
        </w:pPr>
        <w:r w:rsidRPr="00FD3E53">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E08"/>
    <w:rsid w:val="00077D80"/>
    <w:rsid w:val="00134AF7"/>
    <w:rsid w:val="001E03C5"/>
    <w:rsid w:val="00223DF1"/>
    <w:rsid w:val="0023069B"/>
    <w:rsid w:val="00251AF3"/>
    <w:rsid w:val="002B61A0"/>
    <w:rsid w:val="0031153A"/>
    <w:rsid w:val="0040580C"/>
    <w:rsid w:val="00410907"/>
    <w:rsid w:val="00494112"/>
    <w:rsid w:val="00554409"/>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25644"/>
    <w:rsid w:val="00CE497A"/>
    <w:rsid w:val="00DB3EF9"/>
    <w:rsid w:val="00DC5E08"/>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llsm\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FA41DA49904421CADB0F0EC90877147"/>
        <w:category>
          <w:name w:val="General"/>
          <w:gallery w:val="placeholder"/>
        </w:category>
        <w:types>
          <w:type w:val="bbPlcHdr"/>
        </w:types>
        <w:behaviors>
          <w:behavior w:val="content"/>
        </w:behaviors>
        <w:guid w:val="{31C5C9F4-1811-4D35-B00E-E4A1622E88B3}"/>
      </w:docPartPr>
      <w:docPartBody>
        <w:p w:rsidR="00DB2D23" w:rsidRDefault="006F26B0">
          <w:pPr>
            <w:pStyle w:val="3FA41DA49904421CADB0F0EC90877147"/>
          </w:pPr>
          <w:r w:rsidRPr="005D19FB">
            <w:rPr>
              <w:rStyle w:val="PlaceholderText"/>
            </w:rPr>
            <w:t>Click here to enter text.</w:t>
          </w:r>
        </w:p>
      </w:docPartBody>
    </w:docPart>
    <w:docPart>
      <w:docPartPr>
        <w:name w:val="63F985EDEABA444FB69C9735C9678F98"/>
        <w:category>
          <w:name w:val="General"/>
          <w:gallery w:val="placeholder"/>
        </w:category>
        <w:types>
          <w:type w:val="bbPlcHdr"/>
        </w:types>
        <w:behaviors>
          <w:behavior w:val="content"/>
        </w:behaviors>
        <w:guid w:val="{285D0C7D-49DE-421B-8868-F2E96CA63196}"/>
      </w:docPartPr>
      <w:docPartBody>
        <w:p w:rsidR="00DB2D23" w:rsidRDefault="006F26B0">
          <w:pPr>
            <w:pStyle w:val="63F985EDEABA444FB69C9735C9678F98"/>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C8958D31-6C64-4D26-8457-10140681AB01}"/>
      </w:docPartPr>
      <w:docPartBody>
        <w:p w:rsidR="00DB2D23" w:rsidRDefault="006F26B0">
          <w:r w:rsidRPr="00FD3E5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6B0"/>
    <w:rsid w:val="006F26B0"/>
    <w:rsid w:val="00DB2D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F26B0"/>
    <w:rPr>
      <w:color w:val="808080"/>
    </w:rPr>
  </w:style>
  <w:style w:type="paragraph" w:customStyle="1" w:styleId="3FA41DA49904421CADB0F0EC90877147">
    <w:name w:val="3FA41DA49904421CADB0F0EC90877147"/>
  </w:style>
  <w:style w:type="paragraph" w:customStyle="1" w:styleId="63F985EDEABA444FB69C9735C9678F98">
    <w:name w:val="63F985EDEABA444FB69C9735C9678F9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F26B0"/>
    <w:rPr>
      <w:color w:val="808080"/>
    </w:rPr>
  </w:style>
  <w:style w:type="paragraph" w:customStyle="1" w:styleId="3FA41DA49904421CADB0F0EC90877147">
    <w:name w:val="3FA41DA49904421CADB0F0EC90877147"/>
  </w:style>
  <w:style w:type="paragraph" w:customStyle="1" w:styleId="63F985EDEABA444FB69C9735C9678F98">
    <w:name w:val="63F985EDEABA444FB69C9735C9678F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EF622-A112-4B6B-8B3E-79364D30E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5</TotalTime>
  <Pages>1</Pages>
  <Words>122</Words>
  <Characters>699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Walls</dc:creator>
  <cp:lastModifiedBy>Michael Walls</cp:lastModifiedBy>
  <cp:revision>3</cp:revision>
  <dcterms:created xsi:type="dcterms:W3CDTF">2015-07-20T10:37:00Z</dcterms:created>
  <dcterms:modified xsi:type="dcterms:W3CDTF">2015-07-20T11:29:00Z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