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280843" w:rsidP="00193115">
            <w:pPr>
              <w:rPr>
                <w:rFonts w:ascii="Calibri" w:hAnsi="Calibri"/>
                <w:sz w:val="22"/>
              </w:rPr>
            </w:pPr>
            <w:r>
              <w:rPr>
                <w:rFonts w:ascii="Calibri" w:hAnsi="Calibri"/>
                <w:sz w:val="22"/>
              </w:rPr>
              <w:t>DCP 227</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280843" w:rsidP="00193115">
            <w:pPr>
              <w:rPr>
                <w:rFonts w:ascii="Calibri" w:hAnsi="Calibri"/>
                <w:sz w:val="22"/>
              </w:rPr>
            </w:pPr>
            <w:r w:rsidRPr="00280843">
              <w:rPr>
                <w:rFonts w:ascii="Calibri" w:hAnsi="Calibri"/>
                <w:sz w:val="22"/>
              </w:rPr>
              <w:t>Removing the Inconsistency in the Application of Peaking Probabilities in the CDCM</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280843" w:rsidP="00193115">
            <w:pPr>
              <w:rPr>
                <w:rFonts w:ascii="Calibri" w:hAnsi="Calibri"/>
                <w:sz w:val="22"/>
              </w:rPr>
            </w:pPr>
            <w:r w:rsidRPr="00280843">
              <w:rPr>
                <w:rFonts w:ascii="Calibri" w:hAnsi="Calibri"/>
                <w:sz w:val="22"/>
              </w:rPr>
              <w:t>DNOs, DG, IDNOs and Suppliers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280843" w:rsidP="00193115">
            <w:pPr>
              <w:rPr>
                <w:rFonts w:ascii="Calibri" w:hAnsi="Calibri"/>
                <w:sz w:val="22"/>
              </w:rPr>
            </w:pPr>
            <w:r>
              <w:rPr>
                <w:rFonts w:ascii="Calibri" w:hAnsi="Calibri"/>
                <w:sz w:val="22"/>
              </w:rPr>
              <w:t>Part 1 Ma</w:t>
            </w:r>
            <w:bookmarkStart w:id="0" w:name="_GoBack"/>
            <w:bookmarkEnd w:id="0"/>
            <w:r>
              <w:rPr>
                <w:rFonts w:ascii="Calibri" w:hAnsi="Calibri"/>
                <w:sz w:val="22"/>
              </w:rPr>
              <w:t>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280843" w:rsidP="00697019">
            <w:pPr>
              <w:rPr>
                <w:rFonts w:ascii="Calibri" w:hAnsi="Calibri"/>
                <w:sz w:val="22"/>
              </w:rPr>
            </w:pPr>
            <w:r>
              <w:rPr>
                <w:rFonts w:ascii="Calibri" w:hAnsi="Calibri"/>
                <w:sz w:val="22"/>
              </w:rPr>
              <w:t>1 April 2017</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280843" w:rsidP="00193115">
            <w:pPr>
              <w:rPr>
                <w:rFonts w:ascii="Calibri" w:hAnsi="Calibri"/>
                <w:sz w:val="22"/>
              </w:rPr>
            </w:pPr>
            <w:r w:rsidRPr="00280843">
              <w:rPr>
                <w:rFonts w:ascii="Calibri" w:hAnsi="Calibri"/>
                <w:sz w:val="22"/>
              </w:rPr>
              <w:t>14 September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AF26A981F7B44C949EFCBC43FB6E3AEC"/>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46A5993CCE714EF5A6D8AA6A722ADF60"/>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31917494C1E948E0AFB0AFD2748A6017"/>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3A896BD7AE8646D7B1792DDA248A8F49"/>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DCEDCDE1D1344A0DB7A37D0B36090B9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B7F768D7369B4B278D7951EF7BAD6385"/>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029CB5717B594B87B27B79B8E27FB5C5"/>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75411A865DFB43E296E717BBA50DB4D2"/>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43A2744B176748E59746221D8E59B401"/>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6325FEF764A04853980C187B5D78666D"/>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w:t>
            </w:r>
            <w:proofErr w:type="gramStart"/>
            <w:r w:rsidRPr="00957B20">
              <w:rPr>
                <w:rFonts w:ascii="Calibri" w:hAnsi="Calibri"/>
                <w:sz w:val="22"/>
              </w:rPr>
              <w:t>advise</w:t>
            </w:r>
            <w:proofErr w:type="gramEnd"/>
            <w:r w:rsidRPr="00957B20">
              <w:rPr>
                <w:rFonts w:ascii="Calibri" w:hAnsi="Calibri"/>
                <w:sz w:val="22"/>
              </w:rPr>
              <w:t xml:space="preserv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14A157B08A04C7AA9927E7242BB6CD2"/>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0A6CB7FEF929404697048B7476EF4A33"/>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843" w:rsidRDefault="00280843" w:rsidP="00FD00A2">
      <w:r>
        <w:separator/>
      </w:r>
    </w:p>
  </w:endnote>
  <w:endnote w:type="continuationSeparator" w:id="0">
    <w:p w:rsidR="00280843" w:rsidRDefault="0028084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43" w:rsidRDefault="002808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FD00A2">
    <w:pPr>
      <w:pStyle w:val="Footer"/>
      <w:rPr>
        <w:rFonts w:ascii="Calibri" w:hAnsi="Calibri"/>
      </w:rPr>
    </w:pPr>
    <w:r w:rsidRPr="00957B20">
      <w:rPr>
        <w:rFonts w:ascii="Calibri" w:hAnsi="Calibri"/>
      </w:rPr>
      <w:fldChar w:fldCharType="begin"/>
    </w:r>
    <w:r w:rsidRPr="00957B20">
      <w:rPr>
        <w:rFonts w:ascii="Calibri" w:hAnsi="Calibri"/>
      </w:rPr>
      <w:instrText xml:space="preserve"> docproperty date </w:instrText>
    </w:r>
    <w:r w:rsidRPr="00957B20">
      <w:rPr>
        <w:rFonts w:ascii="Calibri" w:hAnsi="Calibri"/>
      </w:rPr>
      <w:fldChar w:fldCharType="separate"/>
    </w:r>
    <w:r w:rsidR="00280843">
      <w:rPr>
        <w:rFonts w:ascii="Calibri" w:hAnsi="Calibri"/>
      </w:rPr>
      <w:t>21 August 2015</w:t>
    </w:r>
    <w:r w:rsidRPr="00957B20">
      <w:rPr>
        <w:rFonts w:ascii="Calibri" w:hAnsi="Calibri"/>
      </w:rPr>
      <w:fldChar w:fldCharType="end"/>
    </w:r>
    <w:r w:rsidRPr="00957B20">
      <w:rPr>
        <w:rFonts w:ascii="Calibri" w:hAnsi="Calibri"/>
      </w:rPr>
      <w:tab/>
      <w:t xml:space="preserve">Page </w:t>
    </w:r>
    <w:r w:rsidRPr="00957B20">
      <w:rPr>
        <w:rFonts w:ascii="Calibri" w:hAnsi="Calibri"/>
      </w:rPr>
      <w:fldChar w:fldCharType="begin"/>
    </w:r>
    <w:r w:rsidRPr="00957B20">
      <w:rPr>
        <w:rFonts w:ascii="Calibri" w:hAnsi="Calibri"/>
      </w:rPr>
      <w:instrText xml:space="preserve"> page </w:instrText>
    </w:r>
    <w:r w:rsidRPr="00957B20">
      <w:rPr>
        <w:rFonts w:ascii="Calibri" w:hAnsi="Calibri"/>
      </w:rPr>
      <w:fldChar w:fldCharType="separate"/>
    </w:r>
    <w:r w:rsidR="00280843">
      <w:rPr>
        <w:rFonts w:ascii="Calibri" w:hAnsi="Calibri"/>
        <w:noProof/>
      </w:rPr>
      <w:t>1</w:t>
    </w:r>
    <w:r w:rsidRPr="00957B20">
      <w:rPr>
        <w:rFonts w:ascii="Calibri" w:hAnsi="Calibri"/>
      </w:rPr>
      <w:fldChar w:fldCharType="end"/>
    </w:r>
    <w:r w:rsidRPr="00957B20">
      <w:rPr>
        <w:rFonts w:ascii="Calibri" w:hAnsi="Calibri"/>
      </w:rPr>
      <w:t xml:space="preserve"> of </w:t>
    </w:r>
    <w:r w:rsidRPr="00957B20">
      <w:rPr>
        <w:rFonts w:ascii="Calibri" w:hAnsi="Calibri"/>
      </w:rPr>
      <w:fldChar w:fldCharType="begin"/>
    </w:r>
    <w:r w:rsidRPr="00957B20">
      <w:rPr>
        <w:rFonts w:ascii="Calibri" w:hAnsi="Calibri"/>
      </w:rPr>
      <w:instrText xml:space="preserve"> numpages </w:instrText>
    </w:r>
    <w:r w:rsidRPr="00957B20">
      <w:rPr>
        <w:rFonts w:ascii="Calibri" w:hAnsi="Calibri"/>
      </w:rPr>
      <w:fldChar w:fldCharType="separate"/>
    </w:r>
    <w:r w:rsidR="00280843">
      <w:rPr>
        <w:rFonts w:ascii="Calibri" w:hAnsi="Calibri"/>
        <w:noProof/>
      </w:rPr>
      <w:t>2</w:t>
    </w:r>
    <w:r w:rsidRPr="00957B20">
      <w:rPr>
        <w:rFonts w:ascii="Calibri" w:hAnsi="Calibri"/>
      </w:rPr>
      <w:fldChar w:fldCharType="end"/>
    </w:r>
    <w:r w:rsidRPr="00957B20">
      <w:rPr>
        <w:rFonts w:ascii="Calibri" w:hAnsi="Calibri"/>
      </w:rPr>
      <w:tab/>
    </w:r>
    <w:r w:rsidRPr="00957B20">
      <w:rPr>
        <w:rFonts w:ascii="Calibri" w:hAnsi="Calibri"/>
      </w:rPr>
      <w:fldChar w:fldCharType="begin"/>
    </w:r>
    <w:r w:rsidRPr="00957B20">
      <w:rPr>
        <w:rFonts w:ascii="Calibri" w:hAnsi="Calibri"/>
      </w:rPr>
      <w:instrText xml:space="preserve"> docproperty version </w:instrText>
    </w:r>
    <w:r w:rsidRPr="00957B20">
      <w:rPr>
        <w:rFonts w:ascii="Calibri" w:hAnsi="Calibri"/>
      </w:rPr>
      <w:fldChar w:fldCharType="separate"/>
    </w:r>
    <w:r w:rsidR="00280843">
      <w:rPr>
        <w:rFonts w:ascii="Calibri" w:hAnsi="Calibri"/>
      </w:rPr>
      <w:t>1.0</w:t>
    </w:r>
    <w:r w:rsidRPr="00957B20">
      <w:rPr>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43" w:rsidRDefault="002808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843" w:rsidRDefault="00280843" w:rsidP="00FD00A2">
      <w:r>
        <w:separator/>
      </w:r>
    </w:p>
  </w:footnote>
  <w:footnote w:type="continuationSeparator" w:id="0">
    <w:p w:rsidR="00280843" w:rsidRDefault="0028084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43" w:rsidRDefault="002808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FD00A2" w:rsidRPr="00957B20">
      <w:rPr>
        <w:rFonts w:ascii="Calibri" w:hAnsi="Calibri"/>
      </w:rPr>
      <w:fldChar w:fldCharType="begin"/>
    </w:r>
    <w:r w:rsidR="00FD00A2" w:rsidRPr="00957B20">
      <w:rPr>
        <w:rFonts w:ascii="Calibri" w:hAnsi="Calibri"/>
      </w:rPr>
      <w:instrText xml:space="preserve"> docproperty ref </w:instrText>
    </w:r>
    <w:r w:rsidR="00FD00A2" w:rsidRPr="00957B20">
      <w:rPr>
        <w:rFonts w:ascii="Calibri" w:hAnsi="Calibri"/>
      </w:rPr>
      <w:fldChar w:fldCharType="separate"/>
    </w:r>
    <w:r w:rsidR="00280843">
      <w:rPr>
        <w:rFonts w:ascii="Calibri" w:hAnsi="Calibri"/>
      </w:rPr>
      <w:t>227</w:t>
    </w:r>
    <w:r w:rsidR="00FD00A2" w:rsidRPr="00957B20">
      <w:rPr>
        <w:rFonts w:ascii="Calibri" w:hAnsi="Calibri"/>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843" w:rsidRDefault="002808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843"/>
    <w:rsid w:val="00077D80"/>
    <w:rsid w:val="00134AF7"/>
    <w:rsid w:val="00171886"/>
    <w:rsid w:val="00193115"/>
    <w:rsid w:val="001E03C5"/>
    <w:rsid w:val="001F256A"/>
    <w:rsid w:val="00223DF1"/>
    <w:rsid w:val="0023069B"/>
    <w:rsid w:val="00280843"/>
    <w:rsid w:val="002B61A0"/>
    <w:rsid w:val="0031153A"/>
    <w:rsid w:val="0036644C"/>
    <w:rsid w:val="0040580C"/>
    <w:rsid w:val="00410907"/>
    <w:rsid w:val="00426EEA"/>
    <w:rsid w:val="004572E2"/>
    <w:rsid w:val="004A45C0"/>
    <w:rsid w:val="005124D0"/>
    <w:rsid w:val="00554409"/>
    <w:rsid w:val="005A6203"/>
    <w:rsid w:val="005F1DC2"/>
    <w:rsid w:val="005F26DE"/>
    <w:rsid w:val="005F2D28"/>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F26A981F7B44C949EFCBC43FB6E3AEC"/>
        <w:category>
          <w:name w:val="General"/>
          <w:gallery w:val="placeholder"/>
        </w:category>
        <w:types>
          <w:type w:val="bbPlcHdr"/>
        </w:types>
        <w:behaviors>
          <w:behavior w:val="content"/>
        </w:behaviors>
        <w:guid w:val="{2C95D0CA-14B7-4F5B-B390-B5F78144861C}"/>
      </w:docPartPr>
      <w:docPartBody>
        <w:p w:rsidR="00000000" w:rsidRDefault="00792587">
          <w:pPr>
            <w:pStyle w:val="AF26A981F7B44C949EFCBC43FB6E3AEC"/>
          </w:pPr>
          <w:r w:rsidRPr="005D19FB">
            <w:rPr>
              <w:rStyle w:val="PlaceholderText"/>
            </w:rPr>
            <w:t>Click here to enter text.</w:t>
          </w:r>
        </w:p>
      </w:docPartBody>
    </w:docPart>
    <w:docPart>
      <w:docPartPr>
        <w:name w:val="46A5993CCE714EF5A6D8AA6A722ADF60"/>
        <w:category>
          <w:name w:val="General"/>
          <w:gallery w:val="placeholder"/>
        </w:category>
        <w:types>
          <w:type w:val="bbPlcHdr"/>
        </w:types>
        <w:behaviors>
          <w:behavior w:val="content"/>
        </w:behaviors>
        <w:guid w:val="{8A6E6CA9-40E5-4199-8126-FAFE6AF55718}"/>
      </w:docPartPr>
      <w:docPartBody>
        <w:p w:rsidR="00000000" w:rsidRDefault="00792587">
          <w:pPr>
            <w:pStyle w:val="46A5993CCE714EF5A6D8AA6A722ADF60"/>
          </w:pPr>
          <w:r w:rsidRPr="005D19FB">
            <w:rPr>
              <w:rStyle w:val="PlaceholderText"/>
            </w:rPr>
            <w:t>Choose an item.</w:t>
          </w:r>
        </w:p>
      </w:docPartBody>
    </w:docPart>
    <w:docPart>
      <w:docPartPr>
        <w:name w:val="31917494C1E948E0AFB0AFD2748A6017"/>
        <w:category>
          <w:name w:val="General"/>
          <w:gallery w:val="placeholder"/>
        </w:category>
        <w:types>
          <w:type w:val="bbPlcHdr"/>
        </w:types>
        <w:behaviors>
          <w:behavior w:val="content"/>
        </w:behaviors>
        <w:guid w:val="{5FE65B90-3DFE-4AEC-B8B9-55B959F72A8C}"/>
      </w:docPartPr>
      <w:docPartBody>
        <w:p w:rsidR="00000000" w:rsidRDefault="00792587">
          <w:pPr>
            <w:pStyle w:val="31917494C1E948E0AFB0AFD2748A6017"/>
          </w:pPr>
          <w:r w:rsidRPr="005D19FB">
            <w:rPr>
              <w:rStyle w:val="PlaceholderText"/>
            </w:rPr>
            <w:t>Click here to enter text.</w:t>
          </w:r>
        </w:p>
      </w:docPartBody>
    </w:docPart>
    <w:docPart>
      <w:docPartPr>
        <w:name w:val="3A896BD7AE8646D7B1792DDA248A8F49"/>
        <w:category>
          <w:name w:val="General"/>
          <w:gallery w:val="placeholder"/>
        </w:category>
        <w:types>
          <w:type w:val="bbPlcHdr"/>
        </w:types>
        <w:behaviors>
          <w:behavior w:val="content"/>
        </w:behaviors>
        <w:guid w:val="{17C0EA29-FBC9-4F8E-9E43-20F903FD51CF}"/>
      </w:docPartPr>
      <w:docPartBody>
        <w:p w:rsidR="00000000" w:rsidRDefault="00792587">
          <w:pPr>
            <w:pStyle w:val="3A896BD7AE8646D7B1792DDA248A8F49"/>
          </w:pPr>
          <w:r w:rsidRPr="005D19FB">
            <w:rPr>
              <w:rStyle w:val="PlaceholderText"/>
            </w:rPr>
            <w:t>Click here to enter text.</w:t>
          </w:r>
        </w:p>
      </w:docPartBody>
    </w:docPart>
    <w:docPart>
      <w:docPartPr>
        <w:name w:val="DCEDCDE1D1344A0DB7A37D0B36090B93"/>
        <w:category>
          <w:name w:val="General"/>
          <w:gallery w:val="placeholder"/>
        </w:category>
        <w:types>
          <w:type w:val="bbPlcHdr"/>
        </w:types>
        <w:behaviors>
          <w:behavior w:val="content"/>
        </w:behaviors>
        <w:guid w:val="{C88A557B-E6E7-43D4-B1C3-699CD051F726}"/>
      </w:docPartPr>
      <w:docPartBody>
        <w:p w:rsidR="00000000" w:rsidRDefault="00792587">
          <w:pPr>
            <w:pStyle w:val="DCEDCDE1D1344A0DB7A37D0B36090B93"/>
          </w:pPr>
          <w:r w:rsidRPr="005D19FB">
            <w:rPr>
              <w:rStyle w:val="PlaceholderText"/>
            </w:rPr>
            <w:t>Click here to enter text.</w:t>
          </w:r>
        </w:p>
      </w:docPartBody>
    </w:docPart>
    <w:docPart>
      <w:docPartPr>
        <w:name w:val="B7F768D7369B4B278D7951EF7BAD6385"/>
        <w:category>
          <w:name w:val="General"/>
          <w:gallery w:val="placeholder"/>
        </w:category>
        <w:types>
          <w:type w:val="bbPlcHdr"/>
        </w:types>
        <w:behaviors>
          <w:behavior w:val="content"/>
        </w:behaviors>
        <w:guid w:val="{C169645E-18E2-4ED0-A976-256466B89A90}"/>
      </w:docPartPr>
      <w:docPartBody>
        <w:p w:rsidR="00000000" w:rsidRDefault="00792587">
          <w:pPr>
            <w:pStyle w:val="B7F768D7369B4B278D7951EF7BAD6385"/>
          </w:pPr>
          <w:r w:rsidRPr="005D19FB">
            <w:rPr>
              <w:rStyle w:val="PlaceholderText"/>
            </w:rPr>
            <w:t>Click here to enter text.</w:t>
          </w:r>
        </w:p>
      </w:docPartBody>
    </w:docPart>
    <w:docPart>
      <w:docPartPr>
        <w:name w:val="029CB5717B594B87B27B79B8E27FB5C5"/>
        <w:category>
          <w:name w:val="General"/>
          <w:gallery w:val="placeholder"/>
        </w:category>
        <w:types>
          <w:type w:val="bbPlcHdr"/>
        </w:types>
        <w:behaviors>
          <w:behavior w:val="content"/>
        </w:behaviors>
        <w:guid w:val="{AE86A652-FF69-4E3C-99D7-D1A8FB8DA4FD}"/>
      </w:docPartPr>
      <w:docPartBody>
        <w:p w:rsidR="00000000" w:rsidRDefault="00792587">
          <w:pPr>
            <w:pStyle w:val="029CB5717B594B87B27B79B8E27FB5C5"/>
          </w:pPr>
          <w:r w:rsidRPr="005D19FB">
            <w:rPr>
              <w:rStyle w:val="PlaceholderText"/>
            </w:rPr>
            <w:t>Click here to enter text.</w:t>
          </w:r>
        </w:p>
      </w:docPartBody>
    </w:docPart>
    <w:docPart>
      <w:docPartPr>
        <w:name w:val="75411A865DFB43E296E717BBA50DB4D2"/>
        <w:category>
          <w:name w:val="General"/>
          <w:gallery w:val="placeholder"/>
        </w:category>
        <w:types>
          <w:type w:val="bbPlcHdr"/>
        </w:types>
        <w:behaviors>
          <w:behavior w:val="content"/>
        </w:behaviors>
        <w:guid w:val="{324B817D-E83E-4DFD-9EEB-91324CDD69F2}"/>
      </w:docPartPr>
      <w:docPartBody>
        <w:p w:rsidR="00000000" w:rsidRDefault="00792587">
          <w:pPr>
            <w:pStyle w:val="75411A865DFB43E296E717BBA50DB4D2"/>
          </w:pPr>
          <w:r w:rsidRPr="005D19FB">
            <w:rPr>
              <w:rStyle w:val="PlaceholderText"/>
            </w:rPr>
            <w:t>Click here to enter text.</w:t>
          </w:r>
        </w:p>
      </w:docPartBody>
    </w:docPart>
    <w:docPart>
      <w:docPartPr>
        <w:name w:val="43A2744B176748E59746221D8E59B401"/>
        <w:category>
          <w:name w:val="General"/>
          <w:gallery w:val="placeholder"/>
        </w:category>
        <w:types>
          <w:type w:val="bbPlcHdr"/>
        </w:types>
        <w:behaviors>
          <w:behavior w:val="content"/>
        </w:behaviors>
        <w:guid w:val="{08B4D8A6-72C7-4003-BC10-9558FF0DF0B8}"/>
      </w:docPartPr>
      <w:docPartBody>
        <w:p w:rsidR="00000000" w:rsidRDefault="00792587">
          <w:pPr>
            <w:pStyle w:val="43A2744B176748E59746221D8E59B401"/>
          </w:pPr>
          <w:r w:rsidRPr="005D19FB">
            <w:rPr>
              <w:rStyle w:val="PlaceholderText"/>
            </w:rPr>
            <w:t>Choose an item.</w:t>
          </w:r>
        </w:p>
      </w:docPartBody>
    </w:docPart>
    <w:docPart>
      <w:docPartPr>
        <w:name w:val="6325FEF764A04853980C187B5D78666D"/>
        <w:category>
          <w:name w:val="General"/>
          <w:gallery w:val="placeholder"/>
        </w:category>
        <w:types>
          <w:type w:val="bbPlcHdr"/>
        </w:types>
        <w:behaviors>
          <w:behavior w:val="content"/>
        </w:behaviors>
        <w:guid w:val="{C118DE2E-C95B-4D29-B192-94013EC192AE}"/>
      </w:docPartPr>
      <w:docPartBody>
        <w:p w:rsidR="00000000" w:rsidRDefault="00792587">
          <w:pPr>
            <w:pStyle w:val="6325FEF764A04853980C187B5D78666D"/>
          </w:pPr>
          <w:r w:rsidRPr="005D19FB">
            <w:rPr>
              <w:rStyle w:val="PlaceholderText"/>
            </w:rPr>
            <w:t>Choose an item.</w:t>
          </w:r>
        </w:p>
      </w:docPartBody>
    </w:docPart>
    <w:docPart>
      <w:docPartPr>
        <w:name w:val="614A157B08A04C7AA9927E7242BB6CD2"/>
        <w:category>
          <w:name w:val="General"/>
          <w:gallery w:val="placeholder"/>
        </w:category>
        <w:types>
          <w:type w:val="bbPlcHdr"/>
        </w:types>
        <w:behaviors>
          <w:behavior w:val="content"/>
        </w:behaviors>
        <w:guid w:val="{4A88D93F-FCC0-453D-90FD-54D2A37A728B}"/>
      </w:docPartPr>
      <w:docPartBody>
        <w:p w:rsidR="00000000" w:rsidRDefault="00792587">
          <w:pPr>
            <w:pStyle w:val="614A157B08A04C7AA9927E7242BB6CD2"/>
          </w:pPr>
          <w:r w:rsidRPr="005D19FB">
            <w:rPr>
              <w:rStyle w:val="PlaceholderText"/>
            </w:rPr>
            <w:t>Click here to enter text.</w:t>
          </w:r>
        </w:p>
      </w:docPartBody>
    </w:docPart>
    <w:docPart>
      <w:docPartPr>
        <w:name w:val="0A6CB7FEF929404697048B7476EF4A33"/>
        <w:category>
          <w:name w:val="General"/>
          <w:gallery w:val="placeholder"/>
        </w:category>
        <w:types>
          <w:type w:val="bbPlcHdr"/>
        </w:types>
        <w:behaviors>
          <w:behavior w:val="content"/>
        </w:behaviors>
        <w:guid w:val="{D3250D7E-0E82-4973-95C1-9093F81E332F}"/>
      </w:docPartPr>
      <w:docPartBody>
        <w:p w:rsidR="00000000" w:rsidRDefault="00792587">
          <w:pPr>
            <w:pStyle w:val="0A6CB7FEF929404697048B7476EF4A33"/>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F26A981F7B44C949EFCBC43FB6E3AEC">
    <w:name w:val="AF26A981F7B44C949EFCBC43FB6E3AEC"/>
  </w:style>
  <w:style w:type="paragraph" w:customStyle="1" w:styleId="46A5993CCE714EF5A6D8AA6A722ADF60">
    <w:name w:val="46A5993CCE714EF5A6D8AA6A722ADF60"/>
  </w:style>
  <w:style w:type="paragraph" w:customStyle="1" w:styleId="31917494C1E948E0AFB0AFD2748A6017">
    <w:name w:val="31917494C1E948E0AFB0AFD2748A6017"/>
  </w:style>
  <w:style w:type="paragraph" w:customStyle="1" w:styleId="3A896BD7AE8646D7B1792DDA248A8F49">
    <w:name w:val="3A896BD7AE8646D7B1792DDA248A8F49"/>
  </w:style>
  <w:style w:type="paragraph" w:customStyle="1" w:styleId="DCEDCDE1D1344A0DB7A37D0B36090B93">
    <w:name w:val="DCEDCDE1D1344A0DB7A37D0B36090B93"/>
  </w:style>
  <w:style w:type="paragraph" w:customStyle="1" w:styleId="B7F768D7369B4B278D7951EF7BAD6385">
    <w:name w:val="B7F768D7369B4B278D7951EF7BAD6385"/>
  </w:style>
  <w:style w:type="paragraph" w:customStyle="1" w:styleId="029CB5717B594B87B27B79B8E27FB5C5">
    <w:name w:val="029CB5717B594B87B27B79B8E27FB5C5"/>
  </w:style>
  <w:style w:type="paragraph" w:customStyle="1" w:styleId="75411A865DFB43E296E717BBA50DB4D2">
    <w:name w:val="75411A865DFB43E296E717BBA50DB4D2"/>
  </w:style>
  <w:style w:type="paragraph" w:customStyle="1" w:styleId="43A2744B176748E59746221D8E59B401">
    <w:name w:val="43A2744B176748E59746221D8E59B401"/>
  </w:style>
  <w:style w:type="paragraph" w:customStyle="1" w:styleId="6325FEF764A04853980C187B5D78666D">
    <w:name w:val="6325FEF764A04853980C187B5D78666D"/>
  </w:style>
  <w:style w:type="paragraph" w:customStyle="1" w:styleId="614A157B08A04C7AA9927E7242BB6CD2">
    <w:name w:val="614A157B08A04C7AA9927E7242BB6CD2"/>
  </w:style>
  <w:style w:type="paragraph" w:customStyle="1" w:styleId="0A6CB7FEF929404697048B7476EF4A33">
    <w:name w:val="0A6CB7FEF929404697048B7476EF4A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F26A981F7B44C949EFCBC43FB6E3AEC">
    <w:name w:val="AF26A981F7B44C949EFCBC43FB6E3AEC"/>
  </w:style>
  <w:style w:type="paragraph" w:customStyle="1" w:styleId="46A5993CCE714EF5A6D8AA6A722ADF60">
    <w:name w:val="46A5993CCE714EF5A6D8AA6A722ADF60"/>
  </w:style>
  <w:style w:type="paragraph" w:customStyle="1" w:styleId="31917494C1E948E0AFB0AFD2748A6017">
    <w:name w:val="31917494C1E948E0AFB0AFD2748A6017"/>
  </w:style>
  <w:style w:type="paragraph" w:customStyle="1" w:styleId="3A896BD7AE8646D7B1792DDA248A8F49">
    <w:name w:val="3A896BD7AE8646D7B1792DDA248A8F49"/>
  </w:style>
  <w:style w:type="paragraph" w:customStyle="1" w:styleId="DCEDCDE1D1344A0DB7A37D0B36090B93">
    <w:name w:val="DCEDCDE1D1344A0DB7A37D0B36090B93"/>
  </w:style>
  <w:style w:type="paragraph" w:customStyle="1" w:styleId="B7F768D7369B4B278D7951EF7BAD6385">
    <w:name w:val="B7F768D7369B4B278D7951EF7BAD6385"/>
  </w:style>
  <w:style w:type="paragraph" w:customStyle="1" w:styleId="029CB5717B594B87B27B79B8E27FB5C5">
    <w:name w:val="029CB5717B594B87B27B79B8E27FB5C5"/>
  </w:style>
  <w:style w:type="paragraph" w:customStyle="1" w:styleId="75411A865DFB43E296E717BBA50DB4D2">
    <w:name w:val="75411A865DFB43E296E717BBA50DB4D2"/>
  </w:style>
  <w:style w:type="paragraph" w:customStyle="1" w:styleId="43A2744B176748E59746221D8E59B401">
    <w:name w:val="43A2744B176748E59746221D8E59B401"/>
  </w:style>
  <w:style w:type="paragraph" w:customStyle="1" w:styleId="6325FEF764A04853980C187B5D78666D">
    <w:name w:val="6325FEF764A04853980C187B5D78666D"/>
  </w:style>
  <w:style w:type="paragraph" w:customStyle="1" w:styleId="614A157B08A04C7AA9927E7242BB6CD2">
    <w:name w:val="614A157B08A04C7AA9927E7242BB6CD2"/>
  </w:style>
  <w:style w:type="paragraph" w:customStyle="1" w:styleId="0A6CB7FEF929404697048B7476EF4A33">
    <w:name w:val="0A6CB7FEF929404697048B7476EF4A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A292D-A28F-43C4-BCD8-931A7B410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2</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dc:creator>
  <cp:lastModifiedBy>Roz</cp:lastModifiedBy>
  <cp:revision>1</cp:revision>
  <dcterms:created xsi:type="dcterms:W3CDTF">2015-08-04T09:42:00Z</dcterms:created>
  <dcterms:modified xsi:type="dcterms:W3CDTF">2015-08-04T09:45:00Z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227</vt:lpwstr>
  </property>
  <property fmtid="{D5CDD505-2E9C-101B-9397-08002B2CF9AE}" pid="3" name="Date">
    <vt:lpwstr>21 August 2015</vt:lpwstr>
  </property>
  <property fmtid="{D5CDD505-2E9C-101B-9397-08002B2CF9AE}" pid="4" name="Version">
    <vt:lpwstr>1.0</vt:lpwstr>
  </property>
</Properties>
</file>