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CE3535" w:rsidP="00193115">
            <w:pPr>
              <w:rPr>
                <w:rFonts w:ascii="Calibri" w:hAnsi="Calibri"/>
                <w:sz w:val="22"/>
              </w:rPr>
            </w:pPr>
            <w:r>
              <w:rPr>
                <w:rFonts w:ascii="Calibri" w:hAnsi="Calibri"/>
                <w:sz w:val="22"/>
              </w:rPr>
              <w:t>DCP 206</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CE3535" w:rsidP="00193115">
            <w:pPr>
              <w:rPr>
                <w:rFonts w:ascii="Calibri" w:hAnsi="Calibri"/>
                <w:sz w:val="22"/>
              </w:rPr>
            </w:pPr>
            <w:r>
              <w:rPr>
                <w:rFonts w:ascii="Calibri" w:hAnsi="Calibri"/>
                <w:sz w:val="22"/>
              </w:rPr>
              <w:t>Removal of C</w:t>
            </w:r>
            <w:r w:rsidRPr="00CE3535">
              <w:rPr>
                <w:rFonts w:ascii="Calibri" w:hAnsi="Calibri"/>
                <w:sz w:val="22"/>
              </w:rPr>
              <w:t>harge 1 from the EDCM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CE3535" w:rsidP="00193115">
            <w:pPr>
              <w:rPr>
                <w:rFonts w:ascii="Calibri" w:hAnsi="Calibri"/>
                <w:sz w:val="22"/>
              </w:rPr>
            </w:pPr>
            <w:r>
              <w:rPr>
                <w:rFonts w:ascii="Calibri" w:hAnsi="Calibri"/>
                <w:sz w:val="22"/>
              </w:rPr>
              <w:t>DNOs, Suppliers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CE3535"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E3535" w:rsidP="00697019">
            <w:pPr>
              <w:rPr>
                <w:rFonts w:ascii="Calibri" w:hAnsi="Calibri"/>
                <w:sz w:val="22"/>
              </w:rPr>
            </w:pPr>
            <w:r>
              <w:rPr>
                <w:rFonts w:ascii="Calibri" w:hAnsi="Calibri"/>
                <w:sz w:val="22"/>
              </w:rPr>
              <w:t>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071454" w:rsidP="00193115">
            <w:pPr>
              <w:rPr>
                <w:rFonts w:ascii="Calibri" w:hAnsi="Calibri"/>
                <w:sz w:val="22"/>
              </w:rPr>
            </w:pPr>
            <w:r>
              <w:rPr>
                <w:rFonts w:ascii="Calibri" w:hAnsi="Calibri"/>
                <w:sz w:val="22"/>
              </w:rPr>
              <w:t>14</w:t>
            </w:r>
            <w:bookmarkStart w:id="0" w:name="_GoBack"/>
            <w:bookmarkEnd w:id="0"/>
            <w:r w:rsidR="00CE3535">
              <w:rPr>
                <w:rFonts w:ascii="Calibri" w:hAnsi="Calibri"/>
                <w:sz w:val="22"/>
              </w:rPr>
              <w:t xml:space="preserve"> April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A5D5A7D54154A8B93770075990DE26F"/>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BEC9164063F74607BC3D8777DB81760B"/>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D8E9A7D217C54B57B8203C2CBA2680B1"/>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BAED8D1209A246D799CF6253D14BD505"/>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8A8317AA1E7474489C4624A69B578E1"/>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6BA75180551445BBB3198B605853729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3B6632CFB61E49B0A8C042F35C2F82FD"/>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233B3CE7F615463FAE8AFD6B1613F3B5"/>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7872A4F2EE9F4F559F6E1AB787D1FA73"/>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4845959BFFE64B1EA8E8F3FB14ABE844"/>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7474CA6FDDB14C79B9CD6F520D53896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82C11D66B573445C9C57854689C763AC"/>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535" w:rsidRDefault="00CE3535" w:rsidP="00FD00A2">
      <w:r>
        <w:separator/>
      </w:r>
    </w:p>
  </w:endnote>
  <w:endnote w:type="continuationSeparator" w:id="0">
    <w:p w:rsidR="00CE3535" w:rsidRDefault="00CE353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CE3535">
    <w:pPr>
      <w:pStyle w:val="Footer"/>
      <w:rPr>
        <w:rFonts w:ascii="Calibri" w:hAnsi="Calibri"/>
      </w:rPr>
    </w:pPr>
    <w:r>
      <w:rPr>
        <w:rFonts w:ascii="Calibri" w:hAnsi="Calibri"/>
      </w:rPr>
      <w:t>20 March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071454">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071454">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Pr>
        <w:rFonts w:ascii="Calibri" w:hAnsi="Calibri"/>
      </w:rPr>
      <w:t>Version</w:t>
    </w:r>
    <w:r w:rsidR="00FD00A2" w:rsidRPr="00957B20">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535" w:rsidRDefault="00CE3535" w:rsidP="00FD00A2">
      <w:r>
        <w:separator/>
      </w:r>
    </w:p>
  </w:footnote>
  <w:footnote w:type="continuationSeparator" w:id="0">
    <w:p w:rsidR="00CE3535" w:rsidRDefault="00CE3535"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CE3535">
      <w:rPr>
        <w:rFonts w:ascii="Calibri" w:hAnsi="Calibri"/>
      </w:rPr>
      <w:t>206</w:t>
    </w:r>
    <w:r w:rsidR="00FD00A2" w:rsidRPr="00957B20">
      <w:rPr>
        <w:rFonts w:ascii="Calibri" w:hAnsi="Calibr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35"/>
    <w:rsid w:val="00071454"/>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3535"/>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A5D5A7D54154A8B93770075990DE26F"/>
        <w:category>
          <w:name w:val="General"/>
          <w:gallery w:val="placeholder"/>
        </w:category>
        <w:types>
          <w:type w:val="bbPlcHdr"/>
        </w:types>
        <w:behaviors>
          <w:behavior w:val="content"/>
        </w:behaviors>
        <w:guid w:val="{453DD629-EDEA-4BE8-B240-679827821439}"/>
      </w:docPartPr>
      <w:docPartBody>
        <w:p w:rsidR="00D94570" w:rsidRDefault="00D94570">
          <w:pPr>
            <w:pStyle w:val="AA5D5A7D54154A8B93770075990DE26F"/>
          </w:pPr>
          <w:r w:rsidRPr="005D19FB">
            <w:rPr>
              <w:rStyle w:val="PlaceholderText"/>
            </w:rPr>
            <w:t>Click here to enter text.</w:t>
          </w:r>
        </w:p>
      </w:docPartBody>
    </w:docPart>
    <w:docPart>
      <w:docPartPr>
        <w:name w:val="BEC9164063F74607BC3D8777DB81760B"/>
        <w:category>
          <w:name w:val="General"/>
          <w:gallery w:val="placeholder"/>
        </w:category>
        <w:types>
          <w:type w:val="bbPlcHdr"/>
        </w:types>
        <w:behaviors>
          <w:behavior w:val="content"/>
        </w:behaviors>
        <w:guid w:val="{C3E1FA6B-1805-4504-ABDE-E123A1A37490}"/>
      </w:docPartPr>
      <w:docPartBody>
        <w:p w:rsidR="00D94570" w:rsidRDefault="00D94570">
          <w:pPr>
            <w:pStyle w:val="BEC9164063F74607BC3D8777DB81760B"/>
          </w:pPr>
          <w:r w:rsidRPr="005D19FB">
            <w:rPr>
              <w:rStyle w:val="PlaceholderText"/>
            </w:rPr>
            <w:t>Choose an item.</w:t>
          </w:r>
        </w:p>
      </w:docPartBody>
    </w:docPart>
    <w:docPart>
      <w:docPartPr>
        <w:name w:val="D8E9A7D217C54B57B8203C2CBA2680B1"/>
        <w:category>
          <w:name w:val="General"/>
          <w:gallery w:val="placeholder"/>
        </w:category>
        <w:types>
          <w:type w:val="bbPlcHdr"/>
        </w:types>
        <w:behaviors>
          <w:behavior w:val="content"/>
        </w:behaviors>
        <w:guid w:val="{BB468425-AD59-4CB8-B276-4AE40DD9ABE7}"/>
      </w:docPartPr>
      <w:docPartBody>
        <w:p w:rsidR="00D94570" w:rsidRDefault="00D94570">
          <w:pPr>
            <w:pStyle w:val="D8E9A7D217C54B57B8203C2CBA2680B1"/>
          </w:pPr>
          <w:r w:rsidRPr="005D19FB">
            <w:rPr>
              <w:rStyle w:val="PlaceholderText"/>
            </w:rPr>
            <w:t>Click here to enter text.</w:t>
          </w:r>
        </w:p>
      </w:docPartBody>
    </w:docPart>
    <w:docPart>
      <w:docPartPr>
        <w:name w:val="BAED8D1209A246D799CF6253D14BD505"/>
        <w:category>
          <w:name w:val="General"/>
          <w:gallery w:val="placeholder"/>
        </w:category>
        <w:types>
          <w:type w:val="bbPlcHdr"/>
        </w:types>
        <w:behaviors>
          <w:behavior w:val="content"/>
        </w:behaviors>
        <w:guid w:val="{9D06B410-FFB1-472A-BF96-1AC9B5639D26}"/>
      </w:docPartPr>
      <w:docPartBody>
        <w:p w:rsidR="00D94570" w:rsidRDefault="00D94570">
          <w:pPr>
            <w:pStyle w:val="BAED8D1209A246D799CF6253D14BD505"/>
          </w:pPr>
          <w:r w:rsidRPr="005D19FB">
            <w:rPr>
              <w:rStyle w:val="PlaceholderText"/>
            </w:rPr>
            <w:t>Click here to enter text.</w:t>
          </w:r>
        </w:p>
      </w:docPartBody>
    </w:docPart>
    <w:docPart>
      <w:docPartPr>
        <w:name w:val="78A8317AA1E7474489C4624A69B578E1"/>
        <w:category>
          <w:name w:val="General"/>
          <w:gallery w:val="placeholder"/>
        </w:category>
        <w:types>
          <w:type w:val="bbPlcHdr"/>
        </w:types>
        <w:behaviors>
          <w:behavior w:val="content"/>
        </w:behaviors>
        <w:guid w:val="{7B2DCD61-A752-4945-82AC-D1DABDEE4FEB}"/>
      </w:docPartPr>
      <w:docPartBody>
        <w:p w:rsidR="00D94570" w:rsidRDefault="00D94570">
          <w:pPr>
            <w:pStyle w:val="78A8317AA1E7474489C4624A69B578E1"/>
          </w:pPr>
          <w:r w:rsidRPr="005D19FB">
            <w:rPr>
              <w:rStyle w:val="PlaceholderText"/>
            </w:rPr>
            <w:t>Click here to enter text.</w:t>
          </w:r>
        </w:p>
      </w:docPartBody>
    </w:docPart>
    <w:docPart>
      <w:docPartPr>
        <w:name w:val="6BA75180551445BBB3198B6058537298"/>
        <w:category>
          <w:name w:val="General"/>
          <w:gallery w:val="placeholder"/>
        </w:category>
        <w:types>
          <w:type w:val="bbPlcHdr"/>
        </w:types>
        <w:behaviors>
          <w:behavior w:val="content"/>
        </w:behaviors>
        <w:guid w:val="{8573D0CD-2D0C-4C68-9858-7D2260D6FDE3}"/>
      </w:docPartPr>
      <w:docPartBody>
        <w:p w:rsidR="00D94570" w:rsidRDefault="00D94570">
          <w:pPr>
            <w:pStyle w:val="6BA75180551445BBB3198B6058537298"/>
          </w:pPr>
          <w:r w:rsidRPr="005D19FB">
            <w:rPr>
              <w:rStyle w:val="PlaceholderText"/>
            </w:rPr>
            <w:t>Click here to enter text.</w:t>
          </w:r>
        </w:p>
      </w:docPartBody>
    </w:docPart>
    <w:docPart>
      <w:docPartPr>
        <w:name w:val="3B6632CFB61E49B0A8C042F35C2F82FD"/>
        <w:category>
          <w:name w:val="General"/>
          <w:gallery w:val="placeholder"/>
        </w:category>
        <w:types>
          <w:type w:val="bbPlcHdr"/>
        </w:types>
        <w:behaviors>
          <w:behavior w:val="content"/>
        </w:behaviors>
        <w:guid w:val="{58DAD778-28C0-4F86-B683-0F2BC76044C2}"/>
      </w:docPartPr>
      <w:docPartBody>
        <w:p w:rsidR="00D94570" w:rsidRDefault="00D94570">
          <w:pPr>
            <w:pStyle w:val="3B6632CFB61E49B0A8C042F35C2F82FD"/>
          </w:pPr>
          <w:r w:rsidRPr="005D19FB">
            <w:rPr>
              <w:rStyle w:val="PlaceholderText"/>
            </w:rPr>
            <w:t>Click here to enter text.</w:t>
          </w:r>
        </w:p>
      </w:docPartBody>
    </w:docPart>
    <w:docPart>
      <w:docPartPr>
        <w:name w:val="233B3CE7F615463FAE8AFD6B1613F3B5"/>
        <w:category>
          <w:name w:val="General"/>
          <w:gallery w:val="placeholder"/>
        </w:category>
        <w:types>
          <w:type w:val="bbPlcHdr"/>
        </w:types>
        <w:behaviors>
          <w:behavior w:val="content"/>
        </w:behaviors>
        <w:guid w:val="{F0EC10E5-48FA-4DF1-BC7D-98CB4F85B8A9}"/>
      </w:docPartPr>
      <w:docPartBody>
        <w:p w:rsidR="00D94570" w:rsidRDefault="00D94570">
          <w:pPr>
            <w:pStyle w:val="233B3CE7F615463FAE8AFD6B1613F3B5"/>
          </w:pPr>
          <w:r w:rsidRPr="005D19FB">
            <w:rPr>
              <w:rStyle w:val="PlaceholderText"/>
            </w:rPr>
            <w:t>Click here to enter text.</w:t>
          </w:r>
        </w:p>
      </w:docPartBody>
    </w:docPart>
    <w:docPart>
      <w:docPartPr>
        <w:name w:val="7872A4F2EE9F4F559F6E1AB787D1FA73"/>
        <w:category>
          <w:name w:val="General"/>
          <w:gallery w:val="placeholder"/>
        </w:category>
        <w:types>
          <w:type w:val="bbPlcHdr"/>
        </w:types>
        <w:behaviors>
          <w:behavior w:val="content"/>
        </w:behaviors>
        <w:guid w:val="{F5DF8CFD-326D-4B9B-B529-B1ACDA39CE57}"/>
      </w:docPartPr>
      <w:docPartBody>
        <w:p w:rsidR="00D94570" w:rsidRDefault="00D94570">
          <w:pPr>
            <w:pStyle w:val="7872A4F2EE9F4F559F6E1AB787D1FA73"/>
          </w:pPr>
          <w:r w:rsidRPr="005D19FB">
            <w:rPr>
              <w:rStyle w:val="PlaceholderText"/>
            </w:rPr>
            <w:t>Choose an item.</w:t>
          </w:r>
        </w:p>
      </w:docPartBody>
    </w:docPart>
    <w:docPart>
      <w:docPartPr>
        <w:name w:val="4845959BFFE64B1EA8E8F3FB14ABE844"/>
        <w:category>
          <w:name w:val="General"/>
          <w:gallery w:val="placeholder"/>
        </w:category>
        <w:types>
          <w:type w:val="bbPlcHdr"/>
        </w:types>
        <w:behaviors>
          <w:behavior w:val="content"/>
        </w:behaviors>
        <w:guid w:val="{63DC00CF-126A-4378-A09B-A262D7A3DFA3}"/>
      </w:docPartPr>
      <w:docPartBody>
        <w:p w:rsidR="00D94570" w:rsidRDefault="00D94570">
          <w:pPr>
            <w:pStyle w:val="4845959BFFE64B1EA8E8F3FB14ABE844"/>
          </w:pPr>
          <w:r w:rsidRPr="005D19FB">
            <w:rPr>
              <w:rStyle w:val="PlaceholderText"/>
            </w:rPr>
            <w:t>Choose an item.</w:t>
          </w:r>
        </w:p>
      </w:docPartBody>
    </w:docPart>
    <w:docPart>
      <w:docPartPr>
        <w:name w:val="7474CA6FDDB14C79B9CD6F520D538968"/>
        <w:category>
          <w:name w:val="General"/>
          <w:gallery w:val="placeholder"/>
        </w:category>
        <w:types>
          <w:type w:val="bbPlcHdr"/>
        </w:types>
        <w:behaviors>
          <w:behavior w:val="content"/>
        </w:behaviors>
        <w:guid w:val="{5B90781C-C9A8-4DBA-88A2-9D4861EEE06E}"/>
      </w:docPartPr>
      <w:docPartBody>
        <w:p w:rsidR="00D94570" w:rsidRDefault="00D94570">
          <w:pPr>
            <w:pStyle w:val="7474CA6FDDB14C79B9CD6F520D538968"/>
          </w:pPr>
          <w:r w:rsidRPr="005D19FB">
            <w:rPr>
              <w:rStyle w:val="PlaceholderText"/>
            </w:rPr>
            <w:t>Click here to enter text.</w:t>
          </w:r>
        </w:p>
      </w:docPartBody>
    </w:docPart>
    <w:docPart>
      <w:docPartPr>
        <w:name w:val="82C11D66B573445C9C57854689C763AC"/>
        <w:category>
          <w:name w:val="General"/>
          <w:gallery w:val="placeholder"/>
        </w:category>
        <w:types>
          <w:type w:val="bbPlcHdr"/>
        </w:types>
        <w:behaviors>
          <w:behavior w:val="content"/>
        </w:behaviors>
        <w:guid w:val="{821B5BC7-2050-45A5-B6F1-020E7F8B52F2}"/>
      </w:docPartPr>
      <w:docPartBody>
        <w:p w:rsidR="00D94570" w:rsidRDefault="00D94570">
          <w:pPr>
            <w:pStyle w:val="82C11D66B573445C9C57854689C763AC"/>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70"/>
    <w:rsid w:val="00D94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A5D5A7D54154A8B93770075990DE26F">
    <w:name w:val="AA5D5A7D54154A8B93770075990DE26F"/>
  </w:style>
  <w:style w:type="paragraph" w:customStyle="1" w:styleId="BEC9164063F74607BC3D8777DB81760B">
    <w:name w:val="BEC9164063F74607BC3D8777DB81760B"/>
  </w:style>
  <w:style w:type="paragraph" w:customStyle="1" w:styleId="D8E9A7D217C54B57B8203C2CBA2680B1">
    <w:name w:val="D8E9A7D217C54B57B8203C2CBA2680B1"/>
  </w:style>
  <w:style w:type="paragraph" w:customStyle="1" w:styleId="BAED8D1209A246D799CF6253D14BD505">
    <w:name w:val="BAED8D1209A246D799CF6253D14BD505"/>
  </w:style>
  <w:style w:type="paragraph" w:customStyle="1" w:styleId="78A8317AA1E7474489C4624A69B578E1">
    <w:name w:val="78A8317AA1E7474489C4624A69B578E1"/>
  </w:style>
  <w:style w:type="paragraph" w:customStyle="1" w:styleId="6BA75180551445BBB3198B6058537298">
    <w:name w:val="6BA75180551445BBB3198B6058537298"/>
  </w:style>
  <w:style w:type="paragraph" w:customStyle="1" w:styleId="3B6632CFB61E49B0A8C042F35C2F82FD">
    <w:name w:val="3B6632CFB61E49B0A8C042F35C2F82FD"/>
  </w:style>
  <w:style w:type="paragraph" w:customStyle="1" w:styleId="233B3CE7F615463FAE8AFD6B1613F3B5">
    <w:name w:val="233B3CE7F615463FAE8AFD6B1613F3B5"/>
  </w:style>
  <w:style w:type="paragraph" w:customStyle="1" w:styleId="7872A4F2EE9F4F559F6E1AB787D1FA73">
    <w:name w:val="7872A4F2EE9F4F559F6E1AB787D1FA73"/>
  </w:style>
  <w:style w:type="paragraph" w:customStyle="1" w:styleId="4845959BFFE64B1EA8E8F3FB14ABE844">
    <w:name w:val="4845959BFFE64B1EA8E8F3FB14ABE844"/>
  </w:style>
  <w:style w:type="paragraph" w:customStyle="1" w:styleId="7474CA6FDDB14C79B9CD6F520D538968">
    <w:name w:val="7474CA6FDDB14C79B9CD6F520D538968"/>
  </w:style>
  <w:style w:type="paragraph" w:customStyle="1" w:styleId="82C11D66B573445C9C57854689C763AC">
    <w:name w:val="82C11D66B573445C9C57854689C763A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A5D5A7D54154A8B93770075990DE26F">
    <w:name w:val="AA5D5A7D54154A8B93770075990DE26F"/>
  </w:style>
  <w:style w:type="paragraph" w:customStyle="1" w:styleId="BEC9164063F74607BC3D8777DB81760B">
    <w:name w:val="BEC9164063F74607BC3D8777DB81760B"/>
  </w:style>
  <w:style w:type="paragraph" w:customStyle="1" w:styleId="D8E9A7D217C54B57B8203C2CBA2680B1">
    <w:name w:val="D8E9A7D217C54B57B8203C2CBA2680B1"/>
  </w:style>
  <w:style w:type="paragraph" w:customStyle="1" w:styleId="BAED8D1209A246D799CF6253D14BD505">
    <w:name w:val="BAED8D1209A246D799CF6253D14BD505"/>
  </w:style>
  <w:style w:type="paragraph" w:customStyle="1" w:styleId="78A8317AA1E7474489C4624A69B578E1">
    <w:name w:val="78A8317AA1E7474489C4624A69B578E1"/>
  </w:style>
  <w:style w:type="paragraph" w:customStyle="1" w:styleId="6BA75180551445BBB3198B6058537298">
    <w:name w:val="6BA75180551445BBB3198B6058537298"/>
  </w:style>
  <w:style w:type="paragraph" w:customStyle="1" w:styleId="3B6632CFB61E49B0A8C042F35C2F82FD">
    <w:name w:val="3B6632CFB61E49B0A8C042F35C2F82FD"/>
  </w:style>
  <w:style w:type="paragraph" w:customStyle="1" w:styleId="233B3CE7F615463FAE8AFD6B1613F3B5">
    <w:name w:val="233B3CE7F615463FAE8AFD6B1613F3B5"/>
  </w:style>
  <w:style w:type="paragraph" w:customStyle="1" w:styleId="7872A4F2EE9F4F559F6E1AB787D1FA73">
    <w:name w:val="7872A4F2EE9F4F559F6E1AB787D1FA73"/>
  </w:style>
  <w:style w:type="paragraph" w:customStyle="1" w:styleId="4845959BFFE64B1EA8E8F3FB14ABE844">
    <w:name w:val="4845959BFFE64B1EA8E8F3FB14ABE844"/>
  </w:style>
  <w:style w:type="paragraph" w:customStyle="1" w:styleId="7474CA6FDDB14C79B9CD6F520D538968">
    <w:name w:val="7474CA6FDDB14C79B9CD6F520D538968"/>
  </w:style>
  <w:style w:type="paragraph" w:customStyle="1" w:styleId="82C11D66B573445C9C57854689C763AC">
    <w:name w:val="82C11D66B573445C9C57854689C763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F679C-A10F-4DDC-9B49-D48499797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5</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2</cp:revision>
  <dcterms:created xsi:type="dcterms:W3CDTF">2015-03-11T12:59:00Z</dcterms:created>
  <dcterms:modified xsi:type="dcterms:W3CDTF">2015-03-11T14:40:00Z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