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w:t>
      </w:r>
      <w:r w:rsidR="004C2EE6">
        <w:rPr>
          <w:rFonts w:ascii="Calibri" w:hAnsi="Calibri"/>
          <w:sz w:val="22"/>
        </w:rPr>
        <w:t xml:space="preserve"> DCP 203</w:t>
      </w:r>
      <w:r>
        <w:rPr>
          <w:rFonts w:ascii="Calibri" w:hAnsi="Calibri"/>
          <w:sz w:val="22"/>
        </w:rPr>
        <w:t xml:space="preserve">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4C2EE6" w:rsidP="00193115">
            <w:pPr>
              <w:rPr>
                <w:rFonts w:ascii="Calibri" w:hAnsi="Calibri"/>
                <w:sz w:val="22"/>
              </w:rPr>
            </w:pPr>
            <w:r>
              <w:rPr>
                <w:rFonts w:ascii="Calibri" w:hAnsi="Calibri"/>
                <w:sz w:val="22"/>
              </w:rPr>
              <w:t>DCP 203</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4C2EE6" w:rsidP="004C2EE6">
            <w:pPr>
              <w:rPr>
                <w:rFonts w:ascii="Calibri" w:hAnsi="Calibri"/>
                <w:sz w:val="22"/>
              </w:rPr>
            </w:pPr>
            <w:r>
              <w:rPr>
                <w:rFonts w:ascii="Calibri" w:hAnsi="Calibri"/>
                <w:sz w:val="22"/>
              </w:rPr>
              <w:t>The Rationalisation of Discount Factors Used to D</w:t>
            </w:r>
            <w:r w:rsidRPr="004C2EE6">
              <w:rPr>
                <w:rFonts w:ascii="Calibri" w:hAnsi="Calibri"/>
                <w:sz w:val="22"/>
              </w:rPr>
              <w:t>etermi</w:t>
            </w:r>
            <w:r>
              <w:rPr>
                <w:rFonts w:ascii="Calibri" w:hAnsi="Calibri"/>
                <w:sz w:val="22"/>
              </w:rPr>
              <w:t>ne LDNO Use of System Tariffs Relating to UMS Connections on Embedded Distribution Networks and the A</w:t>
            </w:r>
            <w:r w:rsidRPr="004C2EE6">
              <w:rPr>
                <w:rFonts w:ascii="Calibri" w:hAnsi="Calibri"/>
                <w:sz w:val="22"/>
              </w:rPr>
              <w:t xml:space="preserve">ssociated LDNO tariffs  </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4C2EE6" w:rsidP="00193115">
            <w:pPr>
              <w:rPr>
                <w:rFonts w:ascii="Calibri" w:hAnsi="Calibri"/>
                <w:sz w:val="22"/>
              </w:rPr>
            </w:pPr>
            <w:r>
              <w:rPr>
                <w:rFonts w:ascii="Calibri" w:hAnsi="Calibri"/>
                <w:sz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4C2EE6"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7C1FF2" w:rsidP="00697019">
            <w:pPr>
              <w:rPr>
                <w:rFonts w:ascii="Calibri" w:hAnsi="Calibri"/>
                <w:sz w:val="22"/>
              </w:rPr>
            </w:pPr>
            <w:r>
              <w:rPr>
                <w:rFonts w:ascii="Calibri" w:hAnsi="Calibri"/>
                <w:sz w:val="22"/>
              </w:rPr>
              <w:t>01 July</w:t>
            </w:r>
            <w:r w:rsidR="004C2EE6">
              <w:rPr>
                <w:rFonts w:ascii="Calibri" w:hAnsi="Calibri"/>
                <w:sz w:val="22"/>
              </w:rPr>
              <w:t xml:space="preserve"> 2016</w:t>
            </w:r>
            <w:bookmarkStart w:id="0" w:name="_GoBack"/>
            <w:bookmarkEnd w:id="0"/>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B8530C" w:rsidP="00B8530C">
            <w:pPr>
              <w:rPr>
                <w:rFonts w:ascii="Calibri" w:hAnsi="Calibri"/>
                <w:sz w:val="22"/>
              </w:rPr>
            </w:pPr>
            <w:r>
              <w:rPr>
                <w:rFonts w:ascii="Calibri" w:hAnsi="Calibri"/>
                <w:sz w:val="22"/>
              </w:rPr>
              <w:t>08 April</w:t>
            </w:r>
            <w:r w:rsidR="004C2EE6">
              <w:rPr>
                <w:rFonts w:ascii="Calibri" w:hAnsi="Calibri"/>
                <w:sz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5239B3E62FF64A08BFE8AAC8C2FD4790"/>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B4633893E725467CADCE085009A0AAE8"/>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9D7C4EB99C194E6EB415BB9FEA04D9D6"/>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AF8E3C4B6E9D4C50A019C6B9506F4531"/>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01C0919C2A78432DBB68E989364D7472"/>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7B1018E5408440E59F3DA401CEC6070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A43E144DCB6C441DB84D26D7A4B9D67A"/>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2EC2CC508884628BA0664A3959F679F"/>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920429531A66471487B51AE054FE322A"/>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A661D0EE06754BEA8ABBB58B434BC3D5"/>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why the objective(s) are </w:t>
            </w:r>
            <w:r w:rsidRPr="00957B20">
              <w:rPr>
                <w:rFonts w:ascii="Calibri" w:hAnsi="Calibri"/>
                <w:sz w:val="22"/>
              </w:rPr>
              <w:lastRenderedPageBreak/>
              <w:t>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3CBE20720D074425BACC38582BF1F07E"/>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4BA70725403B415A9A8E25A77DBF40F1"/>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9"/>
      <w:footerReference w:type="default" r:id="rId10"/>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EE6" w:rsidRDefault="004C2EE6" w:rsidP="00FD00A2">
      <w:r>
        <w:separator/>
      </w:r>
    </w:p>
  </w:endnote>
  <w:endnote w:type="continuationSeparator" w:id="0">
    <w:p w:rsidR="004C2EE6" w:rsidRDefault="004C2EE6"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B8530C">
    <w:pPr>
      <w:pStyle w:val="Footer"/>
      <w:rPr>
        <w:rFonts w:ascii="Calibri" w:hAnsi="Calibri"/>
      </w:rPr>
    </w:pPr>
    <w:r>
      <w:rPr>
        <w:rFonts w:ascii="Calibri" w:hAnsi="Calibri"/>
      </w:rPr>
      <w:t>18 March</w:t>
    </w:r>
    <w:r w:rsidR="007C1FF2">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4C2EE6">
      <w:rPr>
        <w:rFonts w:ascii="Calibri" w:hAnsi="Calibri"/>
      </w:rPr>
      <w:t>v1.0</w:t>
    </w:r>
    <w:r w:rsidR="00FD00A2" w:rsidRPr="00957B20">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EE6" w:rsidRDefault="004C2EE6" w:rsidP="00FD00A2">
      <w:r>
        <w:separator/>
      </w:r>
    </w:p>
  </w:footnote>
  <w:footnote w:type="continuationSeparator" w:id="0">
    <w:p w:rsidR="004C2EE6" w:rsidRDefault="004C2EE6"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4C2EE6">
      <w:rPr>
        <w:rFonts w:ascii="Calibri" w:hAnsi="Calibri"/>
      </w:rPr>
      <w:t>DCP 203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EE6"/>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A45C0"/>
    <w:rsid w:val="004C2EE6"/>
    <w:rsid w:val="005124D0"/>
    <w:rsid w:val="00554409"/>
    <w:rsid w:val="005A6203"/>
    <w:rsid w:val="005F1DC2"/>
    <w:rsid w:val="005F26DE"/>
    <w:rsid w:val="005F2D28"/>
    <w:rsid w:val="00676E09"/>
    <w:rsid w:val="00697019"/>
    <w:rsid w:val="00711B18"/>
    <w:rsid w:val="007361B2"/>
    <w:rsid w:val="0076726D"/>
    <w:rsid w:val="007C1FF2"/>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B8530C"/>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239B3E62FF64A08BFE8AAC8C2FD4790"/>
        <w:category>
          <w:name w:val="General"/>
          <w:gallery w:val="placeholder"/>
        </w:category>
        <w:types>
          <w:type w:val="bbPlcHdr"/>
        </w:types>
        <w:behaviors>
          <w:behavior w:val="content"/>
        </w:behaviors>
        <w:guid w:val="{8594C0A7-B1F8-437E-97EB-F34074FB15DB}"/>
      </w:docPartPr>
      <w:docPartBody>
        <w:p w:rsidR="00B44ED4" w:rsidRDefault="00B44ED4">
          <w:pPr>
            <w:pStyle w:val="5239B3E62FF64A08BFE8AAC8C2FD4790"/>
          </w:pPr>
          <w:r w:rsidRPr="005D19FB">
            <w:rPr>
              <w:rStyle w:val="PlaceholderText"/>
            </w:rPr>
            <w:t>Click here to enter text.</w:t>
          </w:r>
        </w:p>
      </w:docPartBody>
    </w:docPart>
    <w:docPart>
      <w:docPartPr>
        <w:name w:val="B4633893E725467CADCE085009A0AAE8"/>
        <w:category>
          <w:name w:val="General"/>
          <w:gallery w:val="placeholder"/>
        </w:category>
        <w:types>
          <w:type w:val="bbPlcHdr"/>
        </w:types>
        <w:behaviors>
          <w:behavior w:val="content"/>
        </w:behaviors>
        <w:guid w:val="{D011DC73-5A21-43AA-8956-B662D4AF9690}"/>
      </w:docPartPr>
      <w:docPartBody>
        <w:p w:rsidR="00B44ED4" w:rsidRDefault="00B44ED4">
          <w:pPr>
            <w:pStyle w:val="B4633893E725467CADCE085009A0AAE8"/>
          </w:pPr>
          <w:r w:rsidRPr="005D19FB">
            <w:rPr>
              <w:rStyle w:val="PlaceholderText"/>
            </w:rPr>
            <w:t>Choose an item.</w:t>
          </w:r>
        </w:p>
      </w:docPartBody>
    </w:docPart>
    <w:docPart>
      <w:docPartPr>
        <w:name w:val="9D7C4EB99C194E6EB415BB9FEA04D9D6"/>
        <w:category>
          <w:name w:val="General"/>
          <w:gallery w:val="placeholder"/>
        </w:category>
        <w:types>
          <w:type w:val="bbPlcHdr"/>
        </w:types>
        <w:behaviors>
          <w:behavior w:val="content"/>
        </w:behaviors>
        <w:guid w:val="{0B30619E-CFEE-4C90-8452-4077D2F920F1}"/>
      </w:docPartPr>
      <w:docPartBody>
        <w:p w:rsidR="00B44ED4" w:rsidRDefault="00B44ED4">
          <w:pPr>
            <w:pStyle w:val="9D7C4EB99C194E6EB415BB9FEA04D9D6"/>
          </w:pPr>
          <w:r w:rsidRPr="005D19FB">
            <w:rPr>
              <w:rStyle w:val="PlaceholderText"/>
            </w:rPr>
            <w:t>Click here to enter text.</w:t>
          </w:r>
        </w:p>
      </w:docPartBody>
    </w:docPart>
    <w:docPart>
      <w:docPartPr>
        <w:name w:val="AF8E3C4B6E9D4C50A019C6B9506F4531"/>
        <w:category>
          <w:name w:val="General"/>
          <w:gallery w:val="placeholder"/>
        </w:category>
        <w:types>
          <w:type w:val="bbPlcHdr"/>
        </w:types>
        <w:behaviors>
          <w:behavior w:val="content"/>
        </w:behaviors>
        <w:guid w:val="{DE691652-0921-40D3-8598-EE204FDA0A84}"/>
      </w:docPartPr>
      <w:docPartBody>
        <w:p w:rsidR="00B44ED4" w:rsidRDefault="00B44ED4">
          <w:pPr>
            <w:pStyle w:val="AF8E3C4B6E9D4C50A019C6B9506F4531"/>
          </w:pPr>
          <w:r w:rsidRPr="005D19FB">
            <w:rPr>
              <w:rStyle w:val="PlaceholderText"/>
            </w:rPr>
            <w:t>Click here to enter text.</w:t>
          </w:r>
        </w:p>
      </w:docPartBody>
    </w:docPart>
    <w:docPart>
      <w:docPartPr>
        <w:name w:val="01C0919C2A78432DBB68E989364D7472"/>
        <w:category>
          <w:name w:val="General"/>
          <w:gallery w:val="placeholder"/>
        </w:category>
        <w:types>
          <w:type w:val="bbPlcHdr"/>
        </w:types>
        <w:behaviors>
          <w:behavior w:val="content"/>
        </w:behaviors>
        <w:guid w:val="{84C05382-7200-41EA-86B8-8401A9089491}"/>
      </w:docPartPr>
      <w:docPartBody>
        <w:p w:rsidR="00B44ED4" w:rsidRDefault="00B44ED4">
          <w:pPr>
            <w:pStyle w:val="01C0919C2A78432DBB68E989364D7472"/>
          </w:pPr>
          <w:r w:rsidRPr="005D19FB">
            <w:rPr>
              <w:rStyle w:val="PlaceholderText"/>
            </w:rPr>
            <w:t>Click here to enter text.</w:t>
          </w:r>
        </w:p>
      </w:docPartBody>
    </w:docPart>
    <w:docPart>
      <w:docPartPr>
        <w:name w:val="7B1018E5408440E59F3DA401CEC60704"/>
        <w:category>
          <w:name w:val="General"/>
          <w:gallery w:val="placeholder"/>
        </w:category>
        <w:types>
          <w:type w:val="bbPlcHdr"/>
        </w:types>
        <w:behaviors>
          <w:behavior w:val="content"/>
        </w:behaviors>
        <w:guid w:val="{C70CABE3-E6A7-496B-A966-919EA5C05669}"/>
      </w:docPartPr>
      <w:docPartBody>
        <w:p w:rsidR="00B44ED4" w:rsidRDefault="00B44ED4">
          <w:pPr>
            <w:pStyle w:val="7B1018E5408440E59F3DA401CEC60704"/>
          </w:pPr>
          <w:r w:rsidRPr="005D19FB">
            <w:rPr>
              <w:rStyle w:val="PlaceholderText"/>
            </w:rPr>
            <w:t>Click here to enter text.</w:t>
          </w:r>
        </w:p>
      </w:docPartBody>
    </w:docPart>
    <w:docPart>
      <w:docPartPr>
        <w:name w:val="A43E144DCB6C441DB84D26D7A4B9D67A"/>
        <w:category>
          <w:name w:val="General"/>
          <w:gallery w:val="placeholder"/>
        </w:category>
        <w:types>
          <w:type w:val="bbPlcHdr"/>
        </w:types>
        <w:behaviors>
          <w:behavior w:val="content"/>
        </w:behaviors>
        <w:guid w:val="{5AC40C28-EAE1-438E-BA08-FC924F4D5F15}"/>
      </w:docPartPr>
      <w:docPartBody>
        <w:p w:rsidR="00B44ED4" w:rsidRDefault="00B44ED4">
          <w:pPr>
            <w:pStyle w:val="A43E144DCB6C441DB84D26D7A4B9D67A"/>
          </w:pPr>
          <w:r w:rsidRPr="005D19FB">
            <w:rPr>
              <w:rStyle w:val="PlaceholderText"/>
            </w:rPr>
            <w:t>Click here to enter text.</w:t>
          </w:r>
        </w:p>
      </w:docPartBody>
    </w:docPart>
    <w:docPart>
      <w:docPartPr>
        <w:name w:val="82EC2CC508884628BA0664A3959F679F"/>
        <w:category>
          <w:name w:val="General"/>
          <w:gallery w:val="placeholder"/>
        </w:category>
        <w:types>
          <w:type w:val="bbPlcHdr"/>
        </w:types>
        <w:behaviors>
          <w:behavior w:val="content"/>
        </w:behaviors>
        <w:guid w:val="{BD18FC30-A6E9-4C56-BE1E-EDA1223FCB92}"/>
      </w:docPartPr>
      <w:docPartBody>
        <w:p w:rsidR="00B44ED4" w:rsidRDefault="00B44ED4">
          <w:pPr>
            <w:pStyle w:val="82EC2CC508884628BA0664A3959F679F"/>
          </w:pPr>
          <w:r w:rsidRPr="005D19FB">
            <w:rPr>
              <w:rStyle w:val="PlaceholderText"/>
            </w:rPr>
            <w:t>Click here to enter text.</w:t>
          </w:r>
        </w:p>
      </w:docPartBody>
    </w:docPart>
    <w:docPart>
      <w:docPartPr>
        <w:name w:val="920429531A66471487B51AE054FE322A"/>
        <w:category>
          <w:name w:val="General"/>
          <w:gallery w:val="placeholder"/>
        </w:category>
        <w:types>
          <w:type w:val="bbPlcHdr"/>
        </w:types>
        <w:behaviors>
          <w:behavior w:val="content"/>
        </w:behaviors>
        <w:guid w:val="{B7A87710-1742-41AD-AC0B-EA8861B856BB}"/>
      </w:docPartPr>
      <w:docPartBody>
        <w:p w:rsidR="00B44ED4" w:rsidRDefault="00B44ED4">
          <w:pPr>
            <w:pStyle w:val="920429531A66471487B51AE054FE322A"/>
          </w:pPr>
          <w:r w:rsidRPr="005D19FB">
            <w:rPr>
              <w:rStyle w:val="PlaceholderText"/>
            </w:rPr>
            <w:t>Choose an item.</w:t>
          </w:r>
        </w:p>
      </w:docPartBody>
    </w:docPart>
    <w:docPart>
      <w:docPartPr>
        <w:name w:val="A661D0EE06754BEA8ABBB58B434BC3D5"/>
        <w:category>
          <w:name w:val="General"/>
          <w:gallery w:val="placeholder"/>
        </w:category>
        <w:types>
          <w:type w:val="bbPlcHdr"/>
        </w:types>
        <w:behaviors>
          <w:behavior w:val="content"/>
        </w:behaviors>
        <w:guid w:val="{D6D13EA1-3DF0-4025-9B5A-F3D3FCA91FA0}"/>
      </w:docPartPr>
      <w:docPartBody>
        <w:p w:rsidR="00B44ED4" w:rsidRDefault="00B44ED4">
          <w:pPr>
            <w:pStyle w:val="A661D0EE06754BEA8ABBB58B434BC3D5"/>
          </w:pPr>
          <w:r w:rsidRPr="005D19FB">
            <w:rPr>
              <w:rStyle w:val="PlaceholderText"/>
            </w:rPr>
            <w:t>Choose an item.</w:t>
          </w:r>
        </w:p>
      </w:docPartBody>
    </w:docPart>
    <w:docPart>
      <w:docPartPr>
        <w:name w:val="3CBE20720D074425BACC38582BF1F07E"/>
        <w:category>
          <w:name w:val="General"/>
          <w:gallery w:val="placeholder"/>
        </w:category>
        <w:types>
          <w:type w:val="bbPlcHdr"/>
        </w:types>
        <w:behaviors>
          <w:behavior w:val="content"/>
        </w:behaviors>
        <w:guid w:val="{A6928F47-9A61-4F1A-9D4C-B0806FC1F2E4}"/>
      </w:docPartPr>
      <w:docPartBody>
        <w:p w:rsidR="00B44ED4" w:rsidRDefault="00B44ED4">
          <w:pPr>
            <w:pStyle w:val="3CBE20720D074425BACC38582BF1F07E"/>
          </w:pPr>
          <w:r w:rsidRPr="005D19FB">
            <w:rPr>
              <w:rStyle w:val="PlaceholderText"/>
            </w:rPr>
            <w:t>Click here to enter text.</w:t>
          </w:r>
        </w:p>
      </w:docPartBody>
    </w:docPart>
    <w:docPart>
      <w:docPartPr>
        <w:name w:val="4BA70725403B415A9A8E25A77DBF40F1"/>
        <w:category>
          <w:name w:val="General"/>
          <w:gallery w:val="placeholder"/>
        </w:category>
        <w:types>
          <w:type w:val="bbPlcHdr"/>
        </w:types>
        <w:behaviors>
          <w:behavior w:val="content"/>
        </w:behaviors>
        <w:guid w:val="{F4047B33-A7BD-420B-83E2-2F5DBD4EAA4F}"/>
      </w:docPartPr>
      <w:docPartBody>
        <w:p w:rsidR="00B44ED4" w:rsidRDefault="00B44ED4">
          <w:pPr>
            <w:pStyle w:val="4BA70725403B415A9A8E25A77DBF40F1"/>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D4"/>
    <w:rsid w:val="00B44E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239B3E62FF64A08BFE8AAC8C2FD4790">
    <w:name w:val="5239B3E62FF64A08BFE8AAC8C2FD4790"/>
  </w:style>
  <w:style w:type="paragraph" w:customStyle="1" w:styleId="B4633893E725467CADCE085009A0AAE8">
    <w:name w:val="B4633893E725467CADCE085009A0AAE8"/>
  </w:style>
  <w:style w:type="paragraph" w:customStyle="1" w:styleId="9D7C4EB99C194E6EB415BB9FEA04D9D6">
    <w:name w:val="9D7C4EB99C194E6EB415BB9FEA04D9D6"/>
  </w:style>
  <w:style w:type="paragraph" w:customStyle="1" w:styleId="AF8E3C4B6E9D4C50A019C6B9506F4531">
    <w:name w:val="AF8E3C4B6E9D4C50A019C6B9506F4531"/>
  </w:style>
  <w:style w:type="paragraph" w:customStyle="1" w:styleId="01C0919C2A78432DBB68E989364D7472">
    <w:name w:val="01C0919C2A78432DBB68E989364D7472"/>
  </w:style>
  <w:style w:type="paragraph" w:customStyle="1" w:styleId="7B1018E5408440E59F3DA401CEC60704">
    <w:name w:val="7B1018E5408440E59F3DA401CEC60704"/>
  </w:style>
  <w:style w:type="paragraph" w:customStyle="1" w:styleId="A43E144DCB6C441DB84D26D7A4B9D67A">
    <w:name w:val="A43E144DCB6C441DB84D26D7A4B9D67A"/>
  </w:style>
  <w:style w:type="paragraph" w:customStyle="1" w:styleId="82EC2CC508884628BA0664A3959F679F">
    <w:name w:val="82EC2CC508884628BA0664A3959F679F"/>
  </w:style>
  <w:style w:type="paragraph" w:customStyle="1" w:styleId="920429531A66471487B51AE054FE322A">
    <w:name w:val="920429531A66471487B51AE054FE322A"/>
  </w:style>
  <w:style w:type="paragraph" w:customStyle="1" w:styleId="A661D0EE06754BEA8ABBB58B434BC3D5">
    <w:name w:val="A661D0EE06754BEA8ABBB58B434BC3D5"/>
  </w:style>
  <w:style w:type="paragraph" w:customStyle="1" w:styleId="3CBE20720D074425BACC38582BF1F07E">
    <w:name w:val="3CBE20720D074425BACC38582BF1F07E"/>
  </w:style>
  <w:style w:type="paragraph" w:customStyle="1" w:styleId="4BA70725403B415A9A8E25A77DBF40F1">
    <w:name w:val="4BA70725403B415A9A8E25A77DBF40F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239B3E62FF64A08BFE8AAC8C2FD4790">
    <w:name w:val="5239B3E62FF64A08BFE8AAC8C2FD4790"/>
  </w:style>
  <w:style w:type="paragraph" w:customStyle="1" w:styleId="B4633893E725467CADCE085009A0AAE8">
    <w:name w:val="B4633893E725467CADCE085009A0AAE8"/>
  </w:style>
  <w:style w:type="paragraph" w:customStyle="1" w:styleId="9D7C4EB99C194E6EB415BB9FEA04D9D6">
    <w:name w:val="9D7C4EB99C194E6EB415BB9FEA04D9D6"/>
  </w:style>
  <w:style w:type="paragraph" w:customStyle="1" w:styleId="AF8E3C4B6E9D4C50A019C6B9506F4531">
    <w:name w:val="AF8E3C4B6E9D4C50A019C6B9506F4531"/>
  </w:style>
  <w:style w:type="paragraph" w:customStyle="1" w:styleId="01C0919C2A78432DBB68E989364D7472">
    <w:name w:val="01C0919C2A78432DBB68E989364D7472"/>
  </w:style>
  <w:style w:type="paragraph" w:customStyle="1" w:styleId="7B1018E5408440E59F3DA401CEC60704">
    <w:name w:val="7B1018E5408440E59F3DA401CEC60704"/>
  </w:style>
  <w:style w:type="paragraph" w:customStyle="1" w:styleId="A43E144DCB6C441DB84D26D7A4B9D67A">
    <w:name w:val="A43E144DCB6C441DB84D26D7A4B9D67A"/>
  </w:style>
  <w:style w:type="paragraph" w:customStyle="1" w:styleId="82EC2CC508884628BA0664A3959F679F">
    <w:name w:val="82EC2CC508884628BA0664A3959F679F"/>
  </w:style>
  <w:style w:type="paragraph" w:customStyle="1" w:styleId="920429531A66471487B51AE054FE322A">
    <w:name w:val="920429531A66471487B51AE054FE322A"/>
  </w:style>
  <w:style w:type="paragraph" w:customStyle="1" w:styleId="A661D0EE06754BEA8ABBB58B434BC3D5">
    <w:name w:val="A661D0EE06754BEA8ABBB58B434BC3D5"/>
  </w:style>
  <w:style w:type="paragraph" w:customStyle="1" w:styleId="3CBE20720D074425BACC38582BF1F07E">
    <w:name w:val="3CBE20720D074425BACC38582BF1F07E"/>
  </w:style>
  <w:style w:type="paragraph" w:customStyle="1" w:styleId="4BA70725403B415A9A8E25A77DBF40F1">
    <w:name w:val="4BA70725403B415A9A8E25A77DBF40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CCB0A-CF81-4186-B801-BD33E858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0</TotalTime>
  <Pages>2</Pages>
  <Words>501</Words>
  <Characters>2860</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dcterms:created xsi:type="dcterms:W3CDTF">2016-02-10T16:58:00Z</dcterms:created>
  <dcterms:modified xsi:type="dcterms:W3CDTF">2016-02-10T16:58:00Z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