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018575542"/>
        <w:lock w:val="contentLocked"/>
        <w:placeholder>
          <w:docPart w:val="DefaultPlaceholder_1082065158"/>
        </w:placeholder>
        <w:group/>
      </w:sdtPr>
      <w:sdtEndPr>
        <w:rPr>
          <w:rFonts w:eastAsiaTheme="minorHAnsi" w:cstheme="minorBidi"/>
          <w:b w:val="0"/>
          <w:caps w:val="0"/>
          <w:spacing w:val="0"/>
          <w:kern w:val="0"/>
          <w:szCs w:val="24"/>
        </w:rPr>
      </w:sdtEndPr>
      <w:sdtContent>
        <w:p w:rsidR="008F22A5" w:rsidRDefault="00CD49D0" w:rsidP="00223DF1">
          <w:pPr>
            <w:pStyle w:val="Title"/>
          </w:pPr>
          <w:r>
            <w:t>DCP 161 Consultation</w:t>
          </w:r>
          <w:bookmarkStart w:id="0" w:name="_GoBack"/>
          <w:bookmarkEnd w:id="0"/>
          <w:r w:rsidR="00D354E4">
            <w:t xml:space="preserve"> response form</w:t>
          </w:r>
        </w:p>
        <w:p w:rsidR="00A828F0" w:rsidRDefault="00251AF3" w:rsidP="00A828F0">
          <w:pPr>
            <w:pStyle w:val="BodyTextNoSpacing"/>
          </w:pPr>
          <w:r>
            <w:t xml:space="preserve">To: </w:t>
          </w:r>
          <w:r w:rsidR="00D354E4">
            <w:t>Michael Walls</w:t>
          </w:r>
        </w:p>
        <w:p w:rsidR="00A828F0" w:rsidRDefault="00A828F0" w:rsidP="00A828F0">
          <w:pPr>
            <w:pStyle w:val="BodyTextNoSpacing"/>
          </w:pPr>
          <w:r>
            <w:t xml:space="preserve">Email: </w:t>
          </w:r>
          <w:hyperlink r:id="rId9" w:history="1">
            <w:r>
              <w:rPr>
                <w:rStyle w:val="Hyperlink"/>
              </w:rPr>
              <w:t>DCUSA@electralink.co.uk</w:t>
            </w:r>
          </w:hyperlink>
        </w:p>
        <w:p w:rsidR="00223DF1" w:rsidRDefault="00251AF3" w:rsidP="00A828F0">
          <w:pPr>
            <w:pStyle w:val="BodyText"/>
          </w:pPr>
          <w:r>
            <w:t xml:space="preserve">Response Deadline: </w:t>
          </w:r>
          <w:r w:rsidR="00D354E4" w:rsidRPr="00D354E4">
            <w:t>29 September 2015.</w:t>
          </w:r>
        </w:p>
        <w:tbl>
          <w:tblPr>
            <w:tblStyle w:val="TableGrid"/>
            <w:tblW w:w="0" w:type="auto"/>
            <w:tblInd w:w="5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2268"/>
            <w:gridCol w:w="6761"/>
          </w:tblGrid>
          <w:tr w:rsidR="00A828F0" w:rsidTr="00EE2CEA">
            <w:tc>
              <w:tcPr>
                <w:tcW w:w="2268" w:type="dxa"/>
              </w:tcPr>
              <w:p w:rsidR="00A828F0" w:rsidRDefault="00A828F0" w:rsidP="00A828F0">
                <w:pPr>
                  <w:pStyle w:val="BodyTextNoSpacing"/>
                </w:pPr>
                <w:r>
                  <w:t>Name:</w:t>
                </w:r>
              </w:p>
            </w:tc>
            <w:sdt>
              <w:sdtPr>
                <w:alias w:val="Name"/>
                <w:tag w:val="name"/>
                <w:id w:val="-791902344"/>
                <w:placeholder>
                  <w:docPart w:val="24AC8CA50CD945CFB466D2E84461987F"/>
                </w:placeholder>
                <w:showingPlcHdr/>
                <w:text/>
              </w:sdtPr>
              <w:sdtEndPr/>
              <w:sdtContent>
                <w:tc>
                  <w:tcPr>
                    <w:tcW w:w="6761" w:type="dxa"/>
                  </w:tcPr>
                  <w:p w:rsidR="00A828F0" w:rsidRDefault="00A828F0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A828F0" w:rsidTr="00EE2CEA">
            <w:tc>
              <w:tcPr>
                <w:tcW w:w="2268" w:type="dxa"/>
              </w:tcPr>
              <w:p w:rsidR="00A828F0" w:rsidRDefault="00A828F0" w:rsidP="00A828F0">
                <w:pPr>
                  <w:pStyle w:val="BodyTextNoSpacing"/>
                </w:pPr>
                <w:r>
                  <w:t>Organisation:</w:t>
                </w:r>
              </w:p>
            </w:tc>
            <w:sdt>
              <w:sdtPr>
                <w:alias w:val="Organisation"/>
                <w:tag w:val="organisation"/>
                <w:id w:val="1705980625"/>
                <w:placeholder>
                  <w:docPart w:val="24AC8CA50CD945CFB466D2E84461987F"/>
                </w:placeholder>
                <w:showingPlcHdr/>
                <w:text/>
              </w:sdtPr>
              <w:sdtEndPr/>
              <w:sdtContent>
                <w:tc>
                  <w:tcPr>
                    <w:tcW w:w="6761" w:type="dxa"/>
                  </w:tcPr>
                  <w:p w:rsidR="00A828F0" w:rsidRDefault="00A828F0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A828F0" w:rsidTr="00EE2CEA">
            <w:tc>
              <w:tcPr>
                <w:tcW w:w="2268" w:type="dxa"/>
              </w:tcPr>
              <w:p w:rsidR="00A828F0" w:rsidRDefault="00A828F0" w:rsidP="00A828F0">
                <w:pPr>
                  <w:pStyle w:val="BodyTextNoSpacing"/>
                </w:pPr>
                <w:r>
                  <w:t>Role:</w:t>
                </w:r>
              </w:p>
            </w:tc>
            <w:sdt>
              <w:sdtPr>
                <w:alias w:val="Role"/>
                <w:tag w:val="role"/>
                <w:id w:val="91292745"/>
                <w:placeholder>
                  <w:docPart w:val="1FA97B12385A4386954BF689495E34B6"/>
                </w:placeholder>
                <w:showingPlcHdr/>
                <w:comboBox>
                  <w:listItem w:value="Choose an item"/>
                  <w:listItem w:displayText="Supplier" w:value="Supplier"/>
                  <w:listItem w:displayText="DNO" w:value="DNO"/>
                  <w:listItem w:displayText="IDNO" w:value="IDNO"/>
                  <w:listItem w:displayText="DG" w:value="DG"/>
                  <w:listItem w:displayText="OTSO" w:value="OTSO"/>
                  <w:listItem w:displayText="Other - please specify (type here)" w:value="Other - please specify (type here)"/>
                </w:comboBox>
              </w:sdtPr>
              <w:sdtEndPr/>
              <w:sdtContent>
                <w:tc>
                  <w:tcPr>
                    <w:tcW w:w="6761" w:type="dxa"/>
                  </w:tcPr>
                  <w:p w:rsidR="00A828F0" w:rsidRDefault="00A828F0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Choose an item.</w:t>
                    </w:r>
                  </w:p>
                </w:tc>
              </w:sdtContent>
            </w:sdt>
          </w:tr>
          <w:tr w:rsidR="00A828F0" w:rsidTr="00EE2CEA">
            <w:tc>
              <w:tcPr>
                <w:tcW w:w="2268" w:type="dxa"/>
              </w:tcPr>
              <w:p w:rsidR="00A828F0" w:rsidRDefault="00A828F0" w:rsidP="00A828F0">
                <w:pPr>
                  <w:pStyle w:val="BodyTextNoSpacing"/>
                </w:pPr>
                <w:r>
                  <w:t>Email address:</w:t>
                </w:r>
              </w:p>
            </w:tc>
            <w:sdt>
              <w:sdtPr>
                <w:alias w:val="Email address"/>
                <w:tag w:val="email_address"/>
                <w:id w:val="1342744291"/>
                <w:placeholder>
                  <w:docPart w:val="24AC8CA50CD945CFB466D2E84461987F"/>
                </w:placeholder>
                <w:showingPlcHdr/>
                <w:text/>
              </w:sdtPr>
              <w:sdtEndPr/>
              <w:sdtContent>
                <w:tc>
                  <w:tcPr>
                    <w:tcW w:w="6761" w:type="dxa"/>
                  </w:tcPr>
                  <w:p w:rsidR="00A828F0" w:rsidRDefault="007361B2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A828F0" w:rsidTr="00EE2CEA">
            <w:tc>
              <w:tcPr>
                <w:tcW w:w="2268" w:type="dxa"/>
              </w:tcPr>
              <w:p w:rsidR="00A828F0" w:rsidRDefault="00A828F0" w:rsidP="00A828F0">
                <w:pPr>
                  <w:pStyle w:val="BodyTextNoSpacing"/>
                </w:pPr>
                <w:r>
                  <w:t>Phone number:</w:t>
                </w:r>
              </w:p>
            </w:tc>
            <w:sdt>
              <w:sdtPr>
                <w:alias w:val="Phone Number"/>
                <w:tag w:val="phone_number"/>
                <w:id w:val="-1553148916"/>
                <w:placeholder>
                  <w:docPart w:val="24AC8CA50CD945CFB466D2E84461987F"/>
                </w:placeholder>
                <w:showingPlcHdr/>
                <w:text/>
              </w:sdtPr>
              <w:sdtEndPr/>
              <w:sdtContent>
                <w:tc>
                  <w:tcPr>
                    <w:tcW w:w="6761" w:type="dxa"/>
                  </w:tcPr>
                  <w:p w:rsidR="00A828F0" w:rsidRDefault="007361B2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963A66" w:rsidTr="00EE2CEA">
            <w:tc>
              <w:tcPr>
                <w:tcW w:w="2268" w:type="dxa"/>
              </w:tcPr>
              <w:p w:rsidR="00963A66" w:rsidRDefault="00963A66" w:rsidP="00A828F0">
                <w:pPr>
                  <w:pStyle w:val="BodyTextNoSpacing"/>
                </w:pPr>
                <w:r>
                  <w:t>Response</w:t>
                </w:r>
                <w:r w:rsidR="00AC6DB4">
                  <w:rPr>
                    <w:rStyle w:val="FootnoteReference"/>
                  </w:rPr>
                  <w:footnoteReference w:id="1"/>
                </w:r>
                <w:r>
                  <w:t>:</w:t>
                </w:r>
              </w:p>
            </w:tc>
            <w:sdt>
              <w:sdtPr>
                <w:alias w:val="Response"/>
                <w:tag w:val="response"/>
                <w:id w:val="-1635945452"/>
                <w:placeholder>
                  <w:docPart w:val="1FA97B12385A4386954BF689495E34B6"/>
                </w:placeholder>
                <w:showingPlcHdr/>
                <w:comboBox>
                  <w:listItem w:value="Choose an item."/>
                  <w:listItem w:displayText="Anonymous" w:value="Anonymous"/>
                  <w:listItem w:displayText="Confidential" w:value="Confidential"/>
                  <w:listItem w:displayText="Non-confidential" w:value="Non-confidential"/>
                  <w:listItem w:displayText="Other - please specify (type here)" w:value="Other - please specify (type here)"/>
                </w:comboBox>
              </w:sdtPr>
              <w:sdtEndPr/>
              <w:sdtContent>
                <w:tc>
                  <w:tcPr>
                    <w:tcW w:w="6761" w:type="dxa"/>
                  </w:tcPr>
                  <w:p w:rsidR="00963A66" w:rsidRDefault="00963A66" w:rsidP="00A828F0">
                    <w:pPr>
                      <w:pStyle w:val="BodyTextNoSpacing"/>
                    </w:pPr>
                    <w:r w:rsidRPr="005D19FB">
                      <w:rPr>
                        <w:rStyle w:val="PlaceholderText"/>
                      </w:rPr>
                      <w:t>Choose an item.</w:t>
                    </w:r>
                  </w:p>
                </w:tc>
              </w:sdtContent>
            </w:sdt>
          </w:tr>
        </w:tbl>
        <w:p w:rsidR="00A828F0" w:rsidRDefault="00A828F0" w:rsidP="00A828F0"/>
        <w:tbl>
          <w:tblPr>
            <w:tblStyle w:val="ElectralinkResponseTable"/>
            <w:tblW w:w="9070" w:type="dxa"/>
            <w:tblLayout w:type="fixed"/>
            <w:tblLook w:val="04A0" w:firstRow="1" w:lastRow="0" w:firstColumn="1" w:lastColumn="0" w:noHBand="0" w:noVBand="1"/>
          </w:tblPr>
          <w:tblGrid>
            <w:gridCol w:w="9070"/>
          </w:tblGrid>
          <w:tr w:rsidR="00D354E4" w:rsidTr="00D354E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9287" w:type="dxa"/>
              </w:tcPr>
              <w:p w:rsidR="00D354E4" w:rsidRDefault="00D354E4" w:rsidP="00D354E4">
                <w:pPr>
                  <w:pStyle w:val="Question"/>
                </w:pPr>
                <w:r w:rsidRPr="00D354E4">
                  <w:t>Do you support the proposal to defer the implementation of DCP 161 from 1 April 2016 to 1 April 2018? Please provide your rationale.</w:t>
                </w:r>
              </w:p>
            </w:tc>
          </w:tr>
          <w:tr w:rsidR="00D354E4" w:rsidTr="00D354E4">
            <w:sdt>
              <w:sdtPr>
                <w:tag w:val="dcusa_response1"/>
                <w:id w:val="89667784"/>
                <w:placeholder>
                  <w:docPart w:val="DefaultPlaceholder_1082065158"/>
                </w:placeholder>
                <w:showingPlcHdr/>
              </w:sdtPr>
              <w:sdtEndPr/>
              <w:sdtContent>
                <w:tc>
                  <w:tcPr>
                    <w:tcW w:w="9287" w:type="dxa"/>
                  </w:tcPr>
                  <w:p w:rsidR="00D354E4" w:rsidRDefault="00D354E4" w:rsidP="00D354E4">
                    <w:pPr>
                      <w:pStyle w:val="BodyText"/>
                    </w:pPr>
                    <w:r w:rsidRPr="00102B00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</w:tbl>
        <w:p w:rsidR="00410907" w:rsidRDefault="00410907" w:rsidP="0023069B">
          <w:pPr>
            <w:pStyle w:val="BodyText"/>
          </w:pPr>
        </w:p>
        <w:tbl>
          <w:tblPr>
            <w:tblStyle w:val="ElectralinkResponseTable"/>
            <w:tblW w:w="9070" w:type="dxa"/>
            <w:tblLayout w:type="fixed"/>
            <w:tblLook w:val="04A0" w:firstRow="1" w:lastRow="0" w:firstColumn="1" w:lastColumn="0" w:noHBand="0" w:noVBand="1"/>
          </w:tblPr>
          <w:tblGrid>
            <w:gridCol w:w="9070"/>
          </w:tblGrid>
          <w:tr w:rsidR="00D354E4" w:rsidTr="00D354E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9287" w:type="dxa"/>
              </w:tcPr>
              <w:p w:rsidR="00D354E4" w:rsidRDefault="00D354E4" w:rsidP="00D354E4">
                <w:pPr>
                  <w:pStyle w:val="Question"/>
                </w:pPr>
                <w:r w:rsidRPr="00D354E4">
                  <w:t>Do you have any further comments?</w:t>
                </w:r>
              </w:p>
            </w:tc>
          </w:tr>
          <w:tr w:rsidR="00D354E4" w:rsidTr="00D354E4">
            <w:sdt>
              <w:sdtPr>
                <w:tag w:val="dcusa_response2"/>
                <w:id w:val="1635831047"/>
                <w:placeholder>
                  <w:docPart w:val="DefaultPlaceholder_1082065158"/>
                </w:placeholder>
                <w:showingPlcHdr/>
              </w:sdtPr>
              <w:sdtEndPr/>
              <w:sdtContent>
                <w:tc>
                  <w:tcPr>
                    <w:tcW w:w="9287" w:type="dxa"/>
                  </w:tcPr>
                  <w:p w:rsidR="00D354E4" w:rsidRDefault="00D354E4" w:rsidP="00D354E4">
                    <w:pPr>
                      <w:pStyle w:val="BodyText"/>
                    </w:pPr>
                    <w:r w:rsidRPr="00102B00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</w:tbl>
        <w:p w:rsidR="00D354E4" w:rsidRDefault="00D354E4" w:rsidP="0023069B">
          <w:pPr>
            <w:pStyle w:val="BodyText"/>
          </w:pPr>
        </w:p>
        <w:p w:rsidR="00D354E4" w:rsidRPr="00223DF1" w:rsidRDefault="00E2684A" w:rsidP="0023069B">
          <w:pPr>
            <w:pStyle w:val="BodyText"/>
          </w:pPr>
        </w:p>
      </w:sdtContent>
    </w:sdt>
    <w:sectPr w:rsidR="00D354E4" w:rsidRPr="00223DF1" w:rsidSect="00CE49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E4" w:rsidRDefault="00D354E4" w:rsidP="00FD00A2">
      <w:r>
        <w:separator/>
      </w:r>
    </w:p>
  </w:endnote>
  <w:endnote w:type="continuationSeparator" w:id="0">
    <w:p w:rsidR="00D354E4" w:rsidRDefault="00D354E4" w:rsidP="00FD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122470"/>
      <w:lock w:val="contentLocked"/>
      <w:placeholder>
        <w:docPart w:val="DefaultPlaceholder_1082065158"/>
      </w:placeholder>
      <w:showingPlcHdr/>
      <w:group/>
    </w:sdtPr>
    <w:sdtContent>
      <w:p w:rsidR="00D354E4" w:rsidRDefault="00E2684A">
        <w:pPr>
          <w:pStyle w:val="Footer"/>
        </w:pPr>
        <w:r w:rsidRPr="00102B00">
          <w:rPr>
            <w:rStyle w:val="PlaceholderText"/>
          </w:rPr>
          <w:t>Click here to enter text.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310147"/>
      <w:lock w:val="contentLocked"/>
      <w:placeholder>
        <w:docPart w:val="DefaultPlaceholder_1082065158"/>
      </w:placeholder>
      <w:group/>
    </w:sdtPr>
    <w:sdtContent>
      <w:p w:rsidR="00FD00A2" w:rsidRDefault="00FD00A2">
        <w:pPr>
          <w:pStyle w:val="Footer"/>
        </w:pPr>
        <w:r>
          <w:fldChar w:fldCharType="begin"/>
        </w:r>
        <w:r>
          <w:instrText xml:space="preserve"> docproperty date </w:instrText>
        </w:r>
        <w:r>
          <w:fldChar w:fldCharType="separate"/>
        </w:r>
        <w:r w:rsidR="00D354E4">
          <w:t>15 September 2015</w:t>
        </w:r>
        <w:r>
          <w:fldChar w:fldCharType="end"/>
        </w:r>
        <w:r>
          <w:tab/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E2684A">
          <w:rPr>
            <w:noProof/>
          </w:rPr>
          <w:t>1</w:t>
        </w:r>
        <w:r>
          <w:fldChar w:fldCharType="end"/>
        </w:r>
        <w:r>
          <w:t xml:space="preserve"> of </w:t>
        </w:r>
        <w:r>
          <w:fldChar w:fldCharType="begin"/>
        </w:r>
        <w:r>
          <w:instrText xml:space="preserve"> numpages </w:instrText>
        </w:r>
        <w:r>
          <w:fldChar w:fldCharType="separate"/>
        </w:r>
        <w:r w:rsidR="00E2684A">
          <w:rPr>
            <w:noProof/>
          </w:rPr>
          <w:t>1</w:t>
        </w:r>
        <w:r>
          <w:fldChar w:fldCharType="end"/>
        </w:r>
        <w:r>
          <w:tab/>
        </w:r>
        <w:r>
          <w:fldChar w:fldCharType="begin"/>
        </w:r>
        <w:r>
          <w:instrText xml:space="preserve"> docproperty version </w:instrText>
        </w:r>
        <w:r>
          <w:fldChar w:fldCharType="separate"/>
        </w:r>
        <w:r w:rsidR="00D354E4">
          <w:t>1.0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981132"/>
      <w:lock w:val="contentLocked"/>
      <w:placeholder>
        <w:docPart w:val="DefaultPlaceholder_1082065158"/>
      </w:placeholder>
      <w:showingPlcHdr/>
      <w:group/>
    </w:sdtPr>
    <w:sdtContent>
      <w:p w:rsidR="00D354E4" w:rsidRDefault="00E2684A">
        <w:pPr>
          <w:pStyle w:val="Footer"/>
        </w:pPr>
        <w:r w:rsidRPr="00102B00">
          <w:rPr>
            <w:rStyle w:val="PlaceholderText"/>
          </w:rPr>
          <w:t>Click here to enter text.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E4" w:rsidRDefault="00D354E4" w:rsidP="00FD00A2">
      <w:r>
        <w:separator/>
      </w:r>
    </w:p>
  </w:footnote>
  <w:footnote w:type="continuationSeparator" w:id="0">
    <w:p w:rsidR="00D354E4" w:rsidRDefault="00D354E4" w:rsidP="00FD00A2">
      <w:r>
        <w:continuationSeparator/>
      </w:r>
    </w:p>
  </w:footnote>
  <w:footnote w:id="1">
    <w:p w:rsidR="00AC6DB4" w:rsidRDefault="00AC6D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AC6DB4">
        <w:t>All responses will be treated as non-confidential unless indicated otherwise.</w:t>
      </w:r>
    </w:p>
    <w:p w:rsidR="00AC6DB4" w:rsidRDefault="00AC6DB4">
      <w:pPr>
        <w:pStyle w:val="FootnoteText"/>
      </w:pPr>
      <w:r>
        <w:tab/>
      </w:r>
      <w:r w:rsidRPr="00AC6DB4">
        <w:t xml:space="preserve">Anonymous </w:t>
      </w:r>
      <w:r w:rsidR="002B61A0">
        <w:t xml:space="preserve">responses </w:t>
      </w:r>
      <w:r w:rsidRPr="00AC6DB4">
        <w:t>will omit the detail of the submitting party but the content of the response will be published on the DCUSA website.</w:t>
      </w:r>
    </w:p>
    <w:p w:rsidR="00AC6DB4" w:rsidRDefault="00AC6DB4">
      <w:pPr>
        <w:pStyle w:val="FootnoteText"/>
      </w:pPr>
      <w:r>
        <w:tab/>
      </w:r>
      <w:r w:rsidR="002B61A0">
        <w:t xml:space="preserve">Confidential responses </w:t>
      </w:r>
      <w:r w:rsidRPr="00AC6DB4">
        <w:t>will not be published on the DCUSA website. For all other confidentiality requirements please contact the secretariat at DCUSA @electralink.co.uk or 0207 7432 3017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961266"/>
      <w:lock w:val="contentLocked"/>
      <w:placeholder>
        <w:docPart w:val="DefaultPlaceholder_1082065158"/>
      </w:placeholder>
      <w:showingPlcHdr/>
      <w:group/>
    </w:sdtPr>
    <w:sdtContent>
      <w:p w:rsidR="00D354E4" w:rsidRDefault="00E2684A">
        <w:pPr>
          <w:pStyle w:val="Header"/>
        </w:pPr>
        <w:r w:rsidRPr="00102B00">
          <w:rPr>
            <w:rStyle w:val="PlaceholderText"/>
          </w:rPr>
          <w:t>Click here to enter text.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121498"/>
      <w:lock w:val="contentLocked"/>
      <w:placeholder>
        <w:docPart w:val="DefaultPlaceholder_1082065158"/>
      </w:placeholder>
      <w:group/>
    </w:sdtPr>
    <w:sdtContent>
      <w:p w:rsidR="00FD00A2" w:rsidRDefault="00251AF3">
        <w:pPr>
          <w:pStyle w:val="Header"/>
        </w:pPr>
        <w:r>
          <w:t xml:space="preserve">DCUSA Consultation </w:t>
        </w:r>
        <w:r w:rsidR="00FD00A2">
          <w:tab/>
        </w:r>
        <w:r w:rsidR="009B02DB">
          <w:t xml:space="preserve">DCP </w:t>
        </w:r>
        <w:r w:rsidR="00FD00A2">
          <w:fldChar w:fldCharType="begin"/>
        </w:r>
        <w:r w:rsidR="00FD00A2">
          <w:instrText xml:space="preserve"> docproperty ref </w:instrText>
        </w:r>
        <w:r w:rsidR="00FD00A2">
          <w:fldChar w:fldCharType="separate"/>
        </w:r>
        <w:r w:rsidR="00D354E4">
          <w:t>161</w:t>
        </w:r>
        <w:r w:rsidR="00FD00A2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425331"/>
      <w:lock w:val="contentLocked"/>
      <w:placeholder>
        <w:docPart w:val="DefaultPlaceholder_1082065158"/>
      </w:placeholder>
      <w:showingPlcHdr/>
      <w:group/>
    </w:sdtPr>
    <w:sdtContent>
      <w:p w:rsidR="00D354E4" w:rsidRDefault="00E2684A">
        <w:pPr>
          <w:pStyle w:val="Header"/>
        </w:pPr>
        <w:r w:rsidRPr="00102B00">
          <w:rPr>
            <w:rStyle w:val="PlaceholderText"/>
          </w:rPr>
          <w:t>Click here to enter text.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6974E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9CDAF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196A3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75EC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6AB2A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A3E4D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13F7CE1"/>
    <w:multiLevelType w:val="multilevel"/>
    <w:tmpl w:val="39CA55F8"/>
    <w:styleLink w:val="ElectralinkQuestionNumbers"/>
    <w:lvl w:ilvl="0">
      <w:start w:val="1"/>
      <w:numFmt w:val="decimal"/>
      <w:pStyle w:val="Questio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BE97697"/>
    <w:multiLevelType w:val="multilevel"/>
    <w:tmpl w:val="5EE625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DC63762"/>
    <w:multiLevelType w:val="multilevel"/>
    <w:tmpl w:val="125A7024"/>
    <w:styleLink w:val="NumberList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75D559E"/>
    <w:multiLevelType w:val="multilevel"/>
    <w:tmpl w:val="396E8C00"/>
    <w:styleLink w:val="BulletLis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9"/>
  </w:num>
  <w:num w:numId="4">
    <w:abstractNumId w:val="3"/>
  </w:num>
  <w:num w:numId="5">
    <w:abstractNumId w:val="9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1"/>
  </w:num>
  <w:num w:numId="11">
    <w:abstractNumId w:val="7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E4"/>
    <w:rsid w:val="00077D80"/>
    <w:rsid w:val="00134AF7"/>
    <w:rsid w:val="001E03C5"/>
    <w:rsid w:val="00223DF1"/>
    <w:rsid w:val="0023069B"/>
    <w:rsid w:val="00251AF3"/>
    <w:rsid w:val="002B61A0"/>
    <w:rsid w:val="0031153A"/>
    <w:rsid w:val="0040580C"/>
    <w:rsid w:val="00410907"/>
    <w:rsid w:val="00554409"/>
    <w:rsid w:val="00711B18"/>
    <w:rsid w:val="007361B2"/>
    <w:rsid w:val="0076726D"/>
    <w:rsid w:val="00884177"/>
    <w:rsid w:val="008D01AD"/>
    <w:rsid w:val="008F22A5"/>
    <w:rsid w:val="00963A66"/>
    <w:rsid w:val="009A3EA3"/>
    <w:rsid w:val="009B02DB"/>
    <w:rsid w:val="009F1AFC"/>
    <w:rsid w:val="00A817E9"/>
    <w:rsid w:val="00A828F0"/>
    <w:rsid w:val="00AC6DB4"/>
    <w:rsid w:val="00C01797"/>
    <w:rsid w:val="00CD49D0"/>
    <w:rsid w:val="00CE497A"/>
    <w:rsid w:val="00D354E4"/>
    <w:rsid w:val="00D3624F"/>
    <w:rsid w:val="00DB3EF9"/>
    <w:rsid w:val="00E2684A"/>
    <w:rsid w:val="00EE2CEA"/>
    <w:rsid w:val="00FD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/>
    <w:lsdException w:name="toc 2" w:uiPriority="1"/>
    <w:lsdException w:name="toc 3" w:uiPriority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1"/>
    <w:lsdException w:name="List Bullet" w:uiPriority="0" w:qFormat="1"/>
    <w:lsdException w:name="List Number" w:uiPriority="0" w:qFormat="1"/>
    <w:lsdException w:name="List 2" w:uiPriority="1"/>
    <w:lsdException w:name="List 3" w:uiPriority="1"/>
    <w:lsdException w:name="List 4" w:uiPriority="1"/>
    <w:lsdException w:name="List 5" w:uiPriority="1"/>
    <w:lsdException w:name="List Bullet 2" w:uiPriority="0" w:qFormat="1"/>
    <w:lsdException w:name="List Bullet 3" w:uiPriority="0" w:qFormat="1"/>
    <w:lsdException w:name="List Number 2" w:uiPriority="0" w:qFormat="1"/>
    <w:lsdException w:name="List Number 3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List Continue" w:uiPriority="1"/>
    <w:lsdException w:name="List Continue 2" w:uiPriority="1"/>
    <w:lsdException w:name="List Continue 3" w:uiPriority="1"/>
    <w:lsdException w:name="List Continue 4" w:uiPriority="1"/>
    <w:lsdException w:name="List Continue 5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0" w:unhideWhenUsed="0"/>
  </w:latentStyles>
  <w:style w:type="paragraph" w:default="1" w:styleId="Normal">
    <w:name w:val="Normal"/>
    <w:qFormat/>
    <w:rsid w:val="00AC6DB4"/>
    <w:pPr>
      <w:spacing w:line="240" w:lineRule="auto"/>
    </w:pPr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qFormat/>
    <w:rsid w:val="00134AF7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rsid w:val="00134AF7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134AF7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134AF7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rsid w:val="00134AF7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34AF7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Bullet">
    <w:name w:val="List Bullet"/>
    <w:basedOn w:val="BodyText"/>
    <w:qFormat/>
    <w:rsid w:val="00A817E9"/>
    <w:pPr>
      <w:numPr>
        <w:numId w:val="7"/>
      </w:numPr>
    </w:pPr>
  </w:style>
  <w:style w:type="paragraph" w:styleId="ListBullet2">
    <w:name w:val="List Bullet 2"/>
    <w:basedOn w:val="BodyText"/>
    <w:qFormat/>
    <w:rsid w:val="00A817E9"/>
    <w:pPr>
      <w:numPr>
        <w:ilvl w:val="1"/>
        <w:numId w:val="7"/>
      </w:numPr>
    </w:pPr>
  </w:style>
  <w:style w:type="paragraph" w:styleId="ListBullet3">
    <w:name w:val="List Bullet 3"/>
    <w:basedOn w:val="BodyText"/>
    <w:qFormat/>
    <w:rsid w:val="00A817E9"/>
  </w:style>
  <w:style w:type="paragraph" w:styleId="ListContinue">
    <w:name w:val="List Continue"/>
    <w:basedOn w:val="BodyText"/>
    <w:uiPriority w:val="1"/>
    <w:rsid w:val="00A817E9"/>
    <w:pPr>
      <w:ind w:left="284"/>
    </w:pPr>
  </w:style>
  <w:style w:type="paragraph" w:styleId="ListContinue2">
    <w:name w:val="List Continue 2"/>
    <w:basedOn w:val="BodyText"/>
    <w:uiPriority w:val="1"/>
    <w:rsid w:val="00A817E9"/>
    <w:pPr>
      <w:ind w:left="567"/>
    </w:pPr>
  </w:style>
  <w:style w:type="paragraph" w:styleId="ListContinue3">
    <w:name w:val="List Continue 3"/>
    <w:basedOn w:val="BodyText"/>
    <w:uiPriority w:val="1"/>
    <w:rsid w:val="00A817E9"/>
    <w:pPr>
      <w:ind w:left="851"/>
    </w:pPr>
  </w:style>
  <w:style w:type="paragraph" w:styleId="ListContinue4">
    <w:name w:val="List Continue 4"/>
    <w:basedOn w:val="BodyText"/>
    <w:uiPriority w:val="1"/>
    <w:rsid w:val="00A817E9"/>
    <w:pPr>
      <w:ind w:left="1247"/>
    </w:pPr>
  </w:style>
  <w:style w:type="paragraph" w:styleId="ListContinue5">
    <w:name w:val="List Continue 5"/>
    <w:basedOn w:val="BodyText"/>
    <w:uiPriority w:val="1"/>
    <w:rsid w:val="00A817E9"/>
    <w:pPr>
      <w:ind w:left="1985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paragraph" w:styleId="ListNumber2">
    <w:name w:val="List Number 2"/>
    <w:basedOn w:val="BodyText"/>
    <w:qFormat/>
    <w:rsid w:val="00A817E9"/>
    <w:pPr>
      <w:numPr>
        <w:ilvl w:val="1"/>
        <w:numId w:val="14"/>
      </w:numPr>
    </w:pPr>
  </w:style>
  <w:style w:type="paragraph" w:styleId="ListNumber3">
    <w:name w:val="List Number 3"/>
    <w:basedOn w:val="BodyText"/>
    <w:qFormat/>
    <w:rsid w:val="00A817E9"/>
    <w:pPr>
      <w:numPr>
        <w:ilvl w:val="2"/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paragraph" w:customStyle="1" w:styleId="Question">
    <w:name w:val="Question"/>
    <w:basedOn w:val="Normal"/>
    <w:next w:val="BodyText"/>
    <w:qFormat/>
    <w:rsid w:val="00DB3EF9"/>
    <w:pPr>
      <w:keepNext/>
      <w:keepLines/>
      <w:numPr>
        <w:numId w:val="15"/>
      </w:numPr>
    </w:pPr>
    <w:rPr>
      <w:b/>
    </w:r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223DF1"/>
    <w:pPr>
      <w:spacing w:after="300"/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223DF1"/>
    <w:rPr>
      <w:rFonts w:ascii="Verdana" w:eastAsiaTheme="majorEastAsia" w:hAnsi="Verdana" w:cstheme="majorBidi"/>
      <w:b/>
      <w:caps/>
      <w:spacing w:val="-10"/>
      <w:kern w:val="28"/>
      <w:sz w:val="20"/>
      <w:szCs w:val="56"/>
      <w:lang w:val="en-GB"/>
    </w:rPr>
  </w:style>
  <w:style w:type="paragraph" w:styleId="TOC1">
    <w:name w:val="toc 1"/>
    <w:basedOn w:val="Normal"/>
    <w:next w:val="Normal"/>
    <w:uiPriority w:val="1"/>
    <w:semiHidden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paragraph" w:styleId="Date">
    <w:name w:val="Date"/>
    <w:basedOn w:val="Normal"/>
    <w:next w:val="Normal"/>
    <w:link w:val="DateChar"/>
    <w:rsid w:val="009A3EA3"/>
  </w:style>
  <w:style w:type="character" w:customStyle="1" w:styleId="DateChar">
    <w:name w:val="Date Char"/>
    <w:basedOn w:val="DefaultParagraphFont"/>
    <w:link w:val="Date"/>
    <w:rsid w:val="009A3EA3"/>
    <w:rPr>
      <w:rFonts w:asciiTheme="minorHAnsi" w:hAnsiTheme="minorHAnsi"/>
      <w:lang w:val="en-GB"/>
    </w:r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2B61A0"/>
    <w:pPr>
      <w:tabs>
        <w:tab w:val="left" w:pos="284"/>
      </w:tabs>
      <w:spacing w:after="100"/>
      <w:ind w:left="284" w:hanging="28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61A0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AF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/>
    <w:lsdException w:name="toc 2" w:uiPriority="1"/>
    <w:lsdException w:name="toc 3" w:uiPriority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1"/>
    <w:lsdException w:name="List Bullet" w:uiPriority="0" w:qFormat="1"/>
    <w:lsdException w:name="List Number" w:uiPriority="0" w:qFormat="1"/>
    <w:lsdException w:name="List 2" w:uiPriority="1"/>
    <w:lsdException w:name="List 3" w:uiPriority="1"/>
    <w:lsdException w:name="List 4" w:uiPriority="1"/>
    <w:lsdException w:name="List 5" w:uiPriority="1"/>
    <w:lsdException w:name="List Bullet 2" w:uiPriority="0" w:qFormat="1"/>
    <w:lsdException w:name="List Bullet 3" w:uiPriority="0" w:qFormat="1"/>
    <w:lsdException w:name="List Number 2" w:uiPriority="0" w:qFormat="1"/>
    <w:lsdException w:name="List Number 3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List Continue" w:uiPriority="1"/>
    <w:lsdException w:name="List Continue 2" w:uiPriority="1"/>
    <w:lsdException w:name="List Continue 3" w:uiPriority="1"/>
    <w:lsdException w:name="List Continue 4" w:uiPriority="1"/>
    <w:lsdException w:name="List Continue 5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0" w:unhideWhenUsed="0"/>
  </w:latentStyles>
  <w:style w:type="paragraph" w:default="1" w:styleId="Normal">
    <w:name w:val="Normal"/>
    <w:qFormat/>
    <w:rsid w:val="00AC6DB4"/>
    <w:pPr>
      <w:spacing w:line="240" w:lineRule="auto"/>
    </w:pPr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qFormat/>
    <w:rsid w:val="00134AF7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rsid w:val="00134AF7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134AF7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134AF7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rsid w:val="00134AF7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34AF7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Bullet">
    <w:name w:val="List Bullet"/>
    <w:basedOn w:val="BodyText"/>
    <w:qFormat/>
    <w:rsid w:val="00A817E9"/>
    <w:pPr>
      <w:numPr>
        <w:numId w:val="7"/>
      </w:numPr>
    </w:pPr>
  </w:style>
  <w:style w:type="paragraph" w:styleId="ListBullet2">
    <w:name w:val="List Bullet 2"/>
    <w:basedOn w:val="BodyText"/>
    <w:qFormat/>
    <w:rsid w:val="00A817E9"/>
    <w:pPr>
      <w:numPr>
        <w:ilvl w:val="1"/>
        <w:numId w:val="7"/>
      </w:numPr>
    </w:pPr>
  </w:style>
  <w:style w:type="paragraph" w:styleId="ListBullet3">
    <w:name w:val="List Bullet 3"/>
    <w:basedOn w:val="BodyText"/>
    <w:qFormat/>
    <w:rsid w:val="00A817E9"/>
  </w:style>
  <w:style w:type="paragraph" w:styleId="ListContinue">
    <w:name w:val="List Continue"/>
    <w:basedOn w:val="BodyText"/>
    <w:uiPriority w:val="1"/>
    <w:rsid w:val="00A817E9"/>
    <w:pPr>
      <w:ind w:left="284"/>
    </w:pPr>
  </w:style>
  <w:style w:type="paragraph" w:styleId="ListContinue2">
    <w:name w:val="List Continue 2"/>
    <w:basedOn w:val="BodyText"/>
    <w:uiPriority w:val="1"/>
    <w:rsid w:val="00A817E9"/>
    <w:pPr>
      <w:ind w:left="567"/>
    </w:pPr>
  </w:style>
  <w:style w:type="paragraph" w:styleId="ListContinue3">
    <w:name w:val="List Continue 3"/>
    <w:basedOn w:val="BodyText"/>
    <w:uiPriority w:val="1"/>
    <w:rsid w:val="00A817E9"/>
    <w:pPr>
      <w:ind w:left="851"/>
    </w:pPr>
  </w:style>
  <w:style w:type="paragraph" w:styleId="ListContinue4">
    <w:name w:val="List Continue 4"/>
    <w:basedOn w:val="BodyText"/>
    <w:uiPriority w:val="1"/>
    <w:rsid w:val="00A817E9"/>
    <w:pPr>
      <w:ind w:left="1247"/>
    </w:pPr>
  </w:style>
  <w:style w:type="paragraph" w:styleId="ListContinue5">
    <w:name w:val="List Continue 5"/>
    <w:basedOn w:val="BodyText"/>
    <w:uiPriority w:val="1"/>
    <w:rsid w:val="00A817E9"/>
    <w:pPr>
      <w:ind w:left="1985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paragraph" w:styleId="ListNumber2">
    <w:name w:val="List Number 2"/>
    <w:basedOn w:val="BodyText"/>
    <w:qFormat/>
    <w:rsid w:val="00A817E9"/>
    <w:pPr>
      <w:numPr>
        <w:ilvl w:val="1"/>
        <w:numId w:val="14"/>
      </w:numPr>
    </w:pPr>
  </w:style>
  <w:style w:type="paragraph" w:styleId="ListNumber3">
    <w:name w:val="List Number 3"/>
    <w:basedOn w:val="BodyText"/>
    <w:qFormat/>
    <w:rsid w:val="00A817E9"/>
    <w:pPr>
      <w:numPr>
        <w:ilvl w:val="2"/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paragraph" w:customStyle="1" w:styleId="Question">
    <w:name w:val="Question"/>
    <w:basedOn w:val="Normal"/>
    <w:next w:val="BodyText"/>
    <w:qFormat/>
    <w:rsid w:val="00DB3EF9"/>
    <w:pPr>
      <w:keepNext/>
      <w:keepLines/>
      <w:numPr>
        <w:numId w:val="15"/>
      </w:numPr>
    </w:pPr>
    <w:rPr>
      <w:b/>
    </w:r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223DF1"/>
    <w:pPr>
      <w:spacing w:after="300"/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223DF1"/>
    <w:rPr>
      <w:rFonts w:ascii="Verdana" w:eastAsiaTheme="majorEastAsia" w:hAnsi="Verdana" w:cstheme="majorBidi"/>
      <w:b/>
      <w:caps/>
      <w:spacing w:val="-10"/>
      <w:kern w:val="28"/>
      <w:sz w:val="20"/>
      <w:szCs w:val="56"/>
      <w:lang w:val="en-GB"/>
    </w:rPr>
  </w:style>
  <w:style w:type="paragraph" w:styleId="TOC1">
    <w:name w:val="toc 1"/>
    <w:basedOn w:val="Normal"/>
    <w:next w:val="Normal"/>
    <w:uiPriority w:val="1"/>
    <w:semiHidden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paragraph" w:styleId="Date">
    <w:name w:val="Date"/>
    <w:basedOn w:val="Normal"/>
    <w:next w:val="Normal"/>
    <w:link w:val="DateChar"/>
    <w:rsid w:val="009A3EA3"/>
  </w:style>
  <w:style w:type="character" w:customStyle="1" w:styleId="DateChar">
    <w:name w:val="Date Char"/>
    <w:basedOn w:val="DefaultParagraphFont"/>
    <w:link w:val="Date"/>
    <w:rsid w:val="009A3EA3"/>
    <w:rPr>
      <w:rFonts w:asciiTheme="minorHAnsi" w:hAnsiTheme="minorHAnsi"/>
      <w:lang w:val="en-GB"/>
    </w:r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2B61A0"/>
    <w:pPr>
      <w:tabs>
        <w:tab w:val="left" w:pos="284"/>
      </w:tabs>
      <w:spacing w:after="100"/>
      <w:ind w:left="284" w:hanging="28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61A0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AF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CUSA@electralink.co.uk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perleyr\AppData\Roaming\Microsoft\Templates\DCUSA%20Response%20Form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AC8CA50CD945CFB466D2E844619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80B11-4739-4B3D-B735-5269CEF34810}"/>
      </w:docPartPr>
      <w:docPartBody>
        <w:p w:rsidR="00D642D2" w:rsidRDefault="005A14C2">
          <w:pPr>
            <w:pStyle w:val="24AC8CA50CD945CFB466D2E84461987F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1FA97B12385A4386954BF689495E3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6D278-AC75-4B06-8D4D-AE9EA21B37BF}"/>
      </w:docPartPr>
      <w:docPartBody>
        <w:p w:rsidR="00D642D2" w:rsidRDefault="005A14C2">
          <w:pPr>
            <w:pStyle w:val="1FA97B12385A4386954BF689495E34B6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B5940-416D-40C5-974F-38047E141F1E}"/>
      </w:docPartPr>
      <w:docPartBody>
        <w:p w:rsidR="00D642D2" w:rsidRDefault="005A14C2">
          <w:r w:rsidRPr="00102B0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4C2"/>
    <w:rsid w:val="005A14C2"/>
    <w:rsid w:val="00D6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4C2"/>
    <w:rPr>
      <w:color w:val="808080"/>
    </w:rPr>
  </w:style>
  <w:style w:type="paragraph" w:customStyle="1" w:styleId="24AC8CA50CD945CFB466D2E84461987F">
    <w:name w:val="24AC8CA50CD945CFB466D2E84461987F"/>
  </w:style>
  <w:style w:type="paragraph" w:customStyle="1" w:styleId="1FA97B12385A4386954BF689495E34B6">
    <w:name w:val="1FA97B12385A4386954BF689495E3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4C2"/>
    <w:rPr>
      <w:color w:val="808080"/>
    </w:rPr>
  </w:style>
  <w:style w:type="paragraph" w:customStyle="1" w:styleId="24AC8CA50CD945CFB466D2E84461987F">
    <w:name w:val="24AC8CA50CD945CFB466D2E84461987F"/>
  </w:style>
  <w:style w:type="paragraph" w:customStyle="1" w:styleId="1FA97B12385A4386954BF689495E34B6">
    <w:name w:val="1FA97B12385A4386954BF689495E3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BAB00-18AE-454B-B4A5-8239EE90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DCUSA Response Form Template</Template>
  <TotalTime>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</dc:creator>
  <cp:lastModifiedBy>Roz</cp:lastModifiedBy>
  <cp:revision>4</cp:revision>
  <dcterms:created xsi:type="dcterms:W3CDTF">2015-09-15T08:10:00Z</dcterms:created>
  <dcterms:modified xsi:type="dcterms:W3CDTF">2015-09-15T08:18:00Z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">
    <vt:lpwstr>161</vt:lpwstr>
  </property>
  <property fmtid="{D5CDD505-2E9C-101B-9397-08002B2CF9AE}" pid="3" name="Date">
    <vt:lpwstr>15 September 2015</vt:lpwstr>
  </property>
  <property fmtid="{D5CDD505-2E9C-101B-9397-08002B2CF9AE}" pid="4" name="Version">
    <vt:lpwstr>1.0</vt:lpwstr>
  </property>
</Properties>
</file>