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>A</w:t>
      </w:r>
      <w:r w:rsidR="00D56AE9">
        <w:rPr>
          <w:rFonts w:ascii="Verdana" w:hAnsi="Verdana" w:cs="Times New Roman"/>
          <w:sz w:val="20"/>
          <w:szCs w:val="20"/>
        </w:rPr>
        <w:t>TTACHMENT 1</w:t>
      </w:r>
      <w:r w:rsidR="006A6D33">
        <w:rPr>
          <w:rFonts w:ascii="Verdana" w:hAnsi="Verdana" w:cs="Times New Roman"/>
          <w:sz w:val="20"/>
          <w:szCs w:val="20"/>
        </w:rPr>
        <w:t xml:space="preserve"> – DCP 1</w:t>
      </w:r>
      <w:r w:rsidR="00D56AE9">
        <w:rPr>
          <w:rFonts w:ascii="Verdana" w:hAnsi="Verdana" w:cs="Times New Roman"/>
          <w:sz w:val="20"/>
          <w:szCs w:val="20"/>
        </w:rPr>
        <w:t>58</w:t>
      </w:r>
      <w:r w:rsidR="00E27EA8">
        <w:rPr>
          <w:rFonts w:ascii="Verdana" w:hAnsi="Verdana" w:cs="Times New Roman"/>
          <w:sz w:val="20"/>
          <w:szCs w:val="20"/>
        </w:rPr>
        <w:t xml:space="preserve"> &amp; DCP 158A</w:t>
      </w:r>
      <w:r w:rsidR="00F7652B">
        <w:rPr>
          <w:rFonts w:ascii="Verdana" w:hAnsi="Verdana" w:cs="Times New Roman"/>
          <w:sz w:val="20"/>
          <w:szCs w:val="20"/>
        </w:rPr>
        <w:t xml:space="preserve"> VOTING FORM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7454A1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6A6D33">
              <w:rPr>
                <w:rFonts w:ascii="Verdana" w:hAnsi="Verdana" w:cs="Microsoft Sans Serif"/>
                <w:sz w:val="20"/>
                <w:szCs w:val="20"/>
              </w:rPr>
              <w:t>1</w:t>
            </w:r>
            <w:r w:rsidR="00D56AE9">
              <w:rPr>
                <w:rFonts w:ascii="Verdana" w:hAnsi="Verdana" w:cs="Microsoft Sans Serif"/>
                <w:sz w:val="20"/>
                <w:szCs w:val="20"/>
              </w:rPr>
              <w:t>58</w:t>
            </w:r>
            <w:r w:rsidR="00E27EA8">
              <w:rPr>
                <w:rFonts w:ascii="Verdana" w:hAnsi="Verdana" w:cs="Microsoft Sans Serif"/>
                <w:sz w:val="20"/>
                <w:szCs w:val="20"/>
              </w:rPr>
              <w:t xml:space="preserve"> &amp; DCP 158A</w:t>
            </w:r>
          </w:p>
        </w:tc>
      </w:tr>
      <w:tr w:rsidR="00270790" w:rsidRPr="00CC05CC" w:rsidTr="00172095">
        <w:trPr>
          <w:trHeight w:val="191"/>
        </w:trPr>
        <w:tc>
          <w:tcPr>
            <w:tcW w:w="2520" w:type="dxa"/>
          </w:tcPr>
          <w:p w:rsidR="00270790" w:rsidRPr="00452724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452724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AF6D63" w:rsidRDefault="00D56AE9" w:rsidP="00DC229F">
            <w:pPr>
              <w:pStyle w:val="BodyText"/>
              <w:spacing w:after="12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DNO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DUoS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re EDNOs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D85790" w:rsidRDefault="00830C2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DA600A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DA600A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D85790" w:rsidRDefault="005E211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B32C11" w:rsidP="000D36DE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(DCP 158 on 01 April 2014) or  (DCP 158A on 01 October 2014)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85790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586664" w:rsidP="00D56AE9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20</w:t>
            </w:r>
            <w:r w:rsidR="00D56AE9">
              <w:rPr>
                <w:rFonts w:ascii="Verdana" w:hAnsi="Verdana" w:cs="Microsoft Sans Serif"/>
                <w:sz w:val="20"/>
                <w:szCs w:val="20"/>
              </w:rPr>
              <w:t xml:space="preserve"> December </w:t>
            </w:r>
            <w:r w:rsidR="00FA1BBF">
              <w:rPr>
                <w:rFonts w:ascii="Verdana" w:hAnsi="Verdana" w:cs="Microsoft Sans Serif"/>
                <w:sz w:val="20"/>
                <w:szCs w:val="20"/>
              </w:rPr>
              <w:t>2013</w:t>
            </w:r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E27EA8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E27EA8" w:rsidRPr="00185A3F" w:rsidRDefault="00E27EA8" w:rsidP="00E27EA8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185A3F">
              <w:rPr>
                <w:rFonts w:ascii="Verdana" w:hAnsi="Verdana"/>
                <w:b/>
                <w:bCs/>
                <w:sz w:val="20"/>
              </w:rPr>
              <w:t>Parties are invited to:</w:t>
            </w:r>
          </w:p>
          <w:p w:rsidR="004F0807" w:rsidRDefault="004F0807" w:rsidP="004F0807">
            <w:pPr>
              <w:pStyle w:val="BodyText"/>
              <w:numPr>
                <w:ilvl w:val="0"/>
                <w:numId w:val="2"/>
              </w:numPr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ACCEPT one variation and REJECT the other; or</w:t>
            </w:r>
          </w:p>
          <w:p w:rsidR="00E27EA8" w:rsidRPr="00CC05CC" w:rsidRDefault="004F0807" w:rsidP="004F0807">
            <w:pPr>
              <w:pStyle w:val="BodyText"/>
              <w:numPr>
                <w:ilvl w:val="0"/>
                <w:numId w:val="2"/>
              </w:numPr>
              <w:spacing w:after="120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sz w:val="20"/>
              </w:rPr>
              <w:t>REJECT both variations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E27EA8" w:rsidP="00E27EA8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Proposed Solution: </w:t>
            </w:r>
          </w:p>
        </w:tc>
        <w:tc>
          <w:tcPr>
            <w:tcW w:w="7007" w:type="dxa"/>
            <w:vAlign w:val="bottom"/>
          </w:tcPr>
          <w:p w:rsidR="004F0807" w:rsidRPr="00D81237" w:rsidRDefault="004F0807" w:rsidP="004F0807">
            <w:pPr>
              <w:pStyle w:val="BodyText"/>
              <w:spacing w:after="120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</w:rPr>
              <w:t xml:space="preserve">ACCEPT DCP </w:t>
            </w:r>
            <w:r>
              <w:rPr>
                <w:rFonts w:ascii="Verdana" w:hAnsi="Verdana"/>
                <w:sz w:val="20"/>
              </w:rPr>
              <w:t>158</w:t>
            </w:r>
            <w:r>
              <w:rPr>
                <w:rFonts w:ascii="Verdana" w:hAnsi="Verdana"/>
                <w:sz w:val="20"/>
              </w:rPr>
              <w:t xml:space="preserve"> / DCP </w:t>
            </w:r>
            <w:r>
              <w:rPr>
                <w:rFonts w:ascii="Verdana" w:hAnsi="Verdana"/>
                <w:sz w:val="20"/>
              </w:rPr>
              <w:t>158A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D81237">
              <w:rPr>
                <w:rFonts w:ascii="Verdana" w:hAnsi="Verdana"/>
                <w:sz w:val="16"/>
                <w:szCs w:val="16"/>
              </w:rPr>
              <w:t>(</w:t>
            </w:r>
            <w:r>
              <w:rPr>
                <w:rFonts w:ascii="Verdana" w:hAnsi="Verdana"/>
                <w:sz w:val="16"/>
                <w:szCs w:val="16"/>
              </w:rPr>
              <w:t>delete as applicable</w:t>
            </w:r>
            <w:r w:rsidRPr="00D81237">
              <w:rPr>
                <w:rFonts w:ascii="Verdana" w:hAnsi="Verdana"/>
                <w:sz w:val="16"/>
                <w:szCs w:val="16"/>
              </w:rPr>
              <w:t>)</w:t>
            </w:r>
          </w:p>
          <w:p w:rsidR="004F0807" w:rsidRDefault="004F0807" w:rsidP="004F0807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 OR               </w:t>
            </w:r>
          </w:p>
          <w:p w:rsidR="00270790" w:rsidRPr="00CC05CC" w:rsidRDefault="004F0807" w:rsidP="004F0807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REJECT </w:t>
            </w:r>
            <w:r>
              <w:rPr>
                <w:rFonts w:ascii="Verdana" w:hAnsi="Verdana"/>
                <w:sz w:val="20"/>
              </w:rPr>
              <w:t>both variations</w:t>
            </w:r>
          </w:p>
        </w:tc>
      </w:tr>
      <w:tr w:rsidR="004F0807" w:rsidRPr="00CC05CC">
        <w:trPr>
          <w:trHeight w:val="368"/>
        </w:trPr>
        <w:tc>
          <w:tcPr>
            <w:tcW w:w="2515" w:type="dxa"/>
            <w:vAlign w:val="bottom"/>
          </w:tcPr>
          <w:p w:rsidR="004F0807" w:rsidRPr="00CC05CC" w:rsidRDefault="004F0807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4F0807" w:rsidRPr="00CC05CC" w:rsidRDefault="004F0807" w:rsidP="004F0807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  <w:r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4F0807" w:rsidRPr="00CC05CC">
        <w:trPr>
          <w:trHeight w:val="387"/>
        </w:trPr>
        <w:tc>
          <w:tcPr>
            <w:tcW w:w="2515" w:type="dxa"/>
            <w:vAlign w:val="bottom"/>
          </w:tcPr>
          <w:p w:rsidR="004F0807" w:rsidRPr="00CC05CC" w:rsidRDefault="004F0807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4F0807" w:rsidRPr="00CC05CC" w:rsidRDefault="004F0807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4F0807" w:rsidRPr="00CC05CC" w:rsidRDefault="004F0807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4F0807" w:rsidRPr="00CC05CC" w:rsidRDefault="004F0807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4F0807" w:rsidRPr="00CC05CC" w:rsidRDefault="004F0807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7D2C7A" w:rsidRPr="0043052F" w:rsidRDefault="0043052F" w:rsidP="0043052F">
      <w:pPr>
        <w:tabs>
          <w:tab w:val="left" w:pos="1425"/>
        </w:tabs>
      </w:pPr>
      <w:bookmarkStart w:id="0" w:name="_GoBack"/>
      <w:bookmarkEnd w:id="0"/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CFB" w:rsidRDefault="00403CFB">
      <w:r>
        <w:separator/>
      </w:r>
    </w:p>
  </w:endnote>
  <w:endnote w:type="continuationSeparator" w:id="0">
    <w:p w:rsidR="00403CFB" w:rsidRDefault="00403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4FA" w:rsidRPr="00266E0A" w:rsidRDefault="00D56AE9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22</w:t>
    </w:r>
    <w:r w:rsidR="00B70D93">
      <w:rPr>
        <w:rFonts w:ascii="Verdana" w:hAnsi="Verdana"/>
        <w:sz w:val="16"/>
      </w:rPr>
      <w:t xml:space="preserve"> November</w:t>
    </w:r>
    <w:r w:rsidR="00FA1BBF">
      <w:rPr>
        <w:rFonts w:ascii="Verdana" w:hAnsi="Verdana"/>
        <w:sz w:val="16"/>
      </w:rPr>
      <w:t xml:space="preserve"> </w:t>
    </w:r>
    <w:r w:rsidR="00EF6840">
      <w:rPr>
        <w:rFonts w:ascii="Verdana" w:hAnsi="Verdana"/>
        <w:sz w:val="16"/>
      </w:rPr>
      <w:t>2013</w:t>
    </w:r>
    <w:r w:rsidR="00CC44FA">
      <w:rPr>
        <w:rFonts w:ascii="Verdana" w:hAnsi="Verdana"/>
        <w:sz w:val="16"/>
      </w:rPr>
      <w:t xml:space="preserve">     </w:t>
    </w:r>
    <w:r w:rsidR="00CC44FA" w:rsidRPr="00266E0A">
      <w:rPr>
        <w:rFonts w:ascii="Verdana" w:hAnsi="Verdana"/>
        <w:sz w:val="16"/>
      </w:rPr>
      <w:tab/>
      <w:t xml:space="preserve">Page </w:t>
    </w:r>
    <w:r w:rsidR="00CD5E93" w:rsidRPr="00266E0A">
      <w:rPr>
        <w:rStyle w:val="PageNumber"/>
        <w:rFonts w:ascii="Verdana" w:hAnsi="Verdana"/>
        <w:sz w:val="16"/>
      </w:rPr>
      <w:fldChar w:fldCharType="begin"/>
    </w:r>
    <w:r w:rsidR="00CC44FA" w:rsidRPr="00266E0A">
      <w:rPr>
        <w:rStyle w:val="PageNumber"/>
        <w:rFonts w:ascii="Verdana" w:hAnsi="Verdana"/>
        <w:sz w:val="16"/>
      </w:rPr>
      <w:instrText xml:space="preserve"> PAGE </w:instrText>
    </w:r>
    <w:r w:rsidR="00CD5E93" w:rsidRPr="00266E0A">
      <w:rPr>
        <w:rStyle w:val="PageNumber"/>
        <w:rFonts w:ascii="Verdana" w:hAnsi="Verdana"/>
        <w:sz w:val="16"/>
      </w:rPr>
      <w:fldChar w:fldCharType="separate"/>
    </w:r>
    <w:r w:rsidR="004F0807">
      <w:rPr>
        <w:rStyle w:val="PageNumber"/>
        <w:rFonts w:ascii="Verdana" w:hAnsi="Verdana"/>
        <w:noProof/>
        <w:sz w:val="16"/>
      </w:rPr>
      <w:t>1</w:t>
    </w:r>
    <w:r w:rsidR="00CD5E93" w:rsidRPr="00266E0A">
      <w:rPr>
        <w:rStyle w:val="PageNumber"/>
        <w:rFonts w:ascii="Verdana" w:hAnsi="Verdana"/>
        <w:sz w:val="16"/>
      </w:rPr>
      <w:fldChar w:fldCharType="end"/>
    </w:r>
    <w:r w:rsidR="00CC44FA" w:rsidRPr="00266E0A">
      <w:rPr>
        <w:rStyle w:val="PageNumber"/>
        <w:rFonts w:ascii="Verdana" w:hAnsi="Verdana"/>
        <w:sz w:val="16"/>
      </w:rPr>
      <w:t xml:space="preserve"> of </w:t>
    </w:r>
    <w:r w:rsidR="00CD5E93" w:rsidRPr="00266E0A">
      <w:rPr>
        <w:rStyle w:val="PageNumber"/>
        <w:rFonts w:ascii="Verdana" w:hAnsi="Verdana"/>
        <w:sz w:val="16"/>
      </w:rPr>
      <w:fldChar w:fldCharType="begin"/>
    </w:r>
    <w:r w:rsidR="00CC44FA" w:rsidRPr="00266E0A">
      <w:rPr>
        <w:rStyle w:val="PageNumber"/>
        <w:rFonts w:ascii="Verdana" w:hAnsi="Verdana"/>
        <w:sz w:val="16"/>
      </w:rPr>
      <w:instrText xml:space="preserve"> NUMPAGES </w:instrText>
    </w:r>
    <w:r w:rsidR="00CD5E93" w:rsidRPr="00266E0A">
      <w:rPr>
        <w:rStyle w:val="PageNumber"/>
        <w:rFonts w:ascii="Verdana" w:hAnsi="Verdana"/>
        <w:sz w:val="16"/>
      </w:rPr>
      <w:fldChar w:fldCharType="separate"/>
    </w:r>
    <w:r w:rsidR="004F0807">
      <w:rPr>
        <w:rStyle w:val="PageNumber"/>
        <w:rFonts w:ascii="Verdana" w:hAnsi="Verdana"/>
        <w:noProof/>
        <w:sz w:val="16"/>
      </w:rPr>
      <w:t>2</w:t>
    </w:r>
    <w:r w:rsidR="00CD5E93" w:rsidRPr="00266E0A">
      <w:rPr>
        <w:rStyle w:val="PageNumber"/>
        <w:rFonts w:ascii="Verdana" w:hAnsi="Verdana"/>
        <w:sz w:val="16"/>
      </w:rPr>
      <w:fldChar w:fldCharType="end"/>
    </w:r>
    <w:r w:rsidR="00CC44FA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CFB" w:rsidRDefault="00403CFB">
      <w:r>
        <w:separator/>
      </w:r>
    </w:p>
  </w:footnote>
  <w:footnote w:type="continuationSeparator" w:id="0">
    <w:p w:rsidR="00403CFB" w:rsidRDefault="00403CFB">
      <w:r>
        <w:continuationSeparator/>
      </w:r>
    </w:p>
  </w:footnote>
  <w:footnote w:id="1">
    <w:p w:rsidR="004F0807" w:rsidRPr="00775818" w:rsidRDefault="004F0807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Authority may take into account any comments submitted on this voting form when making its decision on the Change Proposal.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4FA" w:rsidRPr="00266E0A" w:rsidRDefault="00CC44FA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>
      <w:rPr>
        <w:rFonts w:ascii="Verdana" w:hAnsi="Verdana"/>
        <w:sz w:val="16"/>
      </w:rPr>
      <w:t>DCP</w:t>
    </w:r>
    <w:r w:rsidR="003C6A2D">
      <w:rPr>
        <w:rFonts w:ascii="Verdana" w:hAnsi="Verdana"/>
        <w:sz w:val="16"/>
      </w:rPr>
      <w:t xml:space="preserve"> 1</w:t>
    </w:r>
    <w:r w:rsidR="00D56AE9">
      <w:rPr>
        <w:rFonts w:ascii="Verdana" w:hAnsi="Verdana"/>
        <w:sz w:val="16"/>
      </w:rPr>
      <w:t>58</w:t>
    </w:r>
    <w:r w:rsidR="00E27EA8">
      <w:rPr>
        <w:rFonts w:ascii="Verdana" w:hAnsi="Verdana"/>
        <w:sz w:val="16"/>
      </w:rPr>
      <w:t xml:space="preserve"> &amp; DCP 158A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35F94"/>
    <w:multiLevelType w:val="hybridMultilevel"/>
    <w:tmpl w:val="39024CB4"/>
    <w:lvl w:ilvl="0" w:tplc="08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8E47F1"/>
    <w:multiLevelType w:val="hybridMultilevel"/>
    <w:tmpl w:val="9B8CA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95975"/>
    <w:rsid w:val="000B0A29"/>
    <w:rsid w:val="000B3944"/>
    <w:rsid w:val="000B48D1"/>
    <w:rsid w:val="000C36F9"/>
    <w:rsid w:val="000C7EAC"/>
    <w:rsid w:val="000D228E"/>
    <w:rsid w:val="000D36DE"/>
    <w:rsid w:val="000E1488"/>
    <w:rsid w:val="000E41AD"/>
    <w:rsid w:val="000E6E4F"/>
    <w:rsid w:val="0010207D"/>
    <w:rsid w:val="00120798"/>
    <w:rsid w:val="001269A0"/>
    <w:rsid w:val="001425B2"/>
    <w:rsid w:val="00151079"/>
    <w:rsid w:val="00160A32"/>
    <w:rsid w:val="00161536"/>
    <w:rsid w:val="00172095"/>
    <w:rsid w:val="00176B2F"/>
    <w:rsid w:val="0018281C"/>
    <w:rsid w:val="001855F2"/>
    <w:rsid w:val="00191469"/>
    <w:rsid w:val="00197A9A"/>
    <w:rsid w:val="001A6234"/>
    <w:rsid w:val="001B3A89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813AD"/>
    <w:rsid w:val="0029537A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90CBF"/>
    <w:rsid w:val="0039402E"/>
    <w:rsid w:val="003B3881"/>
    <w:rsid w:val="003C0A23"/>
    <w:rsid w:val="003C0B17"/>
    <w:rsid w:val="003C6A2D"/>
    <w:rsid w:val="003D2102"/>
    <w:rsid w:val="00403CFB"/>
    <w:rsid w:val="00407476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872C8"/>
    <w:rsid w:val="004B69CE"/>
    <w:rsid w:val="004C303E"/>
    <w:rsid w:val="004C5325"/>
    <w:rsid w:val="004E1F8D"/>
    <w:rsid w:val="004F0807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76F1B"/>
    <w:rsid w:val="00586664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7709F"/>
    <w:rsid w:val="00690709"/>
    <w:rsid w:val="006A0BD7"/>
    <w:rsid w:val="006A308C"/>
    <w:rsid w:val="006A4532"/>
    <w:rsid w:val="006A6D33"/>
    <w:rsid w:val="006B3AB0"/>
    <w:rsid w:val="006C745A"/>
    <w:rsid w:val="006E0238"/>
    <w:rsid w:val="006E3BEB"/>
    <w:rsid w:val="006F459F"/>
    <w:rsid w:val="00701E8B"/>
    <w:rsid w:val="00702452"/>
    <w:rsid w:val="00721166"/>
    <w:rsid w:val="00733350"/>
    <w:rsid w:val="00736BD4"/>
    <w:rsid w:val="0074207A"/>
    <w:rsid w:val="007454A1"/>
    <w:rsid w:val="0074561A"/>
    <w:rsid w:val="00746DA3"/>
    <w:rsid w:val="00747BB4"/>
    <w:rsid w:val="007555AA"/>
    <w:rsid w:val="007558DF"/>
    <w:rsid w:val="007653CB"/>
    <w:rsid w:val="0076763D"/>
    <w:rsid w:val="00775818"/>
    <w:rsid w:val="0078024B"/>
    <w:rsid w:val="0078149F"/>
    <w:rsid w:val="0078536D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545A"/>
    <w:rsid w:val="00877F82"/>
    <w:rsid w:val="00881E46"/>
    <w:rsid w:val="00883173"/>
    <w:rsid w:val="008832A5"/>
    <w:rsid w:val="00890152"/>
    <w:rsid w:val="008956FF"/>
    <w:rsid w:val="008C59FE"/>
    <w:rsid w:val="008D0E41"/>
    <w:rsid w:val="008E4B4F"/>
    <w:rsid w:val="009026EB"/>
    <w:rsid w:val="00902A7B"/>
    <w:rsid w:val="00911573"/>
    <w:rsid w:val="00920034"/>
    <w:rsid w:val="0093479D"/>
    <w:rsid w:val="00941090"/>
    <w:rsid w:val="00947397"/>
    <w:rsid w:val="0095573C"/>
    <w:rsid w:val="00972814"/>
    <w:rsid w:val="00980780"/>
    <w:rsid w:val="00982BB9"/>
    <w:rsid w:val="009B15F6"/>
    <w:rsid w:val="009C21B5"/>
    <w:rsid w:val="009C3B3C"/>
    <w:rsid w:val="009E25A7"/>
    <w:rsid w:val="009F68F4"/>
    <w:rsid w:val="00A020CF"/>
    <w:rsid w:val="00A21A25"/>
    <w:rsid w:val="00A21A4B"/>
    <w:rsid w:val="00A23399"/>
    <w:rsid w:val="00A31F8E"/>
    <w:rsid w:val="00A44926"/>
    <w:rsid w:val="00A50BC2"/>
    <w:rsid w:val="00A65089"/>
    <w:rsid w:val="00A6756C"/>
    <w:rsid w:val="00A85BCB"/>
    <w:rsid w:val="00A94987"/>
    <w:rsid w:val="00AB6B30"/>
    <w:rsid w:val="00AD7AEE"/>
    <w:rsid w:val="00AF5C7D"/>
    <w:rsid w:val="00AF6D63"/>
    <w:rsid w:val="00B03446"/>
    <w:rsid w:val="00B064E9"/>
    <w:rsid w:val="00B07A6D"/>
    <w:rsid w:val="00B26850"/>
    <w:rsid w:val="00B32C11"/>
    <w:rsid w:val="00B43301"/>
    <w:rsid w:val="00B52C04"/>
    <w:rsid w:val="00B55857"/>
    <w:rsid w:val="00B661DF"/>
    <w:rsid w:val="00B67B59"/>
    <w:rsid w:val="00B70D93"/>
    <w:rsid w:val="00B718B0"/>
    <w:rsid w:val="00B73AFE"/>
    <w:rsid w:val="00B84C3E"/>
    <w:rsid w:val="00B84FC6"/>
    <w:rsid w:val="00BA0969"/>
    <w:rsid w:val="00BA5B95"/>
    <w:rsid w:val="00BB3C7A"/>
    <w:rsid w:val="00BC77E6"/>
    <w:rsid w:val="00BC7A91"/>
    <w:rsid w:val="00BE0BDB"/>
    <w:rsid w:val="00BF259F"/>
    <w:rsid w:val="00BF6754"/>
    <w:rsid w:val="00C05112"/>
    <w:rsid w:val="00C35177"/>
    <w:rsid w:val="00C40CF2"/>
    <w:rsid w:val="00C42B09"/>
    <w:rsid w:val="00C432A1"/>
    <w:rsid w:val="00C55255"/>
    <w:rsid w:val="00C56F13"/>
    <w:rsid w:val="00C61681"/>
    <w:rsid w:val="00C63999"/>
    <w:rsid w:val="00C71DA4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4FA"/>
    <w:rsid w:val="00CC4837"/>
    <w:rsid w:val="00CC5279"/>
    <w:rsid w:val="00CC7DA0"/>
    <w:rsid w:val="00CD04BD"/>
    <w:rsid w:val="00CD5E93"/>
    <w:rsid w:val="00CD6084"/>
    <w:rsid w:val="00CD6846"/>
    <w:rsid w:val="00CF397A"/>
    <w:rsid w:val="00D04733"/>
    <w:rsid w:val="00D0602E"/>
    <w:rsid w:val="00D0686E"/>
    <w:rsid w:val="00D13C1F"/>
    <w:rsid w:val="00D155A2"/>
    <w:rsid w:val="00D162A3"/>
    <w:rsid w:val="00D21B6F"/>
    <w:rsid w:val="00D2532A"/>
    <w:rsid w:val="00D27842"/>
    <w:rsid w:val="00D319EC"/>
    <w:rsid w:val="00D36A4F"/>
    <w:rsid w:val="00D515DF"/>
    <w:rsid w:val="00D56AE9"/>
    <w:rsid w:val="00D729C6"/>
    <w:rsid w:val="00D84E41"/>
    <w:rsid w:val="00D85790"/>
    <w:rsid w:val="00D86555"/>
    <w:rsid w:val="00D86DD6"/>
    <w:rsid w:val="00D95E83"/>
    <w:rsid w:val="00D96575"/>
    <w:rsid w:val="00DA373F"/>
    <w:rsid w:val="00DA5FAC"/>
    <w:rsid w:val="00DA600A"/>
    <w:rsid w:val="00DA67B5"/>
    <w:rsid w:val="00DB02B1"/>
    <w:rsid w:val="00DB19C9"/>
    <w:rsid w:val="00DB3A5A"/>
    <w:rsid w:val="00DC229F"/>
    <w:rsid w:val="00DC4082"/>
    <w:rsid w:val="00DC653E"/>
    <w:rsid w:val="00DC729E"/>
    <w:rsid w:val="00DF7356"/>
    <w:rsid w:val="00E0084F"/>
    <w:rsid w:val="00E014D6"/>
    <w:rsid w:val="00E1258D"/>
    <w:rsid w:val="00E17E06"/>
    <w:rsid w:val="00E2204D"/>
    <w:rsid w:val="00E27CAD"/>
    <w:rsid w:val="00E27EA8"/>
    <w:rsid w:val="00E30A2A"/>
    <w:rsid w:val="00E35178"/>
    <w:rsid w:val="00E424F4"/>
    <w:rsid w:val="00E47055"/>
    <w:rsid w:val="00E507BC"/>
    <w:rsid w:val="00E6304E"/>
    <w:rsid w:val="00E7373F"/>
    <w:rsid w:val="00E80E56"/>
    <w:rsid w:val="00E81C2B"/>
    <w:rsid w:val="00E83A81"/>
    <w:rsid w:val="00E86210"/>
    <w:rsid w:val="00E900E8"/>
    <w:rsid w:val="00EA0962"/>
    <w:rsid w:val="00EA2DDF"/>
    <w:rsid w:val="00EB2BCE"/>
    <w:rsid w:val="00EB5A92"/>
    <w:rsid w:val="00ED5CF6"/>
    <w:rsid w:val="00ED6017"/>
    <w:rsid w:val="00EF070B"/>
    <w:rsid w:val="00EF6840"/>
    <w:rsid w:val="00F02C22"/>
    <w:rsid w:val="00F12E9F"/>
    <w:rsid w:val="00F15378"/>
    <w:rsid w:val="00F265CD"/>
    <w:rsid w:val="00F3676A"/>
    <w:rsid w:val="00F36C6F"/>
    <w:rsid w:val="00F57E53"/>
    <w:rsid w:val="00F60DCB"/>
    <w:rsid w:val="00F7373F"/>
    <w:rsid w:val="00F7652B"/>
    <w:rsid w:val="00F84243"/>
    <w:rsid w:val="00F85BCA"/>
    <w:rsid w:val="00F862C9"/>
    <w:rsid w:val="00F86506"/>
    <w:rsid w:val="00FA01C2"/>
    <w:rsid w:val="00FA1BBF"/>
    <w:rsid w:val="00FA265B"/>
    <w:rsid w:val="00FB394B"/>
    <w:rsid w:val="00FB6D3F"/>
    <w:rsid w:val="00FC159D"/>
    <w:rsid w:val="00FD26CF"/>
    <w:rsid w:val="00FE204A"/>
    <w:rsid w:val="00FE6229"/>
    <w:rsid w:val="00FF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rFonts w:ascii="Arial" w:hAnsi="Arial" w:cs="Arial"/>
      <w:b/>
      <w:bCs/>
      <w:sz w:val="22"/>
      <w:szCs w:val="22"/>
      <w:lang w:val="en-GB" w:eastAsia="en-US" w:bidi="ar-SA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rFonts w:ascii="Arial" w:hAnsi="Arial" w:cs="Arial"/>
      <w:b/>
      <w:bCs/>
      <w:lang w:val="en-GB"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  <w:style w:type="character" w:customStyle="1" w:styleId="BodyTextChar">
    <w:name w:val="Body Text Char"/>
    <w:basedOn w:val="DefaultParagraphFont"/>
    <w:link w:val="BodyText"/>
    <w:rsid w:val="00E27EA8"/>
    <w:rPr>
      <w:rFonts w:ascii="Arial" w:hAnsi="Arial" w:cs="Arial"/>
      <w:sz w:val="22"/>
      <w:szCs w:val="24"/>
      <w:lang w:eastAsia="en-US"/>
    </w:rPr>
  </w:style>
  <w:style w:type="table" w:styleId="TableGrid">
    <w:name w:val="Table Grid"/>
    <w:basedOn w:val="TableNormal"/>
    <w:rsid w:val="004F0807"/>
    <w:pPr>
      <w:spacing w:before="60" w:after="6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rFonts w:ascii="Arial" w:hAnsi="Arial" w:cs="Arial"/>
      <w:b/>
      <w:bCs/>
      <w:sz w:val="22"/>
      <w:szCs w:val="22"/>
      <w:lang w:val="en-GB" w:eastAsia="en-US" w:bidi="ar-SA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rFonts w:ascii="Arial" w:hAnsi="Arial" w:cs="Arial"/>
      <w:b/>
      <w:bCs/>
      <w:lang w:val="en-GB"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  <w:style w:type="character" w:customStyle="1" w:styleId="BodyTextChar">
    <w:name w:val="Body Text Char"/>
    <w:basedOn w:val="DefaultParagraphFont"/>
    <w:link w:val="BodyText"/>
    <w:rsid w:val="00E27EA8"/>
    <w:rPr>
      <w:rFonts w:ascii="Arial" w:hAnsi="Arial" w:cs="Arial"/>
      <w:sz w:val="22"/>
      <w:szCs w:val="24"/>
      <w:lang w:eastAsia="en-US"/>
    </w:rPr>
  </w:style>
  <w:style w:type="table" w:styleId="TableGrid">
    <w:name w:val="Table Grid"/>
    <w:basedOn w:val="TableNormal"/>
    <w:rsid w:val="004F0807"/>
    <w:pPr>
      <w:spacing w:before="60" w:after="6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F77CA-5839-4CC6-B429-6271A3191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8851BD25</Template>
  <TotalTime>0</TotalTime>
  <Pages>1</Pages>
  <Words>105</Words>
  <Characters>565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669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creator>Elizabeth Lawlor</dc:creator>
  <cp:lastModifiedBy>hynesc</cp:lastModifiedBy>
  <cp:revision>2</cp:revision>
  <cp:lastPrinted>2013-10-18T18:22:00Z</cp:lastPrinted>
  <dcterms:created xsi:type="dcterms:W3CDTF">2013-11-22T13:15:00Z</dcterms:created>
  <dcterms:modified xsi:type="dcterms:W3CDTF">2013-11-22T13:15:00Z</dcterms:modified>
</cp:coreProperties>
</file>