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957B20" w:rsidRDefault="006E04E1" w:rsidP="00223DF1">
      <w:pPr>
        <w:pStyle w:val="Title"/>
        <w:rPr>
          <w:rFonts w:ascii="Calibri" w:hAnsi="Calibri"/>
          <w:sz w:val="22"/>
        </w:rPr>
      </w:pPr>
      <w:r>
        <w:rPr>
          <w:rFonts w:ascii="Calibri" w:hAnsi="Calibri"/>
          <w:sz w:val="22"/>
        </w:rPr>
        <w:t>Attachment 2</w:t>
      </w:r>
      <w:r w:rsidR="00957B20">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6E04E1" w:rsidP="002E7C83">
            <w:pPr>
              <w:rPr>
                <w:rFonts w:ascii="Calibri" w:hAnsi="Calibri"/>
                <w:sz w:val="22"/>
              </w:rPr>
            </w:pPr>
            <w:r>
              <w:rPr>
                <w:rFonts w:ascii="Calibri" w:hAnsi="Calibri"/>
                <w:sz w:val="22"/>
              </w:rPr>
              <w:t xml:space="preserve">DCP </w:t>
            </w:r>
            <w:r w:rsidR="002E7C83">
              <w:rPr>
                <w:rFonts w:ascii="Calibri" w:hAnsi="Calibri"/>
                <w:sz w:val="22"/>
              </w:rPr>
              <w:t>138</w:t>
            </w:r>
            <w:r>
              <w:rPr>
                <w:rFonts w:ascii="Calibri" w:hAnsi="Calibri"/>
                <w:sz w:val="22"/>
              </w:rPr>
              <w:t xml:space="preserve"> </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2E7C83" w:rsidP="00193115">
            <w:pPr>
              <w:rPr>
                <w:rFonts w:ascii="Calibri" w:hAnsi="Calibri"/>
                <w:sz w:val="22"/>
              </w:rPr>
            </w:pPr>
            <w:r w:rsidRPr="002E7C83">
              <w:rPr>
                <w:rFonts w:ascii="Calibri" w:hAnsi="Calibri"/>
                <w:sz w:val="22"/>
              </w:rPr>
              <w:t>Implementation of Alternative Network Use Factor (NUF) Calculation Method in EDCM</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6E04E1" w:rsidP="00193115">
            <w:pPr>
              <w:rPr>
                <w:rFonts w:ascii="Calibri" w:hAnsi="Calibri"/>
                <w:sz w:val="22"/>
              </w:rPr>
            </w:pPr>
            <w:r w:rsidRPr="006E04E1">
              <w:rPr>
                <w:rFonts w:ascii="Calibri" w:hAnsi="Calibri"/>
                <w:sz w:val="22"/>
              </w:rPr>
              <w:t>DNOs, IDNOs</w:t>
            </w:r>
            <w:r w:rsidR="00513759">
              <w:rPr>
                <w:rFonts w:ascii="Calibri" w:hAnsi="Calibri"/>
                <w:sz w:val="22"/>
              </w:rPr>
              <w:t>, DG</w:t>
            </w:r>
            <w:r w:rsidRPr="006E04E1">
              <w:rPr>
                <w:rFonts w:ascii="Calibri" w:hAnsi="Calibri"/>
                <w:sz w:val="22"/>
              </w:rPr>
              <w:t xml:space="preserve"> and Suppliers</w:t>
            </w:r>
            <w:bookmarkStart w:id="0" w:name="_GoBack"/>
            <w:bookmarkEnd w:id="0"/>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6E04E1" w:rsidP="00193115">
            <w:pPr>
              <w:rPr>
                <w:rFonts w:ascii="Calibri" w:hAnsi="Calibri"/>
                <w:sz w:val="22"/>
              </w:rPr>
            </w:pPr>
            <w:r>
              <w:rPr>
                <w:rFonts w:ascii="Calibri" w:hAnsi="Calibri"/>
                <w:sz w:val="22"/>
              </w:rPr>
              <w:t>Part 1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6E04E1" w:rsidP="00697019">
            <w:pPr>
              <w:rPr>
                <w:rFonts w:ascii="Calibri" w:hAnsi="Calibri"/>
                <w:sz w:val="22"/>
              </w:rPr>
            </w:pPr>
            <w:r w:rsidRPr="006E04E1">
              <w:rPr>
                <w:rFonts w:ascii="Calibri" w:hAnsi="Calibri"/>
                <w:sz w:val="22"/>
              </w:rPr>
              <w:t>1 April 2017</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2E7C83" w:rsidP="00193115">
            <w:pPr>
              <w:rPr>
                <w:rFonts w:ascii="Calibri" w:hAnsi="Calibri"/>
                <w:sz w:val="22"/>
              </w:rPr>
            </w:pPr>
            <w:r>
              <w:rPr>
                <w:rFonts w:ascii="Calibri" w:hAnsi="Calibri"/>
                <w:sz w:val="22"/>
              </w:rPr>
              <w:t>14 September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E802960C179D4BB5879554CACC3C8172"/>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49311EE259F74474A42EE367B57AF25C"/>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D9F74F6C005147208F0FF6110434A8EB"/>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4FD423B20C8C4612996EC84BB164C60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FED2C1DDFEE642CBB5632BBD5270C76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B5FF22C4E3E648EF84940EC65C453A9F"/>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7D7964F17E1745C998F1A7C2A7259604"/>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9479175D891741D594C19CA5914A48B9"/>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41CFB0A9D7DD4D85BB35CEDE3C77043C"/>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CDA7F07262D14DAC8D9023B00724B20F"/>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C1EF5C8D0B08448C8465DAAF801D4692"/>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45180964004B4FB38A8DE8F59D38A326"/>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4E1" w:rsidRDefault="006E04E1" w:rsidP="00FD00A2">
      <w:r>
        <w:separator/>
      </w:r>
    </w:p>
  </w:endnote>
  <w:endnote w:type="continuationSeparator" w:id="0">
    <w:p w:rsidR="006E04E1" w:rsidRDefault="006E04E1"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1" w:rsidRDefault="006E04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FD00A2">
    <w:pPr>
      <w:pStyle w:val="Footer"/>
      <w:rPr>
        <w:rFonts w:ascii="Calibri" w:hAnsi="Calibri"/>
      </w:rPr>
    </w:pPr>
    <w:r w:rsidRPr="00957B20">
      <w:rPr>
        <w:rFonts w:ascii="Calibri" w:hAnsi="Calibri"/>
      </w:rPr>
      <w:fldChar w:fldCharType="begin"/>
    </w:r>
    <w:r w:rsidRPr="00957B20">
      <w:rPr>
        <w:rFonts w:ascii="Calibri" w:hAnsi="Calibri"/>
      </w:rPr>
      <w:instrText xml:space="preserve"> docproperty date </w:instrText>
    </w:r>
    <w:r w:rsidRPr="00957B20">
      <w:rPr>
        <w:rFonts w:ascii="Calibri" w:hAnsi="Calibri"/>
      </w:rPr>
      <w:fldChar w:fldCharType="separate"/>
    </w:r>
    <w:r w:rsidR="002E7C83">
      <w:rPr>
        <w:rFonts w:ascii="Calibri" w:hAnsi="Calibri"/>
      </w:rPr>
      <w:t>21 August</w:t>
    </w:r>
    <w:r w:rsidR="006E04E1">
      <w:rPr>
        <w:rFonts w:ascii="Calibri" w:hAnsi="Calibri"/>
      </w:rPr>
      <w:t xml:space="preserve"> 2015</w:t>
    </w:r>
    <w:r w:rsidRPr="00957B20">
      <w:rPr>
        <w:rFonts w:ascii="Calibri" w:hAnsi="Calibri"/>
      </w:rPr>
      <w:fldChar w:fldCharType="end"/>
    </w:r>
    <w:r w:rsidRPr="00957B20">
      <w:rPr>
        <w:rFonts w:ascii="Calibri" w:hAnsi="Calibri"/>
      </w:rPr>
      <w:tab/>
      <w:t xml:space="preserve">Page </w:t>
    </w:r>
    <w:r w:rsidRPr="00957B20">
      <w:rPr>
        <w:rFonts w:ascii="Calibri" w:hAnsi="Calibri"/>
      </w:rPr>
      <w:fldChar w:fldCharType="begin"/>
    </w:r>
    <w:r w:rsidRPr="00957B20">
      <w:rPr>
        <w:rFonts w:ascii="Calibri" w:hAnsi="Calibri"/>
      </w:rPr>
      <w:instrText xml:space="preserve"> page </w:instrText>
    </w:r>
    <w:r w:rsidRPr="00957B20">
      <w:rPr>
        <w:rFonts w:ascii="Calibri" w:hAnsi="Calibri"/>
      </w:rPr>
      <w:fldChar w:fldCharType="separate"/>
    </w:r>
    <w:r w:rsidR="00513759">
      <w:rPr>
        <w:rFonts w:ascii="Calibri" w:hAnsi="Calibri"/>
        <w:noProof/>
      </w:rPr>
      <w:t>1</w:t>
    </w:r>
    <w:r w:rsidRPr="00957B20">
      <w:rPr>
        <w:rFonts w:ascii="Calibri" w:hAnsi="Calibri"/>
      </w:rPr>
      <w:fldChar w:fldCharType="end"/>
    </w:r>
    <w:r w:rsidRPr="00957B20">
      <w:rPr>
        <w:rFonts w:ascii="Calibri" w:hAnsi="Calibri"/>
      </w:rPr>
      <w:t xml:space="preserve"> of </w:t>
    </w:r>
    <w:r w:rsidRPr="00957B20">
      <w:rPr>
        <w:rFonts w:ascii="Calibri" w:hAnsi="Calibri"/>
      </w:rPr>
      <w:fldChar w:fldCharType="begin"/>
    </w:r>
    <w:r w:rsidRPr="00957B20">
      <w:rPr>
        <w:rFonts w:ascii="Calibri" w:hAnsi="Calibri"/>
      </w:rPr>
      <w:instrText xml:space="preserve"> numpages </w:instrText>
    </w:r>
    <w:r w:rsidRPr="00957B20">
      <w:rPr>
        <w:rFonts w:ascii="Calibri" w:hAnsi="Calibri"/>
      </w:rPr>
      <w:fldChar w:fldCharType="separate"/>
    </w:r>
    <w:r w:rsidR="00513759">
      <w:rPr>
        <w:rFonts w:ascii="Calibri" w:hAnsi="Calibri"/>
        <w:noProof/>
      </w:rPr>
      <w:t>2</w:t>
    </w:r>
    <w:r w:rsidRPr="00957B20">
      <w:rPr>
        <w:rFonts w:ascii="Calibri" w:hAnsi="Calibri"/>
      </w:rPr>
      <w:fldChar w:fldCharType="end"/>
    </w:r>
    <w:r w:rsidRPr="00957B20">
      <w:rPr>
        <w:rFonts w:ascii="Calibri" w:hAnsi="Calibri"/>
      </w:rPr>
      <w:tab/>
    </w:r>
    <w:r w:rsidRPr="00957B20">
      <w:rPr>
        <w:rFonts w:ascii="Calibri" w:hAnsi="Calibri"/>
      </w:rPr>
      <w:fldChar w:fldCharType="begin"/>
    </w:r>
    <w:r w:rsidRPr="00957B20">
      <w:rPr>
        <w:rFonts w:ascii="Calibri" w:hAnsi="Calibri"/>
      </w:rPr>
      <w:instrText xml:space="preserve"> docproperty version </w:instrText>
    </w:r>
    <w:r w:rsidRPr="00957B20">
      <w:rPr>
        <w:rFonts w:ascii="Calibri" w:hAnsi="Calibri"/>
      </w:rPr>
      <w:fldChar w:fldCharType="separate"/>
    </w:r>
    <w:r w:rsidR="006E04E1">
      <w:rPr>
        <w:rFonts w:ascii="Calibri" w:hAnsi="Calibri"/>
      </w:rPr>
      <w:t>1.0</w:t>
    </w:r>
    <w:r w:rsidRPr="00957B20">
      <w:rPr>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1" w:rsidRDefault="006E04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4E1" w:rsidRDefault="006E04E1" w:rsidP="00FD00A2">
      <w:r>
        <w:separator/>
      </w:r>
    </w:p>
  </w:footnote>
  <w:footnote w:type="continuationSeparator" w:id="0">
    <w:p w:rsidR="006E04E1" w:rsidRDefault="006E04E1"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1" w:rsidRDefault="006E04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2E7C83">
      <w:rPr>
        <w:rFonts w:ascii="Calibri" w:hAnsi="Calibri"/>
      </w:rPr>
      <w:t>138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1" w:rsidRDefault="006E04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4E1"/>
    <w:rsid w:val="00077D80"/>
    <w:rsid w:val="00134AF7"/>
    <w:rsid w:val="00171886"/>
    <w:rsid w:val="00193115"/>
    <w:rsid w:val="001E03C5"/>
    <w:rsid w:val="001F256A"/>
    <w:rsid w:val="00223DF1"/>
    <w:rsid w:val="0023069B"/>
    <w:rsid w:val="002B61A0"/>
    <w:rsid w:val="002E7C83"/>
    <w:rsid w:val="0031153A"/>
    <w:rsid w:val="0036644C"/>
    <w:rsid w:val="0040580C"/>
    <w:rsid w:val="00410907"/>
    <w:rsid w:val="00426EEA"/>
    <w:rsid w:val="004572E2"/>
    <w:rsid w:val="004A45C0"/>
    <w:rsid w:val="005124D0"/>
    <w:rsid w:val="00513759"/>
    <w:rsid w:val="00554409"/>
    <w:rsid w:val="005A6203"/>
    <w:rsid w:val="005F1DC2"/>
    <w:rsid w:val="005F26DE"/>
    <w:rsid w:val="005F2D28"/>
    <w:rsid w:val="00676E09"/>
    <w:rsid w:val="00697019"/>
    <w:rsid w:val="006E04E1"/>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802960C179D4BB5879554CACC3C8172"/>
        <w:category>
          <w:name w:val="General"/>
          <w:gallery w:val="placeholder"/>
        </w:category>
        <w:types>
          <w:type w:val="bbPlcHdr"/>
        </w:types>
        <w:behaviors>
          <w:behavior w:val="content"/>
        </w:behaviors>
        <w:guid w:val="{CB65E501-434A-450C-8475-9BBF548F8C7D}"/>
      </w:docPartPr>
      <w:docPartBody>
        <w:p w:rsidR="00164B0C" w:rsidRDefault="00ED1172">
          <w:pPr>
            <w:pStyle w:val="E802960C179D4BB5879554CACC3C8172"/>
          </w:pPr>
          <w:r w:rsidRPr="005D19FB">
            <w:rPr>
              <w:rStyle w:val="PlaceholderText"/>
            </w:rPr>
            <w:t>Click here to enter text.</w:t>
          </w:r>
        </w:p>
      </w:docPartBody>
    </w:docPart>
    <w:docPart>
      <w:docPartPr>
        <w:name w:val="49311EE259F74474A42EE367B57AF25C"/>
        <w:category>
          <w:name w:val="General"/>
          <w:gallery w:val="placeholder"/>
        </w:category>
        <w:types>
          <w:type w:val="bbPlcHdr"/>
        </w:types>
        <w:behaviors>
          <w:behavior w:val="content"/>
        </w:behaviors>
        <w:guid w:val="{BDAA898C-C7D4-4880-A902-BEACDBC6FEB5}"/>
      </w:docPartPr>
      <w:docPartBody>
        <w:p w:rsidR="00164B0C" w:rsidRDefault="00ED1172">
          <w:pPr>
            <w:pStyle w:val="49311EE259F74474A42EE367B57AF25C"/>
          </w:pPr>
          <w:r w:rsidRPr="005D19FB">
            <w:rPr>
              <w:rStyle w:val="PlaceholderText"/>
            </w:rPr>
            <w:t>Choose an item.</w:t>
          </w:r>
        </w:p>
      </w:docPartBody>
    </w:docPart>
    <w:docPart>
      <w:docPartPr>
        <w:name w:val="D9F74F6C005147208F0FF6110434A8EB"/>
        <w:category>
          <w:name w:val="General"/>
          <w:gallery w:val="placeholder"/>
        </w:category>
        <w:types>
          <w:type w:val="bbPlcHdr"/>
        </w:types>
        <w:behaviors>
          <w:behavior w:val="content"/>
        </w:behaviors>
        <w:guid w:val="{5AA9FF2C-7F32-41B4-A957-4A58F82A408F}"/>
      </w:docPartPr>
      <w:docPartBody>
        <w:p w:rsidR="00164B0C" w:rsidRDefault="00ED1172">
          <w:pPr>
            <w:pStyle w:val="D9F74F6C005147208F0FF6110434A8EB"/>
          </w:pPr>
          <w:r w:rsidRPr="005D19FB">
            <w:rPr>
              <w:rStyle w:val="PlaceholderText"/>
            </w:rPr>
            <w:t>Click here to enter text.</w:t>
          </w:r>
        </w:p>
      </w:docPartBody>
    </w:docPart>
    <w:docPart>
      <w:docPartPr>
        <w:name w:val="4FD423B20C8C4612996EC84BB164C60D"/>
        <w:category>
          <w:name w:val="General"/>
          <w:gallery w:val="placeholder"/>
        </w:category>
        <w:types>
          <w:type w:val="bbPlcHdr"/>
        </w:types>
        <w:behaviors>
          <w:behavior w:val="content"/>
        </w:behaviors>
        <w:guid w:val="{3783BB4C-00C0-41D1-A858-6748A4F1033B}"/>
      </w:docPartPr>
      <w:docPartBody>
        <w:p w:rsidR="00164B0C" w:rsidRDefault="00ED1172">
          <w:pPr>
            <w:pStyle w:val="4FD423B20C8C4612996EC84BB164C60D"/>
          </w:pPr>
          <w:r w:rsidRPr="005D19FB">
            <w:rPr>
              <w:rStyle w:val="PlaceholderText"/>
            </w:rPr>
            <w:t>Click here to enter text.</w:t>
          </w:r>
        </w:p>
      </w:docPartBody>
    </w:docPart>
    <w:docPart>
      <w:docPartPr>
        <w:name w:val="FED2C1DDFEE642CBB5632BBD5270C763"/>
        <w:category>
          <w:name w:val="General"/>
          <w:gallery w:val="placeholder"/>
        </w:category>
        <w:types>
          <w:type w:val="bbPlcHdr"/>
        </w:types>
        <w:behaviors>
          <w:behavior w:val="content"/>
        </w:behaviors>
        <w:guid w:val="{BF3265BC-9C90-49A3-860D-F4A6A67628F0}"/>
      </w:docPartPr>
      <w:docPartBody>
        <w:p w:rsidR="00164B0C" w:rsidRDefault="00ED1172">
          <w:pPr>
            <w:pStyle w:val="FED2C1DDFEE642CBB5632BBD5270C763"/>
          </w:pPr>
          <w:r w:rsidRPr="005D19FB">
            <w:rPr>
              <w:rStyle w:val="PlaceholderText"/>
            </w:rPr>
            <w:t>Click here to enter text.</w:t>
          </w:r>
        </w:p>
      </w:docPartBody>
    </w:docPart>
    <w:docPart>
      <w:docPartPr>
        <w:name w:val="B5FF22C4E3E648EF84940EC65C453A9F"/>
        <w:category>
          <w:name w:val="General"/>
          <w:gallery w:val="placeholder"/>
        </w:category>
        <w:types>
          <w:type w:val="bbPlcHdr"/>
        </w:types>
        <w:behaviors>
          <w:behavior w:val="content"/>
        </w:behaviors>
        <w:guid w:val="{0346FBE3-F785-4F9D-A5F8-F9609274CED1}"/>
      </w:docPartPr>
      <w:docPartBody>
        <w:p w:rsidR="00164B0C" w:rsidRDefault="00ED1172">
          <w:pPr>
            <w:pStyle w:val="B5FF22C4E3E648EF84940EC65C453A9F"/>
          </w:pPr>
          <w:r w:rsidRPr="005D19FB">
            <w:rPr>
              <w:rStyle w:val="PlaceholderText"/>
            </w:rPr>
            <w:t>Click here to enter text.</w:t>
          </w:r>
        </w:p>
      </w:docPartBody>
    </w:docPart>
    <w:docPart>
      <w:docPartPr>
        <w:name w:val="7D7964F17E1745C998F1A7C2A7259604"/>
        <w:category>
          <w:name w:val="General"/>
          <w:gallery w:val="placeholder"/>
        </w:category>
        <w:types>
          <w:type w:val="bbPlcHdr"/>
        </w:types>
        <w:behaviors>
          <w:behavior w:val="content"/>
        </w:behaviors>
        <w:guid w:val="{6BA3B734-4C91-452E-99E0-3B298E1061BE}"/>
      </w:docPartPr>
      <w:docPartBody>
        <w:p w:rsidR="00164B0C" w:rsidRDefault="00ED1172">
          <w:pPr>
            <w:pStyle w:val="7D7964F17E1745C998F1A7C2A7259604"/>
          </w:pPr>
          <w:r w:rsidRPr="005D19FB">
            <w:rPr>
              <w:rStyle w:val="PlaceholderText"/>
            </w:rPr>
            <w:t>Click here to enter text.</w:t>
          </w:r>
        </w:p>
      </w:docPartBody>
    </w:docPart>
    <w:docPart>
      <w:docPartPr>
        <w:name w:val="9479175D891741D594C19CA5914A48B9"/>
        <w:category>
          <w:name w:val="General"/>
          <w:gallery w:val="placeholder"/>
        </w:category>
        <w:types>
          <w:type w:val="bbPlcHdr"/>
        </w:types>
        <w:behaviors>
          <w:behavior w:val="content"/>
        </w:behaviors>
        <w:guid w:val="{E6D4253E-3650-4D95-8185-958E9E3383AD}"/>
      </w:docPartPr>
      <w:docPartBody>
        <w:p w:rsidR="00164B0C" w:rsidRDefault="00ED1172">
          <w:pPr>
            <w:pStyle w:val="9479175D891741D594C19CA5914A48B9"/>
          </w:pPr>
          <w:r w:rsidRPr="005D19FB">
            <w:rPr>
              <w:rStyle w:val="PlaceholderText"/>
            </w:rPr>
            <w:t>Click here to enter text.</w:t>
          </w:r>
        </w:p>
      </w:docPartBody>
    </w:docPart>
    <w:docPart>
      <w:docPartPr>
        <w:name w:val="41CFB0A9D7DD4D85BB35CEDE3C77043C"/>
        <w:category>
          <w:name w:val="General"/>
          <w:gallery w:val="placeholder"/>
        </w:category>
        <w:types>
          <w:type w:val="bbPlcHdr"/>
        </w:types>
        <w:behaviors>
          <w:behavior w:val="content"/>
        </w:behaviors>
        <w:guid w:val="{E0501242-D958-40D6-A378-9C1202BE8CEB}"/>
      </w:docPartPr>
      <w:docPartBody>
        <w:p w:rsidR="00164B0C" w:rsidRDefault="00ED1172">
          <w:pPr>
            <w:pStyle w:val="41CFB0A9D7DD4D85BB35CEDE3C77043C"/>
          </w:pPr>
          <w:r w:rsidRPr="005D19FB">
            <w:rPr>
              <w:rStyle w:val="PlaceholderText"/>
            </w:rPr>
            <w:t>Choose an item.</w:t>
          </w:r>
        </w:p>
      </w:docPartBody>
    </w:docPart>
    <w:docPart>
      <w:docPartPr>
        <w:name w:val="CDA7F07262D14DAC8D9023B00724B20F"/>
        <w:category>
          <w:name w:val="General"/>
          <w:gallery w:val="placeholder"/>
        </w:category>
        <w:types>
          <w:type w:val="bbPlcHdr"/>
        </w:types>
        <w:behaviors>
          <w:behavior w:val="content"/>
        </w:behaviors>
        <w:guid w:val="{20621ED9-07EF-4244-BFE7-66D29350FF18}"/>
      </w:docPartPr>
      <w:docPartBody>
        <w:p w:rsidR="00164B0C" w:rsidRDefault="00ED1172">
          <w:pPr>
            <w:pStyle w:val="CDA7F07262D14DAC8D9023B00724B20F"/>
          </w:pPr>
          <w:r w:rsidRPr="005D19FB">
            <w:rPr>
              <w:rStyle w:val="PlaceholderText"/>
            </w:rPr>
            <w:t>Choose an item.</w:t>
          </w:r>
        </w:p>
      </w:docPartBody>
    </w:docPart>
    <w:docPart>
      <w:docPartPr>
        <w:name w:val="C1EF5C8D0B08448C8465DAAF801D4692"/>
        <w:category>
          <w:name w:val="General"/>
          <w:gallery w:val="placeholder"/>
        </w:category>
        <w:types>
          <w:type w:val="bbPlcHdr"/>
        </w:types>
        <w:behaviors>
          <w:behavior w:val="content"/>
        </w:behaviors>
        <w:guid w:val="{B56D4A33-2170-4844-A0FA-0B1F7857F8C0}"/>
      </w:docPartPr>
      <w:docPartBody>
        <w:p w:rsidR="00164B0C" w:rsidRDefault="00ED1172">
          <w:pPr>
            <w:pStyle w:val="C1EF5C8D0B08448C8465DAAF801D4692"/>
          </w:pPr>
          <w:r w:rsidRPr="005D19FB">
            <w:rPr>
              <w:rStyle w:val="PlaceholderText"/>
            </w:rPr>
            <w:t>Click here to enter text.</w:t>
          </w:r>
        </w:p>
      </w:docPartBody>
    </w:docPart>
    <w:docPart>
      <w:docPartPr>
        <w:name w:val="45180964004B4FB38A8DE8F59D38A326"/>
        <w:category>
          <w:name w:val="General"/>
          <w:gallery w:val="placeholder"/>
        </w:category>
        <w:types>
          <w:type w:val="bbPlcHdr"/>
        </w:types>
        <w:behaviors>
          <w:behavior w:val="content"/>
        </w:behaviors>
        <w:guid w:val="{436638BF-451B-429A-BA42-046CDA8578C3}"/>
      </w:docPartPr>
      <w:docPartBody>
        <w:p w:rsidR="00164B0C" w:rsidRDefault="00ED1172">
          <w:pPr>
            <w:pStyle w:val="45180964004B4FB38A8DE8F59D38A326"/>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172"/>
    <w:rsid w:val="00164B0C"/>
    <w:rsid w:val="00ED11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1172"/>
    <w:rPr>
      <w:color w:val="808080"/>
    </w:rPr>
  </w:style>
  <w:style w:type="paragraph" w:customStyle="1" w:styleId="E802960C179D4BB5879554CACC3C8172">
    <w:name w:val="E802960C179D4BB5879554CACC3C8172"/>
  </w:style>
  <w:style w:type="paragraph" w:customStyle="1" w:styleId="49311EE259F74474A42EE367B57AF25C">
    <w:name w:val="49311EE259F74474A42EE367B57AF25C"/>
  </w:style>
  <w:style w:type="paragraph" w:customStyle="1" w:styleId="D9F74F6C005147208F0FF6110434A8EB">
    <w:name w:val="D9F74F6C005147208F0FF6110434A8EB"/>
  </w:style>
  <w:style w:type="paragraph" w:customStyle="1" w:styleId="4FD423B20C8C4612996EC84BB164C60D">
    <w:name w:val="4FD423B20C8C4612996EC84BB164C60D"/>
  </w:style>
  <w:style w:type="paragraph" w:customStyle="1" w:styleId="FED2C1DDFEE642CBB5632BBD5270C763">
    <w:name w:val="FED2C1DDFEE642CBB5632BBD5270C763"/>
  </w:style>
  <w:style w:type="paragraph" w:customStyle="1" w:styleId="B5FF22C4E3E648EF84940EC65C453A9F">
    <w:name w:val="B5FF22C4E3E648EF84940EC65C453A9F"/>
  </w:style>
  <w:style w:type="paragraph" w:customStyle="1" w:styleId="7D7964F17E1745C998F1A7C2A7259604">
    <w:name w:val="7D7964F17E1745C998F1A7C2A7259604"/>
  </w:style>
  <w:style w:type="paragraph" w:customStyle="1" w:styleId="9479175D891741D594C19CA5914A48B9">
    <w:name w:val="9479175D891741D594C19CA5914A48B9"/>
  </w:style>
  <w:style w:type="paragraph" w:customStyle="1" w:styleId="41CFB0A9D7DD4D85BB35CEDE3C77043C">
    <w:name w:val="41CFB0A9D7DD4D85BB35CEDE3C77043C"/>
  </w:style>
  <w:style w:type="paragraph" w:customStyle="1" w:styleId="CDA7F07262D14DAC8D9023B00724B20F">
    <w:name w:val="CDA7F07262D14DAC8D9023B00724B20F"/>
  </w:style>
  <w:style w:type="paragraph" w:customStyle="1" w:styleId="C1EF5C8D0B08448C8465DAAF801D4692">
    <w:name w:val="C1EF5C8D0B08448C8465DAAF801D4692"/>
  </w:style>
  <w:style w:type="paragraph" w:customStyle="1" w:styleId="45180964004B4FB38A8DE8F59D38A326">
    <w:name w:val="45180964004B4FB38A8DE8F59D38A3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1172"/>
    <w:rPr>
      <w:color w:val="808080"/>
    </w:rPr>
  </w:style>
  <w:style w:type="paragraph" w:customStyle="1" w:styleId="E802960C179D4BB5879554CACC3C8172">
    <w:name w:val="E802960C179D4BB5879554CACC3C8172"/>
  </w:style>
  <w:style w:type="paragraph" w:customStyle="1" w:styleId="49311EE259F74474A42EE367B57AF25C">
    <w:name w:val="49311EE259F74474A42EE367B57AF25C"/>
  </w:style>
  <w:style w:type="paragraph" w:customStyle="1" w:styleId="D9F74F6C005147208F0FF6110434A8EB">
    <w:name w:val="D9F74F6C005147208F0FF6110434A8EB"/>
  </w:style>
  <w:style w:type="paragraph" w:customStyle="1" w:styleId="4FD423B20C8C4612996EC84BB164C60D">
    <w:name w:val="4FD423B20C8C4612996EC84BB164C60D"/>
  </w:style>
  <w:style w:type="paragraph" w:customStyle="1" w:styleId="FED2C1DDFEE642CBB5632BBD5270C763">
    <w:name w:val="FED2C1DDFEE642CBB5632BBD5270C763"/>
  </w:style>
  <w:style w:type="paragraph" w:customStyle="1" w:styleId="B5FF22C4E3E648EF84940EC65C453A9F">
    <w:name w:val="B5FF22C4E3E648EF84940EC65C453A9F"/>
  </w:style>
  <w:style w:type="paragraph" w:customStyle="1" w:styleId="7D7964F17E1745C998F1A7C2A7259604">
    <w:name w:val="7D7964F17E1745C998F1A7C2A7259604"/>
  </w:style>
  <w:style w:type="paragraph" w:customStyle="1" w:styleId="9479175D891741D594C19CA5914A48B9">
    <w:name w:val="9479175D891741D594C19CA5914A48B9"/>
  </w:style>
  <w:style w:type="paragraph" w:customStyle="1" w:styleId="41CFB0A9D7DD4D85BB35CEDE3C77043C">
    <w:name w:val="41CFB0A9D7DD4D85BB35CEDE3C77043C"/>
  </w:style>
  <w:style w:type="paragraph" w:customStyle="1" w:styleId="CDA7F07262D14DAC8D9023B00724B20F">
    <w:name w:val="CDA7F07262D14DAC8D9023B00724B20F"/>
  </w:style>
  <w:style w:type="paragraph" w:customStyle="1" w:styleId="C1EF5C8D0B08448C8465DAAF801D4692">
    <w:name w:val="C1EF5C8D0B08448C8465DAAF801D4692"/>
  </w:style>
  <w:style w:type="paragraph" w:customStyle="1" w:styleId="45180964004B4FB38A8DE8F59D38A326">
    <w:name w:val="45180964004B4FB38A8DE8F59D38A3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30319-48E8-48C2-9A18-EB02FF476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4</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Rosalind Timperley</dc:creator>
  <cp:lastModifiedBy>Fungai Madzivadondo</cp:lastModifiedBy>
  <cp:revision>3</cp:revision>
  <dcterms:created xsi:type="dcterms:W3CDTF">2015-06-24T11:17:00Z</dcterms:created>
  <dcterms:modified xsi:type="dcterms:W3CDTF">2015-07-13T10:53:00Z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228</vt:lpwstr>
  </property>
  <property fmtid="{D5CDD505-2E9C-101B-9397-08002B2CF9AE}" pid="3" name="Date">
    <vt:lpwstr>17 July 2015</vt:lpwstr>
  </property>
  <property fmtid="{D5CDD505-2E9C-101B-9397-08002B2CF9AE}" pid="4" name="Version">
    <vt:lpwstr>1.0</vt:lpwstr>
  </property>
</Properties>
</file>