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D929B" w14:textId="77777777" w:rsidR="001D313A" w:rsidRDefault="001D313A" w:rsidP="0072107A">
      <w:pPr>
        <w:pStyle w:val="Title"/>
      </w:pPr>
    </w:p>
    <w:p w14:paraId="013E3F45" w14:textId="77777777" w:rsidR="001D313A" w:rsidRDefault="001D313A" w:rsidP="0072107A">
      <w:pPr>
        <w:pStyle w:val="Title"/>
      </w:pPr>
    </w:p>
    <w:p w14:paraId="4C0DF064" w14:textId="77777777" w:rsidR="001D313A" w:rsidRDefault="001D313A" w:rsidP="0072107A">
      <w:pPr>
        <w:pStyle w:val="Title"/>
      </w:pPr>
    </w:p>
    <w:p w14:paraId="4DCBFA41"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00A42B3D"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54C7152" w14:textId="77777777" w:rsidR="00B23399" w:rsidRPr="00DA5999" w:rsidRDefault="00B23399" w:rsidP="00DA5999">
            <w:pPr>
              <w:pStyle w:val="ColumnHeading"/>
            </w:pPr>
            <w:r w:rsidRPr="00DA5999">
              <w:t>CP Details</w:t>
            </w:r>
          </w:p>
        </w:tc>
      </w:tr>
      <w:tr w:rsidR="00193115" w:rsidRPr="00973740" w14:paraId="529C73A5" w14:textId="77777777" w:rsidTr="00DA5999">
        <w:trPr>
          <w:trHeight w:val="227"/>
        </w:trPr>
        <w:tc>
          <w:tcPr>
            <w:tcW w:w="2192" w:type="pct"/>
          </w:tcPr>
          <w:p w14:paraId="351B6B79" w14:textId="77777777" w:rsidR="00193115" w:rsidRPr="0072107A" w:rsidRDefault="00193115" w:rsidP="00DA5999">
            <w:r w:rsidRPr="0072107A">
              <w:t>CP number</w:t>
            </w:r>
            <w:r w:rsidR="00916C37" w:rsidRPr="0072107A">
              <w:t>:</w:t>
            </w:r>
          </w:p>
        </w:tc>
        <w:tc>
          <w:tcPr>
            <w:tcW w:w="2808" w:type="pct"/>
          </w:tcPr>
          <w:p w14:paraId="77F6D028" w14:textId="6B406829" w:rsidR="00193115" w:rsidRPr="00973740" w:rsidRDefault="001A1F7F" w:rsidP="00DA5999">
            <w:r>
              <w:t>DCP 357</w:t>
            </w:r>
          </w:p>
        </w:tc>
      </w:tr>
      <w:tr w:rsidR="00193115" w:rsidRPr="00973740" w14:paraId="0692D8EC" w14:textId="77777777" w:rsidTr="00DA5999">
        <w:trPr>
          <w:trHeight w:val="227"/>
        </w:trPr>
        <w:tc>
          <w:tcPr>
            <w:tcW w:w="2192" w:type="pct"/>
          </w:tcPr>
          <w:p w14:paraId="570D72C2" w14:textId="77777777" w:rsidR="00193115" w:rsidRPr="0072107A" w:rsidRDefault="00916C37" w:rsidP="00DA5999">
            <w:r w:rsidRPr="0072107A">
              <w:t>CP Title:</w:t>
            </w:r>
          </w:p>
        </w:tc>
        <w:tc>
          <w:tcPr>
            <w:tcW w:w="2808" w:type="pct"/>
          </w:tcPr>
          <w:p w14:paraId="39F852F2" w14:textId="0F9DDCC8" w:rsidR="00193115" w:rsidRPr="00973740" w:rsidRDefault="001A1F7F" w:rsidP="00DA5999">
            <w:r w:rsidRPr="001A1F7F">
              <w:t>Sharing theft data between the TRAS and ELEXON</w:t>
            </w:r>
            <w:bookmarkStart w:id="0" w:name="_GoBack"/>
            <w:bookmarkEnd w:id="0"/>
          </w:p>
        </w:tc>
      </w:tr>
      <w:tr w:rsidR="00916C37" w:rsidRPr="00973740" w14:paraId="3F278239" w14:textId="77777777" w:rsidTr="00DA5999">
        <w:trPr>
          <w:trHeight w:val="227"/>
        </w:trPr>
        <w:tc>
          <w:tcPr>
            <w:tcW w:w="2192" w:type="pct"/>
          </w:tcPr>
          <w:p w14:paraId="4A988264" w14:textId="77777777" w:rsidR="00916C37" w:rsidRPr="0072107A" w:rsidRDefault="00916C37" w:rsidP="00DA5999">
            <w:r w:rsidRPr="0072107A">
              <w:t>Parties Impacted:</w:t>
            </w:r>
          </w:p>
        </w:tc>
        <w:tc>
          <w:tcPr>
            <w:tcW w:w="2808" w:type="pct"/>
          </w:tcPr>
          <w:p w14:paraId="57CF1A0E" w14:textId="500CC1E3" w:rsidR="00916C37" w:rsidRPr="00973740" w:rsidRDefault="001A1F7F" w:rsidP="00DA5999">
            <w:r>
              <w:t>Suppliers, TRAS Service Provider, DNOs</w:t>
            </w:r>
          </w:p>
        </w:tc>
      </w:tr>
      <w:tr w:rsidR="00916C37" w:rsidRPr="00973740" w14:paraId="2DB0DB83" w14:textId="77777777" w:rsidTr="00DA5999">
        <w:trPr>
          <w:trHeight w:val="227"/>
        </w:trPr>
        <w:tc>
          <w:tcPr>
            <w:tcW w:w="2192" w:type="pct"/>
          </w:tcPr>
          <w:p w14:paraId="69BB9733" w14:textId="77777777" w:rsidR="00916C37" w:rsidRPr="0072107A" w:rsidRDefault="00916C37" w:rsidP="00DA5999">
            <w:r w:rsidRPr="0072107A">
              <w:t>Part 1</w:t>
            </w:r>
            <w:r w:rsidR="008A35FA">
              <w:t xml:space="preserve"> </w:t>
            </w:r>
            <w:r w:rsidRPr="0072107A">
              <w:t>/ Part 2 Matter:</w:t>
            </w:r>
          </w:p>
        </w:tc>
        <w:tc>
          <w:tcPr>
            <w:tcW w:w="2808" w:type="pct"/>
          </w:tcPr>
          <w:p w14:paraId="5CA47F34" w14:textId="3E0FA748" w:rsidR="00916C37" w:rsidRPr="00973740" w:rsidRDefault="001A1F7F" w:rsidP="00DA5999">
            <w:r>
              <w:t>Part 2</w:t>
            </w:r>
          </w:p>
        </w:tc>
      </w:tr>
      <w:tr w:rsidR="00916C37" w:rsidRPr="00973740" w14:paraId="207EEFDC" w14:textId="77777777" w:rsidTr="00DA5999">
        <w:trPr>
          <w:trHeight w:val="227"/>
        </w:trPr>
        <w:tc>
          <w:tcPr>
            <w:tcW w:w="2192" w:type="pct"/>
          </w:tcPr>
          <w:p w14:paraId="74E20076" w14:textId="77777777" w:rsidR="00916C37" w:rsidRPr="0072107A" w:rsidRDefault="00916C37" w:rsidP="00DA5999">
            <w:r w:rsidRPr="0072107A">
              <w:t>Implementation Date:</w:t>
            </w:r>
          </w:p>
        </w:tc>
        <w:tc>
          <w:tcPr>
            <w:tcW w:w="2808" w:type="pct"/>
          </w:tcPr>
          <w:p w14:paraId="1D38A0D6" w14:textId="4EFEA0D1" w:rsidR="00916C37" w:rsidRPr="00973740" w:rsidRDefault="001A1F7F" w:rsidP="00DA5999">
            <w:r>
              <w:t>25 June 2020</w:t>
            </w:r>
          </w:p>
        </w:tc>
      </w:tr>
      <w:tr w:rsidR="00916C37" w:rsidRPr="00973740" w14:paraId="7D37F27C" w14:textId="77777777" w:rsidTr="00DA5999">
        <w:trPr>
          <w:trHeight w:val="227"/>
        </w:trPr>
        <w:tc>
          <w:tcPr>
            <w:tcW w:w="2192" w:type="pct"/>
          </w:tcPr>
          <w:p w14:paraId="40C494A7" w14:textId="77777777" w:rsidR="00916C37" w:rsidRPr="0072107A" w:rsidRDefault="00916C37" w:rsidP="00DA5999">
            <w:r w:rsidRPr="0072107A">
              <w:t>Voting End Date:</w:t>
            </w:r>
          </w:p>
        </w:tc>
        <w:tc>
          <w:tcPr>
            <w:tcW w:w="2808" w:type="pct"/>
          </w:tcPr>
          <w:p w14:paraId="50879A51" w14:textId="74B53402" w:rsidR="00916C37" w:rsidRPr="00973740" w:rsidRDefault="001A1F7F" w:rsidP="00DA5999">
            <w:r>
              <w:t>13 March 2020</w:t>
            </w:r>
          </w:p>
        </w:tc>
      </w:tr>
    </w:tbl>
    <w:p w14:paraId="665E6FD0"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E126084"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4FF466A3" w14:textId="77777777" w:rsidR="004A45C0" w:rsidRPr="00DA5999" w:rsidRDefault="004A45C0" w:rsidP="00DA5999">
            <w:pPr>
              <w:pStyle w:val="ColumnHeading"/>
            </w:pPr>
            <w:r w:rsidRPr="00DA5999">
              <w:t>Respondent Details</w:t>
            </w:r>
          </w:p>
        </w:tc>
      </w:tr>
      <w:tr w:rsidR="00B23399" w:rsidRPr="00973740" w14:paraId="0A24A3C5" w14:textId="77777777" w:rsidTr="00DA5999">
        <w:tc>
          <w:tcPr>
            <w:tcW w:w="2192" w:type="pct"/>
          </w:tcPr>
          <w:p w14:paraId="520D97F8"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0149304BEA0E4E06A1C63947AD44A5D4"/>
            </w:placeholder>
            <w:showingPlcHdr/>
          </w:sdtPr>
          <w:sdtEndPr/>
          <w:sdtContent>
            <w:tc>
              <w:tcPr>
                <w:tcW w:w="2808" w:type="pct"/>
              </w:tcPr>
              <w:p w14:paraId="6E8BF436"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B933966" w14:textId="77777777" w:rsidTr="00DA5999">
        <w:tc>
          <w:tcPr>
            <w:tcW w:w="2192" w:type="pct"/>
          </w:tcPr>
          <w:p w14:paraId="3AAB82A0"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49A422E1CDDE463EAED3CCF379AABB6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60BF0798"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29E59410" w14:textId="77777777" w:rsidTr="00DA5999">
        <w:tc>
          <w:tcPr>
            <w:tcW w:w="2192" w:type="pct"/>
          </w:tcPr>
          <w:p w14:paraId="7A0DB61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1DF28088EDA4BDE87E61F4360C6B3CA"/>
            </w:placeholder>
            <w:showingPlcHdr/>
            <w:text/>
          </w:sdtPr>
          <w:sdtEndPr/>
          <w:sdtContent>
            <w:tc>
              <w:tcPr>
                <w:tcW w:w="2808" w:type="pct"/>
              </w:tcPr>
              <w:p w14:paraId="7B0FD830"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EC9DB4C" w14:textId="77777777" w:rsidTr="00DA5999">
        <w:tc>
          <w:tcPr>
            <w:tcW w:w="2192" w:type="pct"/>
          </w:tcPr>
          <w:p w14:paraId="676DEF92"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59DAB82F38D3446E94B9C0BF3944F4C4"/>
            </w:placeholder>
            <w:showingPlcHdr/>
            <w:text/>
          </w:sdtPr>
          <w:sdtEndPr/>
          <w:sdtContent>
            <w:tc>
              <w:tcPr>
                <w:tcW w:w="2808" w:type="pct"/>
              </w:tcPr>
              <w:p w14:paraId="7F8C91FF"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E9E5992" w14:textId="77777777" w:rsidTr="00DA5999">
        <w:tc>
          <w:tcPr>
            <w:tcW w:w="2192" w:type="pct"/>
          </w:tcPr>
          <w:p w14:paraId="30EECF99"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039C7BE80F54C9087EB5D1BAC245511"/>
            </w:placeholder>
            <w:showingPlcHdr/>
            <w:text/>
          </w:sdtPr>
          <w:sdtEndPr/>
          <w:sdtContent>
            <w:tc>
              <w:tcPr>
                <w:tcW w:w="2808" w:type="pct"/>
              </w:tcPr>
              <w:p w14:paraId="549EE40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28A6949" w14:textId="77777777" w:rsidTr="00DA5999">
        <w:tc>
          <w:tcPr>
            <w:tcW w:w="2192" w:type="pct"/>
          </w:tcPr>
          <w:p w14:paraId="4BDF3A5D"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66350B9E86A94CDA87D09DAD93AB2528"/>
            </w:placeholder>
            <w:showingPlcHdr/>
            <w:text/>
          </w:sdtPr>
          <w:sdtEndPr/>
          <w:sdtContent>
            <w:tc>
              <w:tcPr>
                <w:tcW w:w="2808" w:type="pct"/>
              </w:tcPr>
              <w:p w14:paraId="4DCED33B"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E34C2FF" w14:textId="77777777" w:rsidTr="00DA5999">
        <w:tc>
          <w:tcPr>
            <w:tcW w:w="2192" w:type="pct"/>
          </w:tcPr>
          <w:p w14:paraId="62F5C9BE"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68A452D2546D47FFBB3962B21204B0E8"/>
            </w:placeholder>
            <w:showingPlcHdr/>
            <w:text/>
          </w:sdtPr>
          <w:sdtEndPr/>
          <w:sdtContent>
            <w:tc>
              <w:tcPr>
                <w:tcW w:w="2808" w:type="pct"/>
              </w:tcPr>
              <w:p w14:paraId="0A496F05"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AD2EA25" w14:textId="77777777" w:rsidTr="00DA5999">
        <w:tc>
          <w:tcPr>
            <w:tcW w:w="2192" w:type="pct"/>
          </w:tcPr>
          <w:p w14:paraId="0929829D"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6A71A673F89E4BC488C615141F334C6D"/>
            </w:placeholder>
            <w:showingPlcHdr/>
            <w:text/>
          </w:sdtPr>
          <w:sdtEndPr/>
          <w:sdtContent>
            <w:tc>
              <w:tcPr>
                <w:tcW w:w="2808" w:type="pct"/>
              </w:tcPr>
              <w:p w14:paraId="18846993"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786D5AB0"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417D4EEC"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63D1C8F" w14:textId="77777777" w:rsidR="005F26DE" w:rsidRPr="00DA5999" w:rsidRDefault="005F26DE" w:rsidP="00DA5999">
            <w:pPr>
              <w:pStyle w:val="ColumnHeading"/>
            </w:pPr>
            <w:r w:rsidRPr="00973740">
              <w:t>Response</w:t>
            </w:r>
          </w:p>
        </w:tc>
      </w:tr>
      <w:tr w:rsidR="005F26DE" w:rsidRPr="00973740" w14:paraId="30EA2ADC" w14:textId="77777777" w:rsidTr="00DA5999">
        <w:tc>
          <w:tcPr>
            <w:tcW w:w="2195" w:type="pct"/>
          </w:tcPr>
          <w:p w14:paraId="7F499DAE"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DEFB4318A874CCAB280D8EB54FDAC0D"/>
            </w:placeholder>
            <w:showingPlcHdr/>
            <w:dropDownList>
              <w:listItem w:value="Choose an item."/>
              <w:listItem w:displayText="Accept" w:value="Accept"/>
              <w:listItem w:displayText="Reject" w:value="Reject"/>
            </w:dropDownList>
          </w:sdtPr>
          <w:sdtEndPr/>
          <w:sdtContent>
            <w:tc>
              <w:tcPr>
                <w:tcW w:w="2805" w:type="pct"/>
              </w:tcPr>
              <w:p w14:paraId="4633164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16847B2F" w14:textId="77777777" w:rsidTr="00DA5999">
        <w:tc>
          <w:tcPr>
            <w:tcW w:w="2195" w:type="pct"/>
            <w:tcBorders>
              <w:bottom w:val="single" w:sz="4" w:space="0" w:color="auto"/>
            </w:tcBorders>
          </w:tcPr>
          <w:p w14:paraId="227B12F0"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9320CD1C89AB477FAF3BD4A37FDD7688"/>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669252EF"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00F59491" w14:textId="77777777" w:rsidTr="00DA5999">
        <w:tc>
          <w:tcPr>
            <w:tcW w:w="2195" w:type="pct"/>
          </w:tcPr>
          <w:p w14:paraId="7376842D"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F1D708F5CF77451D8A11AC5C1DA6CC69"/>
            </w:placeholder>
            <w:showingPlcHdr/>
          </w:sdtPr>
          <w:sdtEndPr/>
          <w:sdtContent>
            <w:tc>
              <w:tcPr>
                <w:tcW w:w="2805" w:type="pct"/>
              </w:tcPr>
              <w:p w14:paraId="24B9A4D7"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65EBE5BF" w14:textId="77777777" w:rsidTr="00DA5999">
        <w:tc>
          <w:tcPr>
            <w:tcW w:w="2195" w:type="pct"/>
          </w:tcPr>
          <w:p w14:paraId="68512496"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A435C89089C4B2CADCD54BA40D58995"/>
            </w:placeholder>
            <w:showingPlcHdr/>
          </w:sdtPr>
          <w:sdtEndPr/>
          <w:sdtContent>
            <w:tc>
              <w:tcPr>
                <w:tcW w:w="2805" w:type="pct"/>
              </w:tcPr>
              <w:p w14:paraId="0BF58B41"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25D9C5E0"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572CA811"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2E88F506" w14:textId="77777777" w:rsidR="00973740" w:rsidRPr="00A94393" w:rsidRDefault="00973740" w:rsidP="00A94393">
            <w:pPr>
              <w:pStyle w:val="ColumnHeading"/>
            </w:pPr>
            <w:r w:rsidRPr="00A94393">
              <w:t>DCUSA Objectives</w:t>
            </w:r>
          </w:p>
        </w:tc>
      </w:tr>
      <w:tr w:rsidR="005F26DE" w:rsidRPr="00973740" w14:paraId="0E983B13" w14:textId="77777777" w:rsidTr="00A94393">
        <w:tc>
          <w:tcPr>
            <w:tcW w:w="5000" w:type="pct"/>
            <w:tcBorders>
              <w:bottom w:val="single" w:sz="4" w:space="0" w:color="auto"/>
            </w:tcBorders>
            <w:shd w:val="clear" w:color="auto" w:fill="D9D9D9" w:themeFill="background1" w:themeFillShade="D9"/>
          </w:tcPr>
          <w:p w14:paraId="6738798D" w14:textId="77777777" w:rsidR="00973740" w:rsidRPr="0072107A" w:rsidRDefault="00973740" w:rsidP="0072107A">
            <w:pPr>
              <w:pStyle w:val="ObjectivesHeading"/>
            </w:pPr>
            <w:r w:rsidRPr="0072107A">
              <w:t>DCUSA General Objectives</w:t>
            </w:r>
          </w:p>
          <w:p w14:paraId="7C9C0D35"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09B3952E"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496EC0F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38EE2AA9"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23E76831"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F94EE9F" w14:textId="77777777" w:rsidR="00973740" w:rsidRPr="004D3204" w:rsidRDefault="00973740" w:rsidP="0072107A">
            <w:pPr>
              <w:pStyle w:val="ObjectivesHeading"/>
            </w:pPr>
            <w:r w:rsidRPr="004D3204">
              <w:t xml:space="preserve">DCUSA Charging Objectives </w:t>
            </w:r>
          </w:p>
          <w:p w14:paraId="0F934D4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107D4C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47B0DDE"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FCFD83D"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23A766CA"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81F29EC"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011EF071" w14:textId="77777777" w:rsidR="00973740" w:rsidRPr="00973740" w:rsidRDefault="00973740" w:rsidP="0072107A"/>
    <w:p w14:paraId="1AFADCCB" w14:textId="77777777"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ABE84" w14:textId="77777777" w:rsidR="00684E64" w:rsidRDefault="00684E64" w:rsidP="0072107A">
      <w:r>
        <w:separator/>
      </w:r>
    </w:p>
  </w:endnote>
  <w:endnote w:type="continuationSeparator" w:id="0">
    <w:p w14:paraId="6386427C" w14:textId="77777777" w:rsidR="00684E64" w:rsidRDefault="00684E64"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72957" w14:textId="77777777" w:rsidR="00FD00A2" w:rsidRPr="00973740" w:rsidRDefault="00FD00A2" w:rsidP="0072107A">
    <w:pPr>
      <w:pStyle w:val="Footer"/>
    </w:pPr>
    <w:r w:rsidRPr="00973740">
      <w:fldChar w:fldCharType="begin"/>
    </w:r>
    <w:r w:rsidRPr="00973740">
      <w:instrText xml:space="preserve"> docproperty date </w:instrText>
    </w:r>
    <w:r w:rsidRPr="00973740">
      <w:fldChar w:fldCharType="separate"/>
    </w:r>
    <w:r w:rsidR="004A0327">
      <w:t>Date</w:t>
    </w:r>
    <w:r w:rsidRPr="00973740">
      <w:fldChar w:fldCharType="end"/>
    </w: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4A0327">
      <w:t>Version</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50DCE" w14:textId="77777777" w:rsidR="008A35FA" w:rsidRDefault="008A35FA">
    <w:pPr>
      <w:pStyle w:val="Footer"/>
    </w:pPr>
    <w:r w:rsidRPr="00973740">
      <w:fldChar w:fldCharType="begin"/>
    </w:r>
    <w:r w:rsidRPr="00973740">
      <w:instrText xml:space="preserve"> docproperty date </w:instrText>
    </w:r>
    <w:r w:rsidRPr="00973740">
      <w:fldChar w:fldCharType="separate"/>
    </w:r>
    <w:r w:rsidR="004A0327">
      <w:t>Date</w:t>
    </w:r>
    <w:r w:rsidRPr="00973740">
      <w:fldChar w:fldCharType="end"/>
    </w: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4A0327">
      <w:t>Version</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93A64" w14:textId="77777777" w:rsidR="00684E64" w:rsidRDefault="00684E64" w:rsidP="0072107A">
      <w:r>
        <w:separator/>
      </w:r>
    </w:p>
  </w:footnote>
  <w:footnote w:type="continuationSeparator" w:id="0">
    <w:p w14:paraId="797A3FCB" w14:textId="77777777" w:rsidR="00684E64" w:rsidRDefault="00684E64" w:rsidP="0072107A">
      <w:r>
        <w:continuationSeparator/>
      </w:r>
    </w:p>
  </w:footnote>
  <w:footnote w:id="1">
    <w:p w14:paraId="7CB6C862"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0B325B1B"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E06F2" w14:textId="77777777"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D00A2" w:rsidRPr="00973740">
      <w:fldChar w:fldCharType="begin"/>
    </w:r>
    <w:r w:rsidR="00FD00A2" w:rsidRPr="00973740">
      <w:instrText xml:space="preserve"> docproperty ref </w:instrText>
    </w:r>
    <w:r w:rsidR="00FD00A2" w:rsidRPr="00973740">
      <w:fldChar w:fldCharType="separate"/>
    </w:r>
    <w:r w:rsidR="004A0327">
      <w:t>Ref</w:t>
    </w:r>
    <w:r w:rsidR="00FD00A2" w:rsidRPr="00973740">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B953C" w14:textId="61124510"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0135353E" wp14:editId="7148461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1A1F7F">
      <w:t>357</w:t>
    </w:r>
  </w:p>
  <w:p w14:paraId="156912B7" w14:textId="77777777"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27"/>
    <w:rsid w:val="00077D80"/>
    <w:rsid w:val="00134AF7"/>
    <w:rsid w:val="00171886"/>
    <w:rsid w:val="00190980"/>
    <w:rsid w:val="00193115"/>
    <w:rsid w:val="001A1F7F"/>
    <w:rsid w:val="001D313A"/>
    <w:rsid w:val="001D3D83"/>
    <w:rsid w:val="001E03C5"/>
    <w:rsid w:val="001F256A"/>
    <w:rsid w:val="00223DF1"/>
    <w:rsid w:val="0023069B"/>
    <w:rsid w:val="002B61A0"/>
    <w:rsid w:val="0031153A"/>
    <w:rsid w:val="0040580C"/>
    <w:rsid w:val="00410907"/>
    <w:rsid w:val="004572E2"/>
    <w:rsid w:val="004A0327"/>
    <w:rsid w:val="004A45C0"/>
    <w:rsid w:val="004D3204"/>
    <w:rsid w:val="005124D0"/>
    <w:rsid w:val="00554409"/>
    <w:rsid w:val="005A6203"/>
    <w:rsid w:val="005C36AB"/>
    <w:rsid w:val="005F1DC2"/>
    <w:rsid w:val="005F26DE"/>
    <w:rsid w:val="005F2D28"/>
    <w:rsid w:val="00684E64"/>
    <w:rsid w:val="00697019"/>
    <w:rsid w:val="00711B18"/>
    <w:rsid w:val="0072107A"/>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C01797"/>
    <w:rsid w:val="00CE497A"/>
    <w:rsid w:val="00D7706F"/>
    <w:rsid w:val="00DA5999"/>
    <w:rsid w:val="00DB3EF9"/>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F0156F"/>
  <w15:chartTrackingRefBased/>
  <w15:docId w15:val="{7E688E00-CD11-4139-A899-948E1C35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49304BEA0E4E06A1C63947AD44A5D4"/>
        <w:category>
          <w:name w:val="General"/>
          <w:gallery w:val="placeholder"/>
        </w:category>
        <w:types>
          <w:type w:val="bbPlcHdr"/>
        </w:types>
        <w:behaviors>
          <w:behavior w:val="content"/>
        </w:behaviors>
        <w:guid w:val="{F22780C0-AC2A-4827-AA6A-A4CF8849A5FB}"/>
      </w:docPartPr>
      <w:docPartBody>
        <w:p w:rsidR="00CB1A67" w:rsidRDefault="00915521">
          <w:pPr>
            <w:pStyle w:val="0149304BEA0E4E06A1C63947AD44A5D4"/>
          </w:pPr>
          <w:r w:rsidRPr="005D19FB">
            <w:rPr>
              <w:rStyle w:val="PlaceholderText"/>
            </w:rPr>
            <w:t>Click here to enter text.</w:t>
          </w:r>
        </w:p>
      </w:docPartBody>
    </w:docPart>
    <w:docPart>
      <w:docPartPr>
        <w:name w:val="49A422E1CDDE463EAED3CCF379AABB6C"/>
        <w:category>
          <w:name w:val="General"/>
          <w:gallery w:val="placeholder"/>
        </w:category>
        <w:types>
          <w:type w:val="bbPlcHdr"/>
        </w:types>
        <w:behaviors>
          <w:behavior w:val="content"/>
        </w:behaviors>
        <w:guid w:val="{40A789B3-AE36-488B-9DA0-C27542CDEC2C}"/>
      </w:docPartPr>
      <w:docPartBody>
        <w:p w:rsidR="00CB1A67" w:rsidRDefault="00915521">
          <w:pPr>
            <w:pStyle w:val="49A422E1CDDE463EAED3CCF379AABB6C"/>
          </w:pPr>
          <w:r w:rsidRPr="005D19FB">
            <w:rPr>
              <w:rStyle w:val="PlaceholderText"/>
            </w:rPr>
            <w:t>Choose an item.</w:t>
          </w:r>
        </w:p>
      </w:docPartBody>
    </w:docPart>
    <w:docPart>
      <w:docPartPr>
        <w:name w:val="71DF28088EDA4BDE87E61F4360C6B3CA"/>
        <w:category>
          <w:name w:val="General"/>
          <w:gallery w:val="placeholder"/>
        </w:category>
        <w:types>
          <w:type w:val="bbPlcHdr"/>
        </w:types>
        <w:behaviors>
          <w:behavior w:val="content"/>
        </w:behaviors>
        <w:guid w:val="{7818FF2E-C871-43F9-8C07-0C8C6B630751}"/>
      </w:docPartPr>
      <w:docPartBody>
        <w:p w:rsidR="00CB1A67" w:rsidRDefault="00915521">
          <w:pPr>
            <w:pStyle w:val="71DF28088EDA4BDE87E61F4360C6B3CA"/>
          </w:pPr>
          <w:r w:rsidRPr="005D19FB">
            <w:rPr>
              <w:rStyle w:val="PlaceholderText"/>
            </w:rPr>
            <w:t>Click here to enter text.</w:t>
          </w:r>
        </w:p>
      </w:docPartBody>
    </w:docPart>
    <w:docPart>
      <w:docPartPr>
        <w:name w:val="59DAB82F38D3446E94B9C0BF3944F4C4"/>
        <w:category>
          <w:name w:val="General"/>
          <w:gallery w:val="placeholder"/>
        </w:category>
        <w:types>
          <w:type w:val="bbPlcHdr"/>
        </w:types>
        <w:behaviors>
          <w:behavior w:val="content"/>
        </w:behaviors>
        <w:guid w:val="{B667BFF0-1532-4811-9D09-26316970B3E7}"/>
      </w:docPartPr>
      <w:docPartBody>
        <w:p w:rsidR="00CB1A67" w:rsidRDefault="00915521">
          <w:pPr>
            <w:pStyle w:val="59DAB82F38D3446E94B9C0BF3944F4C4"/>
          </w:pPr>
          <w:r w:rsidRPr="005D19FB">
            <w:rPr>
              <w:rStyle w:val="PlaceholderText"/>
            </w:rPr>
            <w:t>Click here to enter text.</w:t>
          </w:r>
        </w:p>
      </w:docPartBody>
    </w:docPart>
    <w:docPart>
      <w:docPartPr>
        <w:name w:val="3039C7BE80F54C9087EB5D1BAC245511"/>
        <w:category>
          <w:name w:val="General"/>
          <w:gallery w:val="placeholder"/>
        </w:category>
        <w:types>
          <w:type w:val="bbPlcHdr"/>
        </w:types>
        <w:behaviors>
          <w:behavior w:val="content"/>
        </w:behaviors>
        <w:guid w:val="{4774BFDB-32BF-4EEB-BDE8-973F78E88073}"/>
      </w:docPartPr>
      <w:docPartBody>
        <w:p w:rsidR="00CB1A67" w:rsidRDefault="00915521">
          <w:pPr>
            <w:pStyle w:val="3039C7BE80F54C9087EB5D1BAC245511"/>
          </w:pPr>
          <w:r w:rsidRPr="005D19FB">
            <w:rPr>
              <w:rStyle w:val="PlaceholderText"/>
            </w:rPr>
            <w:t>Click here to enter text.</w:t>
          </w:r>
        </w:p>
      </w:docPartBody>
    </w:docPart>
    <w:docPart>
      <w:docPartPr>
        <w:name w:val="66350B9E86A94CDA87D09DAD93AB2528"/>
        <w:category>
          <w:name w:val="General"/>
          <w:gallery w:val="placeholder"/>
        </w:category>
        <w:types>
          <w:type w:val="bbPlcHdr"/>
        </w:types>
        <w:behaviors>
          <w:behavior w:val="content"/>
        </w:behaviors>
        <w:guid w:val="{20408624-B51D-4C7B-B0D3-9D7918DFC070}"/>
      </w:docPartPr>
      <w:docPartBody>
        <w:p w:rsidR="00CB1A67" w:rsidRDefault="00915521">
          <w:pPr>
            <w:pStyle w:val="66350B9E86A94CDA87D09DAD93AB2528"/>
          </w:pPr>
          <w:r w:rsidRPr="005D19FB">
            <w:rPr>
              <w:rStyle w:val="PlaceholderText"/>
            </w:rPr>
            <w:t>Click here to enter text.</w:t>
          </w:r>
        </w:p>
      </w:docPartBody>
    </w:docPart>
    <w:docPart>
      <w:docPartPr>
        <w:name w:val="68A452D2546D47FFBB3962B21204B0E8"/>
        <w:category>
          <w:name w:val="General"/>
          <w:gallery w:val="placeholder"/>
        </w:category>
        <w:types>
          <w:type w:val="bbPlcHdr"/>
        </w:types>
        <w:behaviors>
          <w:behavior w:val="content"/>
        </w:behaviors>
        <w:guid w:val="{F3CD060A-5BAE-461E-88DA-E8ABECAA8AE4}"/>
      </w:docPartPr>
      <w:docPartBody>
        <w:p w:rsidR="00CB1A67" w:rsidRDefault="00915521">
          <w:pPr>
            <w:pStyle w:val="68A452D2546D47FFBB3962B21204B0E8"/>
          </w:pPr>
          <w:r w:rsidRPr="005D19FB">
            <w:rPr>
              <w:rStyle w:val="PlaceholderText"/>
            </w:rPr>
            <w:t>Click here to enter text.</w:t>
          </w:r>
        </w:p>
      </w:docPartBody>
    </w:docPart>
    <w:docPart>
      <w:docPartPr>
        <w:name w:val="6A71A673F89E4BC488C615141F334C6D"/>
        <w:category>
          <w:name w:val="General"/>
          <w:gallery w:val="placeholder"/>
        </w:category>
        <w:types>
          <w:type w:val="bbPlcHdr"/>
        </w:types>
        <w:behaviors>
          <w:behavior w:val="content"/>
        </w:behaviors>
        <w:guid w:val="{271C791D-DE27-46B8-BA0B-0A69A5B6E22D}"/>
      </w:docPartPr>
      <w:docPartBody>
        <w:p w:rsidR="00CB1A67" w:rsidRDefault="00915521">
          <w:pPr>
            <w:pStyle w:val="6A71A673F89E4BC488C615141F334C6D"/>
          </w:pPr>
          <w:r w:rsidRPr="005D19FB">
            <w:rPr>
              <w:rStyle w:val="PlaceholderText"/>
            </w:rPr>
            <w:t>Click here to enter text.</w:t>
          </w:r>
        </w:p>
      </w:docPartBody>
    </w:docPart>
    <w:docPart>
      <w:docPartPr>
        <w:name w:val="EDEFB4318A874CCAB280D8EB54FDAC0D"/>
        <w:category>
          <w:name w:val="General"/>
          <w:gallery w:val="placeholder"/>
        </w:category>
        <w:types>
          <w:type w:val="bbPlcHdr"/>
        </w:types>
        <w:behaviors>
          <w:behavior w:val="content"/>
        </w:behaviors>
        <w:guid w:val="{21025DAE-AFBF-4539-865B-5AF4C80D239E}"/>
      </w:docPartPr>
      <w:docPartBody>
        <w:p w:rsidR="00CB1A67" w:rsidRDefault="00915521">
          <w:pPr>
            <w:pStyle w:val="EDEFB4318A874CCAB280D8EB54FDAC0D"/>
          </w:pPr>
          <w:r w:rsidRPr="005D19FB">
            <w:rPr>
              <w:rStyle w:val="PlaceholderText"/>
            </w:rPr>
            <w:t>Choose an item.</w:t>
          </w:r>
        </w:p>
      </w:docPartBody>
    </w:docPart>
    <w:docPart>
      <w:docPartPr>
        <w:name w:val="9320CD1C89AB477FAF3BD4A37FDD7688"/>
        <w:category>
          <w:name w:val="General"/>
          <w:gallery w:val="placeholder"/>
        </w:category>
        <w:types>
          <w:type w:val="bbPlcHdr"/>
        </w:types>
        <w:behaviors>
          <w:behavior w:val="content"/>
        </w:behaviors>
        <w:guid w:val="{69664384-71ED-4FBE-BCAF-62FA6F91AA1D}"/>
      </w:docPartPr>
      <w:docPartBody>
        <w:p w:rsidR="00CB1A67" w:rsidRDefault="00915521">
          <w:pPr>
            <w:pStyle w:val="9320CD1C89AB477FAF3BD4A37FDD7688"/>
          </w:pPr>
          <w:r w:rsidRPr="005D19FB">
            <w:rPr>
              <w:rStyle w:val="PlaceholderText"/>
            </w:rPr>
            <w:t>Choose an item.</w:t>
          </w:r>
        </w:p>
      </w:docPartBody>
    </w:docPart>
    <w:docPart>
      <w:docPartPr>
        <w:name w:val="F1D708F5CF77451D8A11AC5C1DA6CC69"/>
        <w:category>
          <w:name w:val="General"/>
          <w:gallery w:val="placeholder"/>
        </w:category>
        <w:types>
          <w:type w:val="bbPlcHdr"/>
        </w:types>
        <w:behaviors>
          <w:behavior w:val="content"/>
        </w:behaviors>
        <w:guid w:val="{B1070F25-5489-423F-8866-F89F01BB1FA6}"/>
      </w:docPartPr>
      <w:docPartBody>
        <w:p w:rsidR="00CB1A67" w:rsidRDefault="00915521">
          <w:pPr>
            <w:pStyle w:val="F1D708F5CF77451D8A11AC5C1DA6CC69"/>
          </w:pPr>
          <w:r w:rsidRPr="005D19FB">
            <w:rPr>
              <w:rStyle w:val="PlaceholderText"/>
            </w:rPr>
            <w:t>Click here to enter text.</w:t>
          </w:r>
        </w:p>
      </w:docPartBody>
    </w:docPart>
    <w:docPart>
      <w:docPartPr>
        <w:name w:val="AA435C89089C4B2CADCD54BA40D58995"/>
        <w:category>
          <w:name w:val="General"/>
          <w:gallery w:val="placeholder"/>
        </w:category>
        <w:types>
          <w:type w:val="bbPlcHdr"/>
        </w:types>
        <w:behaviors>
          <w:behavior w:val="content"/>
        </w:behaviors>
        <w:guid w:val="{6580C195-4C92-4706-997F-B6E2406542FD}"/>
      </w:docPartPr>
      <w:docPartBody>
        <w:p w:rsidR="00CB1A67" w:rsidRDefault="00915521">
          <w:pPr>
            <w:pStyle w:val="AA435C89089C4B2CADCD54BA40D58995"/>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21"/>
    <w:rsid w:val="00915521"/>
    <w:rsid w:val="00CB1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149304BEA0E4E06A1C63947AD44A5D4">
    <w:name w:val="0149304BEA0E4E06A1C63947AD44A5D4"/>
  </w:style>
  <w:style w:type="paragraph" w:customStyle="1" w:styleId="49A422E1CDDE463EAED3CCF379AABB6C">
    <w:name w:val="49A422E1CDDE463EAED3CCF379AABB6C"/>
  </w:style>
  <w:style w:type="paragraph" w:customStyle="1" w:styleId="71DF28088EDA4BDE87E61F4360C6B3CA">
    <w:name w:val="71DF28088EDA4BDE87E61F4360C6B3CA"/>
  </w:style>
  <w:style w:type="paragraph" w:customStyle="1" w:styleId="59DAB82F38D3446E94B9C0BF3944F4C4">
    <w:name w:val="59DAB82F38D3446E94B9C0BF3944F4C4"/>
  </w:style>
  <w:style w:type="paragraph" w:customStyle="1" w:styleId="3039C7BE80F54C9087EB5D1BAC245511">
    <w:name w:val="3039C7BE80F54C9087EB5D1BAC245511"/>
  </w:style>
  <w:style w:type="paragraph" w:customStyle="1" w:styleId="66350B9E86A94CDA87D09DAD93AB2528">
    <w:name w:val="66350B9E86A94CDA87D09DAD93AB2528"/>
  </w:style>
  <w:style w:type="paragraph" w:customStyle="1" w:styleId="68A452D2546D47FFBB3962B21204B0E8">
    <w:name w:val="68A452D2546D47FFBB3962B21204B0E8"/>
  </w:style>
  <w:style w:type="paragraph" w:customStyle="1" w:styleId="6A71A673F89E4BC488C615141F334C6D">
    <w:name w:val="6A71A673F89E4BC488C615141F334C6D"/>
  </w:style>
  <w:style w:type="paragraph" w:customStyle="1" w:styleId="EDEFB4318A874CCAB280D8EB54FDAC0D">
    <w:name w:val="EDEFB4318A874CCAB280D8EB54FDAC0D"/>
  </w:style>
  <w:style w:type="paragraph" w:customStyle="1" w:styleId="9320CD1C89AB477FAF3BD4A37FDD7688">
    <w:name w:val="9320CD1C89AB477FAF3BD4A37FDD7688"/>
  </w:style>
  <w:style w:type="paragraph" w:customStyle="1" w:styleId="F1D708F5CF77451D8A11AC5C1DA6CC69">
    <w:name w:val="F1D708F5CF77451D8A11AC5C1DA6CC69"/>
  </w:style>
  <w:style w:type="paragraph" w:customStyle="1" w:styleId="AA435C89089C4B2CADCD54BA40D58995">
    <w:name w:val="AA435C89089C4B2CADCD54BA40D58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6D4F7-1B9C-4B24-9BD2-306AE52A3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Austin Gash</cp:lastModifiedBy>
  <cp:revision>2</cp:revision>
  <dcterms:created xsi:type="dcterms:W3CDTF">2019-10-09T09:42:00Z</dcterms:created>
  <dcterms:modified xsi:type="dcterms:W3CDTF">2020-02-06T16:04:00Z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