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D929B" w14:textId="77777777" w:rsidR="001D313A" w:rsidRDefault="001D313A" w:rsidP="0072107A">
      <w:pPr>
        <w:pStyle w:val="Title"/>
      </w:pPr>
    </w:p>
    <w:p w14:paraId="013E3F45" w14:textId="77777777" w:rsidR="001D313A" w:rsidRDefault="001D313A" w:rsidP="0072107A">
      <w:pPr>
        <w:pStyle w:val="Title"/>
      </w:pPr>
    </w:p>
    <w:p w14:paraId="4C0DF064" w14:textId="77777777" w:rsidR="001D313A" w:rsidRDefault="001D313A" w:rsidP="0072107A">
      <w:pPr>
        <w:pStyle w:val="Title"/>
      </w:pPr>
    </w:p>
    <w:p w14:paraId="4DCBFA41" w14:textId="77777777" w:rsidR="008F22A5" w:rsidRPr="0072107A" w:rsidRDefault="00193115" w:rsidP="0072107A">
      <w:pPr>
        <w:pStyle w:val="Title"/>
      </w:pPr>
      <w:r w:rsidRPr="0072107A">
        <w:t>Attachment 2</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00A42B3D"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54C7152" w14:textId="77777777" w:rsidR="00B23399" w:rsidRPr="00DA5999" w:rsidRDefault="00B23399" w:rsidP="00DA5999">
            <w:pPr>
              <w:pStyle w:val="ColumnHeading"/>
            </w:pPr>
            <w:r w:rsidRPr="00DA5999">
              <w:t>CP Details</w:t>
            </w:r>
          </w:p>
        </w:tc>
      </w:tr>
      <w:tr w:rsidR="00193115" w:rsidRPr="00973740" w14:paraId="529C73A5" w14:textId="77777777" w:rsidTr="00DA5999">
        <w:trPr>
          <w:trHeight w:val="227"/>
        </w:trPr>
        <w:tc>
          <w:tcPr>
            <w:tcW w:w="2192" w:type="pct"/>
          </w:tcPr>
          <w:p w14:paraId="351B6B79" w14:textId="77777777" w:rsidR="00193115" w:rsidRPr="0072107A" w:rsidRDefault="00193115" w:rsidP="00DA5999">
            <w:r w:rsidRPr="0072107A">
              <w:t>CP number</w:t>
            </w:r>
            <w:r w:rsidR="00916C37" w:rsidRPr="0072107A">
              <w:t>:</w:t>
            </w:r>
          </w:p>
        </w:tc>
        <w:tc>
          <w:tcPr>
            <w:tcW w:w="2808" w:type="pct"/>
          </w:tcPr>
          <w:p w14:paraId="77F6D028" w14:textId="5F796683" w:rsidR="00193115" w:rsidRPr="00973740" w:rsidRDefault="001A1F7F" w:rsidP="00DA5999">
            <w:r>
              <w:t>DCP 3</w:t>
            </w:r>
            <w:r w:rsidR="001F52DD">
              <w:t>6</w:t>
            </w:r>
            <w:r w:rsidR="001F3653">
              <w:t>6</w:t>
            </w:r>
          </w:p>
        </w:tc>
      </w:tr>
      <w:tr w:rsidR="00193115" w:rsidRPr="00973740" w14:paraId="0692D8EC" w14:textId="77777777" w:rsidTr="00DA5999">
        <w:trPr>
          <w:trHeight w:val="227"/>
        </w:trPr>
        <w:tc>
          <w:tcPr>
            <w:tcW w:w="2192" w:type="pct"/>
          </w:tcPr>
          <w:p w14:paraId="570D72C2" w14:textId="77777777" w:rsidR="00193115" w:rsidRPr="0072107A" w:rsidRDefault="00916C37" w:rsidP="00DA5999">
            <w:r w:rsidRPr="0072107A">
              <w:t>CP Title:</w:t>
            </w:r>
          </w:p>
        </w:tc>
        <w:tc>
          <w:tcPr>
            <w:tcW w:w="2808" w:type="pct"/>
          </w:tcPr>
          <w:p w14:paraId="39F852F2" w14:textId="0A132A09" w:rsidR="00193115" w:rsidRPr="001F3653" w:rsidRDefault="001F3653" w:rsidP="00DA5999">
            <w:r w:rsidRPr="001F3653">
              <w:t>Theft Incentive Scheme - Company Merges</w:t>
            </w:r>
          </w:p>
        </w:tc>
      </w:tr>
      <w:tr w:rsidR="00916C37" w:rsidRPr="00973740" w14:paraId="3F278239" w14:textId="77777777" w:rsidTr="00DA5999">
        <w:trPr>
          <w:trHeight w:val="227"/>
        </w:trPr>
        <w:tc>
          <w:tcPr>
            <w:tcW w:w="2192" w:type="pct"/>
          </w:tcPr>
          <w:p w14:paraId="4A988264" w14:textId="77777777" w:rsidR="00916C37" w:rsidRPr="0072107A" w:rsidRDefault="00916C37" w:rsidP="00DA5999">
            <w:r w:rsidRPr="0072107A">
              <w:t>Parties Impacted:</w:t>
            </w:r>
          </w:p>
        </w:tc>
        <w:tc>
          <w:tcPr>
            <w:tcW w:w="2808" w:type="pct"/>
          </w:tcPr>
          <w:p w14:paraId="57CF1A0E" w14:textId="000F59F1" w:rsidR="00916C37" w:rsidRPr="00973740" w:rsidRDefault="001A1F7F" w:rsidP="00DA5999">
            <w:r>
              <w:t>Suppliers</w:t>
            </w:r>
          </w:p>
        </w:tc>
      </w:tr>
      <w:tr w:rsidR="00916C37" w:rsidRPr="00973740" w14:paraId="2DB0DB83" w14:textId="77777777" w:rsidTr="00DA5999">
        <w:trPr>
          <w:trHeight w:val="227"/>
        </w:trPr>
        <w:tc>
          <w:tcPr>
            <w:tcW w:w="2192" w:type="pct"/>
          </w:tcPr>
          <w:p w14:paraId="69BB9733" w14:textId="77777777" w:rsidR="00916C37" w:rsidRPr="0072107A" w:rsidRDefault="00916C37" w:rsidP="00DA5999">
            <w:r w:rsidRPr="0072107A">
              <w:t>Part 1</w:t>
            </w:r>
            <w:r w:rsidR="008A35FA">
              <w:t xml:space="preserve"> </w:t>
            </w:r>
            <w:r w:rsidRPr="0072107A">
              <w:t>/ Part 2 Matter:</w:t>
            </w:r>
          </w:p>
        </w:tc>
        <w:tc>
          <w:tcPr>
            <w:tcW w:w="2808" w:type="pct"/>
          </w:tcPr>
          <w:p w14:paraId="5CA47F34" w14:textId="6B67380E" w:rsidR="00916C37" w:rsidRPr="00973740" w:rsidRDefault="001A1F7F" w:rsidP="00DA5999">
            <w:r>
              <w:t xml:space="preserve">Part </w:t>
            </w:r>
            <w:r w:rsidR="001F3653">
              <w:t>2</w:t>
            </w:r>
          </w:p>
        </w:tc>
      </w:tr>
      <w:tr w:rsidR="00916C37" w:rsidRPr="00973740" w14:paraId="207EEFDC" w14:textId="77777777" w:rsidTr="00DA5999">
        <w:trPr>
          <w:trHeight w:val="227"/>
        </w:trPr>
        <w:tc>
          <w:tcPr>
            <w:tcW w:w="2192" w:type="pct"/>
          </w:tcPr>
          <w:p w14:paraId="74E20076" w14:textId="77777777" w:rsidR="00916C37" w:rsidRPr="0072107A" w:rsidRDefault="00916C37" w:rsidP="00DA5999">
            <w:r w:rsidRPr="0072107A">
              <w:t>Implementation Date:</w:t>
            </w:r>
          </w:p>
        </w:tc>
        <w:tc>
          <w:tcPr>
            <w:tcW w:w="2808" w:type="pct"/>
          </w:tcPr>
          <w:p w14:paraId="1D38A0D6" w14:textId="0E702BB4" w:rsidR="00217860" w:rsidRPr="00973740" w:rsidRDefault="001F3653" w:rsidP="00DA5999">
            <w:r>
              <w:t>25</w:t>
            </w:r>
            <w:r w:rsidR="00217860">
              <w:t xml:space="preserve"> </w:t>
            </w:r>
            <w:r>
              <w:t>June</w:t>
            </w:r>
            <w:r w:rsidR="00217860">
              <w:t xml:space="preserve"> 2020</w:t>
            </w:r>
          </w:p>
        </w:tc>
      </w:tr>
      <w:tr w:rsidR="00916C37" w:rsidRPr="00973740" w14:paraId="7D37F27C" w14:textId="77777777" w:rsidTr="00DA5999">
        <w:trPr>
          <w:trHeight w:val="227"/>
        </w:trPr>
        <w:tc>
          <w:tcPr>
            <w:tcW w:w="2192" w:type="pct"/>
          </w:tcPr>
          <w:p w14:paraId="40C494A7" w14:textId="77777777" w:rsidR="00916C37" w:rsidRPr="0072107A" w:rsidRDefault="00916C37" w:rsidP="00DA5999">
            <w:r w:rsidRPr="0072107A">
              <w:t>Voting End Date:</w:t>
            </w:r>
          </w:p>
        </w:tc>
        <w:tc>
          <w:tcPr>
            <w:tcW w:w="2808" w:type="pct"/>
          </w:tcPr>
          <w:p w14:paraId="50879A51" w14:textId="39B1D0EE" w:rsidR="00916C37" w:rsidRPr="00973740" w:rsidRDefault="001F3653" w:rsidP="00DA5999">
            <w:r>
              <w:t>11 May</w:t>
            </w:r>
            <w:r w:rsidR="001A1F7F">
              <w:t xml:space="preserve"> 2020</w:t>
            </w:r>
          </w:p>
        </w:tc>
      </w:tr>
    </w:tbl>
    <w:p w14:paraId="665E6FD0"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6E126084"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4FF466A3" w14:textId="77777777" w:rsidR="004A45C0" w:rsidRPr="00DA5999" w:rsidRDefault="004A45C0" w:rsidP="00DA5999">
            <w:pPr>
              <w:pStyle w:val="ColumnHeading"/>
            </w:pPr>
            <w:r w:rsidRPr="00DA5999">
              <w:t>Respondent Details</w:t>
            </w:r>
          </w:p>
        </w:tc>
      </w:tr>
      <w:tr w:rsidR="00B23399" w:rsidRPr="00973740" w14:paraId="0A24A3C5" w14:textId="77777777" w:rsidTr="00DA5999">
        <w:tc>
          <w:tcPr>
            <w:tcW w:w="2192" w:type="pct"/>
          </w:tcPr>
          <w:p w14:paraId="520D97F8"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0149304BEA0E4E06A1C63947AD44A5D4"/>
            </w:placeholder>
            <w:showingPlcHdr/>
          </w:sdtPr>
          <w:sdtEndPr/>
          <w:sdtContent>
            <w:tc>
              <w:tcPr>
                <w:tcW w:w="2808" w:type="pct"/>
              </w:tcPr>
              <w:p w14:paraId="6E8BF436"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B933966" w14:textId="77777777" w:rsidTr="00DA5999">
        <w:tc>
          <w:tcPr>
            <w:tcW w:w="2192" w:type="pct"/>
          </w:tcPr>
          <w:p w14:paraId="3AAB82A0"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49A422E1CDDE463EAED3CCF379AABB6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60BF0798"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29E59410" w14:textId="77777777" w:rsidTr="00DA5999">
        <w:tc>
          <w:tcPr>
            <w:tcW w:w="2192" w:type="pct"/>
          </w:tcPr>
          <w:p w14:paraId="7A0DB619"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1DF28088EDA4BDE87E61F4360C6B3CA"/>
            </w:placeholder>
            <w:showingPlcHdr/>
            <w:text/>
          </w:sdtPr>
          <w:sdtEndPr/>
          <w:sdtContent>
            <w:tc>
              <w:tcPr>
                <w:tcW w:w="2808" w:type="pct"/>
              </w:tcPr>
              <w:p w14:paraId="7B0FD830"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EC9DB4C" w14:textId="77777777" w:rsidTr="00DA5999">
        <w:tc>
          <w:tcPr>
            <w:tcW w:w="2192" w:type="pct"/>
          </w:tcPr>
          <w:p w14:paraId="676DEF92"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59DAB82F38D3446E94B9C0BF3944F4C4"/>
            </w:placeholder>
            <w:showingPlcHdr/>
            <w:text/>
          </w:sdtPr>
          <w:sdtEndPr/>
          <w:sdtContent>
            <w:tc>
              <w:tcPr>
                <w:tcW w:w="2808" w:type="pct"/>
              </w:tcPr>
              <w:p w14:paraId="7F8C91FF"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E9E5992" w14:textId="77777777" w:rsidTr="00DA5999">
        <w:tc>
          <w:tcPr>
            <w:tcW w:w="2192" w:type="pct"/>
          </w:tcPr>
          <w:p w14:paraId="30EECF99"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039C7BE80F54C9087EB5D1BAC245511"/>
            </w:placeholder>
            <w:showingPlcHdr/>
            <w:text/>
          </w:sdtPr>
          <w:sdtEndPr/>
          <w:sdtContent>
            <w:tc>
              <w:tcPr>
                <w:tcW w:w="2808" w:type="pct"/>
              </w:tcPr>
              <w:p w14:paraId="549EE40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28A6949" w14:textId="77777777" w:rsidTr="00DA5999">
        <w:tc>
          <w:tcPr>
            <w:tcW w:w="2192" w:type="pct"/>
          </w:tcPr>
          <w:p w14:paraId="4BDF3A5D"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66350B9E86A94CDA87D09DAD93AB2528"/>
            </w:placeholder>
            <w:showingPlcHdr/>
            <w:text/>
          </w:sdtPr>
          <w:sdtEndPr/>
          <w:sdtContent>
            <w:tc>
              <w:tcPr>
                <w:tcW w:w="2808" w:type="pct"/>
              </w:tcPr>
              <w:p w14:paraId="4DCED33B"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3E34C2FF" w14:textId="77777777" w:rsidTr="00DA5999">
        <w:tc>
          <w:tcPr>
            <w:tcW w:w="2192" w:type="pct"/>
          </w:tcPr>
          <w:p w14:paraId="62F5C9BE"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68A452D2546D47FFBB3962B21204B0E8"/>
            </w:placeholder>
            <w:showingPlcHdr/>
            <w:text/>
          </w:sdtPr>
          <w:sdtEndPr/>
          <w:sdtContent>
            <w:tc>
              <w:tcPr>
                <w:tcW w:w="2808" w:type="pct"/>
              </w:tcPr>
              <w:p w14:paraId="0A496F05"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AD2EA25" w14:textId="77777777" w:rsidTr="00DA5999">
        <w:tc>
          <w:tcPr>
            <w:tcW w:w="2192" w:type="pct"/>
          </w:tcPr>
          <w:p w14:paraId="0929829D"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6A71A673F89E4BC488C615141F334C6D"/>
            </w:placeholder>
            <w:showingPlcHdr/>
            <w:text/>
          </w:sdtPr>
          <w:sdtEndPr/>
          <w:sdtContent>
            <w:tc>
              <w:tcPr>
                <w:tcW w:w="2808" w:type="pct"/>
              </w:tcPr>
              <w:p w14:paraId="18846993"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786D5AB0"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417D4EEC"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163D1C8F" w14:textId="77777777" w:rsidR="005F26DE" w:rsidRPr="00DA5999" w:rsidRDefault="005F26DE" w:rsidP="00DA5999">
            <w:pPr>
              <w:pStyle w:val="ColumnHeading"/>
            </w:pPr>
            <w:r w:rsidRPr="00973740">
              <w:t>Response</w:t>
            </w:r>
          </w:p>
        </w:tc>
      </w:tr>
      <w:tr w:rsidR="005F26DE" w:rsidRPr="00973740" w14:paraId="30EA2ADC" w14:textId="77777777" w:rsidTr="00DA5999">
        <w:tc>
          <w:tcPr>
            <w:tcW w:w="2195" w:type="pct"/>
          </w:tcPr>
          <w:p w14:paraId="7F499DAE"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EDEFB4318A874CCAB280D8EB54FDAC0D"/>
            </w:placeholder>
            <w:showingPlcHdr/>
            <w:dropDownList>
              <w:listItem w:value="Choose an item."/>
              <w:listItem w:displayText="Accept" w:value="Accept"/>
              <w:listItem w:displayText="Reject" w:value="Reject"/>
            </w:dropDownList>
          </w:sdtPr>
          <w:sdtEndPr/>
          <w:sdtContent>
            <w:tc>
              <w:tcPr>
                <w:tcW w:w="2805" w:type="pct"/>
              </w:tcPr>
              <w:p w14:paraId="4633164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16847B2F" w14:textId="77777777" w:rsidTr="00DA5999">
        <w:tc>
          <w:tcPr>
            <w:tcW w:w="2195" w:type="pct"/>
            <w:tcBorders>
              <w:bottom w:val="single" w:sz="4" w:space="0" w:color="auto"/>
            </w:tcBorders>
          </w:tcPr>
          <w:p w14:paraId="227B12F0"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9320CD1C89AB477FAF3BD4A37FDD7688"/>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669252EF"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00F59491" w14:textId="77777777" w:rsidTr="00DA5999">
        <w:tc>
          <w:tcPr>
            <w:tcW w:w="2195" w:type="pct"/>
          </w:tcPr>
          <w:p w14:paraId="7376842D"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F1D708F5CF77451D8A11AC5C1DA6CC69"/>
            </w:placeholder>
            <w:showingPlcHdr/>
          </w:sdtPr>
          <w:sdtEndPr/>
          <w:sdtContent>
            <w:tc>
              <w:tcPr>
                <w:tcW w:w="2805" w:type="pct"/>
              </w:tcPr>
              <w:p w14:paraId="24B9A4D7"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65EBE5BF" w14:textId="77777777" w:rsidTr="00DA5999">
        <w:tc>
          <w:tcPr>
            <w:tcW w:w="2195" w:type="pct"/>
          </w:tcPr>
          <w:p w14:paraId="68512496"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AA435C89089C4B2CADCD54BA40D58995"/>
            </w:placeholder>
            <w:showingPlcHdr/>
          </w:sdtPr>
          <w:sdtEndPr/>
          <w:sdtContent>
            <w:tc>
              <w:tcPr>
                <w:tcW w:w="2805" w:type="pct"/>
              </w:tcPr>
              <w:p w14:paraId="0BF58B41"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25D9C5E0"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572CA811"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2E88F506" w14:textId="77777777" w:rsidR="00973740" w:rsidRPr="00A94393" w:rsidRDefault="00973740" w:rsidP="00A94393">
            <w:pPr>
              <w:pStyle w:val="ColumnHeading"/>
            </w:pPr>
            <w:r w:rsidRPr="00A94393">
              <w:t>DCUSA Objectives</w:t>
            </w:r>
          </w:p>
        </w:tc>
      </w:tr>
      <w:tr w:rsidR="005F26DE" w:rsidRPr="00973740" w14:paraId="0E983B13" w14:textId="77777777" w:rsidTr="00A94393">
        <w:tc>
          <w:tcPr>
            <w:tcW w:w="5000" w:type="pct"/>
            <w:tcBorders>
              <w:bottom w:val="single" w:sz="4" w:space="0" w:color="auto"/>
            </w:tcBorders>
            <w:shd w:val="clear" w:color="auto" w:fill="D9D9D9" w:themeFill="background1" w:themeFillShade="D9"/>
          </w:tcPr>
          <w:p w14:paraId="6738798D" w14:textId="77777777" w:rsidR="00973740" w:rsidRPr="0072107A" w:rsidRDefault="00973740" w:rsidP="0072107A">
            <w:pPr>
              <w:pStyle w:val="ObjectivesHeading"/>
            </w:pPr>
            <w:r w:rsidRPr="0072107A">
              <w:t>DCUSA General Objectives</w:t>
            </w:r>
          </w:p>
          <w:p w14:paraId="7C9C0D35"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09B3952E"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496EC0FB"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38EE2AA9"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23E76831"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F94EE9F" w14:textId="77777777" w:rsidR="00973740" w:rsidRPr="004D3204" w:rsidRDefault="00973740" w:rsidP="0072107A">
            <w:pPr>
              <w:pStyle w:val="ObjectivesHeading"/>
            </w:pPr>
            <w:r w:rsidRPr="004D3204">
              <w:t xml:space="preserve">DCUSA Charging Objectives </w:t>
            </w:r>
          </w:p>
          <w:p w14:paraId="0F934D4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2107D4C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47B0DDE"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FCFD83D"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23A766CA"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681F29EC"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011EF071" w14:textId="77777777" w:rsidR="00973740" w:rsidRPr="00973740" w:rsidRDefault="00973740" w:rsidP="0072107A"/>
    <w:p w14:paraId="1AFADCCB" w14:textId="77777777"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ABE84" w14:textId="77777777" w:rsidR="00684E64" w:rsidRDefault="00684E64" w:rsidP="0072107A">
      <w:r>
        <w:separator/>
      </w:r>
    </w:p>
  </w:endnote>
  <w:endnote w:type="continuationSeparator" w:id="0">
    <w:p w14:paraId="6386427C" w14:textId="77777777" w:rsidR="00684E64" w:rsidRDefault="00684E64"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72957" w14:textId="167CF7C9" w:rsidR="00FD00A2" w:rsidRPr="00973740" w:rsidRDefault="001F3653" w:rsidP="0072107A">
    <w:pPr>
      <w:pStyle w:val="Footer"/>
    </w:pPr>
    <w:r>
      <w:t>01 April</w:t>
    </w:r>
    <w:r w:rsidR="00217860">
      <w:t xml:space="preserve"> 2020</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9447E9">
      <w:t>Version</w:t>
    </w:r>
    <w:r w:rsidR="00FD00A2" w:rsidRPr="00973740">
      <w:fldChar w:fldCharType="end"/>
    </w:r>
    <w:r w:rsidR="00217860">
      <w:t xml:space="preserve"> 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50DCE" w14:textId="1BB6A6FF" w:rsidR="008A35FA" w:rsidRDefault="00856B46">
    <w:pPr>
      <w:pStyle w:val="Footer"/>
    </w:pPr>
    <w:r>
      <w:t>01 April 2020</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9447E9">
      <w:t>Version</w:t>
    </w:r>
    <w:r w:rsidR="008A35FA" w:rsidRPr="00973740">
      <w:fldChar w:fldCharType="end"/>
    </w:r>
    <w:r>
      <w:t xml:space="preserve"> 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93A64" w14:textId="77777777" w:rsidR="00684E64" w:rsidRDefault="00684E64" w:rsidP="0072107A">
      <w:r>
        <w:separator/>
      </w:r>
    </w:p>
  </w:footnote>
  <w:footnote w:type="continuationSeparator" w:id="0">
    <w:p w14:paraId="797A3FCB" w14:textId="77777777" w:rsidR="00684E64" w:rsidRDefault="00684E64" w:rsidP="0072107A">
      <w:r>
        <w:continuationSeparator/>
      </w:r>
    </w:p>
  </w:footnote>
  <w:footnote w:id="1">
    <w:p w14:paraId="7CB6C862"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0B325B1B"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E06F2" w14:textId="49F929BD"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856B46">
      <w:t>368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B953C" w14:textId="52B46EEA"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0135353E" wp14:editId="7148461D">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1A1F7F">
      <w:t>3</w:t>
    </w:r>
    <w:r w:rsidR="00217860">
      <w:t>6</w:t>
    </w:r>
    <w:r w:rsidR="001F3653">
      <w:t>6</w:t>
    </w:r>
  </w:p>
  <w:p w14:paraId="156912B7" w14:textId="77777777"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27"/>
    <w:rsid w:val="00077D80"/>
    <w:rsid w:val="00134AF7"/>
    <w:rsid w:val="00171886"/>
    <w:rsid w:val="00190980"/>
    <w:rsid w:val="00193115"/>
    <w:rsid w:val="001A1F7F"/>
    <w:rsid w:val="001D313A"/>
    <w:rsid w:val="001D3D83"/>
    <w:rsid w:val="001E03C5"/>
    <w:rsid w:val="001F256A"/>
    <w:rsid w:val="001F3653"/>
    <w:rsid w:val="001F52DD"/>
    <w:rsid w:val="00217860"/>
    <w:rsid w:val="00223DF1"/>
    <w:rsid w:val="0023069B"/>
    <w:rsid w:val="002B61A0"/>
    <w:rsid w:val="0031153A"/>
    <w:rsid w:val="0040580C"/>
    <w:rsid w:val="00410907"/>
    <w:rsid w:val="004572E2"/>
    <w:rsid w:val="004A0327"/>
    <w:rsid w:val="004A45C0"/>
    <w:rsid w:val="004D3204"/>
    <w:rsid w:val="005124D0"/>
    <w:rsid w:val="00554409"/>
    <w:rsid w:val="005A6203"/>
    <w:rsid w:val="005C36AB"/>
    <w:rsid w:val="005F1DC2"/>
    <w:rsid w:val="005F26DE"/>
    <w:rsid w:val="005F2D28"/>
    <w:rsid w:val="00684E64"/>
    <w:rsid w:val="00697019"/>
    <w:rsid w:val="00711B18"/>
    <w:rsid w:val="0072107A"/>
    <w:rsid w:val="007361B2"/>
    <w:rsid w:val="0076726D"/>
    <w:rsid w:val="00807039"/>
    <w:rsid w:val="00856B46"/>
    <w:rsid w:val="00884177"/>
    <w:rsid w:val="008A35FA"/>
    <w:rsid w:val="008D01AD"/>
    <w:rsid w:val="008F22A5"/>
    <w:rsid w:val="008F73FC"/>
    <w:rsid w:val="00916C37"/>
    <w:rsid w:val="009447E9"/>
    <w:rsid w:val="00963A66"/>
    <w:rsid w:val="00973740"/>
    <w:rsid w:val="009A3EA3"/>
    <w:rsid w:val="009B02DB"/>
    <w:rsid w:val="009F1AFC"/>
    <w:rsid w:val="00A817E9"/>
    <w:rsid w:val="00A828F0"/>
    <w:rsid w:val="00A94393"/>
    <w:rsid w:val="00AC6DB4"/>
    <w:rsid w:val="00B23399"/>
    <w:rsid w:val="00C01797"/>
    <w:rsid w:val="00CE497A"/>
    <w:rsid w:val="00D7706F"/>
    <w:rsid w:val="00DA5999"/>
    <w:rsid w:val="00DB3EF9"/>
    <w:rsid w:val="00EA5EE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F0156F"/>
  <w15:chartTrackingRefBased/>
  <w15:docId w15:val="{7E688E00-CD11-4139-A899-948E1C35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1F52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2D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149304BEA0E4E06A1C63947AD44A5D4"/>
        <w:category>
          <w:name w:val="General"/>
          <w:gallery w:val="placeholder"/>
        </w:category>
        <w:types>
          <w:type w:val="bbPlcHdr"/>
        </w:types>
        <w:behaviors>
          <w:behavior w:val="content"/>
        </w:behaviors>
        <w:guid w:val="{F22780C0-AC2A-4827-AA6A-A4CF8849A5FB}"/>
      </w:docPartPr>
      <w:docPartBody>
        <w:p w:rsidR="00CB1A67" w:rsidRDefault="00915521">
          <w:pPr>
            <w:pStyle w:val="0149304BEA0E4E06A1C63947AD44A5D4"/>
          </w:pPr>
          <w:r w:rsidRPr="005D19FB">
            <w:rPr>
              <w:rStyle w:val="PlaceholderText"/>
            </w:rPr>
            <w:t>Click here to enter text.</w:t>
          </w:r>
        </w:p>
      </w:docPartBody>
    </w:docPart>
    <w:docPart>
      <w:docPartPr>
        <w:name w:val="49A422E1CDDE463EAED3CCF379AABB6C"/>
        <w:category>
          <w:name w:val="General"/>
          <w:gallery w:val="placeholder"/>
        </w:category>
        <w:types>
          <w:type w:val="bbPlcHdr"/>
        </w:types>
        <w:behaviors>
          <w:behavior w:val="content"/>
        </w:behaviors>
        <w:guid w:val="{40A789B3-AE36-488B-9DA0-C27542CDEC2C}"/>
      </w:docPartPr>
      <w:docPartBody>
        <w:p w:rsidR="00CB1A67" w:rsidRDefault="00915521">
          <w:pPr>
            <w:pStyle w:val="49A422E1CDDE463EAED3CCF379AABB6C"/>
          </w:pPr>
          <w:r w:rsidRPr="005D19FB">
            <w:rPr>
              <w:rStyle w:val="PlaceholderText"/>
            </w:rPr>
            <w:t>Choose an item.</w:t>
          </w:r>
        </w:p>
      </w:docPartBody>
    </w:docPart>
    <w:docPart>
      <w:docPartPr>
        <w:name w:val="71DF28088EDA4BDE87E61F4360C6B3CA"/>
        <w:category>
          <w:name w:val="General"/>
          <w:gallery w:val="placeholder"/>
        </w:category>
        <w:types>
          <w:type w:val="bbPlcHdr"/>
        </w:types>
        <w:behaviors>
          <w:behavior w:val="content"/>
        </w:behaviors>
        <w:guid w:val="{7818FF2E-C871-43F9-8C07-0C8C6B630751}"/>
      </w:docPartPr>
      <w:docPartBody>
        <w:p w:rsidR="00CB1A67" w:rsidRDefault="00915521">
          <w:pPr>
            <w:pStyle w:val="71DF28088EDA4BDE87E61F4360C6B3CA"/>
          </w:pPr>
          <w:r w:rsidRPr="005D19FB">
            <w:rPr>
              <w:rStyle w:val="PlaceholderText"/>
            </w:rPr>
            <w:t>Click here to enter text.</w:t>
          </w:r>
        </w:p>
      </w:docPartBody>
    </w:docPart>
    <w:docPart>
      <w:docPartPr>
        <w:name w:val="59DAB82F38D3446E94B9C0BF3944F4C4"/>
        <w:category>
          <w:name w:val="General"/>
          <w:gallery w:val="placeholder"/>
        </w:category>
        <w:types>
          <w:type w:val="bbPlcHdr"/>
        </w:types>
        <w:behaviors>
          <w:behavior w:val="content"/>
        </w:behaviors>
        <w:guid w:val="{B667BFF0-1532-4811-9D09-26316970B3E7}"/>
      </w:docPartPr>
      <w:docPartBody>
        <w:p w:rsidR="00CB1A67" w:rsidRDefault="00915521">
          <w:pPr>
            <w:pStyle w:val="59DAB82F38D3446E94B9C0BF3944F4C4"/>
          </w:pPr>
          <w:r w:rsidRPr="005D19FB">
            <w:rPr>
              <w:rStyle w:val="PlaceholderText"/>
            </w:rPr>
            <w:t>Click here to enter text.</w:t>
          </w:r>
        </w:p>
      </w:docPartBody>
    </w:docPart>
    <w:docPart>
      <w:docPartPr>
        <w:name w:val="3039C7BE80F54C9087EB5D1BAC245511"/>
        <w:category>
          <w:name w:val="General"/>
          <w:gallery w:val="placeholder"/>
        </w:category>
        <w:types>
          <w:type w:val="bbPlcHdr"/>
        </w:types>
        <w:behaviors>
          <w:behavior w:val="content"/>
        </w:behaviors>
        <w:guid w:val="{4774BFDB-32BF-4EEB-BDE8-973F78E88073}"/>
      </w:docPartPr>
      <w:docPartBody>
        <w:p w:rsidR="00CB1A67" w:rsidRDefault="00915521">
          <w:pPr>
            <w:pStyle w:val="3039C7BE80F54C9087EB5D1BAC245511"/>
          </w:pPr>
          <w:r w:rsidRPr="005D19FB">
            <w:rPr>
              <w:rStyle w:val="PlaceholderText"/>
            </w:rPr>
            <w:t>Click here to enter text.</w:t>
          </w:r>
        </w:p>
      </w:docPartBody>
    </w:docPart>
    <w:docPart>
      <w:docPartPr>
        <w:name w:val="66350B9E86A94CDA87D09DAD93AB2528"/>
        <w:category>
          <w:name w:val="General"/>
          <w:gallery w:val="placeholder"/>
        </w:category>
        <w:types>
          <w:type w:val="bbPlcHdr"/>
        </w:types>
        <w:behaviors>
          <w:behavior w:val="content"/>
        </w:behaviors>
        <w:guid w:val="{20408624-B51D-4C7B-B0D3-9D7918DFC070}"/>
      </w:docPartPr>
      <w:docPartBody>
        <w:p w:rsidR="00CB1A67" w:rsidRDefault="00915521">
          <w:pPr>
            <w:pStyle w:val="66350B9E86A94CDA87D09DAD93AB2528"/>
          </w:pPr>
          <w:r w:rsidRPr="005D19FB">
            <w:rPr>
              <w:rStyle w:val="PlaceholderText"/>
            </w:rPr>
            <w:t>Click here to enter text.</w:t>
          </w:r>
        </w:p>
      </w:docPartBody>
    </w:docPart>
    <w:docPart>
      <w:docPartPr>
        <w:name w:val="68A452D2546D47FFBB3962B21204B0E8"/>
        <w:category>
          <w:name w:val="General"/>
          <w:gallery w:val="placeholder"/>
        </w:category>
        <w:types>
          <w:type w:val="bbPlcHdr"/>
        </w:types>
        <w:behaviors>
          <w:behavior w:val="content"/>
        </w:behaviors>
        <w:guid w:val="{F3CD060A-5BAE-461E-88DA-E8ABECAA8AE4}"/>
      </w:docPartPr>
      <w:docPartBody>
        <w:p w:rsidR="00CB1A67" w:rsidRDefault="00915521">
          <w:pPr>
            <w:pStyle w:val="68A452D2546D47FFBB3962B21204B0E8"/>
          </w:pPr>
          <w:r w:rsidRPr="005D19FB">
            <w:rPr>
              <w:rStyle w:val="PlaceholderText"/>
            </w:rPr>
            <w:t>Click here to enter text.</w:t>
          </w:r>
        </w:p>
      </w:docPartBody>
    </w:docPart>
    <w:docPart>
      <w:docPartPr>
        <w:name w:val="6A71A673F89E4BC488C615141F334C6D"/>
        <w:category>
          <w:name w:val="General"/>
          <w:gallery w:val="placeholder"/>
        </w:category>
        <w:types>
          <w:type w:val="bbPlcHdr"/>
        </w:types>
        <w:behaviors>
          <w:behavior w:val="content"/>
        </w:behaviors>
        <w:guid w:val="{271C791D-DE27-46B8-BA0B-0A69A5B6E22D}"/>
      </w:docPartPr>
      <w:docPartBody>
        <w:p w:rsidR="00CB1A67" w:rsidRDefault="00915521">
          <w:pPr>
            <w:pStyle w:val="6A71A673F89E4BC488C615141F334C6D"/>
          </w:pPr>
          <w:r w:rsidRPr="005D19FB">
            <w:rPr>
              <w:rStyle w:val="PlaceholderText"/>
            </w:rPr>
            <w:t>Click here to enter text.</w:t>
          </w:r>
        </w:p>
      </w:docPartBody>
    </w:docPart>
    <w:docPart>
      <w:docPartPr>
        <w:name w:val="EDEFB4318A874CCAB280D8EB54FDAC0D"/>
        <w:category>
          <w:name w:val="General"/>
          <w:gallery w:val="placeholder"/>
        </w:category>
        <w:types>
          <w:type w:val="bbPlcHdr"/>
        </w:types>
        <w:behaviors>
          <w:behavior w:val="content"/>
        </w:behaviors>
        <w:guid w:val="{21025DAE-AFBF-4539-865B-5AF4C80D239E}"/>
      </w:docPartPr>
      <w:docPartBody>
        <w:p w:rsidR="00CB1A67" w:rsidRDefault="00915521">
          <w:pPr>
            <w:pStyle w:val="EDEFB4318A874CCAB280D8EB54FDAC0D"/>
          </w:pPr>
          <w:r w:rsidRPr="005D19FB">
            <w:rPr>
              <w:rStyle w:val="PlaceholderText"/>
            </w:rPr>
            <w:t>Choose an item.</w:t>
          </w:r>
        </w:p>
      </w:docPartBody>
    </w:docPart>
    <w:docPart>
      <w:docPartPr>
        <w:name w:val="9320CD1C89AB477FAF3BD4A37FDD7688"/>
        <w:category>
          <w:name w:val="General"/>
          <w:gallery w:val="placeholder"/>
        </w:category>
        <w:types>
          <w:type w:val="bbPlcHdr"/>
        </w:types>
        <w:behaviors>
          <w:behavior w:val="content"/>
        </w:behaviors>
        <w:guid w:val="{69664384-71ED-4FBE-BCAF-62FA6F91AA1D}"/>
      </w:docPartPr>
      <w:docPartBody>
        <w:p w:rsidR="00CB1A67" w:rsidRDefault="00915521">
          <w:pPr>
            <w:pStyle w:val="9320CD1C89AB477FAF3BD4A37FDD7688"/>
          </w:pPr>
          <w:r w:rsidRPr="005D19FB">
            <w:rPr>
              <w:rStyle w:val="PlaceholderText"/>
            </w:rPr>
            <w:t>Choose an item.</w:t>
          </w:r>
        </w:p>
      </w:docPartBody>
    </w:docPart>
    <w:docPart>
      <w:docPartPr>
        <w:name w:val="F1D708F5CF77451D8A11AC5C1DA6CC69"/>
        <w:category>
          <w:name w:val="General"/>
          <w:gallery w:val="placeholder"/>
        </w:category>
        <w:types>
          <w:type w:val="bbPlcHdr"/>
        </w:types>
        <w:behaviors>
          <w:behavior w:val="content"/>
        </w:behaviors>
        <w:guid w:val="{B1070F25-5489-423F-8866-F89F01BB1FA6}"/>
      </w:docPartPr>
      <w:docPartBody>
        <w:p w:rsidR="00CB1A67" w:rsidRDefault="00915521">
          <w:pPr>
            <w:pStyle w:val="F1D708F5CF77451D8A11AC5C1DA6CC69"/>
          </w:pPr>
          <w:r w:rsidRPr="005D19FB">
            <w:rPr>
              <w:rStyle w:val="PlaceholderText"/>
            </w:rPr>
            <w:t>Click here to enter text.</w:t>
          </w:r>
        </w:p>
      </w:docPartBody>
    </w:docPart>
    <w:docPart>
      <w:docPartPr>
        <w:name w:val="AA435C89089C4B2CADCD54BA40D58995"/>
        <w:category>
          <w:name w:val="General"/>
          <w:gallery w:val="placeholder"/>
        </w:category>
        <w:types>
          <w:type w:val="bbPlcHdr"/>
        </w:types>
        <w:behaviors>
          <w:behavior w:val="content"/>
        </w:behaviors>
        <w:guid w:val="{6580C195-4C92-4706-997F-B6E2406542FD}"/>
      </w:docPartPr>
      <w:docPartBody>
        <w:p w:rsidR="00CB1A67" w:rsidRDefault="00915521">
          <w:pPr>
            <w:pStyle w:val="AA435C89089C4B2CADCD54BA40D58995"/>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21"/>
    <w:rsid w:val="00915521"/>
    <w:rsid w:val="00CB1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149304BEA0E4E06A1C63947AD44A5D4">
    <w:name w:val="0149304BEA0E4E06A1C63947AD44A5D4"/>
  </w:style>
  <w:style w:type="paragraph" w:customStyle="1" w:styleId="49A422E1CDDE463EAED3CCF379AABB6C">
    <w:name w:val="49A422E1CDDE463EAED3CCF379AABB6C"/>
  </w:style>
  <w:style w:type="paragraph" w:customStyle="1" w:styleId="71DF28088EDA4BDE87E61F4360C6B3CA">
    <w:name w:val="71DF28088EDA4BDE87E61F4360C6B3CA"/>
  </w:style>
  <w:style w:type="paragraph" w:customStyle="1" w:styleId="59DAB82F38D3446E94B9C0BF3944F4C4">
    <w:name w:val="59DAB82F38D3446E94B9C0BF3944F4C4"/>
  </w:style>
  <w:style w:type="paragraph" w:customStyle="1" w:styleId="3039C7BE80F54C9087EB5D1BAC245511">
    <w:name w:val="3039C7BE80F54C9087EB5D1BAC245511"/>
  </w:style>
  <w:style w:type="paragraph" w:customStyle="1" w:styleId="66350B9E86A94CDA87D09DAD93AB2528">
    <w:name w:val="66350B9E86A94CDA87D09DAD93AB2528"/>
  </w:style>
  <w:style w:type="paragraph" w:customStyle="1" w:styleId="68A452D2546D47FFBB3962B21204B0E8">
    <w:name w:val="68A452D2546D47FFBB3962B21204B0E8"/>
  </w:style>
  <w:style w:type="paragraph" w:customStyle="1" w:styleId="6A71A673F89E4BC488C615141F334C6D">
    <w:name w:val="6A71A673F89E4BC488C615141F334C6D"/>
  </w:style>
  <w:style w:type="paragraph" w:customStyle="1" w:styleId="EDEFB4318A874CCAB280D8EB54FDAC0D">
    <w:name w:val="EDEFB4318A874CCAB280D8EB54FDAC0D"/>
  </w:style>
  <w:style w:type="paragraph" w:customStyle="1" w:styleId="9320CD1C89AB477FAF3BD4A37FDD7688">
    <w:name w:val="9320CD1C89AB477FAF3BD4A37FDD7688"/>
  </w:style>
  <w:style w:type="paragraph" w:customStyle="1" w:styleId="F1D708F5CF77451D8A11AC5C1DA6CC69">
    <w:name w:val="F1D708F5CF77451D8A11AC5C1DA6CC69"/>
  </w:style>
  <w:style w:type="paragraph" w:customStyle="1" w:styleId="AA435C89089C4B2CADCD54BA40D58995">
    <w:name w:val="AA435C89089C4B2CADCD54BA40D589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DFC0D-F2D6-4D4E-B12F-35AB05D1F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6</TotalTime>
  <Pages>2</Pages>
  <Words>488</Words>
  <Characters>2787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Austin Gash</cp:lastModifiedBy>
  <cp:revision>6</cp:revision>
  <cp:lastPrinted>2020-03-30T11:24:00Z</cp:lastPrinted>
  <dcterms:created xsi:type="dcterms:W3CDTF">2019-10-09T09:42:00Z</dcterms:created>
  <dcterms:modified xsi:type="dcterms:W3CDTF">2020-04-01T15:21:00Z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