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707948246"/>
        <w:lock w:val="contentLocked"/>
        <w:placeholder>
          <w:docPart w:val="DefaultPlaceholder_-1854013440"/>
        </w:placeholder>
        <w:group/>
      </w:sdtPr>
      <w:sdtEndPr>
        <w:rPr>
          <w:rFonts w:eastAsiaTheme="minorHAnsi"/>
          <w:b w:val="0"/>
          <w:color w:val="auto"/>
          <w:spacing w:val="0"/>
          <w:sz w:val="22"/>
          <w:szCs w:val="22"/>
          <w:lang w:eastAsia="en-US"/>
        </w:rPr>
      </w:sdtEndPr>
      <w:sdtContent>
        <w:sdt>
          <w:sdtPr>
            <w:id w:val="-1258909026"/>
            <w:lock w:val="contentLocked"/>
            <w:placeholder>
              <w:docPart w:val="DefaultPlaceholder_-1854013440"/>
            </w:placeholder>
            <w:group/>
          </w:sdtPr>
          <w:sdtEndPr>
            <w:rPr>
              <w:rFonts w:eastAsiaTheme="minorHAnsi"/>
              <w:b w:val="0"/>
              <w:color w:val="auto"/>
              <w:spacing w:val="0"/>
              <w:sz w:val="22"/>
              <w:szCs w:val="22"/>
              <w:lang w:eastAsia="en-US"/>
            </w:rPr>
          </w:sdtEndPr>
          <w:sdtContent>
            <w:p w14:paraId="2B165D3F" w14:textId="0E18DD1D" w:rsidR="001D313A" w:rsidRDefault="001D313A" w:rsidP="0072107A">
              <w:pPr>
                <w:pStyle w:val="Title"/>
              </w:pPr>
            </w:p>
            <w:p w14:paraId="14040771" w14:textId="77777777" w:rsidR="001D313A" w:rsidRDefault="001D313A" w:rsidP="0072107A">
              <w:pPr>
                <w:pStyle w:val="Title"/>
              </w:pPr>
            </w:p>
            <w:p w14:paraId="799E2D73" w14:textId="77777777" w:rsidR="001D313A" w:rsidRDefault="001D313A" w:rsidP="0072107A">
              <w:pPr>
                <w:pStyle w:val="Title"/>
              </w:pPr>
            </w:p>
            <w:p w14:paraId="444285D8" w14:textId="26F497FB" w:rsidR="008F22A5" w:rsidRPr="0072107A" w:rsidRDefault="00193115" w:rsidP="0072107A">
              <w:pPr>
                <w:pStyle w:val="Title"/>
              </w:pPr>
              <w:r w:rsidRPr="0072107A">
                <w:t>Attachment 2</w:t>
              </w:r>
              <w:r w:rsidR="00A56D26">
                <w:t xml:space="preserve"> </w:t>
              </w:r>
              <w:r w:rsidR="00A56D26">
                <w:t>-</w:t>
              </w:r>
              <w:r w:rsidR="00A56D26" w:rsidRPr="00A4453A">
                <w:t xml:space="preserve"> </w:t>
              </w:r>
              <w:r w:rsidR="00A56D26">
                <w:t>D</w:t>
              </w:r>
              <w:r w:rsidR="00A56D26" w:rsidRPr="00A4453A">
                <w:t>CP 3</w:t>
              </w:r>
              <w:r w:rsidR="00A56D26">
                <w:t>60</w:t>
              </w:r>
              <w:r w:rsidR="00A56D26" w:rsidRPr="00A4453A">
                <w:t xml:space="preserve"> Voting Form</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4027"/>
                <w:gridCol w:w="5158"/>
              </w:tblGrid>
              <w:tr w:rsidR="00B23399" w:rsidRPr="00973740" w14:paraId="20D126E8"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47158D0E" w14:textId="77777777" w:rsidR="00B23399" w:rsidRPr="00DA5999" w:rsidRDefault="00B23399" w:rsidP="00DA5999">
                    <w:pPr>
                      <w:pStyle w:val="ColumnHeading"/>
                    </w:pPr>
                    <w:r w:rsidRPr="00DA5999">
                      <w:t>CP Details</w:t>
                    </w:r>
                  </w:p>
                </w:tc>
              </w:tr>
              <w:tr w:rsidR="00A56D26" w:rsidRPr="00973740" w14:paraId="57F241A4" w14:textId="77777777" w:rsidTr="00DA5999">
                <w:trPr>
                  <w:trHeight w:val="227"/>
                </w:trPr>
                <w:tc>
                  <w:tcPr>
                    <w:tcW w:w="2192" w:type="pct"/>
                  </w:tcPr>
                  <w:p w14:paraId="12CE5D70" w14:textId="77777777" w:rsidR="00A56D26" w:rsidRPr="0072107A" w:rsidRDefault="00A56D26" w:rsidP="00A56D26">
                    <w:r w:rsidRPr="0072107A">
                      <w:t>CP number:</w:t>
                    </w:r>
                  </w:p>
                </w:tc>
                <w:tc>
                  <w:tcPr>
                    <w:tcW w:w="2808" w:type="pct"/>
                  </w:tcPr>
                  <w:p w14:paraId="11E34C49" w14:textId="1803A96B" w:rsidR="00A56D26" w:rsidRPr="00973740" w:rsidRDefault="00A56D26" w:rsidP="00A56D26">
                    <w:r>
                      <w:t>DCP 3</w:t>
                    </w:r>
                    <w:r>
                      <w:t>60</w:t>
                    </w:r>
                  </w:p>
                </w:tc>
              </w:tr>
              <w:tr w:rsidR="00A56D26" w:rsidRPr="00973740" w14:paraId="4BA3980B" w14:textId="77777777" w:rsidTr="00DA5999">
                <w:trPr>
                  <w:trHeight w:val="227"/>
                </w:trPr>
                <w:tc>
                  <w:tcPr>
                    <w:tcW w:w="2192" w:type="pct"/>
                  </w:tcPr>
                  <w:p w14:paraId="03CD2878" w14:textId="77777777" w:rsidR="00A56D26" w:rsidRPr="0072107A" w:rsidRDefault="00A56D26" w:rsidP="00A56D26">
                    <w:r w:rsidRPr="0072107A">
                      <w:t>CP Title:</w:t>
                    </w:r>
                  </w:p>
                </w:tc>
                <w:tc>
                  <w:tcPr>
                    <w:tcW w:w="2808" w:type="pct"/>
                  </w:tcPr>
                  <w:p w14:paraId="709628AE" w14:textId="31010309" w:rsidR="00A56D26" w:rsidRPr="00973740" w:rsidRDefault="00A56D26" w:rsidP="00A56D26">
                    <w:r w:rsidRPr="00A56D26">
                      <w:t>Ofgem Targeted Charging Review Implementation: Allocation to Bands and Interventions</w:t>
                    </w:r>
                  </w:p>
                </w:tc>
              </w:tr>
              <w:tr w:rsidR="00A56D26" w:rsidRPr="00973740" w14:paraId="7A4ACF53" w14:textId="77777777" w:rsidTr="00DA5999">
                <w:trPr>
                  <w:trHeight w:val="227"/>
                </w:trPr>
                <w:tc>
                  <w:tcPr>
                    <w:tcW w:w="2192" w:type="pct"/>
                  </w:tcPr>
                  <w:p w14:paraId="5E0CA926" w14:textId="77777777" w:rsidR="00A56D26" w:rsidRPr="0072107A" w:rsidRDefault="00A56D26" w:rsidP="00A56D26">
                    <w:r w:rsidRPr="0072107A">
                      <w:t>Parties Impacted:</w:t>
                    </w:r>
                  </w:p>
                </w:tc>
                <w:tc>
                  <w:tcPr>
                    <w:tcW w:w="2808" w:type="pct"/>
                  </w:tcPr>
                  <w:p w14:paraId="12D0309B" w14:textId="77777777" w:rsidR="00A56D26" w:rsidRDefault="00A56D26" w:rsidP="00A56D26">
                    <w:r w:rsidRPr="00A4453A">
                      <w:t>Distribution Network Operator</w:t>
                    </w:r>
                    <w:r>
                      <w:t>s</w:t>
                    </w:r>
                    <w:r w:rsidRPr="00A4453A">
                      <w:t xml:space="preserve"> (DNO</w:t>
                    </w:r>
                    <w:r>
                      <w:t>s</w:t>
                    </w:r>
                    <w:r w:rsidRPr="00A4453A">
                      <w:t>)</w:t>
                    </w:r>
                  </w:p>
                  <w:p w14:paraId="57E5741D" w14:textId="77777777" w:rsidR="00A56D26" w:rsidRDefault="00A56D26" w:rsidP="00A56D26">
                    <w:r w:rsidRPr="00A4453A">
                      <w:t>Independent Distribution Network Operator (IDNO</w:t>
                    </w:r>
                    <w:r>
                      <w:t>s</w:t>
                    </w:r>
                    <w:r w:rsidRPr="00A4453A">
                      <w:t>)</w:t>
                    </w:r>
                  </w:p>
                  <w:p w14:paraId="18A45328" w14:textId="77777777" w:rsidR="00A56D26" w:rsidRDefault="00A56D26" w:rsidP="00A56D26">
                    <w:r>
                      <w:t>Suppliers</w:t>
                    </w:r>
                  </w:p>
                  <w:p w14:paraId="7316D81B" w14:textId="77777777" w:rsidR="00A56D26" w:rsidRDefault="00A56D26" w:rsidP="00A56D26">
                    <w:r w:rsidRPr="00A4453A">
                      <w:t>CVA Registrant</w:t>
                    </w:r>
                    <w:r>
                      <w:t>s</w:t>
                    </w:r>
                  </w:p>
                  <w:p w14:paraId="26C1F7C4" w14:textId="4E6D74F3" w:rsidR="00A56D26" w:rsidRPr="00973740" w:rsidRDefault="00A56D26" w:rsidP="00A56D26">
                    <w:r w:rsidRPr="00A4453A">
                      <w:t>National Electricity Transmission System Operator, Supplier</w:t>
                    </w:r>
                  </w:p>
                </w:tc>
              </w:tr>
              <w:tr w:rsidR="00A56D26" w:rsidRPr="00973740" w14:paraId="214C1476" w14:textId="77777777" w:rsidTr="00DA5999">
                <w:trPr>
                  <w:trHeight w:val="227"/>
                </w:trPr>
                <w:tc>
                  <w:tcPr>
                    <w:tcW w:w="2192" w:type="pct"/>
                  </w:tcPr>
                  <w:p w14:paraId="23009B0A" w14:textId="77777777" w:rsidR="00A56D26" w:rsidRPr="0072107A" w:rsidRDefault="00A56D26" w:rsidP="00A56D26">
                    <w:r w:rsidRPr="0072107A">
                      <w:t>Part 1</w:t>
                    </w:r>
                    <w:r>
                      <w:t xml:space="preserve"> </w:t>
                    </w:r>
                    <w:r w:rsidRPr="0072107A">
                      <w:t>/ Part 2 Matter:</w:t>
                    </w:r>
                  </w:p>
                </w:tc>
                <w:tc>
                  <w:tcPr>
                    <w:tcW w:w="2808" w:type="pct"/>
                  </w:tcPr>
                  <w:p w14:paraId="69489A15" w14:textId="582C72E8" w:rsidR="00A56D26" w:rsidRPr="00973740" w:rsidRDefault="00A56D26" w:rsidP="00A56D26">
                    <w:r>
                      <w:t>Part 1 Matter</w:t>
                    </w:r>
                  </w:p>
                </w:tc>
              </w:tr>
              <w:tr w:rsidR="00A56D26" w:rsidRPr="00973740" w14:paraId="7B6D01A2" w14:textId="77777777" w:rsidTr="00DA5999">
                <w:trPr>
                  <w:trHeight w:val="227"/>
                </w:trPr>
                <w:tc>
                  <w:tcPr>
                    <w:tcW w:w="2192" w:type="pct"/>
                  </w:tcPr>
                  <w:p w14:paraId="7EB9BDDE" w14:textId="77777777" w:rsidR="00A56D26" w:rsidRPr="0072107A" w:rsidRDefault="00A56D26" w:rsidP="00A56D26">
                    <w:r w:rsidRPr="0072107A">
                      <w:t>Implementation Date:</w:t>
                    </w:r>
                  </w:p>
                </w:tc>
                <w:tc>
                  <w:tcPr>
                    <w:tcW w:w="2808" w:type="pct"/>
                  </w:tcPr>
                  <w:p w14:paraId="36B5E708" w14:textId="3C4105F3" w:rsidR="00A56D26" w:rsidRPr="00973740" w:rsidRDefault="00A56D26" w:rsidP="00A56D26">
                    <w:r>
                      <w:t>01 August 2020 (Extra Special DCUSA Release Required)</w:t>
                    </w:r>
                  </w:p>
                </w:tc>
              </w:tr>
              <w:tr w:rsidR="00A56D26" w:rsidRPr="00973740" w14:paraId="3AA764D6" w14:textId="77777777" w:rsidTr="00DA5999">
                <w:trPr>
                  <w:trHeight w:val="227"/>
                </w:trPr>
                <w:tc>
                  <w:tcPr>
                    <w:tcW w:w="2192" w:type="pct"/>
                  </w:tcPr>
                  <w:p w14:paraId="1FE49AFD" w14:textId="77777777" w:rsidR="00A56D26" w:rsidRPr="0072107A" w:rsidRDefault="00A56D26" w:rsidP="00A56D26">
                    <w:r w:rsidRPr="0072107A">
                      <w:t>Voting End Date:</w:t>
                    </w:r>
                  </w:p>
                </w:tc>
                <w:tc>
                  <w:tcPr>
                    <w:tcW w:w="2808" w:type="pct"/>
                  </w:tcPr>
                  <w:p w14:paraId="201AAE8F" w14:textId="258E02B0" w:rsidR="00A56D26" w:rsidRPr="00973740" w:rsidRDefault="00A56D26" w:rsidP="00A56D26">
                    <w:r>
                      <w:t>12 June 2020</w:t>
                    </w:r>
                  </w:p>
                </w:tc>
              </w:tr>
            </w:tbl>
            <w:p w14:paraId="42D44B1F"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4027"/>
                <w:gridCol w:w="5158"/>
              </w:tblGrid>
              <w:tr w:rsidR="004A45C0" w:rsidRPr="00973740" w14:paraId="30F22D07"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6552B4E2" w14:textId="77777777" w:rsidR="004A45C0" w:rsidRPr="00DA5999" w:rsidRDefault="004A45C0" w:rsidP="00DA5999">
                    <w:pPr>
                      <w:pStyle w:val="ColumnHeading"/>
                    </w:pPr>
                    <w:r w:rsidRPr="00DA5999">
                      <w:t>Respondent Details</w:t>
                    </w:r>
                  </w:p>
                </w:tc>
              </w:tr>
              <w:tr w:rsidR="00B23399" w:rsidRPr="00973740" w14:paraId="34567D8A" w14:textId="77777777" w:rsidTr="00DA5999">
                <w:tc>
                  <w:tcPr>
                    <w:tcW w:w="2192" w:type="pct"/>
                  </w:tcPr>
                  <w:p w14:paraId="55B620BC" w14:textId="1BA3D3BF" w:rsidR="00B23399" w:rsidRPr="00973740" w:rsidRDefault="00A56D26" w:rsidP="00DA5999">
                    <w:r>
                      <w:t xml:space="preserve">Your </w:t>
                    </w:r>
                    <w:r w:rsidR="00B23399" w:rsidRPr="00973740">
                      <w:t>Name:</w:t>
                    </w:r>
                  </w:p>
                </w:tc>
                <w:sdt>
                  <w:sdtPr>
                    <w:rPr>
                      <w:color w:val="A6A6A6" w:themeColor="background1" w:themeShade="A6"/>
                    </w:rPr>
                    <w:alias w:val="Respondent Name"/>
                    <w:tag w:val="respondent_name"/>
                    <w:id w:val="818384244"/>
                    <w:placeholder>
                      <w:docPart w:val="65383E36160846BC8419B1455B3A6FD6"/>
                    </w:placeholder>
                    <w:showingPlcHdr/>
                  </w:sdtPr>
                  <w:sdtEndPr/>
                  <w:sdtContent>
                    <w:tc>
                      <w:tcPr>
                        <w:tcW w:w="2808" w:type="pct"/>
                      </w:tcPr>
                      <w:p w14:paraId="4712B92B" w14:textId="77777777" w:rsidR="00B23399" w:rsidRPr="008A35FA" w:rsidRDefault="004D3204"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58DBB625" w14:textId="77777777" w:rsidTr="00DA5999">
                <w:tc>
                  <w:tcPr>
                    <w:tcW w:w="2192" w:type="pct"/>
                  </w:tcPr>
                  <w:p w14:paraId="751AE594"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DC19367A8DAB42598A0C4A2B5883BF8B"/>
                    </w:placeholder>
                    <w:showingPlcHdr/>
                    <w:dropDownList>
                      <w:listItem w:value="Choose an item."/>
                      <w:listItem w:displayText="Supplier" w:value="Supplier"/>
                      <w:listItem w:displayText="DNO" w:value="DNO"/>
                      <w:listItem w:displayText="IDNO" w:value="IDNO"/>
                      <w:listItem w:displayText="CVA Registrant" w:value="CVA Registrant"/>
                      <w:listItem w:displayText="OTSO" w:value="OTSO"/>
                    </w:dropDownList>
                  </w:sdtPr>
                  <w:sdtEndPr/>
                  <w:sdtContent>
                    <w:tc>
                      <w:tcPr>
                        <w:tcW w:w="2808" w:type="pct"/>
                      </w:tcPr>
                      <w:p w14:paraId="23E665CA" w14:textId="77777777" w:rsidR="00B23399" w:rsidRPr="008A35FA" w:rsidRDefault="00D7706F" w:rsidP="00DA5999">
                        <w:pPr>
                          <w:rPr>
                            <w:color w:val="A6A6A6" w:themeColor="background1" w:themeShade="A6"/>
                          </w:rPr>
                        </w:pPr>
                        <w:r w:rsidRPr="008A35FA">
                          <w:rPr>
                            <w:color w:val="A6A6A6" w:themeColor="background1" w:themeShade="A6"/>
                          </w:rPr>
                          <w:t>Choose an item.</w:t>
                        </w:r>
                      </w:p>
                    </w:tc>
                  </w:sdtContent>
                </w:sdt>
              </w:tr>
              <w:tr w:rsidR="00B23399" w:rsidRPr="00973740" w14:paraId="1C62CE3A" w14:textId="77777777" w:rsidTr="00DA5999">
                <w:tc>
                  <w:tcPr>
                    <w:tcW w:w="2192" w:type="pct"/>
                  </w:tcPr>
                  <w:p w14:paraId="7FE79961"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CDD8369381E14B539814FEBBF3061962"/>
                    </w:placeholder>
                    <w:showingPlcHdr/>
                    <w:text/>
                  </w:sdtPr>
                  <w:sdtEndPr/>
                  <w:sdtContent>
                    <w:tc>
                      <w:tcPr>
                        <w:tcW w:w="2808" w:type="pct"/>
                      </w:tcPr>
                      <w:p w14:paraId="72F42CAD" w14:textId="77777777" w:rsidR="00B23399" w:rsidRPr="008A35FA" w:rsidRDefault="00D7706F"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2D733228" w14:textId="77777777" w:rsidTr="00DA5999">
                <w:tc>
                  <w:tcPr>
                    <w:tcW w:w="2192" w:type="pct"/>
                  </w:tcPr>
                  <w:p w14:paraId="158E57C5"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13E77F0EEDB54D97A0D994FC498634BF"/>
                    </w:placeholder>
                    <w:showingPlcHdr/>
                    <w:text/>
                  </w:sdtPr>
                  <w:sdtEndPr/>
                  <w:sdtContent>
                    <w:tc>
                      <w:tcPr>
                        <w:tcW w:w="2808" w:type="pct"/>
                      </w:tcPr>
                      <w:p w14:paraId="10C9EC19"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7F8E620" w14:textId="77777777" w:rsidTr="00DA5999">
                <w:tc>
                  <w:tcPr>
                    <w:tcW w:w="2192" w:type="pct"/>
                  </w:tcPr>
                  <w:p w14:paraId="3757EF6A"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EF290E4DD4714290BF58AC5CA24BE797"/>
                    </w:placeholder>
                    <w:showingPlcHdr/>
                    <w:text/>
                  </w:sdtPr>
                  <w:sdtEndPr/>
                  <w:sdtContent>
                    <w:tc>
                      <w:tcPr>
                        <w:tcW w:w="2808" w:type="pct"/>
                      </w:tcPr>
                      <w:p w14:paraId="438888E7"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A15CB9F" w14:textId="77777777" w:rsidTr="00DA5999">
                <w:tc>
                  <w:tcPr>
                    <w:tcW w:w="2192" w:type="pct"/>
                  </w:tcPr>
                  <w:p w14:paraId="52A13C28"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13F8904E35CD4051A5B6C676E1A7947A"/>
                    </w:placeholder>
                    <w:showingPlcHdr/>
                    <w:text/>
                  </w:sdtPr>
                  <w:sdtEndPr/>
                  <w:sdtContent>
                    <w:tc>
                      <w:tcPr>
                        <w:tcW w:w="2808" w:type="pct"/>
                      </w:tcPr>
                      <w:p w14:paraId="0E8D9EE7"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3E9C4F52" w14:textId="77777777" w:rsidTr="00DA5999">
                <w:tc>
                  <w:tcPr>
                    <w:tcW w:w="2192" w:type="pct"/>
                  </w:tcPr>
                  <w:p w14:paraId="61318C72"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29E6FEE5F7C34B81A322497F3DED8944"/>
                    </w:placeholder>
                    <w:showingPlcHdr/>
                    <w:text/>
                  </w:sdtPr>
                  <w:sdtEndPr/>
                  <w:sdtContent>
                    <w:tc>
                      <w:tcPr>
                        <w:tcW w:w="2808" w:type="pct"/>
                      </w:tcPr>
                      <w:p w14:paraId="44E5CAA7"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404FAAD0" w14:textId="77777777" w:rsidTr="00DA5999">
                <w:tc>
                  <w:tcPr>
                    <w:tcW w:w="2192" w:type="pct"/>
                  </w:tcPr>
                  <w:p w14:paraId="0D9BD0C9" w14:textId="77777777" w:rsidR="00B23399" w:rsidRPr="00973740" w:rsidRDefault="00B23399" w:rsidP="00DA5999">
                    <w:r w:rsidRPr="00973740">
                      <w:lastRenderedPageBreak/>
                      <w:t>Email address:</w:t>
                    </w:r>
                  </w:p>
                </w:tc>
                <w:sdt>
                  <w:sdtPr>
                    <w:rPr>
                      <w:color w:val="A6A6A6" w:themeColor="background1" w:themeShade="A6"/>
                    </w:rPr>
                    <w:alias w:val="Email Address"/>
                    <w:tag w:val="email_address"/>
                    <w:id w:val="-244729387"/>
                    <w:placeholder>
                      <w:docPart w:val="86FD687778DB4B06BD405F4821507266"/>
                    </w:placeholder>
                    <w:showingPlcHdr/>
                    <w:text/>
                  </w:sdtPr>
                  <w:sdtEndPr/>
                  <w:sdtContent>
                    <w:tc>
                      <w:tcPr>
                        <w:tcW w:w="2808" w:type="pct"/>
                      </w:tcPr>
                      <w:p w14:paraId="2DA57A40"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bl>
            <w:p w14:paraId="4B58C4EE"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4032"/>
                <w:gridCol w:w="5153"/>
              </w:tblGrid>
              <w:tr w:rsidR="005F26DE" w:rsidRPr="00973740" w14:paraId="1B85815B"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2787B05C" w14:textId="77777777" w:rsidR="005F26DE" w:rsidRPr="00DA5999" w:rsidRDefault="005F26DE" w:rsidP="00DA5999">
                    <w:pPr>
                      <w:pStyle w:val="ColumnHeading"/>
                    </w:pPr>
                    <w:r w:rsidRPr="00973740">
                      <w:t>Response</w:t>
                    </w:r>
                  </w:p>
                </w:tc>
              </w:tr>
              <w:tr w:rsidR="005F26DE" w:rsidRPr="00973740" w14:paraId="2ACF9399" w14:textId="77777777" w:rsidTr="00A56D26">
                <w:trPr>
                  <w:trHeight w:val="699"/>
                </w:trPr>
                <w:tc>
                  <w:tcPr>
                    <w:tcW w:w="2195" w:type="pct"/>
                  </w:tcPr>
                  <w:p w14:paraId="6BC041EB"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E4A153E9951C4BC3A756E065A6190FE1"/>
                    </w:placeholder>
                    <w:showingPlcHdr/>
                    <w:dropDownList>
                      <w:listItem w:value="Choose an item."/>
                      <w:listItem w:displayText="Accept" w:value="Accept"/>
                      <w:listItem w:displayText="Reject" w:value="Reject"/>
                    </w:dropDownList>
                  </w:sdtPr>
                  <w:sdtEndPr/>
                  <w:sdtContent>
                    <w:tc>
                      <w:tcPr>
                        <w:tcW w:w="2805" w:type="pct"/>
                      </w:tcPr>
                      <w:p w14:paraId="49ADC79C"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5F26DE" w:rsidRPr="00973740" w14:paraId="678D155A" w14:textId="77777777" w:rsidTr="00A56D26">
                <w:trPr>
                  <w:trHeight w:val="836"/>
                </w:trPr>
                <w:tc>
                  <w:tcPr>
                    <w:tcW w:w="2195" w:type="pct"/>
                    <w:tcBorders>
                      <w:bottom w:val="single" w:sz="4" w:space="0" w:color="auto"/>
                    </w:tcBorders>
                  </w:tcPr>
                  <w:p w14:paraId="785E2BF2"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C889AADA770E46FF9665E62A1BAAF66E"/>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4FC8DB2C"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973740" w:rsidRPr="00973740" w14:paraId="1E29EF48" w14:textId="77777777" w:rsidTr="00DA5999">
                <w:tc>
                  <w:tcPr>
                    <w:tcW w:w="2195" w:type="pct"/>
                  </w:tcPr>
                  <w:p w14:paraId="2A790CE4"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D5B7A17A5DA54B0BA0E04E6345891652"/>
                    </w:placeholder>
                    <w:showingPlcHdr/>
                  </w:sdtPr>
                  <w:sdtEndPr/>
                  <w:sdtContent>
                    <w:tc>
                      <w:tcPr>
                        <w:tcW w:w="2805" w:type="pct"/>
                      </w:tcPr>
                      <w:p w14:paraId="00F04F96"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r w:rsidR="00973740" w:rsidRPr="00973740" w14:paraId="28D17349" w14:textId="77777777" w:rsidTr="00DA5999">
                <w:tc>
                  <w:tcPr>
                    <w:tcW w:w="2195" w:type="pct"/>
                  </w:tcPr>
                  <w:p w14:paraId="49CD6311" w14:textId="77777777" w:rsidR="00973740" w:rsidRPr="00973740" w:rsidRDefault="00973740" w:rsidP="00DA5999">
                    <w:pPr>
                      <w:rPr>
                        <w:i/>
                      </w:rPr>
                    </w:pPr>
                    <w:r w:rsidRPr="00973740">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E04066584CF0421CBF60E8791A5172DD"/>
                    </w:placeholder>
                    <w:showingPlcHdr/>
                  </w:sdtPr>
                  <w:sdtEndPr/>
                  <w:sdtContent>
                    <w:tc>
                      <w:tcPr>
                        <w:tcW w:w="2805" w:type="pct"/>
                      </w:tcPr>
                      <w:p w14:paraId="675E5435"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06407EEE"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185"/>
              </w:tblGrid>
              <w:tr w:rsidR="00973740" w:rsidRPr="00973740" w14:paraId="31D1D902"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735227E8" w14:textId="77777777" w:rsidR="00973740" w:rsidRPr="00A94393" w:rsidRDefault="00973740" w:rsidP="00A94393">
                    <w:pPr>
                      <w:pStyle w:val="ColumnHeading"/>
                    </w:pPr>
                    <w:r w:rsidRPr="00A94393">
                      <w:t>DCUSA Objectives</w:t>
                    </w:r>
                  </w:p>
                </w:tc>
              </w:tr>
              <w:tr w:rsidR="005F26DE" w:rsidRPr="00973740" w14:paraId="68DF1EA0" w14:textId="77777777" w:rsidTr="00A94393">
                <w:tc>
                  <w:tcPr>
                    <w:tcW w:w="5000" w:type="pct"/>
                    <w:tcBorders>
                      <w:bottom w:val="single" w:sz="4" w:space="0" w:color="auto"/>
                    </w:tcBorders>
                    <w:shd w:val="clear" w:color="auto" w:fill="D9D9D9" w:themeFill="background1" w:themeFillShade="D9"/>
                  </w:tcPr>
                  <w:p w14:paraId="57C631CD" w14:textId="77777777" w:rsidR="00973740" w:rsidRPr="004D3204" w:rsidRDefault="00973740" w:rsidP="0072107A">
                    <w:pPr>
                      <w:pStyle w:val="ObjectivesHeading"/>
                    </w:pPr>
                    <w:r w:rsidRPr="004D3204">
                      <w:t xml:space="preserve">DCUSA Charging Objectives </w:t>
                    </w:r>
                  </w:p>
                  <w:p w14:paraId="697162FB"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3DEF2B66"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1B60B755" w14:textId="77777777" w:rsidR="00973740" w:rsidRPr="004D3204" w:rsidRDefault="00973740" w:rsidP="0072107A">
                    <w:pPr>
                      <w:pStyle w:val="ListNumber"/>
                      <w:numPr>
                        <w:ilvl w:val="0"/>
                        <w:numId w:val="17"/>
                      </w:numPr>
                    </w:pPr>
                    <w:r w:rsidRPr="004D3204">
                      <w:t xml:space="preserve">That compliance by each DNO Party with the Charging Methodologies results in charges which, so far as is reasonably practicable after taking account of implementation costs, reflect the </w:t>
                    </w:r>
                    <w:r w:rsidRPr="004D3204">
                      <w:lastRenderedPageBreak/>
                      <w:t>costs incurred, or reasonably expected to be incurred, by the DNO Party in its Distribution Business</w:t>
                    </w:r>
                  </w:p>
                  <w:p w14:paraId="6865F219"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2A058818" w14:textId="77777777" w:rsidR="00973740" w:rsidRPr="004D3204" w:rsidRDefault="00973740" w:rsidP="0072107A">
                    <w:pPr>
                      <w:pStyle w:val="ListNumber"/>
                      <w:numPr>
                        <w:ilvl w:val="0"/>
                        <w:numId w:val="17"/>
                      </w:numPr>
                    </w:pPr>
                    <w:r w:rsidRPr="004D3204">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3142C07C"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52A6C833" w14:textId="77777777" w:rsidR="00973740" w:rsidRPr="00973740" w:rsidRDefault="00973740" w:rsidP="0072107A"/>
            <w:p w14:paraId="635B31D4" w14:textId="4FEB8B52" w:rsidR="005F26DE" w:rsidRPr="00973740" w:rsidRDefault="00FC6E0C" w:rsidP="0072107A"/>
          </w:sdtContent>
        </w:sdt>
      </w:sdtContent>
    </w:sdt>
    <w:sectPr w:rsidR="005F26DE" w:rsidRPr="00973740" w:rsidSect="001D313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ED95CA" w14:textId="77777777" w:rsidR="0089576F" w:rsidRDefault="0089576F" w:rsidP="0072107A">
      <w:r>
        <w:separator/>
      </w:r>
    </w:p>
  </w:endnote>
  <w:endnote w:type="continuationSeparator" w:id="0">
    <w:p w14:paraId="675714D3" w14:textId="77777777" w:rsidR="0089576F" w:rsidRDefault="0089576F"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8104746"/>
      <w:lock w:val="contentLocked"/>
      <w:placeholder>
        <w:docPart w:val="DefaultPlaceholder_-1854013440"/>
      </w:placeholder>
      <w:group/>
    </w:sdtPr>
    <w:sdtContent>
      <w:sdt>
        <w:sdtPr>
          <w:id w:val="1628589852"/>
          <w:lock w:val="contentLocked"/>
          <w:placeholder>
            <w:docPart w:val="DefaultPlaceholder_-1854013440"/>
          </w:placeholder>
          <w:showingPlcHdr/>
          <w:group/>
        </w:sdtPr>
        <w:sdtContent>
          <w:p w14:paraId="5726DE90" w14:textId="253C3144" w:rsidR="00A56D26" w:rsidRDefault="00FC6E0C">
            <w:pPr>
              <w:pStyle w:val="Footer"/>
            </w:pPr>
            <w:r w:rsidRPr="00A82E1C">
              <w:rPr>
                <w:rStyle w:val="PlaceholderText"/>
              </w:rPr>
              <w:t>Click or tap here to enter text.</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68751121"/>
      <w:lock w:val="contentLocked"/>
      <w:placeholder>
        <w:docPart w:val="DefaultPlaceholder_-1854013440"/>
      </w:placeholder>
      <w:group/>
    </w:sdtPr>
    <w:sdtContent>
      <w:sdt>
        <w:sdtPr>
          <w:id w:val="2052494797"/>
          <w:lock w:val="contentLocked"/>
          <w:placeholder>
            <w:docPart w:val="DefaultPlaceholder_-1854013440"/>
          </w:placeholder>
          <w:group/>
        </w:sdtPr>
        <w:sdtContent>
          <w:p w14:paraId="311B30CA" w14:textId="675CE69D" w:rsidR="00FD00A2" w:rsidRPr="00973740" w:rsidRDefault="00FD00A2" w:rsidP="0072107A">
            <w:pPr>
              <w:pStyle w:val="Footer"/>
            </w:pPr>
            <w:r w:rsidRPr="00973740">
              <w:fldChar w:fldCharType="begin"/>
            </w:r>
            <w:r w:rsidRPr="00973740">
              <w:instrText xml:space="preserve"> docproperty date </w:instrText>
            </w:r>
            <w:r w:rsidRPr="00973740">
              <w:fldChar w:fldCharType="separate"/>
            </w:r>
            <w:r w:rsidR="00A56D26">
              <w:t>21 May 2020</w:t>
            </w:r>
            <w:r w:rsidRPr="00973740">
              <w:fldChar w:fldCharType="end"/>
            </w:r>
            <w:r w:rsidRPr="00973740">
              <w:tab/>
              <w:t xml:space="preserve">Page </w:t>
            </w:r>
            <w:r w:rsidRPr="00973740">
              <w:fldChar w:fldCharType="begin"/>
            </w:r>
            <w:r w:rsidRPr="00973740">
              <w:instrText xml:space="preserve"> page </w:instrText>
            </w:r>
            <w:r w:rsidRPr="00973740">
              <w:fldChar w:fldCharType="separate"/>
            </w:r>
            <w:r w:rsidR="004D3204">
              <w:rPr>
                <w:noProof/>
              </w:rPr>
              <w:t>1</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rsidR="004D3204">
              <w:rPr>
                <w:noProof/>
              </w:rP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A56D26">
              <w:t>Version 1.0</w:t>
            </w:r>
            <w:r w:rsidRPr="00973740">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1291773"/>
      <w:lock w:val="contentLocked"/>
      <w:placeholder>
        <w:docPart w:val="DefaultPlaceholder_-1854013440"/>
      </w:placeholder>
      <w:group/>
    </w:sdtPr>
    <w:sdtContent>
      <w:sdt>
        <w:sdtPr>
          <w:id w:val="29616870"/>
          <w:lock w:val="contentLocked"/>
          <w:placeholder>
            <w:docPart w:val="DefaultPlaceholder_-1854013440"/>
          </w:placeholder>
          <w:group/>
        </w:sdtPr>
        <w:sdtContent>
          <w:p w14:paraId="51757CF1" w14:textId="2DFB4437" w:rsidR="008A35FA" w:rsidRDefault="008A35FA">
            <w:pPr>
              <w:pStyle w:val="Footer"/>
            </w:pPr>
            <w:r w:rsidRPr="00973740">
              <w:fldChar w:fldCharType="begin"/>
            </w:r>
            <w:r w:rsidRPr="00973740">
              <w:instrText xml:space="preserve"> docproperty date </w:instrText>
            </w:r>
            <w:r w:rsidRPr="00973740">
              <w:fldChar w:fldCharType="separate"/>
            </w:r>
            <w:r w:rsidR="00A56D26">
              <w:t>21 May 2020</w:t>
            </w:r>
            <w:r w:rsidRPr="00973740">
              <w:fldChar w:fldCharType="end"/>
            </w:r>
            <w:r w:rsidRPr="00973740">
              <w:tab/>
              <w:t xml:space="preserve">Page </w:t>
            </w:r>
            <w:r w:rsidRPr="00973740">
              <w:fldChar w:fldCharType="begin"/>
            </w:r>
            <w:r w:rsidRPr="00973740">
              <w:instrText xml:space="preserve"> page </w:instrText>
            </w:r>
            <w:r w:rsidRPr="00973740">
              <w:fldChar w:fldCharType="separate"/>
            </w:r>
            <w:r>
              <w:t>2</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A56D26">
              <w:t>Version 1.0</w:t>
            </w:r>
            <w:r w:rsidRPr="00973740">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938209" w14:textId="77777777" w:rsidR="0089576F" w:rsidRDefault="0089576F" w:rsidP="0072107A">
      <w:r>
        <w:separator/>
      </w:r>
    </w:p>
  </w:footnote>
  <w:footnote w:type="continuationSeparator" w:id="0">
    <w:p w14:paraId="7D045A75" w14:textId="77777777" w:rsidR="0089576F" w:rsidRDefault="0089576F" w:rsidP="0072107A">
      <w:r>
        <w:continuationSeparator/>
      </w:r>
    </w:p>
  </w:footnote>
  <w:footnote w:id="1">
    <w:p w14:paraId="627984AD" w14:textId="77777777" w:rsidR="005F26DE" w:rsidRDefault="005F26DE" w:rsidP="0072107A">
      <w:pPr>
        <w:pStyle w:val="FootnoteText"/>
      </w:pPr>
      <w:r>
        <w:rPr>
          <w:rStyle w:val="FootnoteReference"/>
        </w:rPr>
        <w:footnoteRef/>
      </w:r>
      <w:r w:rsidR="004D3204">
        <w:t xml:space="preserve"> </w:t>
      </w:r>
      <w:r w:rsidR="004D3204" w:rsidRPr="00957B20">
        <w:t xml:space="preserve">If you are a DNO </w:t>
      </w:r>
      <w:proofErr w:type="gramStart"/>
      <w:r w:rsidR="004D3204" w:rsidRPr="00957B20">
        <w:t>Party</w:t>
      </w:r>
      <w:proofErr w:type="gramEnd"/>
      <w:r w:rsidR="004D3204" w:rsidRPr="00957B20">
        <w:t xml:space="preserve"> please fill in one “Party Name” row for each of your Licence Areas. All other DCUSA Parties please complete only the “Party Name 1” row.</w:t>
      </w:r>
    </w:p>
  </w:footnote>
  <w:footnote w:id="2">
    <w:p w14:paraId="6AE3C553" w14:textId="77777777" w:rsidR="00973740" w:rsidRDefault="00973740" w:rsidP="0072107A">
      <w:pPr>
        <w:pStyle w:val="FootnoteText"/>
      </w:pPr>
      <w:r>
        <w:rPr>
          <w:rStyle w:val="FootnoteReference"/>
        </w:rPr>
        <w:footnoteRef/>
      </w:r>
      <w:r>
        <w:t xml:space="preserve"> </w:t>
      </w:r>
      <w:r w:rsidR="004D3204" w:rsidRPr="00957B20">
        <w:t xml:space="preserve">Please note that for Part 1 matters the Authority may </w:t>
      </w:r>
      <w:proofErr w:type="gramStart"/>
      <w:r w:rsidR="004D3204" w:rsidRPr="00957B20">
        <w:t>take into account</w:t>
      </w:r>
      <w:proofErr w:type="gramEnd"/>
      <w:r w:rsidR="004D3204" w:rsidRPr="00957B20">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462554"/>
      <w:lock w:val="contentLocked"/>
      <w:placeholder>
        <w:docPart w:val="DefaultPlaceholder_-1854013440"/>
      </w:placeholder>
      <w:group/>
    </w:sdtPr>
    <w:sdtContent>
      <w:sdt>
        <w:sdtPr>
          <w:id w:val="1910732146"/>
          <w:lock w:val="contentLocked"/>
          <w:placeholder>
            <w:docPart w:val="DefaultPlaceholder_-1854013440"/>
          </w:placeholder>
          <w:showingPlcHdr/>
          <w:group/>
        </w:sdtPr>
        <w:sdtContent>
          <w:p w14:paraId="00FA4770" w14:textId="42816C88" w:rsidR="00A56D26" w:rsidRDefault="00FC6E0C">
            <w:pPr>
              <w:pStyle w:val="Header"/>
            </w:pPr>
            <w:r w:rsidRPr="00A82E1C">
              <w:rPr>
                <w:rStyle w:val="PlaceholderText"/>
              </w:rPr>
              <w:t>Click or tap here to enter text.</w:t>
            </w:r>
          </w:p>
        </w:sdtContent>
      </w:sdt>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62534837"/>
      <w:lock w:val="contentLocked"/>
      <w:placeholder>
        <w:docPart w:val="DefaultPlaceholder_-1854013440"/>
      </w:placeholder>
      <w:group/>
    </w:sdtPr>
    <w:sdtContent>
      <w:sdt>
        <w:sdtPr>
          <w:id w:val="166133664"/>
          <w:lock w:val="contentLocked"/>
          <w:placeholder>
            <w:docPart w:val="DefaultPlaceholder_-1854013440"/>
          </w:placeholder>
          <w:group/>
        </w:sdtPr>
        <w:sdtContent>
          <w:p w14:paraId="6F5F06BE" w14:textId="5DD5AC79"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FD00A2" w:rsidRPr="00973740">
              <w:fldChar w:fldCharType="begin"/>
            </w:r>
            <w:r w:rsidR="00FD00A2" w:rsidRPr="00973740">
              <w:instrText xml:space="preserve"> docproperty ref </w:instrText>
            </w:r>
            <w:r w:rsidR="00FD00A2" w:rsidRPr="00973740">
              <w:fldChar w:fldCharType="separate"/>
            </w:r>
            <w:r w:rsidR="00A56D26">
              <w:t>360</w:t>
            </w:r>
            <w:r w:rsidR="00FD00A2" w:rsidRPr="00973740">
              <w:fldChar w:fldCharType="end"/>
            </w:r>
          </w:p>
        </w:sdtContent>
      </w:sdt>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30894539"/>
      <w:lock w:val="contentLocked"/>
      <w:placeholder>
        <w:docPart w:val="DefaultPlaceholder_-1854013440"/>
      </w:placeholder>
      <w:group/>
    </w:sdtPr>
    <w:sdtContent>
      <w:sdt>
        <w:sdtPr>
          <w:id w:val="982975995"/>
          <w:lock w:val="contentLocked"/>
          <w:placeholder>
            <w:docPart w:val="DefaultPlaceholder_-1854013440"/>
          </w:placeholder>
          <w:group/>
        </w:sdtPr>
        <w:sdtContent>
          <w:p w14:paraId="51B4E8C8" w14:textId="5D6CC3A7" w:rsidR="001D313A" w:rsidRPr="00973740" w:rsidRDefault="001D313A" w:rsidP="001D313A">
            <w:pPr>
              <w:pStyle w:val="Header"/>
            </w:pPr>
            <w:r w:rsidRPr="00A61E19">
              <w:rPr>
                <w:noProof/>
                <w:lang w:eastAsia="en-GB"/>
              </w:rPr>
              <w:drawing>
                <wp:anchor distT="0" distB="0" distL="114300" distR="114300" simplePos="0" relativeHeight="251658240" behindDoc="1" locked="0" layoutInCell="1" allowOverlap="1" wp14:anchorId="5FBB3A11" wp14:editId="2CAF771E">
                  <wp:simplePos x="0" y="0"/>
                  <wp:positionH relativeFrom="margin">
                    <wp:posOffset>-541655</wp:posOffset>
                  </wp:positionH>
                  <wp:positionV relativeFrom="page">
                    <wp:posOffset>0</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73740">
              <w:t>DCUSA Change Report</w:t>
            </w:r>
            <w:r w:rsidRPr="00973740">
              <w:tab/>
              <w:t xml:space="preserve">DCP </w:t>
            </w:r>
            <w:r w:rsidRPr="00973740">
              <w:fldChar w:fldCharType="begin"/>
            </w:r>
            <w:r w:rsidRPr="00973740">
              <w:instrText xml:space="preserve"> docproperty ref </w:instrText>
            </w:r>
            <w:r w:rsidRPr="00973740">
              <w:fldChar w:fldCharType="separate"/>
            </w:r>
            <w:r w:rsidR="00A56D26">
              <w:t>360</w:t>
            </w:r>
            <w:r w:rsidRPr="00973740">
              <w:fldChar w:fldCharType="end"/>
            </w:r>
          </w:p>
          <w:p w14:paraId="24532E21" w14:textId="205E5197" w:rsidR="001D313A" w:rsidRDefault="00FC6E0C">
            <w:pPr>
              <w:pStyle w:val="Header"/>
            </w:pPr>
          </w:p>
        </w:sdtContent>
      </w:sdt>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9576F"/>
    <w:rsid w:val="00077D80"/>
    <w:rsid w:val="00134AF7"/>
    <w:rsid w:val="00171886"/>
    <w:rsid w:val="00190980"/>
    <w:rsid w:val="00193115"/>
    <w:rsid w:val="001D313A"/>
    <w:rsid w:val="001D3D83"/>
    <w:rsid w:val="001E03C5"/>
    <w:rsid w:val="001F256A"/>
    <w:rsid w:val="001F3267"/>
    <w:rsid w:val="00223DF1"/>
    <w:rsid w:val="0023069B"/>
    <w:rsid w:val="002B61A0"/>
    <w:rsid w:val="0031153A"/>
    <w:rsid w:val="0040580C"/>
    <w:rsid w:val="00410907"/>
    <w:rsid w:val="004572E2"/>
    <w:rsid w:val="004A45C0"/>
    <w:rsid w:val="004D3204"/>
    <w:rsid w:val="005124D0"/>
    <w:rsid w:val="00554409"/>
    <w:rsid w:val="005A6203"/>
    <w:rsid w:val="005C36AB"/>
    <w:rsid w:val="005F1DC2"/>
    <w:rsid w:val="005F26DE"/>
    <w:rsid w:val="005F2D28"/>
    <w:rsid w:val="00697019"/>
    <w:rsid w:val="00711B18"/>
    <w:rsid w:val="0072107A"/>
    <w:rsid w:val="007361B2"/>
    <w:rsid w:val="0076726D"/>
    <w:rsid w:val="00807039"/>
    <w:rsid w:val="00884177"/>
    <w:rsid w:val="0089576F"/>
    <w:rsid w:val="008A35FA"/>
    <w:rsid w:val="008D01AD"/>
    <w:rsid w:val="008F22A5"/>
    <w:rsid w:val="008F73FC"/>
    <w:rsid w:val="00916C37"/>
    <w:rsid w:val="00963A66"/>
    <w:rsid w:val="00973740"/>
    <w:rsid w:val="009A3EA3"/>
    <w:rsid w:val="009B02DB"/>
    <w:rsid w:val="009F1AFC"/>
    <w:rsid w:val="00A56D26"/>
    <w:rsid w:val="00A817E9"/>
    <w:rsid w:val="00A828F0"/>
    <w:rsid w:val="00A94393"/>
    <w:rsid w:val="00AC6DB4"/>
    <w:rsid w:val="00B23399"/>
    <w:rsid w:val="00C01797"/>
    <w:rsid w:val="00CE497A"/>
    <w:rsid w:val="00D7706F"/>
    <w:rsid w:val="00DA5999"/>
    <w:rsid w:val="00DB3EF9"/>
    <w:rsid w:val="00EA5EE1"/>
    <w:rsid w:val="00EE2CEA"/>
    <w:rsid w:val="00EF062E"/>
    <w:rsid w:val="00FC6E0C"/>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DDDD5"/>
  <w15:chartTrackingRefBased/>
  <w15:docId w15:val="{D40C8EE7-D630-4E1D-8102-D97CCB41A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89576F"/>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76F"/>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084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5383E36160846BC8419B1455B3A6FD6"/>
        <w:category>
          <w:name w:val="General"/>
          <w:gallery w:val="placeholder"/>
        </w:category>
        <w:types>
          <w:type w:val="bbPlcHdr"/>
        </w:types>
        <w:behaviors>
          <w:behavior w:val="content"/>
        </w:behaviors>
        <w:guid w:val="{BDB6129C-B54B-4707-8743-60440E140215}"/>
      </w:docPartPr>
      <w:docPartBody>
        <w:p w:rsidR="00000000" w:rsidRDefault="006C6D31" w:rsidP="006C6D31">
          <w:pPr>
            <w:pStyle w:val="65383E36160846BC8419B1455B3A6FD61"/>
          </w:pPr>
          <w:r w:rsidRPr="008A35FA">
            <w:rPr>
              <w:color w:val="A6A6A6" w:themeColor="background1" w:themeShade="A6"/>
            </w:rPr>
            <w:t>Click here to enter text.</w:t>
          </w:r>
        </w:p>
      </w:docPartBody>
    </w:docPart>
    <w:docPart>
      <w:docPartPr>
        <w:name w:val="DC19367A8DAB42598A0C4A2B5883BF8B"/>
        <w:category>
          <w:name w:val="General"/>
          <w:gallery w:val="placeholder"/>
        </w:category>
        <w:types>
          <w:type w:val="bbPlcHdr"/>
        </w:types>
        <w:behaviors>
          <w:behavior w:val="content"/>
        </w:behaviors>
        <w:guid w:val="{AACC93BB-559F-4136-AE46-E39EE53B06FE}"/>
      </w:docPartPr>
      <w:docPartBody>
        <w:p w:rsidR="00000000" w:rsidRDefault="006C6D31" w:rsidP="006C6D31">
          <w:pPr>
            <w:pStyle w:val="DC19367A8DAB42598A0C4A2B5883BF8B1"/>
          </w:pPr>
          <w:r w:rsidRPr="008A35FA">
            <w:rPr>
              <w:color w:val="A6A6A6" w:themeColor="background1" w:themeShade="A6"/>
            </w:rPr>
            <w:t>Choose an item.</w:t>
          </w:r>
        </w:p>
      </w:docPartBody>
    </w:docPart>
    <w:docPart>
      <w:docPartPr>
        <w:name w:val="CDD8369381E14B539814FEBBF3061962"/>
        <w:category>
          <w:name w:val="General"/>
          <w:gallery w:val="placeholder"/>
        </w:category>
        <w:types>
          <w:type w:val="bbPlcHdr"/>
        </w:types>
        <w:behaviors>
          <w:behavior w:val="content"/>
        </w:behaviors>
        <w:guid w:val="{E0AD9CD3-14C8-4475-950E-47B32135266D}"/>
      </w:docPartPr>
      <w:docPartBody>
        <w:p w:rsidR="00000000" w:rsidRDefault="006C6D31" w:rsidP="006C6D31">
          <w:pPr>
            <w:pStyle w:val="CDD8369381E14B539814FEBBF30619621"/>
          </w:pPr>
          <w:r w:rsidRPr="008A35FA">
            <w:rPr>
              <w:color w:val="A6A6A6" w:themeColor="background1" w:themeShade="A6"/>
            </w:rPr>
            <w:t>Click here to enter text.</w:t>
          </w:r>
        </w:p>
      </w:docPartBody>
    </w:docPart>
    <w:docPart>
      <w:docPartPr>
        <w:name w:val="13E77F0EEDB54D97A0D994FC498634BF"/>
        <w:category>
          <w:name w:val="General"/>
          <w:gallery w:val="placeholder"/>
        </w:category>
        <w:types>
          <w:type w:val="bbPlcHdr"/>
        </w:types>
        <w:behaviors>
          <w:behavior w:val="content"/>
        </w:behaviors>
        <w:guid w:val="{A33A9DF8-F46C-404B-B9A8-2D39CADA02AA}"/>
      </w:docPartPr>
      <w:docPartBody>
        <w:p w:rsidR="00000000" w:rsidRDefault="006C6D31" w:rsidP="006C6D31">
          <w:pPr>
            <w:pStyle w:val="13E77F0EEDB54D97A0D994FC498634BF1"/>
          </w:pPr>
          <w:r w:rsidRPr="008A35FA">
            <w:rPr>
              <w:color w:val="A6A6A6" w:themeColor="background1" w:themeShade="A6"/>
            </w:rPr>
            <w:t>Click here to enter text.</w:t>
          </w:r>
        </w:p>
      </w:docPartBody>
    </w:docPart>
    <w:docPart>
      <w:docPartPr>
        <w:name w:val="EF290E4DD4714290BF58AC5CA24BE797"/>
        <w:category>
          <w:name w:val="General"/>
          <w:gallery w:val="placeholder"/>
        </w:category>
        <w:types>
          <w:type w:val="bbPlcHdr"/>
        </w:types>
        <w:behaviors>
          <w:behavior w:val="content"/>
        </w:behaviors>
        <w:guid w:val="{3B80A2A6-05FD-4E05-85A1-BF8C9BF4C2DE}"/>
      </w:docPartPr>
      <w:docPartBody>
        <w:p w:rsidR="00000000" w:rsidRDefault="006C6D31" w:rsidP="006C6D31">
          <w:pPr>
            <w:pStyle w:val="EF290E4DD4714290BF58AC5CA24BE7971"/>
          </w:pPr>
          <w:r w:rsidRPr="008A35FA">
            <w:rPr>
              <w:color w:val="A6A6A6" w:themeColor="background1" w:themeShade="A6"/>
            </w:rPr>
            <w:t>Click here to enter text.</w:t>
          </w:r>
        </w:p>
      </w:docPartBody>
    </w:docPart>
    <w:docPart>
      <w:docPartPr>
        <w:name w:val="13F8904E35CD4051A5B6C676E1A7947A"/>
        <w:category>
          <w:name w:val="General"/>
          <w:gallery w:val="placeholder"/>
        </w:category>
        <w:types>
          <w:type w:val="bbPlcHdr"/>
        </w:types>
        <w:behaviors>
          <w:behavior w:val="content"/>
        </w:behaviors>
        <w:guid w:val="{12B21842-7FF0-4E83-B7D0-E48A498A56CA}"/>
      </w:docPartPr>
      <w:docPartBody>
        <w:p w:rsidR="00000000" w:rsidRDefault="006C6D31" w:rsidP="006C6D31">
          <w:pPr>
            <w:pStyle w:val="13F8904E35CD4051A5B6C676E1A7947A1"/>
          </w:pPr>
          <w:r w:rsidRPr="008A35FA">
            <w:rPr>
              <w:color w:val="A6A6A6" w:themeColor="background1" w:themeShade="A6"/>
            </w:rPr>
            <w:t>Click here to enter text.</w:t>
          </w:r>
        </w:p>
      </w:docPartBody>
    </w:docPart>
    <w:docPart>
      <w:docPartPr>
        <w:name w:val="29E6FEE5F7C34B81A322497F3DED8944"/>
        <w:category>
          <w:name w:val="General"/>
          <w:gallery w:val="placeholder"/>
        </w:category>
        <w:types>
          <w:type w:val="bbPlcHdr"/>
        </w:types>
        <w:behaviors>
          <w:behavior w:val="content"/>
        </w:behaviors>
        <w:guid w:val="{9893D2D1-B366-4EDF-ABDA-D6AE25739568}"/>
      </w:docPartPr>
      <w:docPartBody>
        <w:p w:rsidR="00000000" w:rsidRDefault="006C6D31" w:rsidP="006C6D31">
          <w:pPr>
            <w:pStyle w:val="29E6FEE5F7C34B81A322497F3DED89441"/>
          </w:pPr>
          <w:r w:rsidRPr="008A35FA">
            <w:rPr>
              <w:color w:val="A6A6A6" w:themeColor="background1" w:themeShade="A6"/>
            </w:rPr>
            <w:t>Click here to enter text.</w:t>
          </w:r>
        </w:p>
      </w:docPartBody>
    </w:docPart>
    <w:docPart>
      <w:docPartPr>
        <w:name w:val="86FD687778DB4B06BD405F4821507266"/>
        <w:category>
          <w:name w:val="General"/>
          <w:gallery w:val="placeholder"/>
        </w:category>
        <w:types>
          <w:type w:val="bbPlcHdr"/>
        </w:types>
        <w:behaviors>
          <w:behavior w:val="content"/>
        </w:behaviors>
        <w:guid w:val="{2ED27879-D56B-4034-89E5-B7D89C2C7635}"/>
      </w:docPartPr>
      <w:docPartBody>
        <w:p w:rsidR="00000000" w:rsidRDefault="006C6D31" w:rsidP="006C6D31">
          <w:pPr>
            <w:pStyle w:val="86FD687778DB4B06BD405F48215072661"/>
          </w:pPr>
          <w:r w:rsidRPr="008A35FA">
            <w:rPr>
              <w:color w:val="A6A6A6" w:themeColor="background1" w:themeShade="A6"/>
            </w:rPr>
            <w:t>Click here to enter text.</w:t>
          </w:r>
        </w:p>
      </w:docPartBody>
    </w:docPart>
    <w:docPart>
      <w:docPartPr>
        <w:name w:val="E4A153E9951C4BC3A756E065A6190FE1"/>
        <w:category>
          <w:name w:val="General"/>
          <w:gallery w:val="placeholder"/>
        </w:category>
        <w:types>
          <w:type w:val="bbPlcHdr"/>
        </w:types>
        <w:behaviors>
          <w:behavior w:val="content"/>
        </w:behaviors>
        <w:guid w:val="{45F5AC84-6317-4C7B-AA33-FA7FE55D9535}"/>
      </w:docPartPr>
      <w:docPartBody>
        <w:p w:rsidR="00000000" w:rsidRDefault="006C6D31" w:rsidP="006C6D31">
          <w:pPr>
            <w:pStyle w:val="E4A153E9951C4BC3A756E065A6190FE11"/>
          </w:pPr>
          <w:r w:rsidRPr="008A35FA">
            <w:rPr>
              <w:color w:val="A6A6A6" w:themeColor="background1" w:themeShade="A6"/>
            </w:rPr>
            <w:t>Choose an item.</w:t>
          </w:r>
        </w:p>
      </w:docPartBody>
    </w:docPart>
    <w:docPart>
      <w:docPartPr>
        <w:name w:val="C889AADA770E46FF9665E62A1BAAF66E"/>
        <w:category>
          <w:name w:val="General"/>
          <w:gallery w:val="placeholder"/>
        </w:category>
        <w:types>
          <w:type w:val="bbPlcHdr"/>
        </w:types>
        <w:behaviors>
          <w:behavior w:val="content"/>
        </w:behaviors>
        <w:guid w:val="{AD9B0C67-9572-4A81-8977-B3A21868E123}"/>
      </w:docPartPr>
      <w:docPartBody>
        <w:p w:rsidR="00000000" w:rsidRDefault="006C6D31" w:rsidP="006C6D31">
          <w:pPr>
            <w:pStyle w:val="C889AADA770E46FF9665E62A1BAAF66E1"/>
          </w:pPr>
          <w:r w:rsidRPr="008A35FA">
            <w:rPr>
              <w:color w:val="A6A6A6" w:themeColor="background1" w:themeShade="A6"/>
            </w:rPr>
            <w:t>Choose an item.</w:t>
          </w:r>
        </w:p>
      </w:docPartBody>
    </w:docPart>
    <w:docPart>
      <w:docPartPr>
        <w:name w:val="D5B7A17A5DA54B0BA0E04E6345891652"/>
        <w:category>
          <w:name w:val="General"/>
          <w:gallery w:val="placeholder"/>
        </w:category>
        <w:types>
          <w:type w:val="bbPlcHdr"/>
        </w:types>
        <w:behaviors>
          <w:behavior w:val="content"/>
        </w:behaviors>
        <w:guid w:val="{D99A059F-ED7C-44C6-8D69-17E4B5A76BC6}"/>
      </w:docPartPr>
      <w:docPartBody>
        <w:p w:rsidR="00000000" w:rsidRDefault="006C6D31" w:rsidP="006C6D31">
          <w:pPr>
            <w:pStyle w:val="D5B7A17A5DA54B0BA0E04E63458916521"/>
          </w:pPr>
          <w:r w:rsidRPr="008A35FA">
            <w:rPr>
              <w:color w:val="A6A6A6" w:themeColor="background1" w:themeShade="A6"/>
            </w:rPr>
            <w:t>Click here to enter text.</w:t>
          </w:r>
        </w:p>
      </w:docPartBody>
    </w:docPart>
    <w:docPart>
      <w:docPartPr>
        <w:name w:val="E04066584CF0421CBF60E8791A5172DD"/>
        <w:category>
          <w:name w:val="General"/>
          <w:gallery w:val="placeholder"/>
        </w:category>
        <w:types>
          <w:type w:val="bbPlcHdr"/>
        </w:types>
        <w:behaviors>
          <w:behavior w:val="content"/>
        </w:behaviors>
        <w:guid w:val="{07ED2B99-FC23-432B-BBE3-A588E11D80CF}"/>
      </w:docPartPr>
      <w:docPartBody>
        <w:p w:rsidR="00000000" w:rsidRDefault="006C6D31" w:rsidP="006C6D31">
          <w:pPr>
            <w:pStyle w:val="E04066584CF0421CBF60E8791A5172DD1"/>
          </w:pPr>
          <w:r w:rsidRPr="008A35FA">
            <w:rPr>
              <w:color w:val="A6A6A6" w:themeColor="background1" w:themeShade="A6"/>
            </w:rPr>
            <w:t>Click here to enter text.</w:t>
          </w:r>
        </w:p>
      </w:docPartBody>
    </w:docPart>
    <w:docPart>
      <w:docPartPr>
        <w:name w:val="DefaultPlaceholder_-1854013440"/>
        <w:category>
          <w:name w:val="General"/>
          <w:gallery w:val="placeholder"/>
        </w:category>
        <w:types>
          <w:type w:val="bbPlcHdr"/>
        </w:types>
        <w:behaviors>
          <w:behavior w:val="content"/>
        </w:behaviors>
        <w:guid w:val="{FC8743E2-E6BF-4E4F-A455-BEAECD9F61C3}"/>
      </w:docPartPr>
      <w:docPartBody>
        <w:p w:rsidR="00000000" w:rsidRDefault="006C6D31">
          <w:r w:rsidRPr="00A82E1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D31"/>
    <w:rsid w:val="006C6D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C6D31"/>
    <w:rPr>
      <w:color w:val="808080"/>
    </w:rPr>
  </w:style>
  <w:style w:type="paragraph" w:customStyle="1" w:styleId="65383E36160846BC8419B1455B3A6FD6">
    <w:name w:val="65383E36160846BC8419B1455B3A6FD6"/>
  </w:style>
  <w:style w:type="paragraph" w:customStyle="1" w:styleId="DC19367A8DAB42598A0C4A2B5883BF8B">
    <w:name w:val="DC19367A8DAB42598A0C4A2B5883BF8B"/>
  </w:style>
  <w:style w:type="paragraph" w:customStyle="1" w:styleId="CDD8369381E14B539814FEBBF3061962">
    <w:name w:val="CDD8369381E14B539814FEBBF3061962"/>
  </w:style>
  <w:style w:type="paragraph" w:customStyle="1" w:styleId="13E77F0EEDB54D97A0D994FC498634BF">
    <w:name w:val="13E77F0EEDB54D97A0D994FC498634BF"/>
  </w:style>
  <w:style w:type="paragraph" w:customStyle="1" w:styleId="EF290E4DD4714290BF58AC5CA24BE797">
    <w:name w:val="EF290E4DD4714290BF58AC5CA24BE797"/>
  </w:style>
  <w:style w:type="paragraph" w:customStyle="1" w:styleId="13F8904E35CD4051A5B6C676E1A7947A">
    <w:name w:val="13F8904E35CD4051A5B6C676E1A7947A"/>
  </w:style>
  <w:style w:type="paragraph" w:customStyle="1" w:styleId="29E6FEE5F7C34B81A322497F3DED8944">
    <w:name w:val="29E6FEE5F7C34B81A322497F3DED8944"/>
  </w:style>
  <w:style w:type="paragraph" w:customStyle="1" w:styleId="86FD687778DB4B06BD405F4821507266">
    <w:name w:val="86FD687778DB4B06BD405F4821507266"/>
  </w:style>
  <w:style w:type="paragraph" w:customStyle="1" w:styleId="E4A153E9951C4BC3A756E065A6190FE1">
    <w:name w:val="E4A153E9951C4BC3A756E065A6190FE1"/>
  </w:style>
  <w:style w:type="paragraph" w:customStyle="1" w:styleId="C889AADA770E46FF9665E62A1BAAF66E">
    <w:name w:val="C889AADA770E46FF9665E62A1BAAF66E"/>
  </w:style>
  <w:style w:type="paragraph" w:customStyle="1" w:styleId="D5B7A17A5DA54B0BA0E04E6345891652">
    <w:name w:val="D5B7A17A5DA54B0BA0E04E6345891652"/>
  </w:style>
  <w:style w:type="paragraph" w:customStyle="1" w:styleId="E04066584CF0421CBF60E8791A5172DD">
    <w:name w:val="E04066584CF0421CBF60E8791A5172DD"/>
  </w:style>
  <w:style w:type="paragraph" w:customStyle="1" w:styleId="65383E36160846BC8419B1455B3A6FD61">
    <w:name w:val="65383E36160846BC8419B1455B3A6FD61"/>
    <w:rsid w:val="006C6D31"/>
    <w:pPr>
      <w:spacing w:before="80" w:after="80" w:line="240" w:lineRule="auto"/>
    </w:pPr>
    <w:rPr>
      <w:rFonts w:ascii="Calibri" w:eastAsiaTheme="minorHAnsi" w:hAnsi="Calibri" w:cs="Calibri"/>
      <w:lang w:eastAsia="en-US"/>
    </w:rPr>
  </w:style>
  <w:style w:type="paragraph" w:customStyle="1" w:styleId="DC19367A8DAB42598A0C4A2B5883BF8B1">
    <w:name w:val="DC19367A8DAB42598A0C4A2B5883BF8B1"/>
    <w:rsid w:val="006C6D31"/>
    <w:pPr>
      <w:spacing w:before="80" w:after="80" w:line="240" w:lineRule="auto"/>
    </w:pPr>
    <w:rPr>
      <w:rFonts w:ascii="Calibri" w:eastAsiaTheme="minorHAnsi" w:hAnsi="Calibri" w:cs="Calibri"/>
      <w:lang w:eastAsia="en-US"/>
    </w:rPr>
  </w:style>
  <w:style w:type="paragraph" w:customStyle="1" w:styleId="CDD8369381E14B539814FEBBF30619621">
    <w:name w:val="CDD8369381E14B539814FEBBF30619621"/>
    <w:rsid w:val="006C6D31"/>
    <w:pPr>
      <w:spacing w:before="80" w:after="80" w:line="240" w:lineRule="auto"/>
    </w:pPr>
    <w:rPr>
      <w:rFonts w:ascii="Calibri" w:eastAsiaTheme="minorHAnsi" w:hAnsi="Calibri" w:cs="Calibri"/>
      <w:lang w:eastAsia="en-US"/>
    </w:rPr>
  </w:style>
  <w:style w:type="paragraph" w:customStyle="1" w:styleId="13E77F0EEDB54D97A0D994FC498634BF1">
    <w:name w:val="13E77F0EEDB54D97A0D994FC498634BF1"/>
    <w:rsid w:val="006C6D31"/>
    <w:pPr>
      <w:spacing w:before="80" w:after="80" w:line="240" w:lineRule="auto"/>
    </w:pPr>
    <w:rPr>
      <w:rFonts w:ascii="Calibri" w:eastAsiaTheme="minorHAnsi" w:hAnsi="Calibri" w:cs="Calibri"/>
      <w:lang w:eastAsia="en-US"/>
    </w:rPr>
  </w:style>
  <w:style w:type="paragraph" w:customStyle="1" w:styleId="EF290E4DD4714290BF58AC5CA24BE7971">
    <w:name w:val="EF290E4DD4714290BF58AC5CA24BE7971"/>
    <w:rsid w:val="006C6D31"/>
    <w:pPr>
      <w:spacing w:before="80" w:after="80" w:line="240" w:lineRule="auto"/>
    </w:pPr>
    <w:rPr>
      <w:rFonts w:ascii="Calibri" w:eastAsiaTheme="minorHAnsi" w:hAnsi="Calibri" w:cs="Calibri"/>
      <w:lang w:eastAsia="en-US"/>
    </w:rPr>
  </w:style>
  <w:style w:type="paragraph" w:customStyle="1" w:styleId="13F8904E35CD4051A5B6C676E1A7947A1">
    <w:name w:val="13F8904E35CD4051A5B6C676E1A7947A1"/>
    <w:rsid w:val="006C6D31"/>
    <w:pPr>
      <w:spacing w:before="80" w:after="80" w:line="240" w:lineRule="auto"/>
    </w:pPr>
    <w:rPr>
      <w:rFonts w:ascii="Calibri" w:eastAsiaTheme="minorHAnsi" w:hAnsi="Calibri" w:cs="Calibri"/>
      <w:lang w:eastAsia="en-US"/>
    </w:rPr>
  </w:style>
  <w:style w:type="paragraph" w:customStyle="1" w:styleId="29E6FEE5F7C34B81A322497F3DED89441">
    <w:name w:val="29E6FEE5F7C34B81A322497F3DED89441"/>
    <w:rsid w:val="006C6D31"/>
    <w:pPr>
      <w:spacing w:before="80" w:after="80" w:line="240" w:lineRule="auto"/>
    </w:pPr>
    <w:rPr>
      <w:rFonts w:ascii="Calibri" w:eastAsiaTheme="minorHAnsi" w:hAnsi="Calibri" w:cs="Calibri"/>
      <w:lang w:eastAsia="en-US"/>
    </w:rPr>
  </w:style>
  <w:style w:type="paragraph" w:customStyle="1" w:styleId="86FD687778DB4B06BD405F48215072661">
    <w:name w:val="86FD687778DB4B06BD405F48215072661"/>
    <w:rsid w:val="006C6D31"/>
    <w:pPr>
      <w:spacing w:before="80" w:after="80" w:line="240" w:lineRule="auto"/>
    </w:pPr>
    <w:rPr>
      <w:rFonts w:ascii="Calibri" w:eastAsiaTheme="minorHAnsi" w:hAnsi="Calibri" w:cs="Calibri"/>
      <w:lang w:eastAsia="en-US"/>
    </w:rPr>
  </w:style>
  <w:style w:type="paragraph" w:customStyle="1" w:styleId="E4A153E9951C4BC3A756E065A6190FE11">
    <w:name w:val="E4A153E9951C4BC3A756E065A6190FE11"/>
    <w:rsid w:val="006C6D31"/>
    <w:pPr>
      <w:spacing w:before="80" w:after="80" w:line="240" w:lineRule="auto"/>
    </w:pPr>
    <w:rPr>
      <w:rFonts w:ascii="Calibri" w:eastAsiaTheme="minorHAnsi" w:hAnsi="Calibri" w:cs="Calibri"/>
      <w:lang w:eastAsia="en-US"/>
    </w:rPr>
  </w:style>
  <w:style w:type="paragraph" w:customStyle="1" w:styleId="C889AADA770E46FF9665E62A1BAAF66E1">
    <w:name w:val="C889AADA770E46FF9665E62A1BAAF66E1"/>
    <w:rsid w:val="006C6D31"/>
    <w:pPr>
      <w:spacing w:before="80" w:after="80" w:line="240" w:lineRule="auto"/>
    </w:pPr>
    <w:rPr>
      <w:rFonts w:ascii="Calibri" w:eastAsiaTheme="minorHAnsi" w:hAnsi="Calibri" w:cs="Calibri"/>
      <w:lang w:eastAsia="en-US"/>
    </w:rPr>
  </w:style>
  <w:style w:type="paragraph" w:customStyle="1" w:styleId="D5B7A17A5DA54B0BA0E04E63458916521">
    <w:name w:val="D5B7A17A5DA54B0BA0E04E63458916521"/>
    <w:rsid w:val="006C6D31"/>
    <w:pPr>
      <w:spacing w:before="80" w:after="80" w:line="240" w:lineRule="auto"/>
    </w:pPr>
    <w:rPr>
      <w:rFonts w:ascii="Calibri" w:eastAsiaTheme="minorHAnsi" w:hAnsi="Calibri" w:cs="Calibri"/>
      <w:lang w:eastAsia="en-US"/>
    </w:rPr>
  </w:style>
  <w:style w:type="paragraph" w:customStyle="1" w:styleId="E04066584CF0421CBF60E8791A5172DD1">
    <w:name w:val="E04066584CF0421CBF60E8791A5172DD1"/>
    <w:rsid w:val="006C6D31"/>
    <w:pPr>
      <w:spacing w:before="80" w:after="80" w:line="240" w:lineRule="auto"/>
    </w:pPr>
    <w:rPr>
      <w:rFonts w:ascii="Calibri" w:eastAsiaTheme="minorHAnsi" w:hAnsi="Calibri" w:cs="Calibr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2273A-C10F-483C-B013-01B897341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Template.dotx</Template>
  <TotalTime>0</TotalTime>
  <Pages>2</Pages>
  <Words>404</Words>
  <Characters>2308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Dylan Townsend</cp:lastModifiedBy>
  <cp:revision>3</cp:revision>
  <dcterms:created xsi:type="dcterms:W3CDTF">2020-05-15T22:05:00Z</dcterms:created>
  <dcterms:modified xsi:type="dcterms:W3CDTF">2020-05-15T22:05:00Z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360</vt:lpwstr>
  </property>
  <property fmtid="{D5CDD505-2E9C-101B-9397-08002B2CF9AE}" pid="3" name="Date">
    <vt:lpwstr>21 May 2020</vt:lpwstr>
  </property>
  <property fmtid="{D5CDD505-2E9C-101B-9397-08002B2CF9AE}" pid="4" name="Version">
    <vt:lpwstr>Version 1.0</vt:lpwstr>
  </property>
</Properties>
</file>