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12382" w14:textId="61D3E7FE" w:rsidR="001D313A" w:rsidRDefault="001D313A" w:rsidP="0072107A">
      <w:pPr>
        <w:pStyle w:val="Title"/>
      </w:pPr>
    </w:p>
    <w:p w14:paraId="7D9C18F3" w14:textId="77777777" w:rsidR="001D313A" w:rsidRDefault="001D313A" w:rsidP="0072107A">
      <w:pPr>
        <w:pStyle w:val="Title"/>
      </w:pPr>
    </w:p>
    <w:p w14:paraId="6876239A" w14:textId="77777777" w:rsidR="001D313A" w:rsidRDefault="001D313A" w:rsidP="0072107A">
      <w:pPr>
        <w:pStyle w:val="Title"/>
      </w:pPr>
    </w:p>
    <w:p w14:paraId="1740B891" w14:textId="28F0A30A" w:rsidR="008F22A5" w:rsidRPr="0072107A" w:rsidRDefault="00193115" w:rsidP="0072107A">
      <w:pPr>
        <w:pStyle w:val="Title"/>
      </w:pPr>
      <w:r w:rsidRPr="0072107A">
        <w:t>Attachment 2</w:t>
      </w:r>
      <w:r w:rsidR="003B2AE7">
        <w:t xml:space="preserve"> – DCP 3</w:t>
      </w:r>
      <w:r w:rsidR="00680844">
        <w:t>44</w:t>
      </w:r>
      <w:r w:rsidR="003B2AE7">
        <w:t xml:space="preserve"> 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7DEE41A3" w:rsidR="00193115" w:rsidRPr="00973740" w:rsidRDefault="003B2AE7" w:rsidP="00DA5999">
            <w:r>
              <w:t>3</w:t>
            </w:r>
            <w:r w:rsidR="00680844">
              <w:t>44</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784FD90C" w:rsidR="00193115" w:rsidRPr="00973740" w:rsidRDefault="00680844" w:rsidP="00DA5999">
            <w:r w:rsidRPr="00680844">
              <w:t>Solutions for new approach to billing and remittance</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5975E291" w:rsidR="00916C37" w:rsidRPr="00973740" w:rsidRDefault="003B2AE7" w:rsidP="00DA5999">
            <w:r w:rsidRPr="00E50519">
              <w:rPr>
                <w:szCs w:val="20"/>
              </w:rPr>
              <w:t>DNOs</w:t>
            </w:r>
            <w:r w:rsidR="00720546">
              <w:rPr>
                <w:szCs w:val="20"/>
              </w:rPr>
              <w:t xml:space="preserve">, IDNOs </w:t>
            </w:r>
            <w:r w:rsidR="001F5567">
              <w:rPr>
                <w:szCs w:val="20"/>
              </w:rPr>
              <w:t xml:space="preserve">and </w:t>
            </w:r>
            <w:r w:rsidRPr="00E50519">
              <w:rPr>
                <w:szCs w:val="20"/>
              </w:rPr>
              <w:t>Suppliers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2BC4D53A" w:rsidR="00916C37" w:rsidRPr="00973740" w:rsidRDefault="003B2AE7" w:rsidP="00DA5999">
            <w:r>
              <w:t xml:space="preserve">Part </w:t>
            </w:r>
            <w:r w:rsidR="001F5567">
              <w:t xml:space="preserve">1 </w:t>
            </w:r>
            <w:r>
              <w:t>Matter</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2B0D7FEF" w:rsidR="00916C37" w:rsidRPr="00973740" w:rsidRDefault="00680844" w:rsidP="00DA5999">
            <w:r>
              <w:rPr>
                <w:rFonts w:cs="Arial"/>
                <w:szCs w:val="20"/>
              </w:rPr>
              <w:t>N</w:t>
            </w:r>
            <w:r w:rsidRPr="00680844">
              <w:rPr>
                <w:rFonts w:cs="Arial"/>
                <w:szCs w:val="20"/>
              </w:rPr>
              <w:t>ext DCUSA release that is more than six-months after Authority approval</w:t>
            </w:r>
          </w:p>
        </w:tc>
      </w:tr>
      <w:tr w:rsidR="00916C37" w:rsidRPr="00973740" w14:paraId="3C97C123" w14:textId="77777777" w:rsidTr="00DA5999">
        <w:trPr>
          <w:trHeight w:val="227"/>
        </w:trPr>
        <w:tc>
          <w:tcPr>
            <w:tcW w:w="2192" w:type="pct"/>
          </w:tcPr>
          <w:p w14:paraId="1C30CD7D" w14:textId="77777777" w:rsidR="00916C37" w:rsidRPr="0072107A" w:rsidRDefault="00916C37" w:rsidP="00DA5999">
            <w:r w:rsidRPr="0072107A">
              <w:t>Voting End Date:</w:t>
            </w:r>
          </w:p>
        </w:tc>
        <w:tc>
          <w:tcPr>
            <w:tcW w:w="2808" w:type="pct"/>
          </w:tcPr>
          <w:p w14:paraId="1747E7E4" w14:textId="5101AE2C" w:rsidR="00916C37" w:rsidRPr="00973740" w:rsidRDefault="001C3F30" w:rsidP="00DA5999">
            <w:r>
              <w:t>11 March</w:t>
            </w:r>
            <w:r w:rsidR="00680844">
              <w:t xml:space="preserve"> 2022</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1830C069"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72107A">
            <w:pPr>
              <w:pStyle w:val="ObjectivesHeading"/>
            </w:pPr>
            <w:r w:rsidRPr="0072107A">
              <w:t>DCUSA General Objectives</w:t>
            </w:r>
          </w:p>
          <w:p w14:paraId="6873CAB3"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3D342CC3"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15A618B9"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00B9F6D8"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93F702B" w14:textId="77777777" w:rsidR="00973740" w:rsidRPr="004D3204" w:rsidRDefault="00973740" w:rsidP="0072107A">
            <w:pPr>
              <w:pStyle w:val="ObjectivesHeading"/>
            </w:pPr>
            <w:r w:rsidRPr="004D3204">
              <w:t xml:space="preserve">DCUSA Charging Objectives </w:t>
            </w:r>
          </w:p>
          <w:p w14:paraId="11BF083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03571D69"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4079B528" w14:textId="77777777" w:rsidR="00973740" w:rsidRPr="00973740" w:rsidRDefault="00973740" w:rsidP="0072107A"/>
    <w:p w14:paraId="18279DB8" w14:textId="6ACD521C" w:rsidR="005F26DE" w:rsidRPr="00973740" w:rsidRDefault="005F26DE" w:rsidP="0072107A"/>
    <w:sectPr w:rsidR="005F26DE" w:rsidRPr="00973740" w:rsidSect="001D313A">
      <w:headerReference w:type="default" r:id="rId8"/>
      <w:footerReference w:type="default" r:id="rId9"/>
      <w:headerReference w:type="first" r:id="rId10"/>
      <w:footerReference w:type="first" r:id="rId11"/>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11C7" w14:textId="5C2840BC"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01DC" w14:textId="46AE65B5"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B373" w14:textId="7A101122"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FD00A2" w:rsidRPr="00973740">
      <w:fldChar w:fldCharType="begin"/>
    </w:r>
    <w:r w:rsidR="00FD00A2" w:rsidRPr="00973740">
      <w:instrText xml:space="preserve"> docproperty ref </w:instrText>
    </w:r>
    <w:r w:rsidR="00FD00A2" w:rsidRPr="00973740">
      <w:fldChar w:fldCharType="separate"/>
    </w:r>
    <w:r w:rsidR="00B65B0F">
      <w:t>363</w:t>
    </w:r>
    <w:r w:rsidR="00FD00A2" w:rsidRPr="00973740">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20482" w14:textId="1BC3BCA8" w:rsidR="001D313A" w:rsidRPr="00973740" w:rsidRDefault="001D313A" w:rsidP="001D313A">
    <w:pPr>
      <w:pStyle w:val="Header"/>
    </w:pPr>
    <w:r w:rsidRPr="00A61E19">
      <w:rPr>
        <w:noProof/>
        <w:lang w:eastAsia="en-GB"/>
      </w:rPr>
      <w:drawing>
        <wp:anchor distT="0" distB="0" distL="114300" distR="114300" simplePos="0" relativeHeight="251658752" behindDoc="1" locked="0" layoutInCell="1" allowOverlap="1" wp14:anchorId="49A60EB5" wp14:editId="028F0A6D">
          <wp:simplePos x="0" y="0"/>
          <wp:positionH relativeFrom="margin">
            <wp:posOffset>-541655</wp:posOffset>
          </wp:positionH>
          <wp:positionV relativeFrom="page">
            <wp:posOffset>0</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73740">
      <w:t>DCUSA Change Report</w:t>
    </w:r>
    <w:r w:rsidRPr="00973740">
      <w:tab/>
      <w:t xml:space="preserve">DCP </w:t>
    </w:r>
    <w:r w:rsidR="000E1DBD">
      <w:t>3</w:t>
    </w:r>
    <w:r w:rsidR="00F53B90">
      <w:t>44</w:t>
    </w:r>
  </w:p>
  <w:p w14:paraId="5713EE3B" w14:textId="4CCD5C36"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77D80"/>
    <w:rsid w:val="000E1DBD"/>
    <w:rsid w:val="00134AF7"/>
    <w:rsid w:val="00147AF0"/>
    <w:rsid w:val="00171886"/>
    <w:rsid w:val="00190980"/>
    <w:rsid w:val="00193115"/>
    <w:rsid w:val="001C2A5F"/>
    <w:rsid w:val="001C3F30"/>
    <w:rsid w:val="001D313A"/>
    <w:rsid w:val="001D3D83"/>
    <w:rsid w:val="001E03C5"/>
    <w:rsid w:val="001F256A"/>
    <w:rsid w:val="001F5567"/>
    <w:rsid w:val="00223DF1"/>
    <w:rsid w:val="0023069B"/>
    <w:rsid w:val="002B61A0"/>
    <w:rsid w:val="002E12C0"/>
    <w:rsid w:val="0031153A"/>
    <w:rsid w:val="0034443A"/>
    <w:rsid w:val="003B2AE7"/>
    <w:rsid w:val="0040580C"/>
    <w:rsid w:val="00410907"/>
    <w:rsid w:val="004572E2"/>
    <w:rsid w:val="004A45C0"/>
    <w:rsid w:val="004D3204"/>
    <w:rsid w:val="005124D0"/>
    <w:rsid w:val="005258A1"/>
    <w:rsid w:val="00554409"/>
    <w:rsid w:val="005A6203"/>
    <w:rsid w:val="005C36AB"/>
    <w:rsid w:val="005F1DC2"/>
    <w:rsid w:val="005F26DE"/>
    <w:rsid w:val="005F2D28"/>
    <w:rsid w:val="00680844"/>
    <w:rsid w:val="006849B3"/>
    <w:rsid w:val="00697019"/>
    <w:rsid w:val="00711B18"/>
    <w:rsid w:val="00720546"/>
    <w:rsid w:val="0072107A"/>
    <w:rsid w:val="00727A2C"/>
    <w:rsid w:val="007361B2"/>
    <w:rsid w:val="0076726D"/>
    <w:rsid w:val="00807039"/>
    <w:rsid w:val="00884177"/>
    <w:rsid w:val="008A35FA"/>
    <w:rsid w:val="008D01AD"/>
    <w:rsid w:val="008F22A5"/>
    <w:rsid w:val="008F73FC"/>
    <w:rsid w:val="00916C37"/>
    <w:rsid w:val="00963A66"/>
    <w:rsid w:val="00973740"/>
    <w:rsid w:val="009A3EA3"/>
    <w:rsid w:val="009B02DB"/>
    <w:rsid w:val="009F1AFC"/>
    <w:rsid w:val="00A817E9"/>
    <w:rsid w:val="00A828F0"/>
    <w:rsid w:val="00A94393"/>
    <w:rsid w:val="00AC6DB4"/>
    <w:rsid w:val="00B23399"/>
    <w:rsid w:val="00B65B0F"/>
    <w:rsid w:val="00C01797"/>
    <w:rsid w:val="00C14337"/>
    <w:rsid w:val="00CE497A"/>
    <w:rsid w:val="00D7706F"/>
    <w:rsid w:val="00DA5999"/>
    <w:rsid w:val="00DB3EF9"/>
    <w:rsid w:val="00DC59D8"/>
    <w:rsid w:val="00DD669B"/>
    <w:rsid w:val="00E42032"/>
    <w:rsid w:val="00E50519"/>
    <w:rsid w:val="00EA5EE1"/>
    <w:rsid w:val="00EE2CEA"/>
    <w:rsid w:val="00EF062E"/>
    <w:rsid w:val="00F53B90"/>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474451"/>
    <w:rsid w:val="0063588F"/>
    <w:rsid w:val="008052A4"/>
    <w:rsid w:val="009757BD"/>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52A4"/>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2</TotalTime>
  <Pages>2</Pages>
  <Words>587</Words>
  <Characters>2804</Characters>
  <Application>Microsoft Office Word</Application>
  <DocSecurity>0</DocSecurity>
  <Lines>96</Lines>
  <Paragraphs>69</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Richard Colwill</cp:lastModifiedBy>
  <cp:revision>4</cp:revision>
  <cp:lastPrinted>2021-01-12T10:24:00Z</cp:lastPrinted>
  <dcterms:created xsi:type="dcterms:W3CDTF">2022-01-11T15:07:00Z</dcterms:created>
  <dcterms:modified xsi:type="dcterms:W3CDTF">2022-02-09T15:59:00Z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