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330340929"/>
        <w:lock w:val="contentLocked"/>
        <w:placeholder>
          <w:docPart w:val="DefaultPlaceholder_-1854013440"/>
        </w:placeholder>
        <w:group/>
      </w:sdtPr>
      <w:sdtEndPr>
        <w:rPr>
          <w:rFonts w:eastAsiaTheme="minorHAnsi"/>
          <w:b w:val="0"/>
          <w:color w:val="auto"/>
          <w:spacing w:val="0"/>
          <w:sz w:val="22"/>
          <w:szCs w:val="22"/>
          <w:lang w:eastAsia="en-US"/>
        </w:rPr>
      </w:sdtEndPr>
      <w:sdtContent>
        <w:p w14:paraId="6900367A" w14:textId="75F66D9F" w:rsidR="001D313A" w:rsidRDefault="001D313A" w:rsidP="0072107A">
          <w:pPr>
            <w:pStyle w:val="Title"/>
          </w:pPr>
        </w:p>
        <w:p w14:paraId="4836D31E" w14:textId="77777777" w:rsidR="001D313A" w:rsidRDefault="001D313A" w:rsidP="0072107A">
          <w:pPr>
            <w:pStyle w:val="Title"/>
          </w:pPr>
        </w:p>
        <w:p w14:paraId="7A4DF5D8" w14:textId="77777777" w:rsidR="001D313A" w:rsidRDefault="001D313A" w:rsidP="0072107A">
          <w:pPr>
            <w:pStyle w:val="Title"/>
          </w:pPr>
        </w:p>
        <w:p w14:paraId="1BDD5868" w14:textId="6F98ABAD" w:rsidR="008F22A5" w:rsidRPr="00CC308B" w:rsidRDefault="00193115" w:rsidP="00CC308B">
          <w:pPr>
            <w:pStyle w:val="GSHeading1"/>
            <w:rPr>
              <w:b/>
              <w:bCs/>
            </w:rPr>
          </w:pPr>
          <w:r w:rsidRPr="00CC308B">
            <w:rPr>
              <w:b/>
              <w:bCs/>
            </w:rPr>
            <w:t xml:space="preserve">Attachment </w:t>
          </w:r>
          <w:r w:rsidR="00E65710">
            <w:rPr>
              <w:b/>
              <w:bCs/>
            </w:rPr>
            <w:t>1</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4027"/>
            <w:gridCol w:w="5158"/>
          </w:tblGrid>
          <w:tr w:rsidR="00B23399" w:rsidRPr="00973740" w14:paraId="1AF24745"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159547DB" w14:textId="77777777" w:rsidR="00B23399" w:rsidRPr="00DA5999" w:rsidRDefault="00B23399" w:rsidP="00DA5999">
                <w:pPr>
                  <w:pStyle w:val="ColumnHeading"/>
                </w:pPr>
                <w:r w:rsidRPr="00DA5999">
                  <w:t>CP Details</w:t>
                </w:r>
              </w:p>
            </w:tc>
          </w:tr>
          <w:tr w:rsidR="00193115" w:rsidRPr="00973740" w14:paraId="0CFA2C0E" w14:textId="77777777" w:rsidTr="00DA5999">
            <w:trPr>
              <w:trHeight w:val="227"/>
            </w:trPr>
            <w:tc>
              <w:tcPr>
                <w:tcW w:w="2192" w:type="pct"/>
              </w:tcPr>
              <w:p w14:paraId="5BA4EA12" w14:textId="77777777" w:rsidR="00193115" w:rsidRPr="0072107A" w:rsidRDefault="00193115" w:rsidP="00DA5999">
                <w:r w:rsidRPr="0072107A">
                  <w:t>CP number</w:t>
                </w:r>
                <w:r w:rsidR="00916C37" w:rsidRPr="0072107A">
                  <w:t>:</w:t>
                </w:r>
              </w:p>
            </w:tc>
            <w:tc>
              <w:tcPr>
                <w:tcW w:w="2808" w:type="pct"/>
              </w:tcPr>
              <w:p w14:paraId="60B4A3BB" w14:textId="5AE9681F" w:rsidR="00193115" w:rsidRPr="00973740" w:rsidRDefault="00CC308B" w:rsidP="00DA5999">
                <w:r>
                  <w:t>DCP 407</w:t>
                </w:r>
              </w:p>
            </w:tc>
          </w:tr>
          <w:tr w:rsidR="00193115" w:rsidRPr="00973740" w14:paraId="2EB55721" w14:textId="77777777" w:rsidTr="00DA5999">
            <w:trPr>
              <w:trHeight w:val="227"/>
            </w:trPr>
            <w:tc>
              <w:tcPr>
                <w:tcW w:w="2192" w:type="pct"/>
              </w:tcPr>
              <w:p w14:paraId="7478D6DF" w14:textId="77777777" w:rsidR="00193115" w:rsidRPr="0072107A" w:rsidRDefault="00916C37" w:rsidP="00DA5999">
                <w:r w:rsidRPr="0072107A">
                  <w:t>CP Title:</w:t>
                </w:r>
              </w:p>
            </w:tc>
            <w:tc>
              <w:tcPr>
                <w:tcW w:w="2808" w:type="pct"/>
              </w:tcPr>
              <w:p w14:paraId="5AD81548" w14:textId="47DF5C37" w:rsidR="00193115" w:rsidRPr="00973740" w:rsidRDefault="00CC308B" w:rsidP="00DA5999">
                <w:r>
                  <w:t>Access SCR: Speculative Developme</w:t>
                </w:r>
                <w:r w:rsidR="00931E55">
                  <w:t>nt</w:t>
                </w:r>
              </w:p>
            </w:tc>
          </w:tr>
          <w:tr w:rsidR="00CC308B" w:rsidRPr="00973740" w14:paraId="4DEF9DB9" w14:textId="77777777" w:rsidTr="00DA5999">
            <w:trPr>
              <w:trHeight w:val="227"/>
            </w:trPr>
            <w:tc>
              <w:tcPr>
                <w:tcW w:w="2192" w:type="pct"/>
              </w:tcPr>
              <w:p w14:paraId="7DDC5D02" w14:textId="77777777" w:rsidR="00CC308B" w:rsidRPr="0072107A" w:rsidRDefault="00CC308B" w:rsidP="00CC308B">
                <w:r w:rsidRPr="0072107A">
                  <w:t>Parties Impacted:</w:t>
                </w:r>
              </w:p>
            </w:tc>
            <w:tc>
              <w:tcPr>
                <w:tcW w:w="2808" w:type="pct"/>
              </w:tcPr>
              <w:p w14:paraId="09E915A2" w14:textId="3D284D19" w:rsidR="00CC308B" w:rsidRPr="00931E55" w:rsidRDefault="00CC308B" w:rsidP="00CC308B">
                <w:pPr>
                  <w:rPr>
                    <w:szCs w:val="20"/>
                  </w:rPr>
                </w:pPr>
                <w:r w:rsidRPr="00931E55">
                  <w:rPr>
                    <w:szCs w:val="20"/>
                  </w:rPr>
                  <w:t>DNOs, IDNOs, Suppliers</w:t>
                </w:r>
              </w:p>
            </w:tc>
          </w:tr>
          <w:tr w:rsidR="00CC308B" w:rsidRPr="00973740" w14:paraId="6CFAEACD" w14:textId="77777777" w:rsidTr="00DA5999">
            <w:trPr>
              <w:trHeight w:val="227"/>
            </w:trPr>
            <w:tc>
              <w:tcPr>
                <w:tcW w:w="2192" w:type="pct"/>
              </w:tcPr>
              <w:p w14:paraId="7C82B30C" w14:textId="77777777" w:rsidR="00CC308B" w:rsidRPr="0072107A" w:rsidRDefault="00CC308B" w:rsidP="00CC308B">
                <w:r w:rsidRPr="0072107A">
                  <w:t>Part 1</w:t>
                </w:r>
                <w:r>
                  <w:t xml:space="preserve"> </w:t>
                </w:r>
                <w:r w:rsidRPr="0072107A">
                  <w:t>/ Part 2 Matter:</w:t>
                </w:r>
              </w:p>
            </w:tc>
            <w:tc>
              <w:tcPr>
                <w:tcW w:w="2808" w:type="pct"/>
              </w:tcPr>
              <w:p w14:paraId="3D1BC254" w14:textId="4E2296A4" w:rsidR="00CC308B" w:rsidRPr="00973740" w:rsidRDefault="00CC308B" w:rsidP="00CC308B">
                <w:r>
                  <w:t>Part 1 Matter</w:t>
                </w:r>
              </w:p>
            </w:tc>
          </w:tr>
          <w:tr w:rsidR="00CC308B" w:rsidRPr="00973740" w14:paraId="7EF5C8AA" w14:textId="77777777" w:rsidTr="00DA5999">
            <w:trPr>
              <w:trHeight w:val="227"/>
            </w:trPr>
            <w:tc>
              <w:tcPr>
                <w:tcW w:w="2192" w:type="pct"/>
              </w:tcPr>
              <w:p w14:paraId="710EB5F4" w14:textId="77777777" w:rsidR="00CC308B" w:rsidRPr="0072107A" w:rsidRDefault="00CC308B" w:rsidP="00CC308B">
                <w:r w:rsidRPr="0072107A">
                  <w:t>Implementation Date:</w:t>
                </w:r>
              </w:p>
            </w:tc>
            <w:tc>
              <w:tcPr>
                <w:tcW w:w="2808" w:type="pct"/>
              </w:tcPr>
              <w:p w14:paraId="5C6738AA" w14:textId="1FF9F443" w:rsidR="00CC308B" w:rsidRPr="00973740" w:rsidRDefault="00CC308B" w:rsidP="00CC308B">
                <w:r>
                  <w:t>01 April 2023</w:t>
                </w:r>
              </w:p>
            </w:tc>
          </w:tr>
          <w:tr w:rsidR="00CC308B" w:rsidRPr="00973740" w14:paraId="59D36C00" w14:textId="77777777" w:rsidTr="00DA5999">
            <w:trPr>
              <w:trHeight w:val="227"/>
            </w:trPr>
            <w:tc>
              <w:tcPr>
                <w:tcW w:w="2192" w:type="pct"/>
              </w:tcPr>
              <w:p w14:paraId="36202C14" w14:textId="77777777" w:rsidR="00CC308B" w:rsidRPr="0072107A" w:rsidRDefault="00CC308B" w:rsidP="00CC308B">
                <w:r w:rsidRPr="0072107A">
                  <w:t>Voting End Date:</w:t>
                </w:r>
              </w:p>
            </w:tc>
            <w:tc>
              <w:tcPr>
                <w:tcW w:w="2808" w:type="pct"/>
              </w:tcPr>
              <w:p w14:paraId="0B47BABC" w14:textId="3701AE56" w:rsidR="00CC308B" w:rsidRPr="00973740" w:rsidRDefault="00CC308B" w:rsidP="00CC308B">
                <w:r>
                  <w:t>12pm, 21 November</w:t>
                </w:r>
                <w:r w:rsidR="00931E55">
                  <w:t xml:space="preserve"> 2022</w:t>
                </w:r>
              </w:p>
            </w:tc>
          </w:tr>
        </w:tbl>
        <w:p w14:paraId="1EE33490" w14:textId="77777777" w:rsidR="00193115" w:rsidRPr="00973740"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4027"/>
            <w:gridCol w:w="5158"/>
          </w:tblGrid>
          <w:tr w:rsidR="004A45C0" w:rsidRPr="00973740" w14:paraId="586F04DA"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0D6435C2" w14:textId="77777777" w:rsidR="004A45C0" w:rsidRPr="00DA5999" w:rsidRDefault="004A45C0" w:rsidP="00DA5999">
                <w:pPr>
                  <w:pStyle w:val="ColumnHeading"/>
                </w:pPr>
                <w:r w:rsidRPr="00DA5999">
                  <w:t>Respondent Details</w:t>
                </w:r>
              </w:p>
            </w:tc>
          </w:tr>
          <w:tr w:rsidR="00B23399" w:rsidRPr="00973740" w14:paraId="1C8A38B1" w14:textId="77777777" w:rsidTr="004230C4">
            <w:trPr>
              <w:trHeight w:val="553"/>
            </w:trPr>
            <w:tc>
              <w:tcPr>
                <w:tcW w:w="2192" w:type="pct"/>
              </w:tcPr>
              <w:p w14:paraId="361A13EF" w14:textId="77777777" w:rsidR="00B23399" w:rsidRPr="00973740" w:rsidRDefault="00B23399" w:rsidP="00DA5999">
                <w:r w:rsidRPr="00973740">
                  <w:t>Name:</w:t>
                </w:r>
              </w:p>
            </w:tc>
            <w:sdt>
              <w:sdtPr>
                <w:rPr>
                  <w:color w:val="A6A6A6" w:themeColor="background1" w:themeShade="A6"/>
                </w:rPr>
                <w:alias w:val="Respondent Name"/>
                <w:tag w:val="respondent_name"/>
                <w:id w:val="818384244"/>
                <w:placeholder>
                  <w:docPart w:val="4B076E1EE4D9426CA5B5E946B5DB735D"/>
                </w:placeholder>
                <w:showingPlcHdr/>
              </w:sdtPr>
              <w:sdtEndPr/>
              <w:sdtContent>
                <w:tc>
                  <w:tcPr>
                    <w:tcW w:w="2808" w:type="pct"/>
                  </w:tcPr>
                  <w:p w14:paraId="217B9184" w14:textId="77777777" w:rsidR="00B23399" w:rsidRPr="008A35FA" w:rsidRDefault="004D3204"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1ACFF1E7" w14:textId="77777777" w:rsidTr="00DA5999">
            <w:tc>
              <w:tcPr>
                <w:tcW w:w="2192" w:type="pct"/>
              </w:tcPr>
              <w:p w14:paraId="7DAD9991" w14:textId="77777777" w:rsidR="00B23399" w:rsidRPr="00973740" w:rsidRDefault="00B23399" w:rsidP="00DA5999">
                <w:pPr>
                  <w:pStyle w:val="TOC1"/>
                  <w:spacing w:after="40"/>
                </w:pPr>
                <w:r w:rsidRPr="00973740">
                  <w:t>Party Category:</w:t>
                </w:r>
              </w:p>
            </w:tc>
            <w:sdt>
              <w:sdtPr>
                <w:rPr>
                  <w:color w:val="A6A6A6" w:themeColor="background1" w:themeShade="A6"/>
                </w:rPr>
                <w:alias w:val="Party Category"/>
                <w:tag w:val="party_category"/>
                <w:id w:val="-22558357"/>
                <w:placeholder>
                  <w:docPart w:val="163606E80E1B43D8830724AD42B36FC1"/>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2808" w:type="pct"/>
                  </w:tcPr>
                  <w:p w14:paraId="07E94385" w14:textId="11E136E2" w:rsidR="00B23399" w:rsidRPr="008A35FA" w:rsidRDefault="00CC308B" w:rsidP="00DA5999">
                    <w:pPr>
                      <w:rPr>
                        <w:color w:val="A6A6A6" w:themeColor="background1" w:themeShade="A6"/>
                      </w:rPr>
                    </w:pPr>
                    <w:r w:rsidRPr="008A35FA">
                      <w:rPr>
                        <w:color w:val="A6A6A6" w:themeColor="background1" w:themeShade="A6"/>
                      </w:rPr>
                      <w:t>Choose an item.</w:t>
                    </w:r>
                  </w:p>
                </w:tc>
              </w:sdtContent>
            </w:sdt>
          </w:tr>
          <w:tr w:rsidR="00B23399" w:rsidRPr="00973740" w14:paraId="3A7FDCE9" w14:textId="77777777" w:rsidTr="00DA5999">
            <w:tc>
              <w:tcPr>
                <w:tcW w:w="2192" w:type="pct"/>
              </w:tcPr>
              <w:p w14:paraId="367FE151" w14:textId="77777777" w:rsidR="00B23399" w:rsidRPr="00973740" w:rsidRDefault="00B23399" w:rsidP="00DA5999">
                <w:r w:rsidRPr="00973740">
                  <w:t>Party Name 1:</w:t>
                </w:r>
                <w:r w:rsidR="005F26DE" w:rsidRPr="0072107A">
                  <w:rPr>
                    <w:vertAlign w:val="superscript"/>
                  </w:rPr>
                  <w:footnoteReference w:id="1"/>
                </w:r>
              </w:p>
            </w:tc>
            <w:sdt>
              <w:sdtPr>
                <w:rPr>
                  <w:color w:val="A6A6A6" w:themeColor="background1" w:themeShade="A6"/>
                </w:rPr>
                <w:alias w:val="First Party Name"/>
                <w:tag w:val="party_name1"/>
                <w:id w:val="-53554798"/>
                <w:placeholder>
                  <w:docPart w:val="2E3E0F6FFF434C6DA6DA78D32F8EBF2E"/>
                </w:placeholder>
                <w:showingPlcHdr/>
                <w:text/>
              </w:sdtPr>
              <w:sdtEndPr/>
              <w:sdtContent>
                <w:tc>
                  <w:tcPr>
                    <w:tcW w:w="2808" w:type="pct"/>
                  </w:tcPr>
                  <w:p w14:paraId="62F3B551" w14:textId="77777777" w:rsidR="00B23399" w:rsidRPr="008A35FA" w:rsidRDefault="00D7706F"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0E4935DD" w14:textId="77777777" w:rsidTr="00DA5999">
            <w:tc>
              <w:tcPr>
                <w:tcW w:w="2192" w:type="pct"/>
              </w:tcPr>
              <w:p w14:paraId="564AB37B" w14:textId="77777777" w:rsidR="00B23399" w:rsidRPr="00973740" w:rsidRDefault="00B23399" w:rsidP="00DA5999">
                <w:r w:rsidRPr="00973740">
                  <w:t>Party Name 2:</w:t>
                </w:r>
              </w:p>
            </w:tc>
            <w:sdt>
              <w:sdtPr>
                <w:rPr>
                  <w:color w:val="A6A6A6" w:themeColor="background1" w:themeShade="A6"/>
                </w:rPr>
                <w:alias w:val="Second Party Name"/>
                <w:tag w:val="party_name2"/>
                <w:id w:val="-524558490"/>
                <w:placeholder>
                  <w:docPart w:val="6C702FF0C939453D88E6EE6E46561C57"/>
                </w:placeholder>
                <w:showingPlcHdr/>
                <w:text/>
              </w:sdtPr>
              <w:sdtEndPr/>
              <w:sdtContent>
                <w:tc>
                  <w:tcPr>
                    <w:tcW w:w="2808" w:type="pct"/>
                  </w:tcPr>
                  <w:p w14:paraId="0AD4518D"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5A5EDC0F" w14:textId="77777777" w:rsidTr="00DA5999">
            <w:tc>
              <w:tcPr>
                <w:tcW w:w="2192" w:type="pct"/>
              </w:tcPr>
              <w:p w14:paraId="29A41622" w14:textId="77777777" w:rsidR="00B23399" w:rsidRPr="00973740" w:rsidRDefault="00B23399" w:rsidP="00DA5999">
                <w:r w:rsidRPr="00973740">
                  <w:t>Party Name 3:</w:t>
                </w:r>
              </w:p>
            </w:tc>
            <w:sdt>
              <w:sdtPr>
                <w:rPr>
                  <w:color w:val="A6A6A6" w:themeColor="background1" w:themeShade="A6"/>
                </w:rPr>
                <w:alias w:val="Third Party Name"/>
                <w:tag w:val="party_name3"/>
                <w:id w:val="600385893"/>
                <w:placeholder>
                  <w:docPart w:val="59847D939427452798CC80407D195029"/>
                </w:placeholder>
                <w:showingPlcHdr/>
                <w:text/>
              </w:sdtPr>
              <w:sdtEndPr/>
              <w:sdtContent>
                <w:tc>
                  <w:tcPr>
                    <w:tcW w:w="2808" w:type="pct"/>
                  </w:tcPr>
                  <w:p w14:paraId="16F1EEB2"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658C4A52" w14:textId="77777777" w:rsidTr="00DA5999">
            <w:tc>
              <w:tcPr>
                <w:tcW w:w="2192" w:type="pct"/>
              </w:tcPr>
              <w:p w14:paraId="042D0A8A" w14:textId="77777777" w:rsidR="00B23399" w:rsidRPr="00973740" w:rsidRDefault="00B23399" w:rsidP="00DA5999">
                <w:r w:rsidRPr="00973740">
                  <w:t>Party Name 4:</w:t>
                </w:r>
              </w:p>
            </w:tc>
            <w:sdt>
              <w:sdtPr>
                <w:rPr>
                  <w:color w:val="A6A6A6" w:themeColor="background1" w:themeShade="A6"/>
                </w:rPr>
                <w:alias w:val="Fourth Party Name"/>
                <w:tag w:val="party_name4"/>
                <w:id w:val="199669052"/>
                <w:placeholder>
                  <w:docPart w:val="33AF9EAE8C3C43F1B33BA656521B3FE5"/>
                </w:placeholder>
                <w:showingPlcHdr/>
                <w:text/>
              </w:sdtPr>
              <w:sdtEndPr/>
              <w:sdtContent>
                <w:tc>
                  <w:tcPr>
                    <w:tcW w:w="2808" w:type="pct"/>
                  </w:tcPr>
                  <w:p w14:paraId="4EF9F080"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792E7DF6" w14:textId="77777777" w:rsidTr="00DA5999">
            <w:tc>
              <w:tcPr>
                <w:tcW w:w="2192" w:type="pct"/>
              </w:tcPr>
              <w:p w14:paraId="520C143D" w14:textId="77777777" w:rsidR="00B23399" w:rsidRPr="00973740" w:rsidRDefault="00B23399" w:rsidP="00DA5999">
                <w:r w:rsidRPr="00973740">
                  <w:t>Telephone number:</w:t>
                </w:r>
              </w:p>
            </w:tc>
            <w:sdt>
              <w:sdtPr>
                <w:rPr>
                  <w:color w:val="A6A6A6" w:themeColor="background1" w:themeShade="A6"/>
                </w:rPr>
                <w:alias w:val="Telephone Number"/>
                <w:tag w:val="tel_number"/>
                <w:id w:val="-429814997"/>
                <w:placeholder>
                  <w:docPart w:val="1ADD1AA64F664CBAB31C0308D71034DC"/>
                </w:placeholder>
                <w:showingPlcHdr/>
                <w:text/>
              </w:sdtPr>
              <w:sdtEndPr/>
              <w:sdtContent>
                <w:tc>
                  <w:tcPr>
                    <w:tcW w:w="2808" w:type="pct"/>
                  </w:tcPr>
                  <w:p w14:paraId="347149F1"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00F53DB0" w14:textId="77777777" w:rsidTr="00DA5999">
            <w:tc>
              <w:tcPr>
                <w:tcW w:w="2192" w:type="pct"/>
              </w:tcPr>
              <w:p w14:paraId="07A3374A" w14:textId="77777777" w:rsidR="00B23399" w:rsidRPr="00973740" w:rsidRDefault="00B23399" w:rsidP="00DA5999">
                <w:r w:rsidRPr="00973740">
                  <w:t>Email address:</w:t>
                </w:r>
              </w:p>
            </w:tc>
            <w:sdt>
              <w:sdtPr>
                <w:rPr>
                  <w:color w:val="A6A6A6" w:themeColor="background1" w:themeShade="A6"/>
                </w:rPr>
                <w:alias w:val="Email Address"/>
                <w:tag w:val="email_address"/>
                <w:id w:val="-244729387"/>
                <w:placeholder>
                  <w:docPart w:val="8D8F6BE7790645A4BF07E97E0BB586DE"/>
                </w:placeholder>
                <w:showingPlcHdr/>
                <w:text/>
              </w:sdtPr>
              <w:sdtEndPr/>
              <w:sdtContent>
                <w:tc>
                  <w:tcPr>
                    <w:tcW w:w="2808" w:type="pct"/>
                  </w:tcPr>
                  <w:p w14:paraId="1B8CBB2C"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bl>
        <w:p w14:paraId="5B4C2CFA" w14:textId="77777777" w:rsidR="00B23399" w:rsidRPr="00973740"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4032"/>
            <w:gridCol w:w="5153"/>
          </w:tblGrid>
          <w:tr w:rsidR="005F26DE" w:rsidRPr="00973740" w14:paraId="35B71417"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14665AD3" w14:textId="77777777" w:rsidR="005F26DE" w:rsidRPr="00DA5999" w:rsidRDefault="005F26DE" w:rsidP="00DA5999">
                <w:pPr>
                  <w:pStyle w:val="ColumnHeading"/>
                </w:pPr>
                <w:r w:rsidRPr="00973740">
                  <w:t>Response</w:t>
                </w:r>
              </w:p>
            </w:tc>
          </w:tr>
          <w:tr w:rsidR="005F26DE" w:rsidRPr="00973740" w14:paraId="0FABD370" w14:textId="77777777" w:rsidTr="00DA5999">
            <w:tc>
              <w:tcPr>
                <w:tcW w:w="2195" w:type="pct"/>
              </w:tcPr>
              <w:p w14:paraId="4B8A7C1D" w14:textId="77777777" w:rsidR="005F26DE" w:rsidRPr="00973740" w:rsidRDefault="005F26DE" w:rsidP="00DA5999">
                <w:r w:rsidRPr="00973740">
                  <w:t>Proposed solution:</w:t>
                </w:r>
              </w:p>
            </w:tc>
            <w:sdt>
              <w:sdtPr>
                <w:rPr>
                  <w:color w:val="A6A6A6" w:themeColor="background1" w:themeShade="A6"/>
                </w:rPr>
                <w:alias w:val="Proposed Solution"/>
                <w:tag w:val="proposed_solution"/>
                <w:id w:val="-1730296221"/>
                <w:lock w:val="sdtLocked"/>
                <w:placeholder>
                  <w:docPart w:val="DC270781800C40F1B3C34852B22AECE0"/>
                </w:placeholder>
                <w:showingPlcHdr/>
                <w:dropDownList>
                  <w:listItem w:value="Choose an item."/>
                  <w:listItem w:displayText="Accept Solution 1" w:value="Accept Solution 1"/>
                  <w:listItem w:displayText="Accept Solution 2" w:value="Accept Solution 2"/>
                  <w:listItem w:displayText="Reject both" w:value="Reject both"/>
                </w:dropDownList>
              </w:sdtPr>
              <w:sdtEndPr/>
              <w:sdtContent>
                <w:tc>
                  <w:tcPr>
                    <w:tcW w:w="2805" w:type="pct"/>
                  </w:tcPr>
                  <w:p w14:paraId="1AC8427F"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5F26DE" w:rsidRPr="00973740" w14:paraId="7776205D" w14:textId="77777777" w:rsidTr="00DA5999">
            <w:tc>
              <w:tcPr>
                <w:tcW w:w="2195" w:type="pct"/>
                <w:tcBorders>
                  <w:bottom w:val="single" w:sz="4" w:space="0" w:color="auto"/>
                </w:tcBorders>
              </w:tcPr>
              <w:p w14:paraId="4DDB263C" w14:textId="77777777" w:rsidR="005F26DE" w:rsidRPr="00973740" w:rsidRDefault="005F26DE" w:rsidP="00DA5999">
                <w:r w:rsidRPr="00973740">
                  <w:t>Implementation date:</w:t>
                </w:r>
              </w:p>
            </w:tc>
            <w:sdt>
              <w:sdtPr>
                <w:rPr>
                  <w:color w:val="A6A6A6" w:themeColor="background1" w:themeShade="A6"/>
                </w:rPr>
                <w:alias w:val="Implementation Date"/>
                <w:tag w:val="implementation_date"/>
                <w:id w:val="-1016541940"/>
                <w:placeholder>
                  <w:docPart w:val="CEF0D140C1134B139685E4A3262A98E7"/>
                </w:placeholder>
                <w:showingPlcHdr/>
                <w:dropDownList>
                  <w:listItem w:value="Choose an item."/>
                  <w:listItem w:displayText="Accept" w:value="Accept"/>
                  <w:listItem w:displayText="Reject" w:value="Reject"/>
                </w:dropDownList>
              </w:sdtPr>
              <w:sdtEndPr/>
              <w:sdtContent>
                <w:tc>
                  <w:tcPr>
                    <w:tcW w:w="2805" w:type="pct"/>
                    <w:tcBorders>
                      <w:bottom w:val="single" w:sz="4" w:space="0" w:color="auto"/>
                    </w:tcBorders>
                  </w:tcPr>
                  <w:p w14:paraId="6B56AEA0"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973740" w:rsidRPr="00973740" w14:paraId="648AC5B4" w14:textId="77777777" w:rsidTr="00DA5999">
            <w:tc>
              <w:tcPr>
                <w:tcW w:w="2195" w:type="pct"/>
              </w:tcPr>
              <w:p w14:paraId="09C493E3" w14:textId="77777777" w:rsidR="00973740" w:rsidRPr="00973740" w:rsidRDefault="00973740" w:rsidP="00DA5999">
                <w:r w:rsidRPr="00973740">
                  <w:t xml:space="preserve">Please advise which DCUSA Objective(s) are better facilitated by this change and provide the reason why the objective(s) are better facilitated? </w:t>
                </w:r>
                <w:r w:rsidRPr="00973740">
                  <w:rPr>
                    <w:i/>
                  </w:rPr>
                  <w:t>(see the table below for details of the DCUSA Objectives)</w:t>
                </w:r>
              </w:p>
            </w:tc>
            <w:sdt>
              <w:sdtPr>
                <w:rPr>
                  <w:color w:val="A6A6A6" w:themeColor="background1" w:themeShade="A6"/>
                </w:rPr>
                <w:alias w:val="Response Details"/>
                <w:tag w:val="response_details"/>
                <w:id w:val="1442806310"/>
                <w:placeholder>
                  <w:docPart w:val="8CE2622E378A45EA828EF2DDFFB202CA"/>
                </w:placeholder>
                <w:showingPlcHdr/>
              </w:sdtPr>
              <w:sdtEndPr/>
              <w:sdtContent>
                <w:tc>
                  <w:tcPr>
                    <w:tcW w:w="2805" w:type="pct"/>
                  </w:tcPr>
                  <w:p w14:paraId="556A27EE"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r w:rsidR="00973740" w:rsidRPr="00973740" w14:paraId="186F7CBC" w14:textId="77777777" w:rsidTr="00DA5999">
            <w:tc>
              <w:tcPr>
                <w:tcW w:w="2195" w:type="pct"/>
              </w:tcPr>
              <w:p w14:paraId="3ACF67FA" w14:textId="77777777" w:rsidR="00973740" w:rsidRPr="00973740" w:rsidRDefault="00973740" w:rsidP="00DA5999">
                <w:pPr>
                  <w:rPr>
                    <w:i/>
                  </w:rPr>
                </w:pPr>
                <w:r w:rsidRPr="00973740">
                  <w:t>Any Other Comments</w:t>
                </w:r>
                <w:r w:rsidRPr="00973740">
                  <w:rPr>
                    <w:rStyle w:val="FootnoteReference"/>
                  </w:rPr>
                  <w:footnoteReference w:id="2"/>
                </w:r>
                <w:r w:rsidRPr="00973740">
                  <w:t xml:space="preserve"> </w:t>
                </w:r>
                <w:r w:rsidRPr="00973740">
                  <w:rPr>
                    <w:i/>
                  </w:rPr>
                  <w:t>(optional)</w:t>
                </w:r>
              </w:p>
            </w:tc>
            <w:sdt>
              <w:sdtPr>
                <w:rPr>
                  <w:color w:val="A6A6A6" w:themeColor="background1" w:themeShade="A6"/>
                </w:rPr>
                <w:alias w:val="Other Comments"/>
                <w:tag w:val="other_comments"/>
                <w:id w:val="163441968"/>
                <w:placeholder>
                  <w:docPart w:val="6103F53774804639A84E6B72A1C2F237"/>
                </w:placeholder>
                <w:showingPlcHdr/>
              </w:sdtPr>
              <w:sdtEndPr/>
              <w:sdtContent>
                <w:tc>
                  <w:tcPr>
                    <w:tcW w:w="2805" w:type="pct"/>
                  </w:tcPr>
                  <w:p w14:paraId="41D4B6A4"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bl>
        <w:p w14:paraId="0810F2E5" w14:textId="77777777" w:rsidR="00973740" w:rsidRPr="00973740" w:rsidRDefault="00973740" w:rsidP="00DA5999">
          <w:pPr>
            <w:pStyle w:val="TOC1"/>
            <w:spacing w:after="80"/>
          </w:pPr>
        </w:p>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185"/>
          </w:tblGrid>
          <w:tr w:rsidR="00973740" w:rsidRPr="00973740" w14:paraId="5C0A24F2" w14:textId="77777777" w:rsidTr="00A94393">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0D42F052" w14:textId="77777777" w:rsidR="00973740" w:rsidRPr="00A94393" w:rsidRDefault="00973740" w:rsidP="00A94393">
                <w:pPr>
                  <w:pStyle w:val="ColumnHeading"/>
                </w:pPr>
                <w:r w:rsidRPr="00A94393">
                  <w:t>DCUSA Objectives</w:t>
                </w:r>
              </w:p>
            </w:tc>
          </w:tr>
          <w:tr w:rsidR="005F26DE" w:rsidRPr="00973740" w14:paraId="01609C26" w14:textId="77777777" w:rsidTr="00CC308B">
            <w:tc>
              <w:tcPr>
                <w:tcW w:w="5000" w:type="pct"/>
                <w:tcBorders>
                  <w:bottom w:val="single" w:sz="4" w:space="0" w:color="auto"/>
                </w:tcBorders>
                <w:shd w:val="clear" w:color="auto" w:fill="F2F2F2" w:themeFill="background1" w:themeFillShade="F2"/>
              </w:tcPr>
              <w:p w14:paraId="0C3849BC" w14:textId="77777777" w:rsidR="00973740" w:rsidRPr="0072107A" w:rsidRDefault="00973740" w:rsidP="0072107A">
                <w:pPr>
                  <w:pStyle w:val="ObjectivesHeading"/>
                </w:pPr>
                <w:r w:rsidRPr="0072107A">
                  <w:t>DCUSA General Objectives</w:t>
                </w:r>
              </w:p>
              <w:p w14:paraId="66716166" w14:textId="77777777" w:rsidR="00973740" w:rsidRPr="004D3204" w:rsidRDefault="00973740" w:rsidP="0072107A">
                <w:pPr>
                  <w:pStyle w:val="ListNumber"/>
                  <w:numPr>
                    <w:ilvl w:val="0"/>
                    <w:numId w:val="17"/>
                  </w:numPr>
                </w:pPr>
                <w:r w:rsidRPr="004D3204">
                  <w:t>The development, maintenance and operation by each of the DNO Parties and IDNO Parties of an efficient, co-ordinated, and economical Distribution System.</w:t>
                </w:r>
              </w:p>
              <w:p w14:paraId="26B2776C" w14:textId="77777777" w:rsidR="00973740" w:rsidRPr="004D3204" w:rsidRDefault="00973740" w:rsidP="0072107A">
                <w:pPr>
                  <w:pStyle w:val="ListNumber"/>
                  <w:numPr>
                    <w:ilvl w:val="0"/>
                    <w:numId w:val="17"/>
                  </w:numPr>
                </w:pPr>
                <w:r w:rsidRPr="004D3204">
                  <w:t xml:space="preserve">The facilitation of effective competition in the generation and supply of electricity and (so far as is consistent with that) the promotion of such competition in the sale, distribution and purchase of electricity. </w:t>
                </w:r>
              </w:p>
              <w:p w14:paraId="279C3D42" w14:textId="77777777" w:rsidR="00973740" w:rsidRPr="004D3204" w:rsidRDefault="00973740" w:rsidP="0072107A">
                <w:pPr>
                  <w:pStyle w:val="ListNumber"/>
                  <w:numPr>
                    <w:ilvl w:val="0"/>
                    <w:numId w:val="17"/>
                  </w:numPr>
                </w:pPr>
                <w:r w:rsidRPr="004D3204">
                  <w:t>The efficient discharge by each of the DNO Parties and IDNO Parties of the obligations imposed upon them by their Distribution Licences.</w:t>
                </w:r>
              </w:p>
              <w:p w14:paraId="2FE6CA58" w14:textId="77777777" w:rsidR="00973740" w:rsidRPr="004D3204" w:rsidRDefault="00973740" w:rsidP="0072107A">
                <w:pPr>
                  <w:pStyle w:val="ListNumber"/>
                  <w:numPr>
                    <w:ilvl w:val="0"/>
                    <w:numId w:val="17"/>
                  </w:numPr>
                </w:pPr>
                <w:r w:rsidRPr="004D3204">
                  <w:t>The promotion of efficiency in the implementation and administration of this Agreement and the arrangements under it.</w:t>
                </w:r>
              </w:p>
              <w:p w14:paraId="43ED62BE" w14:textId="77777777" w:rsidR="00973740" w:rsidRPr="004D3204" w:rsidRDefault="00973740" w:rsidP="0072107A">
                <w:pPr>
                  <w:pStyle w:val="ListNumber"/>
                  <w:numPr>
                    <w:ilvl w:val="0"/>
                    <w:numId w:val="17"/>
                  </w:numPr>
                </w:pPr>
                <w:r w:rsidRPr="004D3204">
                  <w:t>Compliance with the Regulation on Cross-Border Exchange in Electricity and any relevant legally binding decisions of the European Commission and/or the Agency for the Co-operation of Energy Regulators.</w:t>
                </w:r>
              </w:p>
              <w:p w14:paraId="04F1E586" w14:textId="77777777" w:rsidR="00973740" w:rsidRPr="004D3204" w:rsidRDefault="00973740" w:rsidP="0072107A">
                <w:pPr>
                  <w:pStyle w:val="ObjectivesHeading"/>
                </w:pPr>
                <w:r w:rsidRPr="004D3204">
                  <w:t xml:space="preserve">DCUSA Charging Objectives </w:t>
                </w:r>
              </w:p>
              <w:p w14:paraId="4EFEF8A1" w14:textId="77777777" w:rsidR="00973740" w:rsidRPr="004D3204" w:rsidRDefault="00973740" w:rsidP="0072107A">
                <w:pPr>
                  <w:pStyle w:val="ListNumber"/>
                  <w:numPr>
                    <w:ilvl w:val="0"/>
                    <w:numId w:val="16"/>
                  </w:numPr>
                </w:pPr>
                <w:r w:rsidRPr="004D3204">
                  <w:t>That compliance by each DNO Party with the Charging Methodologies facilitates the discharge by the DNO Party of the obligations imposed on it under the Act and by its Distribution Licence</w:t>
                </w:r>
              </w:p>
              <w:p w14:paraId="2695261C" w14:textId="77777777" w:rsidR="00973740" w:rsidRPr="004D3204" w:rsidRDefault="00973740" w:rsidP="0072107A">
                <w:pPr>
                  <w:pStyle w:val="ListNumber"/>
                  <w:numPr>
                    <w:ilvl w:val="0"/>
                    <w:numId w:val="17"/>
                  </w:numPr>
                </w:pPr>
                <w:r w:rsidRPr="004D3204">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42E3D00C" w14:textId="77777777" w:rsidR="00973740" w:rsidRPr="004D3204" w:rsidRDefault="00973740" w:rsidP="0072107A">
                <w:pPr>
                  <w:pStyle w:val="ListNumber"/>
                  <w:numPr>
                    <w:ilvl w:val="0"/>
                    <w:numId w:val="17"/>
                  </w:numPr>
                </w:pPr>
                <w:r w:rsidRPr="004D3204">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38B127F6" w14:textId="77777777" w:rsidR="00973740" w:rsidRPr="004D3204" w:rsidRDefault="00973740" w:rsidP="0072107A">
                <w:pPr>
                  <w:pStyle w:val="ListNumber"/>
                  <w:numPr>
                    <w:ilvl w:val="0"/>
                    <w:numId w:val="17"/>
                  </w:numPr>
                </w:pPr>
                <w:r w:rsidRPr="004D3204">
                  <w:t>That, so far as is consistent with Clauses 3.2.1 to 3.2.3, the Charging Methodologies, so far as is reasonably practicable, properly take account of developments in each DNO Party’s Distribution Business</w:t>
                </w:r>
              </w:p>
              <w:p w14:paraId="7F56ECC4" w14:textId="77777777" w:rsidR="00973740" w:rsidRPr="004D3204" w:rsidRDefault="00973740" w:rsidP="0072107A">
                <w:pPr>
                  <w:pStyle w:val="ListNumber"/>
                  <w:numPr>
                    <w:ilvl w:val="0"/>
                    <w:numId w:val="17"/>
                  </w:numPr>
                </w:pPr>
                <w:r w:rsidRPr="004D3204">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44C62AB1" w14:textId="77777777" w:rsidR="005F26DE" w:rsidRPr="00973740" w:rsidRDefault="00973740" w:rsidP="0072107A">
                <w:pPr>
                  <w:pStyle w:val="ListNumber"/>
                  <w:numPr>
                    <w:ilvl w:val="0"/>
                    <w:numId w:val="17"/>
                  </w:numPr>
                </w:pPr>
                <w:r w:rsidRPr="004D3204">
                  <w:t>that compliance with the Charging Methodologies promotes efficiency in its own implementation and administration.</w:t>
                </w:r>
              </w:p>
            </w:tc>
          </w:tr>
        </w:tbl>
        <w:p w14:paraId="72531B18" w14:textId="77777777" w:rsidR="00973740" w:rsidRPr="00973740" w:rsidRDefault="00973740" w:rsidP="0072107A"/>
        <w:p w14:paraId="794357E2" w14:textId="4EFEF832" w:rsidR="005F26DE" w:rsidRPr="00973740" w:rsidRDefault="00E65710" w:rsidP="0072107A"/>
      </w:sdtContent>
    </w:sdt>
    <w:sectPr w:rsidR="005F26DE" w:rsidRPr="00973740" w:rsidSect="001D313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851" w:right="1418" w:bottom="1418"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F42E9" w14:textId="77777777" w:rsidR="00CC308B" w:rsidRDefault="00CC308B" w:rsidP="0072107A">
      <w:r>
        <w:separator/>
      </w:r>
    </w:p>
  </w:endnote>
  <w:endnote w:type="continuationSeparator" w:id="0">
    <w:p w14:paraId="6A659511" w14:textId="77777777" w:rsidR="00CC308B" w:rsidRDefault="00CC308B"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3398007"/>
      <w:lock w:val="contentLocked"/>
      <w:placeholder>
        <w:docPart w:val="DefaultPlaceholder_-1854013440"/>
      </w:placeholder>
      <w:showingPlcHdr/>
      <w:group/>
    </w:sdtPr>
    <w:sdtContent>
      <w:p w14:paraId="0833D7FA" w14:textId="3F778E47" w:rsidR="00CC308B" w:rsidRDefault="00E65710">
        <w:pPr>
          <w:pStyle w:val="Footer"/>
        </w:pPr>
        <w:r w:rsidRPr="003E1BAA">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0723283"/>
      <w:lock w:val="contentLocked"/>
      <w:placeholder>
        <w:docPart w:val="DefaultPlaceholder_-1854013440"/>
      </w:placeholder>
      <w:group/>
    </w:sdtPr>
    <w:sdtContent>
      <w:p w14:paraId="5943D311" w14:textId="0F08FB84" w:rsidR="00FD00A2" w:rsidRPr="00973740" w:rsidRDefault="00FD00A2" w:rsidP="0072107A">
        <w:pPr>
          <w:pStyle w:val="Footer"/>
        </w:pPr>
        <w:r w:rsidRPr="00973740">
          <w:fldChar w:fldCharType="begin"/>
        </w:r>
        <w:r w:rsidRPr="00973740">
          <w:instrText xml:space="preserve"> docproperty date </w:instrText>
        </w:r>
        <w:r w:rsidRPr="00973740">
          <w:fldChar w:fldCharType="separate"/>
        </w:r>
        <w:r w:rsidR="00CC308B">
          <w:t>07 November 2022</w:t>
        </w:r>
        <w:r w:rsidRPr="00973740">
          <w:fldChar w:fldCharType="end"/>
        </w:r>
        <w:r w:rsidRPr="00973740">
          <w:tab/>
          <w:t xml:space="preserve">Page </w:t>
        </w:r>
        <w:r w:rsidRPr="00973740">
          <w:fldChar w:fldCharType="begin"/>
        </w:r>
        <w:r w:rsidRPr="00973740">
          <w:instrText xml:space="preserve"> page </w:instrText>
        </w:r>
        <w:r w:rsidRPr="00973740">
          <w:fldChar w:fldCharType="separate"/>
        </w:r>
        <w:r w:rsidR="004D3204">
          <w:rPr>
            <w:noProof/>
          </w:rPr>
          <w:t>1</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rsidR="004D3204">
          <w:rPr>
            <w:noProof/>
          </w:rP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CC308B">
          <w:t>Version 1.0</w:t>
        </w:r>
        <w:r w:rsidRPr="00973740">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1653630"/>
      <w:lock w:val="contentLocked"/>
      <w:placeholder>
        <w:docPart w:val="DefaultPlaceholder_-1854013440"/>
      </w:placeholder>
      <w:group/>
    </w:sdtPr>
    <w:sdtContent>
      <w:p w14:paraId="2548E8B0" w14:textId="5530EE0E" w:rsidR="008A35FA" w:rsidRDefault="008A35FA">
        <w:pPr>
          <w:pStyle w:val="Footer"/>
        </w:pPr>
        <w:r w:rsidRPr="00973740">
          <w:fldChar w:fldCharType="begin"/>
        </w:r>
        <w:r w:rsidRPr="00973740">
          <w:instrText xml:space="preserve"> docproperty date </w:instrText>
        </w:r>
        <w:r w:rsidRPr="00973740">
          <w:fldChar w:fldCharType="separate"/>
        </w:r>
        <w:r w:rsidR="00CC308B">
          <w:t>07 November 2022</w:t>
        </w:r>
        <w:r w:rsidRPr="00973740">
          <w:fldChar w:fldCharType="end"/>
        </w:r>
        <w:r w:rsidRPr="00973740">
          <w:tab/>
          <w:t xml:space="preserve">Page </w:t>
        </w:r>
        <w:r w:rsidRPr="00973740">
          <w:fldChar w:fldCharType="begin"/>
        </w:r>
        <w:r w:rsidRPr="00973740">
          <w:instrText xml:space="preserve"> page </w:instrText>
        </w:r>
        <w:r w:rsidRPr="00973740">
          <w:fldChar w:fldCharType="separate"/>
        </w:r>
        <w:r>
          <w:t>2</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CC308B">
          <w:t>Version 1.0</w:t>
        </w:r>
        <w:r w:rsidRPr="00973740">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F81B3" w14:textId="77777777" w:rsidR="00CC308B" w:rsidRDefault="00CC308B" w:rsidP="0072107A">
      <w:r>
        <w:separator/>
      </w:r>
    </w:p>
  </w:footnote>
  <w:footnote w:type="continuationSeparator" w:id="0">
    <w:p w14:paraId="180C94BE" w14:textId="77777777" w:rsidR="00CC308B" w:rsidRDefault="00CC308B" w:rsidP="0072107A">
      <w:r>
        <w:continuationSeparator/>
      </w:r>
    </w:p>
  </w:footnote>
  <w:footnote w:id="1">
    <w:p w14:paraId="7B057359" w14:textId="77777777" w:rsidR="005F26DE" w:rsidRDefault="005F26DE" w:rsidP="0072107A">
      <w:pPr>
        <w:pStyle w:val="FootnoteText"/>
      </w:pPr>
      <w:r>
        <w:rPr>
          <w:rStyle w:val="FootnoteReference"/>
        </w:rPr>
        <w:footnoteRef/>
      </w:r>
      <w:r w:rsidR="004D3204">
        <w:t xml:space="preserve"> </w:t>
      </w:r>
      <w:r w:rsidR="004D3204" w:rsidRPr="00957B20">
        <w:t>If you are a DNO Party please fill in one “Party Name” row for each of your Licence Areas. All other DCUSA Parties please complete only the “Party Name 1” row.</w:t>
      </w:r>
    </w:p>
  </w:footnote>
  <w:footnote w:id="2">
    <w:p w14:paraId="1B2722EF" w14:textId="77777777" w:rsidR="00973740" w:rsidRDefault="00973740" w:rsidP="0072107A">
      <w:pPr>
        <w:pStyle w:val="FootnoteText"/>
      </w:pPr>
      <w:r>
        <w:rPr>
          <w:rStyle w:val="FootnoteReference"/>
        </w:rPr>
        <w:footnoteRef/>
      </w:r>
      <w:r>
        <w:t xml:space="preserve"> </w:t>
      </w:r>
      <w:r w:rsidR="004D3204" w:rsidRPr="00957B20">
        <w:t xml:space="preserve">Please note that for Part 1 matters the Authority may </w:t>
      </w:r>
      <w:proofErr w:type="gramStart"/>
      <w:r w:rsidR="004D3204" w:rsidRPr="00957B20">
        <w:t>take into account</w:t>
      </w:r>
      <w:proofErr w:type="gramEnd"/>
      <w:r w:rsidR="004D3204" w:rsidRPr="00957B20">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244695"/>
      <w:lock w:val="contentLocked"/>
      <w:placeholder>
        <w:docPart w:val="DefaultPlaceholder_-1854013440"/>
      </w:placeholder>
      <w:showingPlcHdr/>
      <w:group/>
    </w:sdtPr>
    <w:sdtContent>
      <w:p w14:paraId="71792850" w14:textId="614DC7CB" w:rsidR="00CC308B" w:rsidRDefault="00E65710">
        <w:pPr>
          <w:pStyle w:val="Header"/>
        </w:pPr>
        <w:r w:rsidRPr="003E1BAA">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0526214"/>
      <w:lock w:val="contentLocked"/>
      <w:placeholder>
        <w:docPart w:val="DefaultPlaceholder_-1854013440"/>
      </w:placeholder>
      <w:group/>
    </w:sdtPr>
    <w:sdtContent>
      <w:p w14:paraId="6F7214C2" w14:textId="640E392E" w:rsidR="00FD00A2" w:rsidRPr="00973740" w:rsidRDefault="008D01AD" w:rsidP="0072107A">
        <w:pPr>
          <w:pStyle w:val="Header"/>
        </w:pPr>
        <w:r w:rsidRPr="00973740">
          <w:t xml:space="preserve">DCUSA </w:t>
        </w:r>
        <w:r w:rsidR="00193115" w:rsidRPr="00973740">
          <w:t>Change Report</w:t>
        </w:r>
        <w:r w:rsidR="00FD00A2" w:rsidRPr="00973740">
          <w:tab/>
        </w:r>
        <w:r w:rsidR="009B02DB" w:rsidRPr="00973740">
          <w:t xml:space="preserve">DCP </w:t>
        </w:r>
        <w:r w:rsidR="00FD00A2" w:rsidRPr="00973740">
          <w:fldChar w:fldCharType="begin"/>
        </w:r>
        <w:r w:rsidR="00FD00A2" w:rsidRPr="00973740">
          <w:instrText xml:space="preserve"> docproperty ref </w:instrText>
        </w:r>
        <w:r w:rsidR="00FD00A2" w:rsidRPr="00973740">
          <w:fldChar w:fldCharType="separate"/>
        </w:r>
        <w:r w:rsidR="00CC308B">
          <w:t>407</w:t>
        </w:r>
        <w:r w:rsidR="00FD00A2" w:rsidRPr="00973740">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FFFF" w:themeColor="background1"/>
        <w:sz w:val="18"/>
        <w:szCs w:val="24"/>
      </w:rPr>
      <w:id w:val="422315662"/>
      <w:lock w:val="contentLocked"/>
      <w:placeholder>
        <w:docPart w:val="DefaultPlaceholder_-1854013440"/>
      </w:placeholder>
      <w:group/>
    </w:sdtPr>
    <w:sdtEndPr>
      <w:rPr>
        <w:color w:val="auto"/>
        <w:sz w:val="16"/>
        <w:szCs w:val="22"/>
      </w:rPr>
    </w:sdtEndPr>
    <w:sdtContent>
      <w:p w14:paraId="4F91BB76" w14:textId="169C7DE5" w:rsidR="001D313A" w:rsidRPr="00CC308B" w:rsidRDefault="001D313A" w:rsidP="001D313A">
        <w:pPr>
          <w:pStyle w:val="Header"/>
          <w:rPr>
            <w:color w:val="FFFFFF" w:themeColor="background1"/>
            <w:sz w:val="18"/>
            <w:szCs w:val="24"/>
          </w:rPr>
        </w:pPr>
        <w:r w:rsidRPr="00CC308B">
          <w:rPr>
            <w:noProof/>
            <w:color w:val="FFFFFF" w:themeColor="background1"/>
            <w:sz w:val="18"/>
            <w:szCs w:val="24"/>
            <w:lang w:eastAsia="en-GB"/>
          </w:rPr>
          <w:drawing>
            <wp:anchor distT="0" distB="0" distL="114300" distR="114300" simplePos="0" relativeHeight="251658240" behindDoc="1" locked="0" layoutInCell="1" allowOverlap="1" wp14:anchorId="5678BC95" wp14:editId="70E77877">
              <wp:simplePos x="0" y="0"/>
              <wp:positionH relativeFrom="margin">
                <wp:posOffset>-541655</wp:posOffset>
              </wp:positionH>
              <wp:positionV relativeFrom="page">
                <wp:posOffset>0</wp:posOffset>
              </wp:positionV>
              <wp:extent cx="6842760" cy="15297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CC308B">
          <w:rPr>
            <w:color w:val="FFFFFF" w:themeColor="background1"/>
            <w:sz w:val="18"/>
            <w:szCs w:val="24"/>
          </w:rPr>
          <w:t>DCUSA Change Report</w:t>
        </w:r>
        <w:r w:rsidRPr="00CC308B">
          <w:rPr>
            <w:color w:val="FFFFFF" w:themeColor="background1"/>
            <w:sz w:val="18"/>
            <w:szCs w:val="24"/>
          </w:rPr>
          <w:tab/>
          <w:t xml:space="preserve">DCP </w:t>
        </w:r>
        <w:r w:rsidRPr="00CC308B">
          <w:rPr>
            <w:color w:val="FFFFFF" w:themeColor="background1"/>
            <w:sz w:val="18"/>
            <w:szCs w:val="24"/>
          </w:rPr>
          <w:fldChar w:fldCharType="begin"/>
        </w:r>
        <w:r w:rsidRPr="00CC308B">
          <w:rPr>
            <w:color w:val="FFFFFF" w:themeColor="background1"/>
            <w:sz w:val="18"/>
            <w:szCs w:val="24"/>
          </w:rPr>
          <w:instrText xml:space="preserve"> docproperty ref </w:instrText>
        </w:r>
        <w:r w:rsidRPr="00CC308B">
          <w:rPr>
            <w:color w:val="FFFFFF" w:themeColor="background1"/>
            <w:sz w:val="18"/>
            <w:szCs w:val="24"/>
          </w:rPr>
          <w:fldChar w:fldCharType="separate"/>
        </w:r>
        <w:r w:rsidR="00CC308B" w:rsidRPr="00CC308B">
          <w:rPr>
            <w:color w:val="FFFFFF" w:themeColor="background1"/>
            <w:sz w:val="18"/>
            <w:szCs w:val="24"/>
          </w:rPr>
          <w:t>407</w:t>
        </w:r>
        <w:r w:rsidRPr="00CC308B">
          <w:rPr>
            <w:color w:val="FFFFFF" w:themeColor="background1"/>
            <w:sz w:val="18"/>
            <w:szCs w:val="24"/>
          </w:rPr>
          <w:fldChar w:fldCharType="end"/>
        </w:r>
      </w:p>
      <w:p w14:paraId="24D16FB1" w14:textId="6C370A8C" w:rsidR="001D313A" w:rsidRDefault="00E65710">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327367780">
    <w:abstractNumId w:val="9"/>
  </w:num>
  <w:num w:numId="2" w16cid:durableId="139689548">
    <w:abstractNumId w:val="5"/>
  </w:num>
  <w:num w:numId="3" w16cid:durableId="1468235364">
    <w:abstractNumId w:val="9"/>
  </w:num>
  <w:num w:numId="4" w16cid:durableId="241330615">
    <w:abstractNumId w:val="3"/>
  </w:num>
  <w:num w:numId="5" w16cid:durableId="1724982738">
    <w:abstractNumId w:val="9"/>
  </w:num>
  <w:num w:numId="6" w16cid:durableId="526603352">
    <w:abstractNumId w:val="2"/>
  </w:num>
  <w:num w:numId="7" w16cid:durableId="965818642">
    <w:abstractNumId w:val="9"/>
  </w:num>
  <w:num w:numId="8" w16cid:durableId="25453043">
    <w:abstractNumId w:val="4"/>
  </w:num>
  <w:num w:numId="9" w16cid:durableId="84495819">
    <w:abstractNumId w:val="7"/>
  </w:num>
  <w:num w:numId="10" w16cid:durableId="827674821">
    <w:abstractNumId w:val="1"/>
  </w:num>
  <w:num w:numId="11" w16cid:durableId="40903739">
    <w:abstractNumId w:val="7"/>
  </w:num>
  <w:num w:numId="12" w16cid:durableId="158884929">
    <w:abstractNumId w:val="0"/>
  </w:num>
  <w:num w:numId="13" w16cid:durableId="1311906067">
    <w:abstractNumId w:val="7"/>
  </w:num>
  <w:num w:numId="14" w16cid:durableId="252015923">
    <w:abstractNumId w:val="8"/>
  </w:num>
  <w:num w:numId="15" w16cid:durableId="2020229832">
    <w:abstractNumId w:val="6"/>
  </w:num>
  <w:num w:numId="16" w16cid:durableId="17202775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86415928">
    <w:abstractNumId w:val="8"/>
    <w:lvlOverride w:ilvl="0">
      <w:lvl w:ilvl="0">
        <w:start w:val="1"/>
        <w:numFmt w:val="decimal"/>
        <w:pStyle w:val="ListNumber"/>
        <w:lvlText w:val="%1"/>
        <w:lvlJc w:val="left"/>
        <w:pPr>
          <w:tabs>
            <w:tab w:val="num" w:pos="567"/>
          </w:tabs>
          <w:ind w:left="567" w:hanging="567"/>
        </w:pPr>
        <w:rPr>
          <w:rFonts w:hint="default"/>
          <w:sz w:val="22"/>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C308B"/>
    <w:rsid w:val="00077D80"/>
    <w:rsid w:val="00134AF7"/>
    <w:rsid w:val="00171886"/>
    <w:rsid w:val="00190980"/>
    <w:rsid w:val="00193115"/>
    <w:rsid w:val="001D313A"/>
    <w:rsid w:val="001D3D83"/>
    <w:rsid w:val="001E03C5"/>
    <w:rsid w:val="001F256A"/>
    <w:rsid w:val="00223DF1"/>
    <w:rsid w:val="0023069B"/>
    <w:rsid w:val="002B61A0"/>
    <w:rsid w:val="0031153A"/>
    <w:rsid w:val="0040580C"/>
    <w:rsid w:val="00410907"/>
    <w:rsid w:val="004230C4"/>
    <w:rsid w:val="004572E2"/>
    <w:rsid w:val="004A45C0"/>
    <w:rsid w:val="004D3204"/>
    <w:rsid w:val="005124D0"/>
    <w:rsid w:val="00554409"/>
    <w:rsid w:val="005A6203"/>
    <w:rsid w:val="005C36AB"/>
    <w:rsid w:val="005F1DC2"/>
    <w:rsid w:val="005F26DE"/>
    <w:rsid w:val="005F2D28"/>
    <w:rsid w:val="00697019"/>
    <w:rsid w:val="00711B18"/>
    <w:rsid w:val="0072107A"/>
    <w:rsid w:val="007361B2"/>
    <w:rsid w:val="0076726D"/>
    <w:rsid w:val="00807039"/>
    <w:rsid w:val="00884177"/>
    <w:rsid w:val="008A35FA"/>
    <w:rsid w:val="008D01AD"/>
    <w:rsid w:val="008F22A5"/>
    <w:rsid w:val="008F73FC"/>
    <w:rsid w:val="00916C37"/>
    <w:rsid w:val="00931E55"/>
    <w:rsid w:val="00963A66"/>
    <w:rsid w:val="00973740"/>
    <w:rsid w:val="009A3EA3"/>
    <w:rsid w:val="009B02DB"/>
    <w:rsid w:val="009F1AFC"/>
    <w:rsid w:val="00A817E9"/>
    <w:rsid w:val="00A828F0"/>
    <w:rsid w:val="00A94393"/>
    <w:rsid w:val="00AC6DB4"/>
    <w:rsid w:val="00B23399"/>
    <w:rsid w:val="00C01797"/>
    <w:rsid w:val="00CC308B"/>
    <w:rsid w:val="00CE497A"/>
    <w:rsid w:val="00D7706F"/>
    <w:rsid w:val="00DA5999"/>
    <w:rsid w:val="00DB3EF9"/>
    <w:rsid w:val="00E65710"/>
    <w:rsid w:val="00EA5EE1"/>
    <w:rsid w:val="00EE2CEA"/>
    <w:rsid w:val="00EF062E"/>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ABCFC5"/>
  <w15:chartTrackingRefBased/>
  <w15:docId w15:val="{0F9515D5-6E38-485F-8AA7-111AA757C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999"/>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autoRedefine/>
    <w:qFormat/>
    <w:rsid w:val="00CC308B"/>
    <w:rPr>
      <w:rFonts w:ascii="Calibri" w:hAnsi="Calibri" w:cs="Calibri"/>
      <w:b/>
      <w:color w:val="2E704F"/>
    </w:rPr>
  </w:style>
  <w:style w:type="character" w:customStyle="1" w:styleId="TitleChar">
    <w:name w:val="Title Char"/>
    <w:basedOn w:val="DefaultParagraphFont"/>
    <w:link w:val="Title"/>
    <w:rsid w:val="00CC308B"/>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autoRedefine/>
    <w:qFormat/>
    <w:rsid w:val="00CC308B"/>
    <w:pPr>
      <w:pBdr>
        <w:bottom w:val="single" w:sz="6" w:space="5" w:color="8BE994"/>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CC308B"/>
    <w:rPr>
      <w:rFonts w:asciiTheme="minorHAnsi" w:eastAsiaTheme="minorEastAsia" w:hAnsiTheme="minorHAnsi" w:cs="Arial"/>
      <w:color w:val="255E3E"/>
      <w:spacing w:val="15"/>
      <w:sz w:val="28"/>
      <w:szCs w:val="4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wnsendD\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B076E1EE4D9426CA5B5E946B5DB735D"/>
        <w:category>
          <w:name w:val="General"/>
          <w:gallery w:val="placeholder"/>
        </w:category>
        <w:types>
          <w:type w:val="bbPlcHdr"/>
        </w:types>
        <w:behaviors>
          <w:behavior w:val="content"/>
        </w:behaviors>
        <w:guid w:val="{C0387E6E-5FD7-4A9E-9F44-337CAB37FDB7}"/>
      </w:docPartPr>
      <w:docPartBody>
        <w:p w:rsidR="00193592" w:rsidRDefault="0093153D" w:rsidP="0093153D">
          <w:pPr>
            <w:pStyle w:val="4B076E1EE4D9426CA5B5E946B5DB735D1"/>
          </w:pPr>
          <w:r w:rsidRPr="008A35FA">
            <w:rPr>
              <w:color w:val="A6A6A6" w:themeColor="background1" w:themeShade="A6"/>
            </w:rPr>
            <w:t>Click here to enter text.</w:t>
          </w:r>
        </w:p>
      </w:docPartBody>
    </w:docPart>
    <w:docPart>
      <w:docPartPr>
        <w:name w:val="163606E80E1B43D8830724AD42B36FC1"/>
        <w:category>
          <w:name w:val="General"/>
          <w:gallery w:val="placeholder"/>
        </w:category>
        <w:types>
          <w:type w:val="bbPlcHdr"/>
        </w:types>
        <w:behaviors>
          <w:behavior w:val="content"/>
        </w:behaviors>
        <w:guid w:val="{7A0524FD-A8E2-4969-A34F-A47E0DE3B892}"/>
      </w:docPartPr>
      <w:docPartBody>
        <w:p w:rsidR="00193592" w:rsidRDefault="0093153D" w:rsidP="0093153D">
          <w:pPr>
            <w:pStyle w:val="163606E80E1B43D8830724AD42B36FC11"/>
          </w:pPr>
          <w:r w:rsidRPr="008A35FA">
            <w:rPr>
              <w:color w:val="A6A6A6" w:themeColor="background1" w:themeShade="A6"/>
            </w:rPr>
            <w:t>Choose an item.</w:t>
          </w:r>
        </w:p>
      </w:docPartBody>
    </w:docPart>
    <w:docPart>
      <w:docPartPr>
        <w:name w:val="2E3E0F6FFF434C6DA6DA78D32F8EBF2E"/>
        <w:category>
          <w:name w:val="General"/>
          <w:gallery w:val="placeholder"/>
        </w:category>
        <w:types>
          <w:type w:val="bbPlcHdr"/>
        </w:types>
        <w:behaviors>
          <w:behavior w:val="content"/>
        </w:behaviors>
        <w:guid w:val="{5E91F9B5-12F4-4EC2-B989-D173A79B515E}"/>
      </w:docPartPr>
      <w:docPartBody>
        <w:p w:rsidR="00193592" w:rsidRDefault="0093153D" w:rsidP="0093153D">
          <w:pPr>
            <w:pStyle w:val="2E3E0F6FFF434C6DA6DA78D32F8EBF2E1"/>
          </w:pPr>
          <w:r w:rsidRPr="008A35FA">
            <w:rPr>
              <w:color w:val="A6A6A6" w:themeColor="background1" w:themeShade="A6"/>
            </w:rPr>
            <w:t>Click here to enter text.</w:t>
          </w:r>
        </w:p>
      </w:docPartBody>
    </w:docPart>
    <w:docPart>
      <w:docPartPr>
        <w:name w:val="6C702FF0C939453D88E6EE6E46561C57"/>
        <w:category>
          <w:name w:val="General"/>
          <w:gallery w:val="placeholder"/>
        </w:category>
        <w:types>
          <w:type w:val="bbPlcHdr"/>
        </w:types>
        <w:behaviors>
          <w:behavior w:val="content"/>
        </w:behaviors>
        <w:guid w:val="{7D1E3AA3-DD59-4D0F-AF37-B4E2B60F8212}"/>
      </w:docPartPr>
      <w:docPartBody>
        <w:p w:rsidR="00193592" w:rsidRDefault="0093153D" w:rsidP="0093153D">
          <w:pPr>
            <w:pStyle w:val="6C702FF0C939453D88E6EE6E46561C571"/>
          </w:pPr>
          <w:r w:rsidRPr="008A35FA">
            <w:rPr>
              <w:color w:val="A6A6A6" w:themeColor="background1" w:themeShade="A6"/>
            </w:rPr>
            <w:t>Click here to enter text.</w:t>
          </w:r>
        </w:p>
      </w:docPartBody>
    </w:docPart>
    <w:docPart>
      <w:docPartPr>
        <w:name w:val="59847D939427452798CC80407D195029"/>
        <w:category>
          <w:name w:val="General"/>
          <w:gallery w:val="placeholder"/>
        </w:category>
        <w:types>
          <w:type w:val="bbPlcHdr"/>
        </w:types>
        <w:behaviors>
          <w:behavior w:val="content"/>
        </w:behaviors>
        <w:guid w:val="{961EAA61-B8F7-42FB-9568-A36EE8FE8114}"/>
      </w:docPartPr>
      <w:docPartBody>
        <w:p w:rsidR="00193592" w:rsidRDefault="0093153D" w:rsidP="0093153D">
          <w:pPr>
            <w:pStyle w:val="59847D939427452798CC80407D1950291"/>
          </w:pPr>
          <w:r w:rsidRPr="008A35FA">
            <w:rPr>
              <w:color w:val="A6A6A6" w:themeColor="background1" w:themeShade="A6"/>
            </w:rPr>
            <w:t>Click here to enter text.</w:t>
          </w:r>
        </w:p>
      </w:docPartBody>
    </w:docPart>
    <w:docPart>
      <w:docPartPr>
        <w:name w:val="33AF9EAE8C3C43F1B33BA656521B3FE5"/>
        <w:category>
          <w:name w:val="General"/>
          <w:gallery w:val="placeholder"/>
        </w:category>
        <w:types>
          <w:type w:val="bbPlcHdr"/>
        </w:types>
        <w:behaviors>
          <w:behavior w:val="content"/>
        </w:behaviors>
        <w:guid w:val="{3D84FADB-412D-49E8-867B-5A21D1098570}"/>
      </w:docPartPr>
      <w:docPartBody>
        <w:p w:rsidR="00193592" w:rsidRDefault="0093153D" w:rsidP="0093153D">
          <w:pPr>
            <w:pStyle w:val="33AF9EAE8C3C43F1B33BA656521B3FE51"/>
          </w:pPr>
          <w:r w:rsidRPr="008A35FA">
            <w:rPr>
              <w:color w:val="A6A6A6" w:themeColor="background1" w:themeShade="A6"/>
            </w:rPr>
            <w:t>Click here to enter text.</w:t>
          </w:r>
        </w:p>
      </w:docPartBody>
    </w:docPart>
    <w:docPart>
      <w:docPartPr>
        <w:name w:val="1ADD1AA64F664CBAB31C0308D71034DC"/>
        <w:category>
          <w:name w:val="General"/>
          <w:gallery w:val="placeholder"/>
        </w:category>
        <w:types>
          <w:type w:val="bbPlcHdr"/>
        </w:types>
        <w:behaviors>
          <w:behavior w:val="content"/>
        </w:behaviors>
        <w:guid w:val="{4B07F654-EF1F-41DC-942A-9F1AE4031FC9}"/>
      </w:docPartPr>
      <w:docPartBody>
        <w:p w:rsidR="00193592" w:rsidRDefault="0093153D" w:rsidP="0093153D">
          <w:pPr>
            <w:pStyle w:val="1ADD1AA64F664CBAB31C0308D71034DC1"/>
          </w:pPr>
          <w:r w:rsidRPr="008A35FA">
            <w:rPr>
              <w:color w:val="A6A6A6" w:themeColor="background1" w:themeShade="A6"/>
            </w:rPr>
            <w:t>Click here to enter text.</w:t>
          </w:r>
        </w:p>
      </w:docPartBody>
    </w:docPart>
    <w:docPart>
      <w:docPartPr>
        <w:name w:val="8D8F6BE7790645A4BF07E97E0BB586DE"/>
        <w:category>
          <w:name w:val="General"/>
          <w:gallery w:val="placeholder"/>
        </w:category>
        <w:types>
          <w:type w:val="bbPlcHdr"/>
        </w:types>
        <w:behaviors>
          <w:behavior w:val="content"/>
        </w:behaviors>
        <w:guid w:val="{64BD0119-109D-449E-8617-F5EA073B322A}"/>
      </w:docPartPr>
      <w:docPartBody>
        <w:p w:rsidR="00193592" w:rsidRDefault="0093153D" w:rsidP="0093153D">
          <w:pPr>
            <w:pStyle w:val="8D8F6BE7790645A4BF07E97E0BB586DE1"/>
          </w:pPr>
          <w:r w:rsidRPr="008A35FA">
            <w:rPr>
              <w:color w:val="A6A6A6" w:themeColor="background1" w:themeShade="A6"/>
            </w:rPr>
            <w:t>Click here to enter text.</w:t>
          </w:r>
        </w:p>
      </w:docPartBody>
    </w:docPart>
    <w:docPart>
      <w:docPartPr>
        <w:name w:val="DC270781800C40F1B3C34852B22AECE0"/>
        <w:category>
          <w:name w:val="General"/>
          <w:gallery w:val="placeholder"/>
        </w:category>
        <w:types>
          <w:type w:val="bbPlcHdr"/>
        </w:types>
        <w:behaviors>
          <w:behavior w:val="content"/>
        </w:behaviors>
        <w:guid w:val="{0FD212D3-3CE7-411C-9C16-3554A1B9996A}"/>
      </w:docPartPr>
      <w:docPartBody>
        <w:p w:rsidR="00193592" w:rsidRDefault="0093153D" w:rsidP="0093153D">
          <w:pPr>
            <w:pStyle w:val="DC270781800C40F1B3C34852B22AECE01"/>
          </w:pPr>
          <w:r w:rsidRPr="008A35FA">
            <w:rPr>
              <w:color w:val="A6A6A6" w:themeColor="background1" w:themeShade="A6"/>
            </w:rPr>
            <w:t>Choose an item.</w:t>
          </w:r>
        </w:p>
      </w:docPartBody>
    </w:docPart>
    <w:docPart>
      <w:docPartPr>
        <w:name w:val="CEF0D140C1134B139685E4A3262A98E7"/>
        <w:category>
          <w:name w:val="General"/>
          <w:gallery w:val="placeholder"/>
        </w:category>
        <w:types>
          <w:type w:val="bbPlcHdr"/>
        </w:types>
        <w:behaviors>
          <w:behavior w:val="content"/>
        </w:behaviors>
        <w:guid w:val="{DB77EA3D-E112-488B-8194-D42156D4429E}"/>
      </w:docPartPr>
      <w:docPartBody>
        <w:p w:rsidR="00193592" w:rsidRDefault="0093153D" w:rsidP="0093153D">
          <w:pPr>
            <w:pStyle w:val="CEF0D140C1134B139685E4A3262A98E71"/>
          </w:pPr>
          <w:r w:rsidRPr="008A35FA">
            <w:rPr>
              <w:color w:val="A6A6A6" w:themeColor="background1" w:themeShade="A6"/>
            </w:rPr>
            <w:t>Choose an item.</w:t>
          </w:r>
        </w:p>
      </w:docPartBody>
    </w:docPart>
    <w:docPart>
      <w:docPartPr>
        <w:name w:val="8CE2622E378A45EA828EF2DDFFB202CA"/>
        <w:category>
          <w:name w:val="General"/>
          <w:gallery w:val="placeholder"/>
        </w:category>
        <w:types>
          <w:type w:val="bbPlcHdr"/>
        </w:types>
        <w:behaviors>
          <w:behavior w:val="content"/>
        </w:behaviors>
        <w:guid w:val="{1E3ECEB9-9EAE-4892-B98A-8C202FDE4683}"/>
      </w:docPartPr>
      <w:docPartBody>
        <w:p w:rsidR="00193592" w:rsidRDefault="0093153D" w:rsidP="0093153D">
          <w:pPr>
            <w:pStyle w:val="8CE2622E378A45EA828EF2DDFFB202CA1"/>
          </w:pPr>
          <w:r w:rsidRPr="008A35FA">
            <w:rPr>
              <w:color w:val="A6A6A6" w:themeColor="background1" w:themeShade="A6"/>
            </w:rPr>
            <w:t>Click here to enter text.</w:t>
          </w:r>
        </w:p>
      </w:docPartBody>
    </w:docPart>
    <w:docPart>
      <w:docPartPr>
        <w:name w:val="6103F53774804639A84E6B72A1C2F237"/>
        <w:category>
          <w:name w:val="General"/>
          <w:gallery w:val="placeholder"/>
        </w:category>
        <w:types>
          <w:type w:val="bbPlcHdr"/>
        </w:types>
        <w:behaviors>
          <w:behavior w:val="content"/>
        </w:behaviors>
        <w:guid w:val="{0CAFB1B2-A1F6-48D0-9674-14D7EE7B2C4F}"/>
      </w:docPartPr>
      <w:docPartBody>
        <w:p w:rsidR="00193592" w:rsidRDefault="0093153D" w:rsidP="0093153D">
          <w:pPr>
            <w:pStyle w:val="6103F53774804639A84E6B72A1C2F2371"/>
          </w:pPr>
          <w:r w:rsidRPr="008A35FA">
            <w:rPr>
              <w:color w:val="A6A6A6" w:themeColor="background1" w:themeShade="A6"/>
            </w:rPr>
            <w:t>Click here to enter text.</w:t>
          </w:r>
        </w:p>
      </w:docPartBody>
    </w:docPart>
    <w:docPart>
      <w:docPartPr>
        <w:name w:val="DefaultPlaceholder_-1854013440"/>
        <w:category>
          <w:name w:val="General"/>
          <w:gallery w:val="placeholder"/>
        </w:category>
        <w:types>
          <w:type w:val="bbPlcHdr"/>
        </w:types>
        <w:behaviors>
          <w:behavior w:val="content"/>
        </w:behaviors>
        <w:guid w:val="{6172323A-8FAF-4D27-B4D5-21B2E61B78E6}"/>
      </w:docPartPr>
      <w:docPartBody>
        <w:p w:rsidR="00193592" w:rsidRDefault="0093153D">
          <w:r w:rsidRPr="003E1BA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53D"/>
    <w:rsid w:val="00193592"/>
    <w:rsid w:val="009315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153D"/>
    <w:rPr>
      <w:color w:val="808080"/>
    </w:rPr>
  </w:style>
  <w:style w:type="paragraph" w:customStyle="1" w:styleId="4B076E1EE4D9426CA5B5E946B5DB735D1">
    <w:name w:val="4B076E1EE4D9426CA5B5E946B5DB735D1"/>
    <w:rsid w:val="0093153D"/>
    <w:pPr>
      <w:spacing w:before="80" w:after="80" w:line="240" w:lineRule="auto"/>
    </w:pPr>
    <w:rPr>
      <w:rFonts w:ascii="Calibri" w:eastAsiaTheme="minorHAnsi" w:hAnsi="Calibri" w:cs="Calibri"/>
      <w:lang w:eastAsia="en-US"/>
    </w:rPr>
  </w:style>
  <w:style w:type="paragraph" w:customStyle="1" w:styleId="163606E80E1B43D8830724AD42B36FC11">
    <w:name w:val="163606E80E1B43D8830724AD42B36FC11"/>
    <w:rsid w:val="0093153D"/>
    <w:pPr>
      <w:spacing w:before="80" w:after="80" w:line="240" w:lineRule="auto"/>
    </w:pPr>
    <w:rPr>
      <w:rFonts w:ascii="Calibri" w:eastAsiaTheme="minorHAnsi" w:hAnsi="Calibri" w:cs="Calibri"/>
      <w:lang w:eastAsia="en-US"/>
    </w:rPr>
  </w:style>
  <w:style w:type="paragraph" w:customStyle="1" w:styleId="2E3E0F6FFF434C6DA6DA78D32F8EBF2E1">
    <w:name w:val="2E3E0F6FFF434C6DA6DA78D32F8EBF2E1"/>
    <w:rsid w:val="0093153D"/>
    <w:pPr>
      <w:spacing w:before="80" w:after="80" w:line="240" w:lineRule="auto"/>
    </w:pPr>
    <w:rPr>
      <w:rFonts w:ascii="Calibri" w:eastAsiaTheme="minorHAnsi" w:hAnsi="Calibri" w:cs="Calibri"/>
      <w:lang w:eastAsia="en-US"/>
    </w:rPr>
  </w:style>
  <w:style w:type="paragraph" w:customStyle="1" w:styleId="6C702FF0C939453D88E6EE6E46561C571">
    <w:name w:val="6C702FF0C939453D88E6EE6E46561C571"/>
    <w:rsid w:val="0093153D"/>
    <w:pPr>
      <w:spacing w:before="80" w:after="80" w:line="240" w:lineRule="auto"/>
    </w:pPr>
    <w:rPr>
      <w:rFonts w:ascii="Calibri" w:eastAsiaTheme="minorHAnsi" w:hAnsi="Calibri" w:cs="Calibri"/>
      <w:lang w:eastAsia="en-US"/>
    </w:rPr>
  </w:style>
  <w:style w:type="paragraph" w:customStyle="1" w:styleId="59847D939427452798CC80407D1950291">
    <w:name w:val="59847D939427452798CC80407D1950291"/>
    <w:rsid w:val="0093153D"/>
    <w:pPr>
      <w:spacing w:before="80" w:after="80" w:line="240" w:lineRule="auto"/>
    </w:pPr>
    <w:rPr>
      <w:rFonts w:ascii="Calibri" w:eastAsiaTheme="minorHAnsi" w:hAnsi="Calibri" w:cs="Calibri"/>
      <w:lang w:eastAsia="en-US"/>
    </w:rPr>
  </w:style>
  <w:style w:type="paragraph" w:customStyle="1" w:styleId="33AF9EAE8C3C43F1B33BA656521B3FE51">
    <w:name w:val="33AF9EAE8C3C43F1B33BA656521B3FE51"/>
    <w:rsid w:val="0093153D"/>
    <w:pPr>
      <w:spacing w:before="80" w:after="80" w:line="240" w:lineRule="auto"/>
    </w:pPr>
    <w:rPr>
      <w:rFonts w:ascii="Calibri" w:eastAsiaTheme="minorHAnsi" w:hAnsi="Calibri" w:cs="Calibri"/>
      <w:lang w:eastAsia="en-US"/>
    </w:rPr>
  </w:style>
  <w:style w:type="paragraph" w:customStyle="1" w:styleId="1ADD1AA64F664CBAB31C0308D71034DC1">
    <w:name w:val="1ADD1AA64F664CBAB31C0308D71034DC1"/>
    <w:rsid w:val="0093153D"/>
    <w:pPr>
      <w:spacing w:before="80" w:after="80" w:line="240" w:lineRule="auto"/>
    </w:pPr>
    <w:rPr>
      <w:rFonts w:ascii="Calibri" w:eastAsiaTheme="minorHAnsi" w:hAnsi="Calibri" w:cs="Calibri"/>
      <w:lang w:eastAsia="en-US"/>
    </w:rPr>
  </w:style>
  <w:style w:type="paragraph" w:customStyle="1" w:styleId="8D8F6BE7790645A4BF07E97E0BB586DE1">
    <w:name w:val="8D8F6BE7790645A4BF07E97E0BB586DE1"/>
    <w:rsid w:val="0093153D"/>
    <w:pPr>
      <w:spacing w:before="80" w:after="80" w:line="240" w:lineRule="auto"/>
    </w:pPr>
    <w:rPr>
      <w:rFonts w:ascii="Calibri" w:eastAsiaTheme="minorHAnsi" w:hAnsi="Calibri" w:cs="Calibri"/>
      <w:lang w:eastAsia="en-US"/>
    </w:rPr>
  </w:style>
  <w:style w:type="paragraph" w:customStyle="1" w:styleId="DC270781800C40F1B3C34852B22AECE01">
    <w:name w:val="DC270781800C40F1B3C34852B22AECE01"/>
    <w:rsid w:val="0093153D"/>
    <w:pPr>
      <w:spacing w:before="80" w:after="80" w:line="240" w:lineRule="auto"/>
    </w:pPr>
    <w:rPr>
      <w:rFonts w:ascii="Calibri" w:eastAsiaTheme="minorHAnsi" w:hAnsi="Calibri" w:cs="Calibri"/>
      <w:lang w:eastAsia="en-US"/>
    </w:rPr>
  </w:style>
  <w:style w:type="paragraph" w:customStyle="1" w:styleId="CEF0D140C1134B139685E4A3262A98E71">
    <w:name w:val="CEF0D140C1134B139685E4A3262A98E71"/>
    <w:rsid w:val="0093153D"/>
    <w:pPr>
      <w:spacing w:before="80" w:after="80" w:line="240" w:lineRule="auto"/>
    </w:pPr>
    <w:rPr>
      <w:rFonts w:ascii="Calibri" w:eastAsiaTheme="minorHAnsi" w:hAnsi="Calibri" w:cs="Calibri"/>
      <w:lang w:eastAsia="en-US"/>
    </w:rPr>
  </w:style>
  <w:style w:type="paragraph" w:customStyle="1" w:styleId="8CE2622E378A45EA828EF2DDFFB202CA1">
    <w:name w:val="8CE2622E378A45EA828EF2DDFFB202CA1"/>
    <w:rsid w:val="0093153D"/>
    <w:pPr>
      <w:spacing w:before="80" w:after="80" w:line="240" w:lineRule="auto"/>
    </w:pPr>
    <w:rPr>
      <w:rFonts w:ascii="Calibri" w:eastAsiaTheme="minorHAnsi" w:hAnsi="Calibri" w:cs="Calibri"/>
      <w:lang w:eastAsia="en-US"/>
    </w:rPr>
  </w:style>
  <w:style w:type="paragraph" w:customStyle="1" w:styleId="6103F53774804639A84E6B72A1C2F2371">
    <w:name w:val="6103F53774804639A84E6B72A1C2F2371"/>
    <w:rsid w:val="0093153D"/>
    <w:pPr>
      <w:spacing w:before="80" w:after="80" w:line="240" w:lineRule="auto"/>
    </w:pPr>
    <w:rPr>
      <w:rFonts w:ascii="Calibri" w:eastAsiaTheme="minorHAnsi" w:hAnsi="Calibri" w:cs="Calibr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BB67B1-8E15-4A08-9FEB-32ACE2D52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Template.dotx</Template>
  <TotalTime>54</TotalTime>
  <Pages>2</Pages>
  <Words>493</Words>
  <Characters>2812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Option 2</dc:creator>
  <cp:keywords/>
  <dc:description/>
  <cp:lastModifiedBy>Dylan Townsend</cp:lastModifiedBy>
  <cp:revision>3</cp:revision>
  <dcterms:created xsi:type="dcterms:W3CDTF">2022-11-11T13:01:00Z</dcterms:created>
  <dcterms:modified xsi:type="dcterms:W3CDTF">2022-11-11T17:40:00Z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407</vt:lpwstr>
  </property>
  <property fmtid="{D5CDD505-2E9C-101B-9397-08002B2CF9AE}" pid="3" name="Date">
    <vt:lpwstr>07 November 2022</vt:lpwstr>
  </property>
  <property fmtid="{D5CDD505-2E9C-101B-9397-08002B2CF9AE}" pid="4" name="Version">
    <vt:lpwstr>Version 1.0</vt:lpwstr>
  </property>
</Properties>
</file>