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7FF22348" w:rsidR="00193115" w:rsidRPr="00973740" w:rsidRDefault="001A242F" w:rsidP="00DA5999">
            <w:r>
              <w:t>4</w:t>
            </w:r>
            <w:r w:rsidR="00A71D3F">
              <w:t>18</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4568D836" w:rsidR="00193115" w:rsidRPr="00A71D3F" w:rsidRDefault="00A71D3F" w:rsidP="00DA5999">
            <w:r w:rsidRPr="00A71D3F">
              <w:t>Access SCR alignment</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6AD4ACF5" w:rsidR="00916C37" w:rsidRPr="00973740" w:rsidRDefault="00A71D3F" w:rsidP="00DA5999">
            <w:r w:rsidRPr="00A71D3F">
              <w:t>DNOs, IDNOs, Suppliers CVA Registrants.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74669B0B" w:rsidR="00916C37" w:rsidRPr="00973740" w:rsidRDefault="003B2AE7" w:rsidP="00DA5999">
            <w:r>
              <w:t xml:space="preserve">Part </w:t>
            </w:r>
            <w:r w:rsidR="00A71D3F">
              <w:t>2</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70B59172" w:rsidR="00916C37" w:rsidRPr="00973740" w:rsidRDefault="00A71D3F" w:rsidP="00DA5999">
            <w:r w:rsidRPr="00A71D3F">
              <w:t>01 April 2023</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2C34DE34" w:rsidR="00916C37" w:rsidRPr="00973740" w:rsidRDefault="00E66188" w:rsidP="00DA5999">
            <w:r>
              <w:t>19</w:t>
            </w:r>
            <w:r w:rsidR="00A71D3F">
              <w:t xml:space="preserve"> January 2023 </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1DBBFA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71D3F"/>
    <w:rsid w:val="00A817E9"/>
    <w:rsid w:val="00A828F0"/>
    <w:rsid w:val="00A94393"/>
    <w:rsid w:val="00AB28A4"/>
    <w:rsid w:val="00AC6DB4"/>
    <w:rsid w:val="00B23399"/>
    <w:rsid w:val="00B65B0F"/>
    <w:rsid w:val="00C01797"/>
    <w:rsid w:val="00C14337"/>
    <w:rsid w:val="00CE497A"/>
    <w:rsid w:val="00D7706F"/>
    <w:rsid w:val="00DA5999"/>
    <w:rsid w:val="00DB3EF9"/>
    <w:rsid w:val="00DC59D8"/>
    <w:rsid w:val="00DD667B"/>
    <w:rsid w:val="00DD669B"/>
    <w:rsid w:val="00E42032"/>
    <w:rsid w:val="00E50519"/>
    <w:rsid w:val="00E66188"/>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7</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4</cp:revision>
  <cp:lastPrinted>2021-01-12T10:24:00Z</cp:lastPrinted>
  <dcterms:created xsi:type="dcterms:W3CDTF">2022-10-31T16:46:00Z</dcterms:created>
  <dcterms:modified xsi:type="dcterms:W3CDTF">2023-01-05T12:37:00Z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