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758B2" w14:textId="6B1C0F94" w:rsidR="00754A3D" w:rsidRPr="00754A3D" w:rsidRDefault="00A24745" w:rsidP="00754A3D">
      <w:pPr>
        <w:pStyle w:val="Title"/>
        <w:rPr>
          <w:rFonts w:ascii="Calibri" w:hAnsi="Calibri"/>
          <w:bCs/>
          <w:sz w:val="22"/>
          <w:szCs w:val="22"/>
        </w:rPr>
      </w:pPr>
      <w:r>
        <w:rPr>
          <w:rFonts w:ascii="Calibri" w:hAnsi="Calibri"/>
          <w:sz w:val="22"/>
          <w:szCs w:val="22"/>
        </w:rPr>
        <w:t xml:space="preserve">DCP </w:t>
      </w:r>
      <w:r w:rsidR="00754A3D">
        <w:rPr>
          <w:rFonts w:ascii="Calibri" w:hAnsi="Calibri"/>
          <w:sz w:val="22"/>
          <w:szCs w:val="22"/>
        </w:rPr>
        <w:t>4</w:t>
      </w:r>
      <w:r w:rsidR="00AE0994">
        <w:rPr>
          <w:rFonts w:ascii="Calibri" w:hAnsi="Calibri"/>
          <w:sz w:val="22"/>
          <w:szCs w:val="22"/>
        </w:rPr>
        <w:t>14</w:t>
      </w:r>
      <w:r w:rsidR="00C8482C">
        <w:rPr>
          <w:rFonts w:ascii="Calibri" w:hAnsi="Calibri"/>
          <w:sz w:val="22"/>
          <w:szCs w:val="22"/>
        </w:rPr>
        <w:t xml:space="preserve"> </w:t>
      </w:r>
      <w:r w:rsidR="00994CC8">
        <w:rPr>
          <w:rFonts w:ascii="Calibri" w:hAnsi="Calibri"/>
          <w:sz w:val="22"/>
          <w:szCs w:val="22"/>
        </w:rPr>
        <w:t>–</w:t>
      </w:r>
      <w:r w:rsidR="00C8482C">
        <w:rPr>
          <w:rFonts w:ascii="Calibri" w:hAnsi="Calibri"/>
          <w:sz w:val="22"/>
          <w:szCs w:val="22"/>
        </w:rPr>
        <w:t xml:space="preserve"> </w:t>
      </w:r>
      <w:r w:rsidR="00AE0994" w:rsidRPr="00AE0994">
        <w:rPr>
          <w:rFonts w:ascii="Calibri" w:hAnsi="Calibri"/>
          <w:bCs/>
          <w:sz w:val="22"/>
          <w:szCs w:val="22"/>
        </w:rPr>
        <w:t>Transitional Protection for NHH CT Customers affected by regulatory change</w:t>
      </w:r>
      <w:r w:rsidR="00C21AC5">
        <w:rPr>
          <w:rFonts w:ascii="Calibri" w:hAnsi="Calibri"/>
          <w:bCs/>
          <w:sz w:val="22"/>
          <w:szCs w:val="22"/>
        </w:rPr>
        <w:t xml:space="preserve"> Consultaion 3</w:t>
      </w:r>
    </w:p>
    <w:p w14:paraId="629079A7" w14:textId="48C29B33" w:rsidR="00315909" w:rsidRPr="00315909" w:rsidRDefault="00315909" w:rsidP="00315909">
      <w:pPr>
        <w:pStyle w:val="Title"/>
        <w:rPr>
          <w:rFonts w:ascii="Calibri" w:hAnsi="Calibri"/>
          <w:i/>
          <w:sz w:val="22"/>
          <w:szCs w:val="22"/>
        </w:rPr>
      </w:pP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6ACE83CB"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A823C1">
        <w:rPr>
          <w:rFonts w:ascii="Calibri" w:hAnsi="Calibri"/>
          <w:sz w:val="22"/>
          <w:szCs w:val="22"/>
        </w:rPr>
        <w:t>3</w:t>
      </w:r>
      <w:r w:rsidR="00AE0994">
        <w:rPr>
          <w:rFonts w:ascii="Calibri" w:hAnsi="Calibri"/>
          <w:sz w:val="22"/>
          <w:szCs w:val="22"/>
        </w:rPr>
        <w:t>0</w:t>
      </w:r>
      <w:r w:rsidR="00754A3D">
        <w:rPr>
          <w:rFonts w:ascii="Calibri" w:hAnsi="Calibri"/>
          <w:sz w:val="22"/>
          <w:szCs w:val="22"/>
        </w:rPr>
        <w:t xml:space="preserve"> </w:t>
      </w:r>
      <w:r w:rsidR="00AE0994">
        <w:rPr>
          <w:rFonts w:ascii="Calibri" w:hAnsi="Calibri"/>
          <w:sz w:val="22"/>
          <w:szCs w:val="22"/>
        </w:rPr>
        <w:t>March</w:t>
      </w:r>
      <w:r w:rsidR="004D6571" w:rsidRPr="004D6571">
        <w:rPr>
          <w:rFonts w:ascii="Calibri" w:hAnsi="Calibri"/>
          <w:sz w:val="22"/>
          <w:szCs w:val="22"/>
        </w:rPr>
        <w:t xml:space="preserve"> 202</w:t>
      </w:r>
      <w:r w:rsidR="00AE0994">
        <w:rPr>
          <w:rFonts w:ascii="Calibri" w:hAnsi="Calibri"/>
          <w:sz w:val="22"/>
          <w:szCs w:val="22"/>
        </w:rPr>
        <w:t>3</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77DCE6CB" w:rsidR="00A24745" w:rsidRPr="00A24745" w:rsidRDefault="00C21AC5" w:rsidP="00C8482C">
            <w:pPr>
              <w:pStyle w:val="Question"/>
            </w:pPr>
            <w:r>
              <w:t>Does Solution B require a derogation and if so, what type of derogation would be needed? Please provide rationale</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7D749774" w:rsidR="00A24745" w:rsidRDefault="00C21AC5" w:rsidP="004D6571">
            <w:pPr>
              <w:pStyle w:val="Question"/>
            </w:pPr>
            <w:r>
              <w:t>When should the assessment commence, twelve months post migration or twelve months after the M15 milestone? Please provide rationale.</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449C8300"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201E4728" w14:textId="776CFFBD" w:rsidR="00A24745" w:rsidRDefault="00C21AC5" w:rsidP="00A24745">
            <w:pPr>
              <w:pStyle w:val="Question"/>
            </w:pPr>
            <w:r>
              <w:t>How long should the assessment period last for each option? Please provide rationale.</w:t>
            </w:r>
          </w:p>
        </w:tc>
      </w:tr>
      <w:tr w:rsidR="00A24745" w14:paraId="017C44B4" w14:textId="77777777" w:rsidTr="00A24745">
        <w:sdt>
          <w:sdtPr>
            <w:tag w:val="dcusa_response3"/>
            <w:id w:val="909885104"/>
            <w:placeholder>
              <w:docPart w:val="DefaultPlaceholder_-1854013440"/>
            </w:placeholder>
            <w:showingPlcHdr/>
          </w:sdtPr>
          <w:sdtEndPr/>
          <w:sdtContent>
            <w:tc>
              <w:tcPr>
                <w:tcW w:w="9287" w:type="dxa"/>
              </w:tcPr>
              <w:p w14:paraId="435A7D0D" w14:textId="6D55AD2E" w:rsidR="00A24745" w:rsidRDefault="00A24745" w:rsidP="00A24745">
                <w:pPr>
                  <w:pStyle w:val="BodyText"/>
                </w:pPr>
                <w:r w:rsidRPr="00A65385">
                  <w:rPr>
                    <w:rStyle w:val="PlaceholderText"/>
                  </w:rPr>
                  <w:t>Click or tap here to enter text.</w:t>
                </w:r>
              </w:p>
            </w:tc>
          </w:sdtContent>
        </w:sdt>
      </w:tr>
    </w:tbl>
    <w:p w14:paraId="142B5B19" w14:textId="340250D9"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94FDAEB"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4B47B74D" w14:textId="39A75667" w:rsidR="00C261EB" w:rsidRDefault="00C21AC5" w:rsidP="00C261EB">
            <w:pPr>
              <w:pStyle w:val="Question"/>
            </w:pPr>
            <w:r>
              <w:t xml:space="preserve">Should customers only be moved to a </w:t>
            </w:r>
            <w:proofErr w:type="gramStart"/>
            <w:r>
              <w:t>site specific</w:t>
            </w:r>
            <w:proofErr w:type="gramEnd"/>
            <w:r>
              <w:t xml:space="preserve"> tariff if their calculated capacity is above 69kVA or should it be all customers in line with the current CDCM? Please provide your rationale</w:t>
            </w:r>
            <w:r w:rsidR="000436E1">
              <w:t>.</w:t>
            </w:r>
          </w:p>
        </w:tc>
      </w:tr>
      <w:tr w:rsidR="00C261EB" w14:paraId="13EC8BE0" w14:textId="77777777" w:rsidTr="00C261EB">
        <w:sdt>
          <w:sdtPr>
            <w:tag w:val="dcusa_response4"/>
            <w:id w:val="1780217645"/>
            <w:placeholder>
              <w:docPart w:val="DefaultPlaceholder_-1854013440"/>
            </w:placeholder>
            <w:showingPlcHdr/>
          </w:sdtPr>
          <w:sdtEndPr/>
          <w:sdtContent>
            <w:tc>
              <w:tcPr>
                <w:tcW w:w="9287" w:type="dxa"/>
              </w:tcPr>
              <w:p w14:paraId="278E29F6" w14:textId="73BDDF02" w:rsidR="00C261EB" w:rsidRDefault="00C261EB" w:rsidP="00C261EB">
                <w:pPr>
                  <w:pStyle w:val="BodyText"/>
                </w:pPr>
                <w:r w:rsidRPr="00A65385">
                  <w:rPr>
                    <w:rStyle w:val="PlaceholderText"/>
                  </w:rPr>
                  <w:t>Click or tap here to enter text.</w:t>
                </w:r>
              </w:p>
            </w:tc>
          </w:sdtContent>
        </w:sdt>
      </w:tr>
    </w:tbl>
    <w:p w14:paraId="57E4592A" w14:textId="56214271"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77A433C8"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310DC0A4" w14:textId="6205DD3D" w:rsidR="00C261EB" w:rsidRDefault="00C21AC5" w:rsidP="00C261EB">
            <w:pPr>
              <w:pStyle w:val="Question"/>
            </w:pPr>
            <w:r>
              <w:t xml:space="preserve">Should Domestic customers still retain optionality on whether to be charged on an aggregated basis or a </w:t>
            </w:r>
            <w:r>
              <w:t>site-specific</w:t>
            </w:r>
            <w:r>
              <w:t xml:space="preserve"> basis? Please provide your rationale</w:t>
            </w:r>
            <w:r w:rsidR="000436E1">
              <w:t>.</w:t>
            </w:r>
          </w:p>
        </w:tc>
      </w:tr>
      <w:tr w:rsidR="00C261EB" w14:paraId="127A5DAC" w14:textId="77777777" w:rsidTr="00C261EB">
        <w:sdt>
          <w:sdtPr>
            <w:tag w:val="dcusa_response5"/>
            <w:id w:val="1291019719"/>
            <w:placeholder>
              <w:docPart w:val="DefaultPlaceholder_-1854013440"/>
            </w:placeholder>
            <w:showingPlcHdr/>
          </w:sdtPr>
          <w:sdtEndPr/>
          <w:sdtContent>
            <w:tc>
              <w:tcPr>
                <w:tcW w:w="9287" w:type="dxa"/>
              </w:tcPr>
              <w:p w14:paraId="7163888C" w14:textId="7517175D" w:rsidR="00C261EB" w:rsidRDefault="00C261EB" w:rsidP="00C261EB">
                <w:pPr>
                  <w:pStyle w:val="BodyText"/>
                </w:pPr>
                <w:r w:rsidRPr="00A65385">
                  <w:rPr>
                    <w:rStyle w:val="PlaceholderText"/>
                  </w:rPr>
                  <w:t>Click or tap here to enter text.</w:t>
                </w:r>
              </w:p>
            </w:tc>
          </w:sdtContent>
        </w:sdt>
      </w:tr>
    </w:tbl>
    <w:p w14:paraId="54FEC67C" w14:textId="11E83A48"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0529B6F7" w14:textId="77777777" w:rsidTr="00C261EB">
        <w:trPr>
          <w:cnfStyle w:val="100000000000" w:firstRow="1" w:lastRow="0" w:firstColumn="0" w:lastColumn="0" w:oddVBand="0" w:evenVBand="0" w:oddHBand="0" w:evenHBand="0" w:firstRowFirstColumn="0" w:firstRowLastColumn="0" w:lastRowFirstColumn="0" w:lastRowLastColumn="0"/>
        </w:trPr>
        <w:tc>
          <w:tcPr>
            <w:tcW w:w="9070" w:type="dxa"/>
          </w:tcPr>
          <w:p w14:paraId="75597D52" w14:textId="2DABC188" w:rsidR="00C261EB" w:rsidRDefault="00C21AC5" w:rsidP="00C261EB">
            <w:pPr>
              <w:pStyle w:val="Question"/>
            </w:pPr>
            <w:r>
              <w:t>Which of the two Solutions do you prefer, Solution A or Solution B? Please provide your rationale</w:t>
            </w:r>
          </w:p>
        </w:tc>
      </w:tr>
      <w:tr w:rsidR="00C261EB" w14:paraId="02CD8883" w14:textId="77777777" w:rsidTr="00C261EB">
        <w:sdt>
          <w:sdtPr>
            <w:tag w:val="dcusa_response6"/>
            <w:id w:val="-1524780688"/>
            <w:placeholder>
              <w:docPart w:val="90BE4AE058734CD182CEE32A3FB787C4"/>
            </w:placeholder>
            <w:showingPlcHdr/>
          </w:sdtPr>
          <w:sdtEndPr/>
          <w:sdtContent>
            <w:tc>
              <w:tcPr>
                <w:tcW w:w="9070" w:type="dxa"/>
              </w:tcPr>
              <w:p w14:paraId="2C5CE518" w14:textId="37F8314C" w:rsidR="00C261EB" w:rsidRDefault="00C261EB" w:rsidP="00C261EB">
                <w:pPr>
                  <w:pStyle w:val="BodyText"/>
                </w:pPr>
                <w:r w:rsidRPr="00A65385">
                  <w:rPr>
                    <w:rStyle w:val="PlaceholderText"/>
                  </w:rPr>
                  <w:t>Click or tap here to enter text.</w:t>
                </w:r>
              </w:p>
            </w:tc>
          </w:sdtContent>
        </w:sdt>
      </w:tr>
    </w:tbl>
    <w:p w14:paraId="15109A6D" w14:textId="4787F9AA"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45BCA8EE" w14:textId="77777777" w:rsidTr="00C261EB">
        <w:trPr>
          <w:cnfStyle w:val="100000000000" w:firstRow="1" w:lastRow="0" w:firstColumn="0" w:lastColumn="0" w:oddVBand="0" w:evenVBand="0" w:oddHBand="0" w:evenHBand="0" w:firstRowFirstColumn="0" w:firstRowLastColumn="0" w:lastRowFirstColumn="0" w:lastRowLastColumn="0"/>
        </w:trPr>
        <w:tc>
          <w:tcPr>
            <w:tcW w:w="9287" w:type="dxa"/>
          </w:tcPr>
          <w:p w14:paraId="22021A6E" w14:textId="311BE569" w:rsidR="00C261EB" w:rsidRDefault="00C21AC5" w:rsidP="00C261EB">
            <w:pPr>
              <w:pStyle w:val="Question"/>
            </w:pPr>
            <w:r>
              <w:t>Is there anything in either Solution that would be an improvement to the other Solution? Please provide your rationale.</w:t>
            </w:r>
          </w:p>
        </w:tc>
      </w:tr>
      <w:tr w:rsidR="00C261EB" w14:paraId="10305AE2" w14:textId="77777777" w:rsidTr="00C261EB">
        <w:sdt>
          <w:sdtPr>
            <w:tag w:val="dcusa_response7"/>
            <w:id w:val="1582094869"/>
            <w:placeholder>
              <w:docPart w:val="DefaultPlaceholder_-1854013440"/>
            </w:placeholder>
            <w:showingPlcHdr/>
          </w:sdtPr>
          <w:sdtEndPr/>
          <w:sdtContent>
            <w:tc>
              <w:tcPr>
                <w:tcW w:w="9287" w:type="dxa"/>
              </w:tcPr>
              <w:p w14:paraId="71A98A6D" w14:textId="576B0560" w:rsidR="00C261EB" w:rsidRDefault="00C261EB" w:rsidP="00C261EB">
                <w:pPr>
                  <w:pStyle w:val="BodyText"/>
                </w:pPr>
                <w:r w:rsidRPr="00A65385">
                  <w:rPr>
                    <w:rStyle w:val="PlaceholderText"/>
                  </w:rPr>
                  <w:t>Click or tap here to enter text.</w:t>
                </w:r>
              </w:p>
            </w:tc>
          </w:sdtContent>
        </w:sdt>
      </w:tr>
    </w:tbl>
    <w:p w14:paraId="4681CC6B" w14:textId="3FBA0BEB" w:rsidR="00C261EB" w:rsidRDefault="00C261EB"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61EB" w14:paraId="1E09F13F" w14:textId="77777777" w:rsidTr="000436E1">
        <w:trPr>
          <w:cnfStyle w:val="100000000000" w:firstRow="1" w:lastRow="0" w:firstColumn="0" w:lastColumn="0" w:oddVBand="0" w:evenVBand="0" w:oddHBand="0" w:evenHBand="0" w:firstRowFirstColumn="0" w:firstRowLastColumn="0" w:lastRowFirstColumn="0" w:lastRowLastColumn="0"/>
        </w:trPr>
        <w:tc>
          <w:tcPr>
            <w:tcW w:w="9070" w:type="dxa"/>
          </w:tcPr>
          <w:p w14:paraId="0233F350" w14:textId="70DAE6EA" w:rsidR="00C261EB" w:rsidRDefault="00C21AC5" w:rsidP="00C261EB">
            <w:pPr>
              <w:pStyle w:val="Question"/>
            </w:pPr>
            <w:r w:rsidRPr="007532B3">
              <w:t xml:space="preserve">Do you consider that </w:t>
            </w:r>
            <w:r>
              <w:t xml:space="preserve">Solution A </w:t>
            </w:r>
            <w:r w:rsidRPr="007532B3">
              <w:t>better facilitates the DCUSA objectives? Please give supporting reasons</w:t>
            </w:r>
            <w:r w:rsidR="000436E1" w:rsidRPr="009A4DE9">
              <w:rPr>
                <w:rFonts w:cs="Arial"/>
                <w:bCs/>
              </w:rPr>
              <w:t>.</w:t>
            </w:r>
          </w:p>
        </w:tc>
      </w:tr>
      <w:tr w:rsidR="000436E1" w14:paraId="7A442269" w14:textId="77777777" w:rsidTr="000436E1">
        <w:tc>
          <w:tcPr>
            <w:tcW w:w="9070" w:type="dxa"/>
            <w:vAlign w:val="center"/>
          </w:tcPr>
          <w:p w14:paraId="7E78C5AB" w14:textId="5AE7D577" w:rsidR="000436E1" w:rsidRDefault="000436E1" w:rsidP="000436E1"/>
        </w:tc>
      </w:tr>
    </w:tbl>
    <w:p w14:paraId="1E398BDE" w14:textId="5C38F1E3" w:rsidR="00315909" w:rsidRDefault="0031590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D6571" w14:paraId="255311E1" w14:textId="77777777" w:rsidTr="008C5D66">
        <w:trPr>
          <w:cnfStyle w:val="100000000000" w:firstRow="1" w:lastRow="0" w:firstColumn="0" w:lastColumn="0" w:oddVBand="0" w:evenVBand="0" w:oddHBand="0" w:evenHBand="0" w:firstRowFirstColumn="0" w:firstRowLastColumn="0" w:lastRowFirstColumn="0" w:lastRowLastColumn="0"/>
        </w:trPr>
        <w:tc>
          <w:tcPr>
            <w:tcW w:w="9287" w:type="dxa"/>
          </w:tcPr>
          <w:p w14:paraId="1DF04350" w14:textId="2D47ABDA" w:rsidR="004D6571" w:rsidRDefault="00C21AC5" w:rsidP="008C5D66">
            <w:pPr>
              <w:pStyle w:val="Question"/>
            </w:pPr>
            <w:r w:rsidRPr="007532B3">
              <w:t xml:space="preserve">Do you consider that </w:t>
            </w:r>
            <w:r>
              <w:t xml:space="preserve">Solution B </w:t>
            </w:r>
            <w:r w:rsidRPr="007532B3">
              <w:t>better facilitates the DCUSA objectives? Please give supporting reasons</w:t>
            </w:r>
          </w:p>
        </w:tc>
      </w:tr>
      <w:tr w:rsidR="004D6571" w14:paraId="34816F23" w14:textId="77777777" w:rsidTr="008C5D66">
        <w:sdt>
          <w:sdtPr>
            <w:tag w:val="dcusa_response8"/>
            <w:id w:val="-2043284245"/>
            <w:placeholder>
              <w:docPart w:val="B0935F5782374E35913A890A60524220"/>
            </w:placeholder>
            <w:showingPlcHdr/>
          </w:sdtPr>
          <w:sdtEndPr/>
          <w:sdtContent>
            <w:tc>
              <w:tcPr>
                <w:tcW w:w="9287" w:type="dxa"/>
              </w:tcPr>
              <w:p w14:paraId="7EE1B8F4" w14:textId="77777777" w:rsidR="004D6571" w:rsidRDefault="004D6571" w:rsidP="008C5D66">
                <w:pPr>
                  <w:pStyle w:val="BodyText"/>
                </w:pPr>
                <w:r w:rsidRPr="00A65385">
                  <w:rPr>
                    <w:rStyle w:val="PlaceholderText"/>
                  </w:rPr>
                  <w:t>Click or tap here to enter text.</w:t>
                </w:r>
              </w:p>
            </w:tc>
          </w:sdtContent>
        </w:sdt>
      </w:tr>
    </w:tbl>
    <w:p w14:paraId="0FA48B00" w14:textId="68ECD13E" w:rsidR="004D6571" w:rsidRDefault="004D6571"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D6571" w14:paraId="00CDC678" w14:textId="77777777" w:rsidTr="008C5D66">
        <w:trPr>
          <w:cnfStyle w:val="100000000000" w:firstRow="1" w:lastRow="0" w:firstColumn="0" w:lastColumn="0" w:oddVBand="0" w:evenVBand="0" w:oddHBand="0" w:evenHBand="0" w:firstRowFirstColumn="0" w:firstRowLastColumn="0" w:lastRowFirstColumn="0" w:lastRowLastColumn="0"/>
        </w:trPr>
        <w:tc>
          <w:tcPr>
            <w:tcW w:w="9287" w:type="dxa"/>
          </w:tcPr>
          <w:p w14:paraId="35A11C77" w14:textId="7A24E531" w:rsidR="004D6571" w:rsidRDefault="00C21AC5" w:rsidP="008C5D66">
            <w:pPr>
              <w:pStyle w:val="Question"/>
            </w:pPr>
            <w:r>
              <w:t>What date do you believe this change proposal should be implemented for Solution A? Please provide rationale</w:t>
            </w:r>
          </w:p>
        </w:tc>
      </w:tr>
      <w:tr w:rsidR="004D6571" w14:paraId="48FC1813" w14:textId="77777777" w:rsidTr="008C5D66">
        <w:sdt>
          <w:sdtPr>
            <w:tag w:val="dcusa_response8"/>
            <w:id w:val="-948691541"/>
            <w:placeholder>
              <w:docPart w:val="2EC998DB2299496B8E0BCEA096EF0901"/>
            </w:placeholder>
            <w:showingPlcHdr/>
          </w:sdtPr>
          <w:sdtEndPr/>
          <w:sdtContent>
            <w:tc>
              <w:tcPr>
                <w:tcW w:w="9287" w:type="dxa"/>
              </w:tcPr>
              <w:p w14:paraId="714396C6" w14:textId="77777777" w:rsidR="004D6571" w:rsidRDefault="004D6571" w:rsidP="008C5D66">
                <w:pPr>
                  <w:pStyle w:val="BodyText"/>
                </w:pPr>
                <w:r w:rsidRPr="00A65385">
                  <w:rPr>
                    <w:rStyle w:val="PlaceholderText"/>
                  </w:rPr>
                  <w:t>Click or tap here to enter text.</w:t>
                </w:r>
              </w:p>
            </w:tc>
          </w:sdtContent>
        </w:sdt>
      </w:tr>
    </w:tbl>
    <w:p w14:paraId="60241808" w14:textId="6041D885" w:rsidR="004D6571" w:rsidRDefault="004D6571"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4D6571" w14:paraId="4CD042BA" w14:textId="77777777" w:rsidTr="008C5D66">
        <w:trPr>
          <w:cnfStyle w:val="100000000000" w:firstRow="1" w:lastRow="0" w:firstColumn="0" w:lastColumn="0" w:oddVBand="0" w:evenVBand="0" w:oddHBand="0" w:evenHBand="0" w:firstRowFirstColumn="0" w:firstRowLastColumn="0" w:lastRowFirstColumn="0" w:lastRowLastColumn="0"/>
        </w:trPr>
        <w:tc>
          <w:tcPr>
            <w:tcW w:w="9287" w:type="dxa"/>
          </w:tcPr>
          <w:p w14:paraId="3B9B386B" w14:textId="724A6DB6" w:rsidR="004D6571" w:rsidRDefault="00C21AC5" w:rsidP="008C5D66">
            <w:pPr>
              <w:pStyle w:val="Question"/>
            </w:pPr>
            <w:r>
              <w:t>What date do you believe this change proposal should be implemented for Solution B? Please provide rationale</w:t>
            </w:r>
          </w:p>
        </w:tc>
      </w:tr>
      <w:tr w:rsidR="004D6571" w14:paraId="53E34613" w14:textId="77777777" w:rsidTr="008C5D66">
        <w:sdt>
          <w:sdtPr>
            <w:tag w:val="dcusa_response8"/>
            <w:id w:val="1612164794"/>
            <w:placeholder>
              <w:docPart w:val="2BC23B47ECAF4A2596408C4F96E6A799"/>
            </w:placeholder>
            <w:showingPlcHdr/>
          </w:sdtPr>
          <w:sdtEndPr/>
          <w:sdtContent>
            <w:tc>
              <w:tcPr>
                <w:tcW w:w="9287" w:type="dxa"/>
              </w:tcPr>
              <w:p w14:paraId="6C9CBBF3" w14:textId="77777777" w:rsidR="004D6571" w:rsidRDefault="004D6571" w:rsidP="008C5D66">
                <w:pPr>
                  <w:pStyle w:val="BodyText"/>
                </w:pPr>
                <w:r w:rsidRPr="00A65385">
                  <w:rPr>
                    <w:rStyle w:val="PlaceholderText"/>
                  </w:rPr>
                  <w:t>Click or tap here to enter text.</w:t>
                </w:r>
              </w:p>
            </w:tc>
          </w:sdtContent>
        </w:sdt>
      </w:tr>
    </w:tbl>
    <w:p w14:paraId="1AD2F6D0" w14:textId="3B59F0D6" w:rsidR="0053310E" w:rsidRDefault="0053310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1AC5" w14:paraId="36239D47" w14:textId="77777777" w:rsidTr="00FB0BAC">
        <w:trPr>
          <w:cnfStyle w:val="100000000000" w:firstRow="1" w:lastRow="0" w:firstColumn="0" w:lastColumn="0" w:oddVBand="0" w:evenVBand="0" w:oddHBand="0" w:evenHBand="0" w:firstRowFirstColumn="0" w:firstRowLastColumn="0" w:lastRowFirstColumn="0" w:lastRowLastColumn="0"/>
        </w:trPr>
        <w:tc>
          <w:tcPr>
            <w:tcW w:w="9287" w:type="dxa"/>
          </w:tcPr>
          <w:p w14:paraId="4C1AAB1F" w14:textId="536D7081" w:rsidR="00C21AC5" w:rsidRDefault="00C21AC5" w:rsidP="00FB0BAC">
            <w:pPr>
              <w:pStyle w:val="Question"/>
            </w:pPr>
            <w:r w:rsidRPr="00571044">
              <w:lastRenderedPageBreak/>
              <w:t>Do you have any comments on the draft legal tex</w:t>
            </w:r>
            <w:r>
              <w:t>t for Solution A</w:t>
            </w:r>
            <w:r>
              <w:t>?</w:t>
            </w:r>
          </w:p>
        </w:tc>
      </w:tr>
      <w:tr w:rsidR="00C21AC5" w14:paraId="5DE4547D" w14:textId="77777777" w:rsidTr="00FB0BAC">
        <w:sdt>
          <w:sdtPr>
            <w:tag w:val="dcusa_response8"/>
            <w:id w:val="-1663615883"/>
            <w:placeholder>
              <w:docPart w:val="121B19F7580B40DEAB815E71A52C7DD0"/>
            </w:placeholder>
            <w:showingPlcHdr/>
          </w:sdtPr>
          <w:sdtContent>
            <w:tc>
              <w:tcPr>
                <w:tcW w:w="9287" w:type="dxa"/>
              </w:tcPr>
              <w:p w14:paraId="0F557E8B" w14:textId="77777777" w:rsidR="00C21AC5" w:rsidRDefault="00C21AC5" w:rsidP="00FB0BAC">
                <w:pPr>
                  <w:pStyle w:val="BodyText"/>
                </w:pPr>
                <w:r w:rsidRPr="00A65385">
                  <w:rPr>
                    <w:rStyle w:val="PlaceholderText"/>
                  </w:rPr>
                  <w:t>Click or tap here to enter text.</w:t>
                </w:r>
              </w:p>
            </w:tc>
          </w:sdtContent>
        </w:sdt>
      </w:tr>
    </w:tbl>
    <w:p w14:paraId="07B1EB11" w14:textId="20026337" w:rsidR="0053310E" w:rsidRDefault="0053310E" w:rsidP="0023069B">
      <w:pPr>
        <w:pStyle w:val="BodyText"/>
        <w:rPr>
          <w:rFonts w:ascii="Calibri" w:hAnsi="Calibri"/>
          <w:sz w:val="22"/>
          <w:szCs w:val="22"/>
        </w:rPr>
      </w:pPr>
    </w:p>
    <w:p w14:paraId="16A50322" w14:textId="5375F423" w:rsidR="00C21AC5" w:rsidRDefault="00C21AC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21AC5" w14:paraId="087102D0" w14:textId="77777777" w:rsidTr="00FB0BAC">
        <w:trPr>
          <w:cnfStyle w:val="100000000000" w:firstRow="1" w:lastRow="0" w:firstColumn="0" w:lastColumn="0" w:oddVBand="0" w:evenVBand="0" w:oddHBand="0" w:evenHBand="0" w:firstRowFirstColumn="0" w:firstRowLastColumn="0" w:lastRowFirstColumn="0" w:lastRowLastColumn="0"/>
        </w:trPr>
        <w:tc>
          <w:tcPr>
            <w:tcW w:w="9287" w:type="dxa"/>
          </w:tcPr>
          <w:p w14:paraId="51782003" w14:textId="25FE49C4" w:rsidR="00C21AC5" w:rsidRDefault="00C21AC5" w:rsidP="00FB0BAC">
            <w:pPr>
              <w:pStyle w:val="Question"/>
            </w:pPr>
            <w:r w:rsidRPr="00571044">
              <w:t>Do you have any comments on the draft legal tex</w:t>
            </w:r>
            <w:r>
              <w:t xml:space="preserve">t for Solution </w:t>
            </w:r>
            <w:r>
              <w:t>B?</w:t>
            </w:r>
          </w:p>
        </w:tc>
      </w:tr>
      <w:tr w:rsidR="00C21AC5" w14:paraId="094D11D1" w14:textId="77777777" w:rsidTr="00FB0BAC">
        <w:sdt>
          <w:sdtPr>
            <w:tag w:val="dcusa_response8"/>
            <w:id w:val="-1893802352"/>
            <w:placeholder>
              <w:docPart w:val="C382AC9E7AB348B791AD3AFF186312B4"/>
            </w:placeholder>
            <w:showingPlcHdr/>
          </w:sdtPr>
          <w:sdtContent>
            <w:tc>
              <w:tcPr>
                <w:tcW w:w="9287" w:type="dxa"/>
              </w:tcPr>
              <w:p w14:paraId="7285925E" w14:textId="77777777" w:rsidR="00C21AC5" w:rsidRDefault="00C21AC5" w:rsidP="00FB0BAC">
                <w:pPr>
                  <w:pStyle w:val="BodyText"/>
                </w:pPr>
                <w:r w:rsidRPr="00A65385">
                  <w:rPr>
                    <w:rStyle w:val="PlaceholderText"/>
                  </w:rPr>
                  <w:t>Click or tap here to enter text.</w:t>
                </w:r>
              </w:p>
            </w:tc>
          </w:sdtContent>
        </w:sdt>
      </w:tr>
    </w:tbl>
    <w:p w14:paraId="6F23B2D0" w14:textId="77777777" w:rsidR="00C21AC5" w:rsidRDefault="00C21AC5" w:rsidP="0023069B">
      <w:pPr>
        <w:pStyle w:val="BodyText"/>
        <w:rPr>
          <w:rFonts w:ascii="Calibri" w:hAnsi="Calibri"/>
          <w:sz w:val="22"/>
          <w:szCs w:val="22"/>
        </w:rPr>
      </w:pPr>
    </w:p>
    <w:sectPr w:rsidR="00C21AC5"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D1412" w14:textId="77777777" w:rsidR="00471BA1" w:rsidRDefault="00471BA1" w:rsidP="00FD00A2">
      <w:r>
        <w:separator/>
      </w:r>
    </w:p>
  </w:endnote>
  <w:endnote w:type="continuationSeparator" w:id="0">
    <w:p w14:paraId="33B277D8" w14:textId="77777777" w:rsidR="00471BA1" w:rsidRDefault="00471BA1"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8E32A" w14:textId="77777777" w:rsidR="00471BA1" w:rsidRDefault="00471BA1" w:rsidP="00FD00A2">
      <w:r>
        <w:separator/>
      </w:r>
    </w:p>
  </w:footnote>
  <w:footnote w:type="continuationSeparator" w:id="0">
    <w:p w14:paraId="0C11630A" w14:textId="77777777" w:rsidR="00471BA1" w:rsidRDefault="00471BA1"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will omit the detail of the submitting party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61838667"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9B02DB" w:rsidRPr="00FB3F3A">
      <w:rPr>
        <w:rFonts w:ascii="Calibri" w:hAnsi="Calibri"/>
      </w:rPr>
      <w:t xml:space="preserve">DCP </w:t>
    </w:r>
    <w:r w:rsidR="00754A3D">
      <w:rPr>
        <w:rFonts w:ascii="Calibri" w:hAnsi="Calibri"/>
      </w:rPr>
      <w:t>4</w:t>
    </w:r>
    <w:r w:rsidR="00AE0994">
      <w:rPr>
        <w:rFonts w:ascii="Calibri" w:hAnsi="Calibri"/>
      </w:rPr>
      <w:t>14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0"/>
  </w:num>
  <w:num w:numId="2" w16cid:durableId="1976443881">
    <w:abstractNumId w:val="5"/>
  </w:num>
  <w:num w:numId="3" w16cid:durableId="2020816508">
    <w:abstractNumId w:val="10"/>
  </w:num>
  <w:num w:numId="4" w16cid:durableId="2129930717">
    <w:abstractNumId w:val="3"/>
  </w:num>
  <w:num w:numId="5" w16cid:durableId="1109009051">
    <w:abstractNumId w:val="10"/>
  </w:num>
  <w:num w:numId="6" w16cid:durableId="1349914420">
    <w:abstractNumId w:val="2"/>
  </w:num>
  <w:num w:numId="7" w16cid:durableId="39596718">
    <w:abstractNumId w:val="10"/>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436E1"/>
    <w:rsid w:val="00077D80"/>
    <w:rsid w:val="00134AF7"/>
    <w:rsid w:val="001A43B1"/>
    <w:rsid w:val="001E03C5"/>
    <w:rsid w:val="001F2288"/>
    <w:rsid w:val="00207615"/>
    <w:rsid w:val="00223DF1"/>
    <w:rsid w:val="0023069B"/>
    <w:rsid w:val="00292EF4"/>
    <w:rsid w:val="002B61A0"/>
    <w:rsid w:val="002C24F0"/>
    <w:rsid w:val="0031153A"/>
    <w:rsid w:val="00315909"/>
    <w:rsid w:val="003A64EF"/>
    <w:rsid w:val="003D5FCA"/>
    <w:rsid w:val="0040580C"/>
    <w:rsid w:val="00410907"/>
    <w:rsid w:val="00471BA1"/>
    <w:rsid w:val="004D6571"/>
    <w:rsid w:val="004E13AE"/>
    <w:rsid w:val="0053310E"/>
    <w:rsid w:val="00554409"/>
    <w:rsid w:val="006742DD"/>
    <w:rsid w:val="006861F3"/>
    <w:rsid w:val="006A6FAA"/>
    <w:rsid w:val="00711B18"/>
    <w:rsid w:val="007361B2"/>
    <w:rsid w:val="00754A3D"/>
    <w:rsid w:val="0075624B"/>
    <w:rsid w:val="0076726D"/>
    <w:rsid w:val="00884177"/>
    <w:rsid w:val="008D01AD"/>
    <w:rsid w:val="008F22A5"/>
    <w:rsid w:val="00900A70"/>
    <w:rsid w:val="009152D7"/>
    <w:rsid w:val="00963A66"/>
    <w:rsid w:val="00994CC8"/>
    <w:rsid w:val="009976A3"/>
    <w:rsid w:val="009A3EA3"/>
    <w:rsid w:val="009B02DB"/>
    <w:rsid w:val="009F1AFC"/>
    <w:rsid w:val="00A24745"/>
    <w:rsid w:val="00A817E9"/>
    <w:rsid w:val="00A823C1"/>
    <w:rsid w:val="00A828F0"/>
    <w:rsid w:val="00AC6DB4"/>
    <w:rsid w:val="00AE0994"/>
    <w:rsid w:val="00B10C7A"/>
    <w:rsid w:val="00B42F5F"/>
    <w:rsid w:val="00B915CE"/>
    <w:rsid w:val="00C01797"/>
    <w:rsid w:val="00C21AC5"/>
    <w:rsid w:val="00C261EB"/>
    <w:rsid w:val="00C83505"/>
    <w:rsid w:val="00C8482C"/>
    <w:rsid w:val="00CE497A"/>
    <w:rsid w:val="00D80D09"/>
    <w:rsid w:val="00DB3EF9"/>
    <w:rsid w:val="00E968FB"/>
    <w:rsid w:val="00ED1F8A"/>
    <w:rsid w:val="00EE2CEA"/>
    <w:rsid w:val="00FA65EA"/>
    <w:rsid w:val="00FB3F3A"/>
    <w:rsid w:val="00FD00A2"/>
    <w:rsid w:val="00FD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90BE4AE058734CD182CEE32A3FB787C4"/>
        <w:category>
          <w:name w:val="General"/>
          <w:gallery w:val="placeholder"/>
        </w:category>
        <w:types>
          <w:type w:val="bbPlcHdr"/>
        </w:types>
        <w:behaviors>
          <w:behavior w:val="content"/>
        </w:behaviors>
        <w:guid w:val="{3E6BBC5F-D6A1-4EB8-AED5-C9CC0D61854B}"/>
      </w:docPartPr>
      <w:docPartBody>
        <w:p w:rsidR="00BA6B9B" w:rsidRDefault="0043753B" w:rsidP="0043753B">
          <w:pPr>
            <w:pStyle w:val="90BE4AE058734CD182CEE32A3FB787C4"/>
          </w:pPr>
          <w:r w:rsidRPr="00A65385">
            <w:rPr>
              <w:rStyle w:val="PlaceholderText"/>
            </w:rPr>
            <w:t>Click or tap here to enter text.</w:t>
          </w:r>
        </w:p>
      </w:docPartBody>
    </w:docPart>
    <w:docPart>
      <w:docPartPr>
        <w:name w:val="B0935F5782374E35913A890A60524220"/>
        <w:category>
          <w:name w:val="General"/>
          <w:gallery w:val="placeholder"/>
        </w:category>
        <w:types>
          <w:type w:val="bbPlcHdr"/>
        </w:types>
        <w:behaviors>
          <w:behavior w:val="content"/>
        </w:behaviors>
        <w:guid w:val="{6C874211-49F3-442D-9FBD-2D83B806C911}"/>
      </w:docPartPr>
      <w:docPartBody>
        <w:p w:rsidR="00255506" w:rsidRDefault="00123821" w:rsidP="00123821">
          <w:pPr>
            <w:pStyle w:val="B0935F5782374E35913A890A60524220"/>
          </w:pPr>
          <w:r w:rsidRPr="00A65385">
            <w:rPr>
              <w:rStyle w:val="PlaceholderText"/>
            </w:rPr>
            <w:t>Click or tap here to enter text.</w:t>
          </w:r>
        </w:p>
      </w:docPartBody>
    </w:docPart>
    <w:docPart>
      <w:docPartPr>
        <w:name w:val="2EC998DB2299496B8E0BCEA096EF0901"/>
        <w:category>
          <w:name w:val="General"/>
          <w:gallery w:val="placeholder"/>
        </w:category>
        <w:types>
          <w:type w:val="bbPlcHdr"/>
        </w:types>
        <w:behaviors>
          <w:behavior w:val="content"/>
        </w:behaviors>
        <w:guid w:val="{24A3ABD8-9734-42AA-9632-DF86A2E199ED}"/>
      </w:docPartPr>
      <w:docPartBody>
        <w:p w:rsidR="00255506" w:rsidRDefault="00123821" w:rsidP="00123821">
          <w:pPr>
            <w:pStyle w:val="2EC998DB2299496B8E0BCEA096EF0901"/>
          </w:pPr>
          <w:r w:rsidRPr="00A65385">
            <w:rPr>
              <w:rStyle w:val="PlaceholderText"/>
            </w:rPr>
            <w:t>Click or tap here to enter text.</w:t>
          </w:r>
        </w:p>
      </w:docPartBody>
    </w:docPart>
    <w:docPart>
      <w:docPartPr>
        <w:name w:val="2BC23B47ECAF4A2596408C4F96E6A799"/>
        <w:category>
          <w:name w:val="General"/>
          <w:gallery w:val="placeholder"/>
        </w:category>
        <w:types>
          <w:type w:val="bbPlcHdr"/>
        </w:types>
        <w:behaviors>
          <w:behavior w:val="content"/>
        </w:behaviors>
        <w:guid w:val="{41310AAA-589C-4621-96FC-F98D8F2BAF8D}"/>
      </w:docPartPr>
      <w:docPartBody>
        <w:p w:rsidR="00255506" w:rsidRDefault="00123821" w:rsidP="00123821">
          <w:pPr>
            <w:pStyle w:val="2BC23B47ECAF4A2596408C4F96E6A799"/>
          </w:pPr>
          <w:r w:rsidRPr="00A65385">
            <w:rPr>
              <w:rStyle w:val="PlaceholderText"/>
            </w:rPr>
            <w:t>Click or tap here to enter text.</w:t>
          </w:r>
        </w:p>
      </w:docPartBody>
    </w:docPart>
    <w:docPart>
      <w:docPartPr>
        <w:name w:val="121B19F7580B40DEAB815E71A52C7DD0"/>
        <w:category>
          <w:name w:val="General"/>
          <w:gallery w:val="placeholder"/>
        </w:category>
        <w:types>
          <w:type w:val="bbPlcHdr"/>
        </w:types>
        <w:behaviors>
          <w:behavior w:val="content"/>
        </w:behaviors>
        <w:guid w:val="{E34244D8-3037-47F9-850D-FF50776CA605}"/>
      </w:docPartPr>
      <w:docPartBody>
        <w:p w:rsidR="00000000" w:rsidRDefault="00E36190" w:rsidP="00E36190">
          <w:pPr>
            <w:pStyle w:val="121B19F7580B40DEAB815E71A52C7DD0"/>
          </w:pPr>
          <w:r w:rsidRPr="00A65385">
            <w:rPr>
              <w:rStyle w:val="PlaceholderText"/>
            </w:rPr>
            <w:t>Click or tap here to enter text.</w:t>
          </w:r>
        </w:p>
      </w:docPartBody>
    </w:docPart>
    <w:docPart>
      <w:docPartPr>
        <w:name w:val="C382AC9E7AB348B791AD3AFF186312B4"/>
        <w:category>
          <w:name w:val="General"/>
          <w:gallery w:val="placeholder"/>
        </w:category>
        <w:types>
          <w:type w:val="bbPlcHdr"/>
        </w:types>
        <w:behaviors>
          <w:behavior w:val="content"/>
        </w:behaviors>
        <w:guid w:val="{331C58BD-4DB6-4693-A2F9-400540BAB383}"/>
      </w:docPartPr>
      <w:docPartBody>
        <w:p w:rsidR="00000000" w:rsidRDefault="00E36190" w:rsidP="00E36190">
          <w:pPr>
            <w:pStyle w:val="C382AC9E7AB348B791AD3AFF186312B4"/>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123821"/>
    <w:rsid w:val="00255506"/>
    <w:rsid w:val="00432F57"/>
    <w:rsid w:val="0043753B"/>
    <w:rsid w:val="00BA6B9B"/>
    <w:rsid w:val="00BB07D1"/>
    <w:rsid w:val="00E361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6190"/>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90BE4AE058734CD182CEE32A3FB787C4">
    <w:name w:val="90BE4AE058734CD182CEE32A3FB787C4"/>
    <w:rsid w:val="0043753B"/>
  </w:style>
  <w:style w:type="paragraph" w:customStyle="1" w:styleId="B0935F5782374E35913A890A60524220">
    <w:name w:val="B0935F5782374E35913A890A60524220"/>
    <w:rsid w:val="00123821"/>
  </w:style>
  <w:style w:type="paragraph" w:customStyle="1" w:styleId="2EC998DB2299496B8E0BCEA096EF0901">
    <w:name w:val="2EC998DB2299496B8E0BCEA096EF0901"/>
    <w:rsid w:val="00123821"/>
  </w:style>
  <w:style w:type="paragraph" w:customStyle="1" w:styleId="2BC23B47ECAF4A2596408C4F96E6A799">
    <w:name w:val="2BC23B47ECAF4A2596408C4F96E6A799"/>
    <w:rsid w:val="00123821"/>
  </w:style>
  <w:style w:type="paragraph" w:customStyle="1" w:styleId="121B19F7580B40DEAB815E71A52C7DD0">
    <w:name w:val="121B19F7580B40DEAB815E71A52C7DD0"/>
    <w:rsid w:val="00E36190"/>
  </w:style>
  <w:style w:type="paragraph" w:customStyle="1" w:styleId="98C99358E95F48738391ACB75EFA394A">
    <w:name w:val="98C99358E95F48738391ACB75EFA394A"/>
    <w:rsid w:val="00E36190"/>
  </w:style>
  <w:style w:type="paragraph" w:customStyle="1" w:styleId="C382AC9E7AB348B791AD3AFF186312B4">
    <w:name w:val="C382AC9E7AB348B791AD3AFF186312B4"/>
    <w:rsid w:val="00E361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TotalTime>
  <Pages>3</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2023-03-15T16:55:00Z</dcterms:created>
  <dcterms:modified xsi:type="dcterms:W3CDTF">2023-03-15T16:55:00Z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