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12382" w14:textId="61D3E7FE"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4E7F48EC" w14:textId="77777777" w:rsidR="00340116" w:rsidRDefault="00340116" w:rsidP="0072107A">
      <w:pPr>
        <w:pStyle w:val="Title"/>
      </w:pPr>
    </w:p>
    <w:p w14:paraId="18559588" w14:textId="77777777" w:rsidR="00340116" w:rsidRDefault="00340116" w:rsidP="0072107A">
      <w:pPr>
        <w:pStyle w:val="Title"/>
      </w:pPr>
    </w:p>
    <w:p w14:paraId="1740B891" w14:textId="28FF8086" w:rsidR="008F22A5" w:rsidRPr="0072107A" w:rsidRDefault="00193115" w:rsidP="0072107A">
      <w:pPr>
        <w:pStyle w:val="Title"/>
      </w:pPr>
      <w:r w:rsidRPr="0072107A">
        <w:t xml:space="preserve">Attachment </w:t>
      </w:r>
      <w:r w:rsidR="002029F1">
        <w:t>2</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8F1DC7" w:rsidRPr="00973740" w14:paraId="104B1E77" w14:textId="77777777" w:rsidTr="00DA5999">
        <w:trPr>
          <w:trHeight w:val="227"/>
        </w:trPr>
        <w:tc>
          <w:tcPr>
            <w:tcW w:w="2192" w:type="pct"/>
          </w:tcPr>
          <w:p w14:paraId="6F8B310E" w14:textId="77777777" w:rsidR="008F1DC7" w:rsidRPr="000507AE" w:rsidRDefault="008F1DC7" w:rsidP="008F1DC7">
            <w:r w:rsidRPr="000507AE">
              <w:t>CP number:</w:t>
            </w:r>
          </w:p>
        </w:tc>
        <w:tc>
          <w:tcPr>
            <w:tcW w:w="2808" w:type="pct"/>
          </w:tcPr>
          <w:p w14:paraId="49E5CF36" w14:textId="1ABA43AA" w:rsidR="008F1DC7" w:rsidRPr="000507AE" w:rsidRDefault="008F1DC7" w:rsidP="008F1DC7">
            <w:r w:rsidRPr="000507AE">
              <w:t>DCP 4</w:t>
            </w:r>
            <w:r w:rsidR="00B730E8">
              <w:t>2</w:t>
            </w:r>
            <w:r w:rsidR="00250C66">
              <w:t>1</w:t>
            </w:r>
          </w:p>
        </w:tc>
      </w:tr>
      <w:tr w:rsidR="008F1DC7" w:rsidRPr="00973740" w14:paraId="5CB649AA" w14:textId="77777777" w:rsidTr="00DA5999">
        <w:trPr>
          <w:trHeight w:val="227"/>
        </w:trPr>
        <w:tc>
          <w:tcPr>
            <w:tcW w:w="2192" w:type="pct"/>
          </w:tcPr>
          <w:p w14:paraId="2CDC7886" w14:textId="77777777" w:rsidR="008F1DC7" w:rsidRPr="000507AE" w:rsidRDefault="008F1DC7" w:rsidP="008F1DC7">
            <w:r w:rsidRPr="000507AE">
              <w:t>CP Title:</w:t>
            </w:r>
          </w:p>
        </w:tc>
        <w:tc>
          <w:tcPr>
            <w:tcW w:w="2808" w:type="pct"/>
          </w:tcPr>
          <w:p w14:paraId="2108767C" w14:textId="6CD9218B" w:rsidR="008F1DC7" w:rsidRPr="000507AE" w:rsidRDefault="00FB1649" w:rsidP="00D162B6">
            <w:r w:rsidRPr="00FB1649">
              <w:t>Update the Tables in schedule 15 of DCUSA</w:t>
            </w:r>
          </w:p>
        </w:tc>
      </w:tr>
      <w:tr w:rsidR="008F1DC7" w:rsidRPr="00973740" w14:paraId="07159B52" w14:textId="77777777" w:rsidTr="00DA5999">
        <w:trPr>
          <w:trHeight w:val="227"/>
        </w:trPr>
        <w:tc>
          <w:tcPr>
            <w:tcW w:w="2192" w:type="pct"/>
          </w:tcPr>
          <w:p w14:paraId="5834D7B2" w14:textId="77777777" w:rsidR="008F1DC7" w:rsidRPr="000507AE" w:rsidRDefault="008F1DC7" w:rsidP="008F1DC7">
            <w:r w:rsidRPr="000507AE">
              <w:t>Parties Impacted:</w:t>
            </w:r>
          </w:p>
        </w:tc>
        <w:tc>
          <w:tcPr>
            <w:tcW w:w="2808" w:type="pct"/>
          </w:tcPr>
          <w:p w14:paraId="7E43B8CD" w14:textId="12D60E83" w:rsidR="008F1DC7" w:rsidRPr="000507AE" w:rsidRDefault="00FB1649" w:rsidP="008F1DC7">
            <w:r w:rsidRPr="00BE1B7B">
              <w:rPr>
                <w:sz w:val="24"/>
              </w:rPr>
              <w:t>DNOs, IDNOs</w:t>
            </w:r>
            <w:r>
              <w:rPr>
                <w:sz w:val="24"/>
              </w:rPr>
              <w:t xml:space="preserve"> and S</w:t>
            </w:r>
            <w:r w:rsidRPr="00BE1B7B">
              <w:rPr>
                <w:sz w:val="24"/>
              </w:rPr>
              <w:t>uppliers</w:t>
            </w:r>
          </w:p>
        </w:tc>
      </w:tr>
      <w:tr w:rsidR="008F1DC7" w:rsidRPr="00973740" w14:paraId="6FD21DA9" w14:textId="77777777" w:rsidTr="00DA5999">
        <w:trPr>
          <w:trHeight w:val="227"/>
        </w:trPr>
        <w:tc>
          <w:tcPr>
            <w:tcW w:w="2192" w:type="pct"/>
          </w:tcPr>
          <w:p w14:paraId="62F43C3A" w14:textId="77777777" w:rsidR="008F1DC7" w:rsidRPr="000507AE" w:rsidRDefault="008F1DC7" w:rsidP="008F1DC7">
            <w:r w:rsidRPr="000507AE">
              <w:t>Part 1 / Part 2 Matter:</w:t>
            </w:r>
          </w:p>
        </w:tc>
        <w:tc>
          <w:tcPr>
            <w:tcW w:w="2808" w:type="pct"/>
          </w:tcPr>
          <w:p w14:paraId="4EB77A0D" w14:textId="22266324" w:rsidR="008F1DC7" w:rsidRPr="000507AE" w:rsidRDefault="008F1DC7" w:rsidP="000507AE">
            <w:pPr>
              <w:pStyle w:val="TOC1"/>
              <w:spacing w:after="80"/>
            </w:pPr>
            <w:r w:rsidRPr="000507AE">
              <w:t xml:space="preserve">Part </w:t>
            </w:r>
            <w:r w:rsidR="00250C66">
              <w:t>2</w:t>
            </w:r>
            <w:r w:rsidRPr="000507AE">
              <w:t xml:space="preserve"> Matter</w:t>
            </w:r>
          </w:p>
        </w:tc>
      </w:tr>
      <w:tr w:rsidR="008F1DC7" w:rsidRPr="00973740" w14:paraId="764A51CB" w14:textId="77777777" w:rsidTr="00DA5999">
        <w:trPr>
          <w:trHeight w:val="227"/>
        </w:trPr>
        <w:tc>
          <w:tcPr>
            <w:tcW w:w="2192" w:type="pct"/>
          </w:tcPr>
          <w:p w14:paraId="6AC8CD89" w14:textId="77777777" w:rsidR="008F1DC7" w:rsidRPr="000507AE" w:rsidRDefault="008F1DC7" w:rsidP="008F1DC7">
            <w:r w:rsidRPr="000507AE">
              <w:t>Implementation Date:</w:t>
            </w:r>
          </w:p>
        </w:tc>
        <w:tc>
          <w:tcPr>
            <w:tcW w:w="2808" w:type="pct"/>
          </w:tcPr>
          <w:p w14:paraId="3481E566" w14:textId="3634BF51" w:rsidR="008F1DC7" w:rsidRPr="000507AE" w:rsidRDefault="00250C66" w:rsidP="008F1DC7">
            <w:r>
              <w:rPr>
                <w:rFonts w:cs="Arial"/>
                <w:szCs w:val="20"/>
              </w:rPr>
              <w:t>5</w:t>
            </w:r>
            <w:r w:rsidR="002F701F">
              <w:rPr>
                <w:rFonts w:cs="Arial"/>
                <w:szCs w:val="20"/>
              </w:rPr>
              <w:t xml:space="preserve"> working days after </w:t>
            </w:r>
            <w:r w:rsidR="00101474">
              <w:rPr>
                <w:rFonts w:cs="Arial"/>
                <w:szCs w:val="20"/>
              </w:rPr>
              <w:t>Industry Approval</w:t>
            </w:r>
            <w:r w:rsidR="002F701F">
              <w:rPr>
                <w:rFonts w:cs="Arial"/>
                <w:szCs w:val="20"/>
              </w:rPr>
              <w:t>.</w:t>
            </w:r>
          </w:p>
        </w:tc>
      </w:tr>
      <w:tr w:rsidR="008F1DC7" w:rsidRPr="00973740" w14:paraId="3C97C123" w14:textId="77777777" w:rsidTr="00DA5999">
        <w:trPr>
          <w:trHeight w:val="227"/>
        </w:trPr>
        <w:tc>
          <w:tcPr>
            <w:tcW w:w="2192" w:type="pct"/>
          </w:tcPr>
          <w:p w14:paraId="1C30CD7D" w14:textId="77777777" w:rsidR="008F1DC7" w:rsidRPr="000507AE" w:rsidRDefault="008F1DC7" w:rsidP="008F1DC7">
            <w:r w:rsidRPr="000507AE">
              <w:t>Voting End Date:</w:t>
            </w:r>
          </w:p>
        </w:tc>
        <w:tc>
          <w:tcPr>
            <w:tcW w:w="2808" w:type="pct"/>
          </w:tcPr>
          <w:p w14:paraId="1747E7E4" w14:textId="4F0D60EA" w:rsidR="008F1DC7" w:rsidRPr="000507AE" w:rsidRDefault="002029F1" w:rsidP="008F1DC7">
            <w:r>
              <w:t>17</w:t>
            </w:r>
            <w:r w:rsidR="008F1DC7" w:rsidRPr="000507AE">
              <w:t xml:space="preserve"> </w:t>
            </w:r>
            <w:r w:rsidR="00250C66">
              <w:t>September</w:t>
            </w:r>
            <w:r w:rsidR="008F1DC7" w:rsidRPr="000507AE">
              <w:t xml:space="preserve"> 202</w:t>
            </w:r>
            <w:r w:rsidR="008C0FB2">
              <w:t>4</w:t>
            </w:r>
            <w:r w:rsidR="008F1DC7" w:rsidRPr="000507AE">
              <w:t xml:space="preserve"> - </w:t>
            </w:r>
            <w:hyperlink r:id="rId8" w:history="1">
              <w:r w:rsidR="008F1DC7" w:rsidRPr="000507AE">
                <w:rPr>
                  <w:rStyle w:val="Hyperlink"/>
                </w:rPr>
                <w:t>dcusa@electralink.co.uk</w:t>
              </w:r>
            </w:hyperlink>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Second Party Name"/>
            <w:tag w:val="party_name2"/>
            <w:id w:val="572402832"/>
            <w:placeholder>
              <w:docPart w:val="3C3F77412FA5471DB49302ED6EC3D194"/>
            </w:placeholder>
            <w:showingPlcHdr/>
            <w:text/>
          </w:sdtPr>
          <w:sdtEndPr/>
          <w:sdtContent>
            <w:tc>
              <w:tcPr>
                <w:tcW w:w="2808" w:type="pct"/>
              </w:tcPr>
              <w:p w14:paraId="3B301D6A" w14:textId="696A6AD4" w:rsidR="00B23399" w:rsidRPr="008A35FA" w:rsidRDefault="00226B9B"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14922D0D" w:rsidR="00B23399" w:rsidRPr="008A35FA" w:rsidRDefault="00226B9B" w:rsidP="00DA5999">
                <w:pPr>
                  <w:rPr>
                    <w:color w:val="A6A6A6" w:themeColor="background1" w:themeShade="A6"/>
                  </w:rPr>
                </w:pPr>
                <w:r w:rsidRPr="005D19FB">
                  <w:rPr>
                    <w:rStyle w:val="PlaceholderText"/>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Second Party Name"/>
            <w:tag w:val="party_name2"/>
            <w:id w:val="-1838222623"/>
            <w:placeholder>
              <w:docPart w:val="0C82B18614FE459ABECAEC066C303BF5"/>
            </w:placeholder>
            <w:showingPlcHdr/>
            <w:text/>
          </w:sdtPr>
          <w:sdtEndPr/>
          <w:sdtContent>
            <w:tc>
              <w:tcPr>
                <w:tcW w:w="2808" w:type="pct"/>
              </w:tcPr>
              <w:p w14:paraId="531238F3" w14:textId="06F6333D" w:rsidR="00B23399" w:rsidRPr="008A35FA" w:rsidRDefault="00226B9B"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text/>
          </w:sdtPr>
          <w:sdtEndPr/>
          <w:sdtContent>
            <w:tc>
              <w:tcPr>
                <w:tcW w:w="2808" w:type="pct"/>
              </w:tcPr>
              <w:p w14:paraId="04F65572" w14:textId="713C721B" w:rsidR="00B23399" w:rsidRPr="008A35FA" w:rsidRDefault="00226B9B" w:rsidP="00DA5999">
                <w:pPr>
                  <w:rPr>
                    <w:color w:val="A6A6A6" w:themeColor="background1" w:themeShade="A6"/>
                  </w:rPr>
                </w:pPr>
                <w:r w:rsidRPr="00C737B0">
                  <w:rPr>
                    <w:color w:val="A6A6A6" w:themeColor="background1" w:themeShade="A6"/>
                  </w:rPr>
                  <w:t>Click here to enter text.</w:t>
                </w:r>
              </w:p>
            </w:tc>
          </w:sdtContent>
        </w:sdt>
      </w:tr>
    </w:tbl>
    <w:p w14:paraId="0C0B9653" w14:textId="77777777" w:rsidR="00B23399"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8C0FB2" w:rsidRPr="00DA5999" w14:paraId="3C62AA4C" w14:textId="77777777" w:rsidTr="003E4661">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69820765" w14:textId="77777777" w:rsidR="008C0FB2" w:rsidRPr="00DA5999" w:rsidRDefault="008C0FB2" w:rsidP="003E4661">
            <w:pPr>
              <w:pStyle w:val="ColumnHeading"/>
            </w:pPr>
            <w:r w:rsidRPr="00973740">
              <w:t>Response</w:t>
            </w:r>
          </w:p>
        </w:tc>
      </w:tr>
      <w:tr w:rsidR="008C0FB2" w:rsidRPr="008A35FA" w14:paraId="0D657F58" w14:textId="77777777" w:rsidTr="003E4661">
        <w:tc>
          <w:tcPr>
            <w:tcW w:w="2195" w:type="pct"/>
          </w:tcPr>
          <w:p w14:paraId="302C0212" w14:textId="77777777" w:rsidR="008C0FB2" w:rsidRPr="00973740" w:rsidRDefault="008C0FB2" w:rsidP="003E4661">
            <w:r w:rsidRPr="00973740">
              <w:t>Proposed solution:</w:t>
            </w:r>
          </w:p>
        </w:tc>
        <w:sdt>
          <w:sdtPr>
            <w:rPr>
              <w:color w:val="A6A6A6" w:themeColor="background1" w:themeShade="A6"/>
            </w:rPr>
            <w:alias w:val="Proposed Solution"/>
            <w:tag w:val="proposed_solution"/>
            <w:id w:val="-1730296221"/>
            <w:placeholder>
              <w:docPart w:val="2CFA2F6FFE734882AB8D706900F7BFE1"/>
            </w:placeholder>
            <w:showingPlcHdr/>
            <w:dropDownList>
              <w:listItem w:value="Choose an item."/>
              <w:listItem w:displayText="Accept" w:value="Accept"/>
              <w:listItem w:displayText="Reject" w:value="Reject"/>
            </w:dropDownList>
          </w:sdtPr>
          <w:sdtEndPr/>
          <w:sdtContent>
            <w:tc>
              <w:tcPr>
                <w:tcW w:w="2805" w:type="pct"/>
              </w:tcPr>
              <w:p w14:paraId="23584BED" w14:textId="77777777" w:rsidR="008C0FB2" w:rsidRPr="008A35FA" w:rsidRDefault="008C0FB2" w:rsidP="003E4661">
                <w:pPr>
                  <w:rPr>
                    <w:color w:val="A6A6A6" w:themeColor="background1" w:themeShade="A6"/>
                  </w:rPr>
                </w:pPr>
                <w:r w:rsidRPr="005D19FB">
                  <w:rPr>
                    <w:rStyle w:val="PlaceholderText"/>
                  </w:rPr>
                  <w:t>Choose an item.</w:t>
                </w:r>
              </w:p>
            </w:tc>
          </w:sdtContent>
        </w:sdt>
      </w:tr>
      <w:tr w:rsidR="008C0FB2" w:rsidRPr="008A35FA" w14:paraId="7ED50C31" w14:textId="77777777" w:rsidTr="003E4661">
        <w:tc>
          <w:tcPr>
            <w:tcW w:w="2195" w:type="pct"/>
            <w:tcBorders>
              <w:bottom w:val="single" w:sz="4" w:space="0" w:color="auto"/>
            </w:tcBorders>
          </w:tcPr>
          <w:p w14:paraId="09D307F2" w14:textId="77777777" w:rsidR="008C0FB2" w:rsidRPr="00973740" w:rsidRDefault="008C0FB2" w:rsidP="003E4661">
            <w:r w:rsidRPr="00973740">
              <w:t>Implementation date:</w:t>
            </w:r>
          </w:p>
        </w:tc>
        <w:sdt>
          <w:sdtPr>
            <w:rPr>
              <w:color w:val="A6A6A6" w:themeColor="background1" w:themeShade="A6"/>
            </w:rPr>
            <w:alias w:val="Implementation Date"/>
            <w:tag w:val="implementation_date"/>
            <w:id w:val="-1016541940"/>
            <w:placeholder>
              <w:docPart w:val="20CF3EF7123340FEA021FA84F28DF81F"/>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7FE4927F" w14:textId="77777777" w:rsidR="008C0FB2" w:rsidRPr="008A35FA" w:rsidRDefault="008C0FB2" w:rsidP="003E4661">
                <w:pPr>
                  <w:rPr>
                    <w:color w:val="A6A6A6" w:themeColor="background1" w:themeShade="A6"/>
                  </w:rPr>
                </w:pPr>
                <w:r w:rsidRPr="005D19FB">
                  <w:rPr>
                    <w:rStyle w:val="PlaceholderText"/>
                  </w:rPr>
                  <w:t>Choose an item.</w:t>
                </w:r>
              </w:p>
            </w:tc>
          </w:sdtContent>
        </w:sdt>
      </w:tr>
      <w:tr w:rsidR="008C0FB2" w:rsidRPr="00226B9B" w14:paraId="5837286F" w14:textId="77777777" w:rsidTr="003E4661">
        <w:tc>
          <w:tcPr>
            <w:tcW w:w="2195" w:type="pct"/>
          </w:tcPr>
          <w:p w14:paraId="4E41AFF5" w14:textId="77777777" w:rsidR="008C0FB2" w:rsidRPr="00973740" w:rsidRDefault="008C0FB2" w:rsidP="003E4661">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6B6E5BFE3D0445B9A66D9834B8A0C42B"/>
            </w:placeholder>
          </w:sdtPr>
          <w:sdtEndPr/>
          <w:sdtContent>
            <w:tc>
              <w:tcPr>
                <w:tcW w:w="2805" w:type="pct"/>
              </w:tcPr>
              <w:p w14:paraId="49082318" w14:textId="77777777" w:rsidR="008C0FB2" w:rsidRPr="00226B9B" w:rsidRDefault="00101474" w:rsidP="003E4661">
                <w:sdt>
                  <w:sdtPr>
                    <w:rPr>
                      <w:color w:val="A6A6A6" w:themeColor="background1" w:themeShade="A6"/>
                    </w:rPr>
                    <w:alias w:val="Second Party Name"/>
                    <w:tag w:val="party_name2"/>
                    <w:id w:val="-178663066"/>
                    <w:placeholder>
                      <w:docPart w:val="9344C24739A3473988EEF3CBD011DCBC"/>
                    </w:placeholder>
                    <w:showingPlcHdr/>
                    <w:text/>
                  </w:sdtPr>
                  <w:sdtEndPr/>
                  <w:sdtContent>
                    <w:r w:rsidR="008C0FB2" w:rsidRPr="008A35FA">
                      <w:rPr>
                        <w:color w:val="A6A6A6" w:themeColor="background1" w:themeShade="A6"/>
                      </w:rPr>
                      <w:t>Click here to enter text.</w:t>
                    </w:r>
                  </w:sdtContent>
                </w:sdt>
                <w:r w:rsidR="008C0FB2" w:rsidRPr="00AB28A4">
                  <w:rPr>
                    <w:color w:val="A6A6A6" w:themeColor="background1" w:themeShade="A6"/>
                  </w:rPr>
                  <w:t xml:space="preserve"> </w:t>
                </w:r>
              </w:p>
            </w:tc>
          </w:sdtContent>
        </w:sdt>
      </w:tr>
      <w:tr w:rsidR="00FB1649" w:rsidRPr="00226B9B" w14:paraId="68ED209C" w14:textId="77777777" w:rsidTr="003E4661">
        <w:tc>
          <w:tcPr>
            <w:tcW w:w="2195" w:type="pct"/>
          </w:tcPr>
          <w:p w14:paraId="2D022BB5" w14:textId="027F0210" w:rsidR="00FB1649" w:rsidRPr="00973740" w:rsidRDefault="00FB1649" w:rsidP="00FB1649">
            <w:r w:rsidRPr="00973740">
              <w:lastRenderedPageBreak/>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D338C9549A9C4CD7BBD583809D99CF3F"/>
            </w:placeholder>
            <w:showingPlcHdr/>
          </w:sdtPr>
          <w:sdtEndPr/>
          <w:sdtContent>
            <w:tc>
              <w:tcPr>
                <w:tcW w:w="2805" w:type="pct"/>
              </w:tcPr>
              <w:p w14:paraId="47537CF2" w14:textId="6476FB53" w:rsidR="00FB1649" w:rsidRDefault="00FB1649" w:rsidP="00FB164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1618DA" w:rsidRPr="00973740" w14:paraId="144F808B" w14:textId="77777777" w:rsidTr="00925F34">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2574FE60" w14:textId="77777777" w:rsidR="001618DA" w:rsidRPr="00A94393" w:rsidRDefault="001618DA" w:rsidP="00925F34">
            <w:pPr>
              <w:pStyle w:val="ColumnHeading"/>
            </w:pPr>
            <w:r w:rsidRPr="00A94393">
              <w:t>DCUSA Objectives</w:t>
            </w:r>
          </w:p>
        </w:tc>
      </w:tr>
      <w:tr w:rsidR="001618DA" w:rsidRPr="00973740" w14:paraId="412EDBCA" w14:textId="77777777" w:rsidTr="00925F34">
        <w:tc>
          <w:tcPr>
            <w:tcW w:w="5000" w:type="pct"/>
            <w:tcBorders>
              <w:bottom w:val="single" w:sz="4" w:space="0" w:color="auto"/>
            </w:tcBorders>
            <w:shd w:val="clear" w:color="auto" w:fill="D9D9D9" w:themeFill="background1" w:themeFillShade="D9"/>
          </w:tcPr>
          <w:p w14:paraId="49031BE7" w14:textId="77777777" w:rsidR="001618DA" w:rsidRPr="0072107A" w:rsidRDefault="001618DA" w:rsidP="00925F34">
            <w:pPr>
              <w:pStyle w:val="ObjectivesHeading"/>
            </w:pPr>
            <w:r w:rsidRPr="0072107A">
              <w:t>DCUSA General Objectives</w:t>
            </w:r>
          </w:p>
          <w:p w14:paraId="17524ABB" w14:textId="77777777" w:rsidR="001618DA" w:rsidRPr="004D3204" w:rsidRDefault="001618DA" w:rsidP="00925F34">
            <w:pPr>
              <w:pStyle w:val="ListNumber"/>
              <w:numPr>
                <w:ilvl w:val="0"/>
                <w:numId w:val="17"/>
              </w:numPr>
            </w:pPr>
            <w:r w:rsidRPr="004D3204">
              <w:t>The development, maintenance and operation by each of the DNO Parties and IDNO Parties of an efficient, co-ordinated, and economical Distribution System.</w:t>
            </w:r>
          </w:p>
          <w:p w14:paraId="4B09AB4B" w14:textId="77777777" w:rsidR="001618DA" w:rsidRPr="004D3204" w:rsidRDefault="001618DA" w:rsidP="00925F34">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4CFD4166" w14:textId="77777777" w:rsidR="001618DA" w:rsidRPr="004D3204" w:rsidRDefault="001618DA" w:rsidP="00925F34">
            <w:pPr>
              <w:pStyle w:val="ListNumber"/>
              <w:numPr>
                <w:ilvl w:val="0"/>
                <w:numId w:val="17"/>
              </w:numPr>
            </w:pPr>
            <w:r w:rsidRPr="004D3204">
              <w:t>The efficient discharge by each of the DNO Parties and IDNO Parties of the obligations imposed upon them by their Distribution Licences.</w:t>
            </w:r>
          </w:p>
          <w:p w14:paraId="2AC2C823" w14:textId="77777777" w:rsidR="001618DA" w:rsidRPr="004D3204" w:rsidRDefault="001618DA" w:rsidP="00925F34">
            <w:pPr>
              <w:pStyle w:val="ListNumber"/>
              <w:numPr>
                <w:ilvl w:val="0"/>
                <w:numId w:val="17"/>
              </w:numPr>
            </w:pPr>
            <w:r w:rsidRPr="004D3204">
              <w:t>The promotion of efficiency in the implementation and administration of this Agreement and the arrangements under it.</w:t>
            </w:r>
          </w:p>
          <w:p w14:paraId="0D84B7A4" w14:textId="77777777" w:rsidR="001618DA" w:rsidRPr="004D3204" w:rsidRDefault="001618DA" w:rsidP="00925F34">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3785C8A6" w14:textId="77777777" w:rsidR="001618DA" w:rsidRPr="004D3204" w:rsidRDefault="001618DA" w:rsidP="00925F34">
            <w:pPr>
              <w:pStyle w:val="ObjectivesHeading"/>
            </w:pPr>
            <w:r w:rsidRPr="004D3204">
              <w:t xml:space="preserve">DCUSA Charging Objectives </w:t>
            </w:r>
          </w:p>
          <w:p w14:paraId="226F5961" w14:textId="77777777" w:rsidR="001618DA" w:rsidRPr="004D3204" w:rsidRDefault="001618DA" w:rsidP="00925F34">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24C4A63F" w14:textId="77777777" w:rsidR="001618DA" w:rsidRPr="004D3204" w:rsidRDefault="001618DA" w:rsidP="00925F34">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272A87B8" w14:textId="77777777" w:rsidR="001618DA" w:rsidRPr="004D3204" w:rsidRDefault="001618DA" w:rsidP="00925F34">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5A5669A" w14:textId="77777777" w:rsidR="001618DA" w:rsidRPr="004D3204" w:rsidRDefault="001618DA" w:rsidP="00925F34">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555DE3BB" w14:textId="77777777" w:rsidR="001618DA" w:rsidRPr="004D3204" w:rsidRDefault="001618DA" w:rsidP="00925F34">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DF66935" w14:textId="77777777" w:rsidR="001618DA" w:rsidRPr="00973740" w:rsidRDefault="001618DA" w:rsidP="00925F34">
            <w:pPr>
              <w:pStyle w:val="ListNumber"/>
              <w:numPr>
                <w:ilvl w:val="0"/>
                <w:numId w:val="17"/>
              </w:numPr>
            </w:pPr>
            <w:r w:rsidRPr="004D3204">
              <w:t>that compliance with the Charging Methodologies promotes efficiency in its own implementation and administration.</w:t>
            </w:r>
          </w:p>
        </w:tc>
      </w:tr>
    </w:tbl>
    <w:p w14:paraId="55E613CC" w14:textId="77777777" w:rsidR="001618DA" w:rsidRPr="00973740" w:rsidRDefault="001618DA" w:rsidP="001618DA"/>
    <w:sectPr w:rsidR="001618DA" w:rsidRPr="00973740" w:rsidSect="001D313A">
      <w:headerReference w:type="default" r:id="rId9"/>
      <w:footerReference w:type="default" r:id="rId10"/>
      <w:headerReference w:type="first" r:id="rId11"/>
      <w:footerReference w:type="first" r:id="rId12"/>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6C5574" w14:textId="77777777" w:rsidR="00FC19AA" w:rsidRDefault="00FC19AA" w:rsidP="0072107A">
      <w:r>
        <w:separator/>
      </w:r>
    </w:p>
  </w:endnote>
  <w:endnote w:type="continuationSeparator" w:id="0">
    <w:p w14:paraId="0E26683D" w14:textId="77777777" w:rsidR="00FC19AA" w:rsidRDefault="00FC19AA"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011C7" w14:textId="5C2840BC"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E01DC" w14:textId="46AE65B5"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398F0" w14:textId="77777777" w:rsidR="00FC19AA" w:rsidRDefault="00FC19AA" w:rsidP="0072107A">
      <w:r>
        <w:separator/>
      </w:r>
    </w:p>
  </w:footnote>
  <w:footnote w:type="continuationSeparator" w:id="0">
    <w:p w14:paraId="63658197" w14:textId="77777777" w:rsidR="00FC19AA" w:rsidRDefault="00FC19AA"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D7ECC78" w14:textId="77777777" w:rsidR="00FB1649" w:rsidRDefault="00FB1649" w:rsidP="0072107A">
      <w:pPr>
        <w:pStyle w:val="FootnoteText"/>
      </w:pPr>
      <w:r>
        <w:rPr>
          <w:rStyle w:val="FootnoteReference"/>
        </w:rPr>
        <w:footnoteRef/>
      </w:r>
      <w:r>
        <w:t xml:space="preserve"> </w:t>
      </w:r>
      <w:r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BB373" w14:textId="0B62FECC" w:rsidR="00FD00A2"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5A6D9A">
      <w:t>4</w:t>
    </w:r>
    <w:r w:rsidR="008C0FB2">
      <w:t>2</w:t>
    </w:r>
    <w:r w:rsidR="001618DA">
      <w:t>1</w:t>
    </w:r>
  </w:p>
  <w:p w14:paraId="7C911FCA" w14:textId="77777777" w:rsidR="00176DC0" w:rsidRPr="00973740" w:rsidRDefault="00176DC0" w:rsidP="007210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20482" w14:textId="6E7DE351" w:rsidR="001D313A" w:rsidRPr="00973740" w:rsidRDefault="00340116" w:rsidP="001D313A">
    <w:pPr>
      <w:pStyle w:val="Header"/>
    </w:pPr>
    <w:r w:rsidRPr="00A61E19">
      <w:rPr>
        <w:noProof/>
        <w:lang w:eastAsia="en-GB"/>
      </w:rPr>
      <w:drawing>
        <wp:anchor distT="0" distB="0" distL="114300" distR="114300" simplePos="0" relativeHeight="251658752" behindDoc="1" locked="0" layoutInCell="1" allowOverlap="1" wp14:anchorId="49A60EB5" wp14:editId="48187CF0">
          <wp:simplePos x="0" y="0"/>
          <wp:positionH relativeFrom="margin">
            <wp:posOffset>-552541</wp:posOffset>
          </wp:positionH>
          <wp:positionV relativeFrom="page">
            <wp:posOffset>135618</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313A" w:rsidRPr="00973740">
      <w:tab/>
    </w:r>
  </w:p>
  <w:p w14:paraId="5713EE3B" w14:textId="0E59F41F"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835F94"/>
    <w:multiLevelType w:val="hybridMultilevel"/>
    <w:tmpl w:val="91BEC34A"/>
    <w:lvl w:ilvl="0" w:tplc="877C2B06">
      <w:start w:val="1"/>
      <w:numFmt w:val="bullet"/>
      <w:lvlText w:val=""/>
      <w:lvlJc w:val="left"/>
      <w:pPr>
        <w:tabs>
          <w:tab w:val="num" w:pos="795"/>
        </w:tabs>
        <w:ind w:left="795" w:hanging="360"/>
      </w:pPr>
      <w:rPr>
        <w:rFonts w:ascii="Symbol" w:hAnsi="Symbol" w:hint="default"/>
        <w:color w:val="FFFFFF" w:themeColor="background1"/>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72599714">
    <w:abstractNumId w:val="10"/>
  </w:num>
  <w:num w:numId="2" w16cid:durableId="2036880734">
    <w:abstractNumId w:val="5"/>
  </w:num>
  <w:num w:numId="3" w16cid:durableId="1834836141">
    <w:abstractNumId w:val="10"/>
  </w:num>
  <w:num w:numId="4" w16cid:durableId="1300264124">
    <w:abstractNumId w:val="3"/>
  </w:num>
  <w:num w:numId="5" w16cid:durableId="18432452">
    <w:abstractNumId w:val="10"/>
  </w:num>
  <w:num w:numId="6" w16cid:durableId="63264643">
    <w:abstractNumId w:val="2"/>
  </w:num>
  <w:num w:numId="7" w16cid:durableId="610358734">
    <w:abstractNumId w:val="10"/>
  </w:num>
  <w:num w:numId="8" w16cid:durableId="1840844986">
    <w:abstractNumId w:val="4"/>
  </w:num>
  <w:num w:numId="9" w16cid:durableId="894926606">
    <w:abstractNumId w:val="8"/>
  </w:num>
  <w:num w:numId="10" w16cid:durableId="1268611505">
    <w:abstractNumId w:val="1"/>
  </w:num>
  <w:num w:numId="11" w16cid:durableId="46759512">
    <w:abstractNumId w:val="8"/>
  </w:num>
  <w:num w:numId="12" w16cid:durableId="648092698">
    <w:abstractNumId w:val="0"/>
  </w:num>
  <w:num w:numId="13" w16cid:durableId="622074829">
    <w:abstractNumId w:val="8"/>
  </w:num>
  <w:num w:numId="14" w16cid:durableId="62027795">
    <w:abstractNumId w:val="9"/>
  </w:num>
  <w:num w:numId="15" w16cid:durableId="1089813554">
    <w:abstractNumId w:val="6"/>
  </w:num>
  <w:num w:numId="16" w16cid:durableId="5614024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2803442">
    <w:abstractNumId w:val="9"/>
    <w:lvlOverride w:ilvl="0">
      <w:lvl w:ilvl="0">
        <w:start w:val="1"/>
        <w:numFmt w:val="decimal"/>
        <w:pStyle w:val="ListNumber"/>
        <w:lvlText w:val="%1"/>
        <w:lvlJc w:val="left"/>
        <w:pPr>
          <w:tabs>
            <w:tab w:val="num" w:pos="567"/>
          </w:tabs>
          <w:ind w:left="567" w:hanging="567"/>
        </w:pPr>
        <w:rPr>
          <w:rFonts w:hint="default"/>
          <w:sz w:val="22"/>
          <w:szCs w:val="20"/>
        </w:rPr>
      </w:lvl>
    </w:lvlOverride>
  </w:num>
  <w:num w:numId="18" w16cid:durableId="816457167">
    <w:abstractNumId w:val="7"/>
  </w:num>
  <w:num w:numId="19" w16cid:durableId="1739597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507AE"/>
    <w:rsid w:val="00077D80"/>
    <w:rsid w:val="00087549"/>
    <w:rsid w:val="000C00F4"/>
    <w:rsid w:val="000E1DBD"/>
    <w:rsid w:val="00101474"/>
    <w:rsid w:val="00134AF7"/>
    <w:rsid w:val="00147AF0"/>
    <w:rsid w:val="001618DA"/>
    <w:rsid w:val="00164657"/>
    <w:rsid w:val="00171886"/>
    <w:rsid w:val="00176DC0"/>
    <w:rsid w:val="00190980"/>
    <w:rsid w:val="00193115"/>
    <w:rsid w:val="001A242F"/>
    <w:rsid w:val="001C2A5F"/>
    <w:rsid w:val="001D313A"/>
    <w:rsid w:val="001D3D83"/>
    <w:rsid w:val="001E03C5"/>
    <w:rsid w:val="001F256A"/>
    <w:rsid w:val="001F5567"/>
    <w:rsid w:val="002029F1"/>
    <w:rsid w:val="00223DF1"/>
    <w:rsid w:val="00226B9B"/>
    <w:rsid w:val="0023069B"/>
    <w:rsid w:val="00250C66"/>
    <w:rsid w:val="00275D11"/>
    <w:rsid w:val="002B0513"/>
    <w:rsid w:val="002B61A0"/>
    <w:rsid w:val="002D0652"/>
    <w:rsid w:val="002E12C0"/>
    <w:rsid w:val="002E3F4D"/>
    <w:rsid w:val="002F701F"/>
    <w:rsid w:val="0031153A"/>
    <w:rsid w:val="00340116"/>
    <w:rsid w:val="0034443A"/>
    <w:rsid w:val="00383D59"/>
    <w:rsid w:val="003B2AE7"/>
    <w:rsid w:val="003E7223"/>
    <w:rsid w:val="0040580C"/>
    <w:rsid w:val="00410907"/>
    <w:rsid w:val="00414316"/>
    <w:rsid w:val="004572E2"/>
    <w:rsid w:val="004A45C0"/>
    <w:rsid w:val="004C5A84"/>
    <w:rsid w:val="004C652A"/>
    <w:rsid w:val="004D3204"/>
    <w:rsid w:val="005124D0"/>
    <w:rsid w:val="005258A1"/>
    <w:rsid w:val="00554409"/>
    <w:rsid w:val="00597FB0"/>
    <w:rsid w:val="005A26BB"/>
    <w:rsid w:val="005A6203"/>
    <w:rsid w:val="005A6D9A"/>
    <w:rsid w:val="005C0881"/>
    <w:rsid w:val="005C36AB"/>
    <w:rsid w:val="005F1DC2"/>
    <w:rsid w:val="005F26DE"/>
    <w:rsid w:val="005F2D28"/>
    <w:rsid w:val="00656F8D"/>
    <w:rsid w:val="00666514"/>
    <w:rsid w:val="006849B3"/>
    <w:rsid w:val="00697019"/>
    <w:rsid w:val="00711B18"/>
    <w:rsid w:val="00720546"/>
    <w:rsid w:val="0072107A"/>
    <w:rsid w:val="00727A2C"/>
    <w:rsid w:val="007361B2"/>
    <w:rsid w:val="0076726D"/>
    <w:rsid w:val="007806CE"/>
    <w:rsid w:val="007829AE"/>
    <w:rsid w:val="007B68A0"/>
    <w:rsid w:val="007E3FF8"/>
    <w:rsid w:val="00807039"/>
    <w:rsid w:val="00851F67"/>
    <w:rsid w:val="00884177"/>
    <w:rsid w:val="00890EBE"/>
    <w:rsid w:val="008A35FA"/>
    <w:rsid w:val="008C0FB2"/>
    <w:rsid w:val="008D01AD"/>
    <w:rsid w:val="008E66F5"/>
    <w:rsid w:val="008F1DC7"/>
    <w:rsid w:val="008F22A5"/>
    <w:rsid w:val="008F73FC"/>
    <w:rsid w:val="00916C37"/>
    <w:rsid w:val="00963A66"/>
    <w:rsid w:val="00973740"/>
    <w:rsid w:val="009A0BA2"/>
    <w:rsid w:val="009A3EA3"/>
    <w:rsid w:val="009B02DB"/>
    <w:rsid w:val="009F1AFC"/>
    <w:rsid w:val="00A12FE0"/>
    <w:rsid w:val="00A716F3"/>
    <w:rsid w:val="00A817E9"/>
    <w:rsid w:val="00A828F0"/>
    <w:rsid w:val="00A873AE"/>
    <w:rsid w:val="00A94393"/>
    <w:rsid w:val="00AB28A4"/>
    <w:rsid w:val="00AC6DB4"/>
    <w:rsid w:val="00AD0624"/>
    <w:rsid w:val="00B23399"/>
    <w:rsid w:val="00B33E5D"/>
    <w:rsid w:val="00B65B0F"/>
    <w:rsid w:val="00B730E8"/>
    <w:rsid w:val="00BB0FE4"/>
    <w:rsid w:val="00BF0292"/>
    <w:rsid w:val="00C01797"/>
    <w:rsid w:val="00C14337"/>
    <w:rsid w:val="00C37884"/>
    <w:rsid w:val="00CE497A"/>
    <w:rsid w:val="00D162B6"/>
    <w:rsid w:val="00D7706F"/>
    <w:rsid w:val="00D778BE"/>
    <w:rsid w:val="00D9410A"/>
    <w:rsid w:val="00DA5999"/>
    <w:rsid w:val="00DB3EF9"/>
    <w:rsid w:val="00DC1AA5"/>
    <w:rsid w:val="00DC59D8"/>
    <w:rsid w:val="00DD667B"/>
    <w:rsid w:val="00DD669B"/>
    <w:rsid w:val="00E05986"/>
    <w:rsid w:val="00E17CA9"/>
    <w:rsid w:val="00E42032"/>
    <w:rsid w:val="00E50519"/>
    <w:rsid w:val="00EA5EE1"/>
    <w:rsid w:val="00EE2CEA"/>
    <w:rsid w:val="00EE5A6E"/>
    <w:rsid w:val="00EF062E"/>
    <w:rsid w:val="00F01B18"/>
    <w:rsid w:val="00F26267"/>
    <w:rsid w:val="00F66F8D"/>
    <w:rsid w:val="00F83C2E"/>
    <w:rsid w:val="00FB1649"/>
    <w:rsid w:val="00FC19AA"/>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7AE"/>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 w:type="paragraph" w:styleId="ListParagraph">
    <w:name w:val="List Paragraph"/>
    <w:basedOn w:val="Normal"/>
    <w:uiPriority w:val="34"/>
    <w:rsid w:val="000507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76E24" w:rsidP="00D76E24">
          <w:pPr>
            <w:pStyle w:val="777C1FCF61FC41BA9251E5579CAAC0A6"/>
          </w:pPr>
          <w:r w:rsidRPr="005D19FB">
            <w:rPr>
              <w:rStyle w:val="PlaceholderText"/>
            </w:rPr>
            <w:t>Choose an item.</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76E24" w:rsidP="00D76E24">
          <w:pPr>
            <w:pStyle w:val="2723D10620584DC4AF96E9C3E23CAC75"/>
          </w:pPr>
          <w:r w:rsidRPr="008A35FA">
            <w:rPr>
              <w:color w:val="A6A6A6" w:themeColor="background1" w:themeShade="A6"/>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76E24" w:rsidP="00D76E24">
          <w:pPr>
            <w:pStyle w:val="38BA212B83AB4B399539B07DA18B59B5"/>
          </w:pPr>
          <w:r w:rsidRPr="008A35FA">
            <w:rPr>
              <w:color w:val="A6A6A6" w:themeColor="background1" w:themeShade="A6"/>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76E24" w:rsidP="00D76E24">
          <w:pPr>
            <w:pStyle w:val="A77E1192B48D490CB1809666D7A9F8C0"/>
          </w:pPr>
          <w:r w:rsidRPr="008A35FA">
            <w:rPr>
              <w:color w:val="A6A6A6" w:themeColor="background1" w:themeShade="A6"/>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76E24" w:rsidP="00D76E24">
          <w:pPr>
            <w:pStyle w:val="595F95AB766F4D86AC998287F80D48B3"/>
          </w:pPr>
          <w:r w:rsidRPr="008A35FA">
            <w:rPr>
              <w:color w:val="A6A6A6" w:themeColor="background1" w:themeShade="A6"/>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0C82B18614FE459ABECAEC066C303BF5"/>
        <w:category>
          <w:name w:val="General"/>
          <w:gallery w:val="placeholder"/>
        </w:category>
        <w:types>
          <w:type w:val="bbPlcHdr"/>
        </w:types>
        <w:behaviors>
          <w:behavior w:val="content"/>
        </w:behaviors>
        <w:guid w:val="{45E6365D-92DF-4869-9211-CD316B555DD0}"/>
      </w:docPartPr>
      <w:docPartBody>
        <w:p w:rsidR="005B5974" w:rsidRDefault="00D76E24" w:rsidP="00D76E24">
          <w:pPr>
            <w:pStyle w:val="0C82B18614FE459ABECAEC066C303BF5"/>
          </w:pPr>
          <w:r w:rsidRPr="008A35FA">
            <w:rPr>
              <w:color w:val="A6A6A6" w:themeColor="background1" w:themeShade="A6"/>
            </w:rPr>
            <w:t>Click here to enter text.</w:t>
          </w:r>
        </w:p>
      </w:docPartBody>
    </w:docPart>
    <w:docPart>
      <w:docPartPr>
        <w:name w:val="3C3F77412FA5471DB49302ED6EC3D194"/>
        <w:category>
          <w:name w:val="General"/>
          <w:gallery w:val="placeholder"/>
        </w:category>
        <w:types>
          <w:type w:val="bbPlcHdr"/>
        </w:types>
        <w:behaviors>
          <w:behavior w:val="content"/>
        </w:behaviors>
        <w:guid w:val="{100A18FA-FEF0-4195-B220-3B43B2743045}"/>
      </w:docPartPr>
      <w:docPartBody>
        <w:p w:rsidR="005B5974" w:rsidRDefault="00D76E24" w:rsidP="00D76E24">
          <w:pPr>
            <w:pStyle w:val="3C3F77412FA5471DB49302ED6EC3D194"/>
          </w:pPr>
          <w:r w:rsidRPr="008A35FA">
            <w:rPr>
              <w:color w:val="A6A6A6" w:themeColor="background1" w:themeShade="A6"/>
            </w:rPr>
            <w:t>Click here to enter text.</w:t>
          </w:r>
        </w:p>
      </w:docPartBody>
    </w:docPart>
    <w:docPart>
      <w:docPartPr>
        <w:name w:val="2CFA2F6FFE734882AB8D706900F7BFE1"/>
        <w:category>
          <w:name w:val="General"/>
          <w:gallery w:val="placeholder"/>
        </w:category>
        <w:types>
          <w:type w:val="bbPlcHdr"/>
        </w:types>
        <w:behaviors>
          <w:behavior w:val="content"/>
        </w:behaviors>
        <w:guid w:val="{613E8213-7AC9-4B96-975E-1BC88BD12F7E}"/>
      </w:docPartPr>
      <w:docPartBody>
        <w:p w:rsidR="00422EAF" w:rsidRDefault="00422EAF" w:rsidP="00422EAF">
          <w:pPr>
            <w:pStyle w:val="2CFA2F6FFE734882AB8D706900F7BFE1"/>
          </w:pPr>
          <w:r w:rsidRPr="005D19FB">
            <w:rPr>
              <w:rStyle w:val="PlaceholderText"/>
            </w:rPr>
            <w:t>Choose an item.</w:t>
          </w:r>
        </w:p>
      </w:docPartBody>
    </w:docPart>
    <w:docPart>
      <w:docPartPr>
        <w:name w:val="20CF3EF7123340FEA021FA84F28DF81F"/>
        <w:category>
          <w:name w:val="General"/>
          <w:gallery w:val="placeholder"/>
        </w:category>
        <w:types>
          <w:type w:val="bbPlcHdr"/>
        </w:types>
        <w:behaviors>
          <w:behavior w:val="content"/>
        </w:behaviors>
        <w:guid w:val="{4A179F2E-C6F1-4F53-8936-573C69FC550B}"/>
      </w:docPartPr>
      <w:docPartBody>
        <w:p w:rsidR="00422EAF" w:rsidRDefault="00422EAF" w:rsidP="00422EAF">
          <w:pPr>
            <w:pStyle w:val="20CF3EF7123340FEA021FA84F28DF81F"/>
          </w:pPr>
          <w:r w:rsidRPr="005D19FB">
            <w:rPr>
              <w:rStyle w:val="PlaceholderText"/>
            </w:rPr>
            <w:t>Choose an item.</w:t>
          </w:r>
        </w:p>
      </w:docPartBody>
    </w:docPart>
    <w:docPart>
      <w:docPartPr>
        <w:name w:val="6B6E5BFE3D0445B9A66D9834B8A0C42B"/>
        <w:category>
          <w:name w:val="General"/>
          <w:gallery w:val="placeholder"/>
        </w:category>
        <w:types>
          <w:type w:val="bbPlcHdr"/>
        </w:types>
        <w:behaviors>
          <w:behavior w:val="content"/>
        </w:behaviors>
        <w:guid w:val="{D801DBEA-D936-4157-9F87-130875AB44DE}"/>
      </w:docPartPr>
      <w:docPartBody>
        <w:p w:rsidR="00422EAF" w:rsidRDefault="00422EAF" w:rsidP="00422EAF">
          <w:pPr>
            <w:pStyle w:val="6B6E5BFE3D0445B9A66D9834B8A0C42B"/>
          </w:pPr>
          <w:r w:rsidRPr="005D19FB">
            <w:rPr>
              <w:rStyle w:val="PlaceholderText"/>
            </w:rPr>
            <w:t>Click here to enter text.</w:t>
          </w:r>
        </w:p>
      </w:docPartBody>
    </w:docPart>
    <w:docPart>
      <w:docPartPr>
        <w:name w:val="9344C24739A3473988EEF3CBD011DCBC"/>
        <w:category>
          <w:name w:val="General"/>
          <w:gallery w:val="placeholder"/>
        </w:category>
        <w:types>
          <w:type w:val="bbPlcHdr"/>
        </w:types>
        <w:behaviors>
          <w:behavior w:val="content"/>
        </w:behaviors>
        <w:guid w:val="{4ACF7486-9195-443B-94FB-C4494D33E2D9}"/>
      </w:docPartPr>
      <w:docPartBody>
        <w:p w:rsidR="00422EAF" w:rsidRDefault="00422EAF" w:rsidP="00422EAF">
          <w:pPr>
            <w:pStyle w:val="9344C24739A3473988EEF3CBD011DCBC"/>
          </w:pPr>
          <w:r w:rsidRPr="005D19FB">
            <w:rPr>
              <w:rStyle w:val="PlaceholderText"/>
            </w:rPr>
            <w:t>Click here to enter text.</w:t>
          </w:r>
        </w:p>
      </w:docPartBody>
    </w:docPart>
    <w:docPart>
      <w:docPartPr>
        <w:name w:val="D338C9549A9C4CD7BBD583809D99CF3F"/>
        <w:category>
          <w:name w:val="General"/>
          <w:gallery w:val="placeholder"/>
        </w:category>
        <w:types>
          <w:type w:val="bbPlcHdr"/>
        </w:types>
        <w:behaviors>
          <w:behavior w:val="content"/>
        </w:behaviors>
        <w:guid w:val="{A9F450E7-3A88-4589-ACBB-51A659904C41}"/>
      </w:docPartPr>
      <w:docPartBody>
        <w:p w:rsidR="007A39FB" w:rsidRDefault="007A39FB" w:rsidP="007A39FB">
          <w:pPr>
            <w:pStyle w:val="D338C9549A9C4CD7BBD583809D99CF3F"/>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0018DF"/>
    <w:rsid w:val="001942C1"/>
    <w:rsid w:val="0025568E"/>
    <w:rsid w:val="00275D11"/>
    <w:rsid w:val="002D0652"/>
    <w:rsid w:val="00301FEA"/>
    <w:rsid w:val="00422EAF"/>
    <w:rsid w:val="00462651"/>
    <w:rsid w:val="00474451"/>
    <w:rsid w:val="00596E87"/>
    <w:rsid w:val="005B5974"/>
    <w:rsid w:val="0063588F"/>
    <w:rsid w:val="007A39FB"/>
    <w:rsid w:val="007B3EEA"/>
    <w:rsid w:val="008052A4"/>
    <w:rsid w:val="009757BD"/>
    <w:rsid w:val="009B2144"/>
    <w:rsid w:val="00A12FE0"/>
    <w:rsid w:val="00D76E24"/>
    <w:rsid w:val="00DF6C2B"/>
    <w:rsid w:val="00E1531D"/>
    <w:rsid w:val="00EC70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39FB"/>
    <w:rPr>
      <w:color w:val="808080"/>
    </w:rPr>
  </w:style>
  <w:style w:type="paragraph" w:customStyle="1" w:styleId="AF02DE30BF244F26A1C704034FB41E29">
    <w:name w:val="AF02DE30BF244F26A1C704034FB41E29"/>
  </w:style>
  <w:style w:type="paragraph" w:customStyle="1" w:styleId="3C3F77412FA5471DB49302ED6EC3D194">
    <w:name w:val="3C3F77412FA5471DB49302ED6EC3D194"/>
    <w:rsid w:val="00D76E24"/>
    <w:pPr>
      <w:spacing w:before="80" w:after="80" w:line="240" w:lineRule="auto"/>
    </w:pPr>
    <w:rPr>
      <w:rFonts w:ascii="Calibri" w:eastAsiaTheme="minorHAnsi" w:hAnsi="Calibri" w:cs="Calibri"/>
      <w:lang w:eastAsia="en-US"/>
    </w:rPr>
  </w:style>
  <w:style w:type="paragraph" w:customStyle="1" w:styleId="777C1FCF61FC41BA9251E5579CAAC0A6">
    <w:name w:val="777C1FCF61FC41BA9251E5579CAAC0A6"/>
    <w:rsid w:val="00D76E24"/>
    <w:pPr>
      <w:spacing w:before="80" w:after="80" w:line="240" w:lineRule="auto"/>
    </w:pPr>
    <w:rPr>
      <w:rFonts w:ascii="Calibri" w:eastAsiaTheme="minorHAnsi" w:hAnsi="Calibri" w:cs="Calibri"/>
      <w:lang w:eastAsia="en-US"/>
    </w:rPr>
  </w:style>
  <w:style w:type="paragraph" w:customStyle="1" w:styleId="0C82B18614FE459ABECAEC066C303BF5">
    <w:name w:val="0C82B18614FE459ABECAEC066C303BF5"/>
    <w:rsid w:val="00D76E24"/>
    <w:pPr>
      <w:spacing w:before="80" w:after="80" w:line="240" w:lineRule="auto"/>
    </w:pPr>
    <w:rPr>
      <w:rFonts w:ascii="Calibri" w:eastAsiaTheme="minorHAnsi" w:hAnsi="Calibri" w:cs="Calibri"/>
      <w:lang w:eastAsia="en-US"/>
    </w:rPr>
  </w:style>
  <w:style w:type="paragraph" w:customStyle="1" w:styleId="2723D10620584DC4AF96E9C3E23CAC75">
    <w:name w:val="2723D10620584DC4AF96E9C3E23CAC75"/>
    <w:rsid w:val="00D76E24"/>
    <w:pPr>
      <w:spacing w:before="80" w:after="80" w:line="240" w:lineRule="auto"/>
    </w:pPr>
    <w:rPr>
      <w:rFonts w:ascii="Calibri" w:eastAsiaTheme="minorHAnsi" w:hAnsi="Calibri" w:cs="Calibri"/>
      <w:lang w:eastAsia="en-US"/>
    </w:rPr>
  </w:style>
  <w:style w:type="paragraph" w:customStyle="1" w:styleId="38BA212B83AB4B399539B07DA18B59B5">
    <w:name w:val="38BA212B83AB4B399539B07DA18B59B5"/>
    <w:rsid w:val="00D76E24"/>
    <w:pPr>
      <w:spacing w:before="80" w:after="80" w:line="240" w:lineRule="auto"/>
    </w:pPr>
    <w:rPr>
      <w:rFonts w:ascii="Calibri" w:eastAsiaTheme="minorHAnsi" w:hAnsi="Calibri" w:cs="Calibri"/>
      <w:lang w:eastAsia="en-US"/>
    </w:rPr>
  </w:style>
  <w:style w:type="paragraph" w:customStyle="1" w:styleId="A77E1192B48D490CB1809666D7A9F8C0">
    <w:name w:val="A77E1192B48D490CB1809666D7A9F8C0"/>
    <w:rsid w:val="00D76E24"/>
    <w:pPr>
      <w:spacing w:before="80" w:after="80" w:line="240" w:lineRule="auto"/>
    </w:pPr>
    <w:rPr>
      <w:rFonts w:ascii="Calibri" w:eastAsiaTheme="minorHAnsi" w:hAnsi="Calibri" w:cs="Calibri"/>
      <w:lang w:eastAsia="en-US"/>
    </w:rPr>
  </w:style>
  <w:style w:type="paragraph" w:customStyle="1" w:styleId="595F95AB766F4D86AC998287F80D48B3">
    <w:name w:val="595F95AB766F4D86AC998287F80D48B3"/>
    <w:rsid w:val="00D76E24"/>
    <w:pPr>
      <w:spacing w:before="80" w:after="80" w:line="240" w:lineRule="auto"/>
    </w:pPr>
    <w:rPr>
      <w:rFonts w:ascii="Calibri" w:eastAsiaTheme="minorHAnsi" w:hAnsi="Calibri" w:cs="Calibri"/>
      <w:lang w:eastAsia="en-US"/>
    </w:rPr>
  </w:style>
  <w:style w:type="paragraph" w:customStyle="1" w:styleId="2CFA2F6FFE734882AB8D706900F7BFE1">
    <w:name w:val="2CFA2F6FFE734882AB8D706900F7BFE1"/>
    <w:rsid w:val="00422EAF"/>
    <w:rPr>
      <w:kern w:val="2"/>
      <w14:ligatures w14:val="standardContextual"/>
    </w:rPr>
  </w:style>
  <w:style w:type="paragraph" w:customStyle="1" w:styleId="20CF3EF7123340FEA021FA84F28DF81F">
    <w:name w:val="20CF3EF7123340FEA021FA84F28DF81F"/>
    <w:rsid w:val="00422EAF"/>
    <w:rPr>
      <w:kern w:val="2"/>
      <w14:ligatures w14:val="standardContextual"/>
    </w:rPr>
  </w:style>
  <w:style w:type="paragraph" w:customStyle="1" w:styleId="6B6E5BFE3D0445B9A66D9834B8A0C42B">
    <w:name w:val="6B6E5BFE3D0445B9A66D9834B8A0C42B"/>
    <w:rsid w:val="00422EAF"/>
    <w:rPr>
      <w:kern w:val="2"/>
      <w14:ligatures w14:val="standardContextual"/>
    </w:rPr>
  </w:style>
  <w:style w:type="paragraph" w:customStyle="1" w:styleId="9344C24739A3473988EEF3CBD011DCBC">
    <w:name w:val="9344C24739A3473988EEF3CBD011DCBC"/>
    <w:rsid w:val="00422EAF"/>
    <w:rPr>
      <w:kern w:val="2"/>
      <w14:ligatures w14:val="standardContextual"/>
    </w:rPr>
  </w:style>
  <w:style w:type="paragraph" w:customStyle="1" w:styleId="D338C9549A9C4CD7BBD583809D99CF3F">
    <w:name w:val="D338C9549A9C4CD7BBD583809D99CF3F"/>
    <w:rsid w:val="007A39F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TotalTime>
  <Pages>2</Pages>
  <Words>510</Words>
  <Characters>2913</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Andy Green</cp:lastModifiedBy>
  <cp:revision>2</cp:revision>
  <cp:lastPrinted>2021-01-12T10:24:00Z</cp:lastPrinted>
  <dcterms:created xsi:type="dcterms:W3CDTF">2024-08-27T09:56:00Z</dcterms:created>
  <dcterms:modified xsi:type="dcterms:W3CDTF">2024-08-27T09:56:00Z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