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79A7" w14:textId="4FE5CB16" w:rsidR="00315909" w:rsidRPr="00315909" w:rsidRDefault="002627D6" w:rsidP="0051226B">
      <w:pPr>
        <w:pStyle w:val="Title"/>
        <w:spacing w:after="120"/>
        <w:contextualSpacing w:val="0"/>
        <w:rPr>
          <w:rFonts w:ascii="Calibri" w:hAnsi="Calibri"/>
          <w:i/>
          <w:sz w:val="22"/>
          <w:szCs w:val="22"/>
        </w:rPr>
      </w:pPr>
      <w:r w:rsidRPr="002B7C6C">
        <w:rPr>
          <w:rFonts w:ascii="Calibri" w:hAnsi="Calibri" w:cs="Calibri"/>
          <w:sz w:val="22"/>
          <w:szCs w:val="22"/>
        </w:rPr>
        <w:t xml:space="preserve">DCP </w:t>
      </w:r>
      <w:r w:rsidR="0051226B">
        <w:rPr>
          <w:rFonts w:ascii="Calibri" w:hAnsi="Calibri" w:cs="Calibri"/>
          <w:sz w:val="22"/>
          <w:szCs w:val="22"/>
        </w:rPr>
        <w:t>4</w:t>
      </w:r>
      <w:r w:rsidR="00131E11">
        <w:rPr>
          <w:rFonts w:ascii="Calibri" w:hAnsi="Calibri" w:cs="Calibri"/>
          <w:sz w:val="22"/>
          <w:szCs w:val="22"/>
        </w:rPr>
        <w:t>29</w:t>
      </w:r>
      <w:r w:rsidRPr="002B7C6C">
        <w:rPr>
          <w:rFonts w:ascii="Calibri" w:hAnsi="Calibri" w:cs="Calibri"/>
          <w:sz w:val="22"/>
          <w:szCs w:val="22"/>
        </w:rPr>
        <w:t xml:space="preserve">- </w:t>
      </w:r>
      <w:r w:rsidR="00A14546" w:rsidRPr="00A14546">
        <w:rPr>
          <w:rFonts w:ascii="Calibri" w:hAnsi="Calibri" w:cs="Calibri"/>
          <w:sz w:val="22"/>
          <w:szCs w:val="22"/>
        </w:rPr>
        <w:t>Obtaining an Independent Credit Assessment</w:t>
      </w: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1910B28B"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131E11">
        <w:rPr>
          <w:rFonts w:ascii="Calibri" w:hAnsi="Calibri"/>
          <w:sz w:val="22"/>
          <w:szCs w:val="22"/>
        </w:rPr>
        <w:t>13</w:t>
      </w:r>
      <w:r w:rsidR="00BD083F">
        <w:rPr>
          <w:rFonts w:ascii="Calibri" w:hAnsi="Calibri"/>
          <w:sz w:val="22"/>
          <w:szCs w:val="22"/>
        </w:rPr>
        <w:t xml:space="preserve"> </w:t>
      </w:r>
      <w:r w:rsidR="00131E11">
        <w:rPr>
          <w:rFonts w:ascii="Calibri" w:hAnsi="Calibri"/>
          <w:sz w:val="22"/>
          <w:szCs w:val="22"/>
        </w:rPr>
        <w:t xml:space="preserve">December </w:t>
      </w:r>
      <w:r w:rsidR="004D6571" w:rsidRPr="004D6571">
        <w:rPr>
          <w:rFonts w:ascii="Calibri" w:hAnsi="Calibri"/>
          <w:sz w:val="22"/>
          <w:szCs w:val="22"/>
        </w:rPr>
        <w:t>202</w:t>
      </w:r>
      <w:r w:rsidR="00E179EB">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342B67B8" w:rsidR="00A24745" w:rsidRPr="004F1F52" w:rsidRDefault="00AD1FEE" w:rsidP="004F1F52">
            <w:pPr>
              <w:pStyle w:val="Question"/>
              <w:rPr>
                <w:rFonts w:cs="Arial"/>
                <w:bCs/>
              </w:rPr>
            </w:pPr>
            <w:r w:rsidRPr="00F452E8">
              <w:t>Do you understand the intent of the Change Proposal?</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12C91193" w:rsidR="00A24745" w:rsidRDefault="00A57EE3" w:rsidP="004D6571">
            <w:pPr>
              <w:pStyle w:val="Question"/>
            </w:pPr>
            <w:r w:rsidRPr="00F452E8">
              <w:t>Are you supportive of the principles that support this C</w:t>
            </w:r>
            <w:r>
              <w:t xml:space="preserve">hange </w:t>
            </w:r>
            <w:r w:rsidRPr="00F452E8">
              <w:t>P</w:t>
            </w:r>
            <w:r>
              <w:t>roposal?</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C1379" w14:paraId="6D2F5A8E"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258B5457" w14:textId="13DAD1CE" w:rsidR="00BC1379" w:rsidRDefault="009D4D7B" w:rsidP="006E00FE">
            <w:pPr>
              <w:pStyle w:val="Question"/>
            </w:pPr>
            <w:r w:rsidRPr="003F3639">
              <w:t>Would you use the normal credit agencies listed within the DCUSA Schedule 1 or do you use any others? If you use any others, please advise who they are.</w:t>
            </w:r>
            <w:r w:rsidR="00BC1379">
              <w:t>?</w:t>
            </w:r>
          </w:p>
        </w:tc>
      </w:tr>
      <w:tr w:rsidR="00BC1379" w14:paraId="602ACA56" w14:textId="77777777" w:rsidTr="006E00FE">
        <w:sdt>
          <w:sdtPr>
            <w:tag w:val="dcusa_response2"/>
            <w:id w:val="1106308938"/>
            <w:placeholder>
              <w:docPart w:val="A0C9DFFACEF74664AFBAFD7A3EA2381E"/>
            </w:placeholder>
            <w:showingPlcHdr/>
          </w:sdtPr>
          <w:sdtContent>
            <w:tc>
              <w:tcPr>
                <w:tcW w:w="9287" w:type="dxa"/>
              </w:tcPr>
              <w:p w14:paraId="4CB1E854" w14:textId="77777777" w:rsidR="00BC1379" w:rsidRDefault="00BC1379" w:rsidP="006E00FE">
                <w:pPr>
                  <w:pStyle w:val="BodyText"/>
                </w:pPr>
                <w:r w:rsidRPr="00A65385">
                  <w:rPr>
                    <w:rStyle w:val="PlaceholderText"/>
                  </w:rPr>
                  <w:t>Click or tap here to enter text.</w:t>
                </w:r>
              </w:p>
            </w:tc>
          </w:sdtContent>
        </w:sdt>
      </w:tr>
    </w:tbl>
    <w:p w14:paraId="304D4FBB" w14:textId="77777777" w:rsidR="00BC1379" w:rsidRDefault="00BC1379"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53CF8" w14:paraId="3AE8D249" w14:textId="77777777" w:rsidTr="00053CF8">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2CF7D666" w14:textId="5859C7A1" w:rsidR="00053CF8" w:rsidRDefault="00053CF8" w:rsidP="00053CF8">
            <w:pPr>
              <w:pStyle w:val="Question"/>
            </w:pPr>
            <w:r>
              <w:t>Under the existing clause 2.6, would you expect the DNO to provide the independent credit assessment or would you have already obtained that report to share with the DNO?</w:t>
            </w:r>
          </w:p>
        </w:tc>
      </w:tr>
      <w:tr w:rsidR="00053CF8" w14:paraId="48EE88FF" w14:textId="77777777" w:rsidTr="00053CF8">
        <w:sdt>
          <w:sdtPr>
            <w:tag w:val="dcusa_response2"/>
            <w:id w:val="319164678"/>
            <w:placeholder>
              <w:docPart w:val="C4127ADB296A49B1A10DCF0B02B82AC4"/>
            </w:placeholder>
            <w:showingPlcHdr/>
          </w:sdtPr>
          <w:sdtContent>
            <w:tc>
              <w:tcPr>
                <w:tcW w:w="9070" w:type="dxa"/>
              </w:tcPr>
              <w:p w14:paraId="10D7FC16" w14:textId="77777777" w:rsidR="00053CF8" w:rsidRDefault="00053CF8" w:rsidP="00053CF8">
                <w:pPr>
                  <w:pStyle w:val="BodyText"/>
                </w:pPr>
                <w:r w:rsidRPr="00A65385">
                  <w:rPr>
                    <w:rStyle w:val="PlaceholderText"/>
                  </w:rPr>
                  <w:t>Click or tap here to enter text.</w:t>
                </w:r>
              </w:p>
            </w:tc>
          </w:sdtContent>
        </w:sdt>
      </w:tr>
    </w:tbl>
    <w:p w14:paraId="4B0B3F2B" w14:textId="77777777" w:rsidR="00723ADF" w:rsidRDefault="00723AD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B3780" w14:paraId="27C1D671" w14:textId="77777777" w:rsidTr="00CB3780">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9B67561" w14:textId="3C221AF1" w:rsidR="00CB3780" w:rsidRDefault="00CB3780" w:rsidP="00CB3780">
            <w:pPr>
              <w:pStyle w:val="Question"/>
            </w:pPr>
            <w:r w:rsidRPr="003F3639">
              <w:lastRenderedPageBreak/>
              <w:t>How many times a year do you provide an independent credit assessment?</w:t>
            </w:r>
          </w:p>
        </w:tc>
      </w:tr>
      <w:tr w:rsidR="00CB3780" w14:paraId="5B501C7A" w14:textId="77777777" w:rsidTr="00CB3780">
        <w:sdt>
          <w:sdtPr>
            <w:tag w:val="dcusa_response2"/>
            <w:id w:val="-1821418024"/>
            <w:placeholder>
              <w:docPart w:val="74B2590460E241568673C295F4ACC532"/>
            </w:placeholder>
            <w:showingPlcHdr/>
          </w:sdtPr>
          <w:sdtContent>
            <w:tc>
              <w:tcPr>
                <w:tcW w:w="9070" w:type="dxa"/>
              </w:tcPr>
              <w:p w14:paraId="524C7C79" w14:textId="77777777" w:rsidR="00CB3780" w:rsidRDefault="00CB3780" w:rsidP="00CB3780">
                <w:pPr>
                  <w:pStyle w:val="BodyText"/>
                </w:pPr>
                <w:r w:rsidRPr="00A65385">
                  <w:rPr>
                    <w:rStyle w:val="PlaceholderText"/>
                  </w:rPr>
                  <w:t>Click or tap here to enter text.</w:t>
                </w:r>
              </w:p>
            </w:tc>
          </w:sdtContent>
        </w:sdt>
      </w:tr>
    </w:tbl>
    <w:p w14:paraId="683B65A9" w14:textId="77777777" w:rsidR="00C36FDD" w:rsidRDefault="00C36FD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36FDD" w14:paraId="74DC0366"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00591735" w14:textId="15B60228" w:rsidR="00C36FDD" w:rsidRDefault="004F2FDB" w:rsidP="006E00FE">
            <w:pPr>
              <w:pStyle w:val="Question"/>
            </w:pPr>
            <w:r w:rsidRPr="00571044">
              <w:t>D</w:t>
            </w:r>
            <w:r>
              <w:t>o you have any comments on the drafted legal text?</w:t>
            </w:r>
          </w:p>
        </w:tc>
      </w:tr>
      <w:tr w:rsidR="00C36FDD" w14:paraId="115CB8CE" w14:textId="77777777" w:rsidTr="006E00FE">
        <w:sdt>
          <w:sdtPr>
            <w:tag w:val="dcusa_response2"/>
            <w:id w:val="537794847"/>
            <w:placeholder>
              <w:docPart w:val="7DE18E90158F460996A379367E778230"/>
            </w:placeholder>
            <w:showingPlcHdr/>
          </w:sdtPr>
          <w:sdtContent>
            <w:tc>
              <w:tcPr>
                <w:tcW w:w="9287" w:type="dxa"/>
              </w:tcPr>
              <w:p w14:paraId="377B5445" w14:textId="77777777" w:rsidR="00C36FDD" w:rsidRDefault="00C36FDD" w:rsidP="006E00FE">
                <w:pPr>
                  <w:pStyle w:val="BodyText"/>
                </w:pPr>
                <w:r w:rsidRPr="00A65385">
                  <w:rPr>
                    <w:rStyle w:val="PlaceholderText"/>
                  </w:rPr>
                  <w:t>Click or tap here to enter text.</w:t>
                </w:r>
              </w:p>
            </w:tc>
          </w:sdtContent>
        </w:sdt>
      </w:tr>
    </w:tbl>
    <w:p w14:paraId="411959D5"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6D1149D5"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68EBDB9" w14:textId="1F8D998A" w:rsidR="008E464D" w:rsidRDefault="006D305C" w:rsidP="008B4EEE">
            <w:pPr>
              <w:pStyle w:val="Question"/>
            </w:pPr>
            <w:r w:rsidRPr="007532B3">
              <w:t>Do you consider th</w:t>
            </w:r>
            <w:r>
              <w:t xml:space="preserve">e solution </w:t>
            </w:r>
            <w:r w:rsidRPr="007532B3">
              <w:t>better facilitates the DCUSA objectives? Please give supporting reasons</w:t>
            </w:r>
            <w:r>
              <w:rPr>
                <w:noProof/>
              </w:rPr>
              <w:t>.</w:t>
            </w:r>
          </w:p>
        </w:tc>
      </w:tr>
      <w:tr w:rsidR="008E464D" w14:paraId="7D41AA53" w14:textId="77777777" w:rsidTr="008B4EEE">
        <w:sdt>
          <w:sdtPr>
            <w:tag w:val="dcusa_response4"/>
            <w:id w:val="-27270909"/>
            <w:placeholder>
              <w:docPart w:val="B4988A7146F7462A8B01098311574918"/>
            </w:placeholder>
            <w:showingPlcHdr/>
          </w:sdtPr>
          <w:sdtEndPr/>
          <w:sdtContent>
            <w:tc>
              <w:tcPr>
                <w:tcW w:w="9287" w:type="dxa"/>
              </w:tcPr>
              <w:p w14:paraId="4B4A523C" w14:textId="77777777" w:rsidR="008E464D" w:rsidRDefault="008E464D" w:rsidP="008B4EEE">
                <w:pPr>
                  <w:pStyle w:val="BodyText"/>
                </w:pPr>
                <w:r w:rsidRPr="00A65385">
                  <w:rPr>
                    <w:rStyle w:val="PlaceholderText"/>
                  </w:rPr>
                  <w:t>Click or tap here to enter text.</w:t>
                </w:r>
              </w:p>
            </w:tc>
          </w:sdtContent>
        </w:sdt>
      </w:tr>
    </w:tbl>
    <w:p w14:paraId="22E67C01"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6E82B12"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574F43C8" w14:textId="0BF64DB3" w:rsidR="008E464D" w:rsidRDefault="00521567" w:rsidP="008B4EEE">
            <w:pPr>
              <w:pStyle w:val="Question"/>
            </w:pPr>
            <w:r w:rsidRPr="006A127F">
              <w:t>Are you aware of any wider industry developments that may impact upon or be impacted by this CP?</w:t>
            </w:r>
          </w:p>
        </w:tc>
      </w:tr>
      <w:tr w:rsidR="008E464D" w14:paraId="3547944B" w14:textId="77777777" w:rsidTr="008B4EEE">
        <w:sdt>
          <w:sdtPr>
            <w:tag w:val="dcusa_response4"/>
            <w:id w:val="121583683"/>
            <w:placeholder>
              <w:docPart w:val="50F477B6376D434AAB9C9D372CA4F780"/>
            </w:placeholder>
            <w:showingPlcHdr/>
          </w:sdtPr>
          <w:sdtEndPr/>
          <w:sdtContent>
            <w:tc>
              <w:tcPr>
                <w:tcW w:w="9287" w:type="dxa"/>
              </w:tcPr>
              <w:p w14:paraId="63C91C17" w14:textId="77777777" w:rsidR="008E464D" w:rsidRDefault="008E464D" w:rsidP="008B4EEE">
                <w:pPr>
                  <w:pStyle w:val="BodyText"/>
                </w:pPr>
                <w:r w:rsidRPr="00A65385">
                  <w:rPr>
                    <w:rStyle w:val="PlaceholderText"/>
                  </w:rPr>
                  <w:t>Click or tap here to enter text.</w:t>
                </w:r>
              </w:p>
            </w:tc>
          </w:sdtContent>
        </w:sdt>
      </w:tr>
    </w:tbl>
    <w:p w14:paraId="619A9DAB"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06B526DE"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26BEF476" w14:textId="5D4E58A1" w:rsidR="008E464D" w:rsidRDefault="000E7F8D" w:rsidP="008B4EEE">
            <w:pPr>
              <w:pStyle w:val="Question"/>
            </w:pPr>
            <w:r w:rsidRPr="006A127F">
              <w:t>What date do you believe this change proposal should be implemented? Please provide rationale.</w:t>
            </w:r>
          </w:p>
        </w:tc>
      </w:tr>
      <w:tr w:rsidR="008E464D" w14:paraId="26AD0484" w14:textId="77777777" w:rsidTr="008B4EEE">
        <w:sdt>
          <w:sdtPr>
            <w:tag w:val="dcusa_response4"/>
            <w:id w:val="-1762898301"/>
            <w:placeholder>
              <w:docPart w:val="167D2B28519F410A9BC01BB294250171"/>
            </w:placeholder>
            <w:showingPlcHdr/>
          </w:sdtPr>
          <w:sdtEndPr/>
          <w:sdtContent>
            <w:tc>
              <w:tcPr>
                <w:tcW w:w="9287" w:type="dxa"/>
              </w:tcPr>
              <w:p w14:paraId="6EA0B783" w14:textId="77777777" w:rsidR="008E464D" w:rsidRDefault="008E464D" w:rsidP="008B4EEE">
                <w:pPr>
                  <w:pStyle w:val="BodyText"/>
                </w:pPr>
                <w:r w:rsidRPr="00A65385">
                  <w:rPr>
                    <w:rStyle w:val="PlaceholderText"/>
                  </w:rPr>
                  <w:t>Click or tap here to enter text.</w:t>
                </w:r>
              </w:p>
            </w:tc>
          </w:sdtContent>
        </w:sdt>
      </w:tr>
    </w:tbl>
    <w:p w14:paraId="32679974"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9E48370"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0FBE09B" w14:textId="2902CAB7" w:rsidR="008E464D" w:rsidRDefault="009A25C8" w:rsidP="008B4EEE">
            <w:pPr>
              <w:pStyle w:val="Question"/>
            </w:pPr>
            <w:r>
              <w:t>Do you have any other comments?</w:t>
            </w:r>
          </w:p>
        </w:tc>
      </w:tr>
      <w:tr w:rsidR="008E464D" w14:paraId="1A6A2E68" w14:textId="77777777" w:rsidTr="008B4EEE">
        <w:sdt>
          <w:sdtPr>
            <w:tag w:val="dcusa_response4"/>
            <w:id w:val="-1074200589"/>
            <w:placeholder>
              <w:docPart w:val="FED29F62975A4268ADCDCACDC59B8921"/>
            </w:placeholder>
            <w:showingPlcHdr/>
          </w:sdtPr>
          <w:sdtEndPr/>
          <w:sdtContent>
            <w:tc>
              <w:tcPr>
                <w:tcW w:w="9287" w:type="dxa"/>
              </w:tcPr>
              <w:p w14:paraId="6E930D17" w14:textId="77777777" w:rsidR="008E464D" w:rsidRDefault="008E464D" w:rsidP="008B4EEE">
                <w:pPr>
                  <w:pStyle w:val="BodyText"/>
                </w:pPr>
                <w:r w:rsidRPr="00A65385">
                  <w:rPr>
                    <w:rStyle w:val="PlaceholderText"/>
                  </w:rPr>
                  <w:t>Click or tap here to enter text.</w:t>
                </w:r>
              </w:p>
            </w:tc>
          </w:sdtContent>
        </w:sdt>
      </w:tr>
    </w:tbl>
    <w:p w14:paraId="55C41F97" w14:textId="77777777" w:rsidR="008E464D" w:rsidRDefault="008E464D" w:rsidP="0023069B">
      <w:pPr>
        <w:pStyle w:val="BodyText"/>
        <w:rPr>
          <w:rFonts w:ascii="Calibri" w:hAnsi="Calibri"/>
          <w:sz w:val="22"/>
          <w:szCs w:val="22"/>
        </w:rPr>
      </w:pPr>
    </w:p>
    <w:sectPr w:rsidR="008E464D"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18D7D" w14:textId="77777777" w:rsidR="0070430C" w:rsidRDefault="0070430C" w:rsidP="00FD00A2">
      <w:r>
        <w:separator/>
      </w:r>
    </w:p>
  </w:endnote>
  <w:endnote w:type="continuationSeparator" w:id="0">
    <w:p w14:paraId="1E54ED05" w14:textId="77777777" w:rsidR="0070430C" w:rsidRDefault="0070430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F2AF2" w14:textId="77777777" w:rsidR="0070430C" w:rsidRDefault="0070430C" w:rsidP="00FD00A2">
      <w:r>
        <w:separator/>
      </w:r>
    </w:p>
  </w:footnote>
  <w:footnote w:type="continuationSeparator" w:id="0">
    <w:p w14:paraId="6DE78F95" w14:textId="77777777" w:rsidR="0070430C" w:rsidRDefault="0070430C"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49FD91CB"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2627D6">
      <w:rPr>
        <w:rFonts w:ascii="Calibri" w:hAnsi="Calibri"/>
      </w:rPr>
      <w:t xml:space="preserve">DCP </w:t>
    </w:r>
    <w:r w:rsidR="00131E11">
      <w:rPr>
        <w:rFonts w:ascii="Calibri" w:hAnsi="Calibri"/>
      </w:rPr>
      <w:t>429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53CF8"/>
    <w:rsid w:val="00075722"/>
    <w:rsid w:val="00077D80"/>
    <w:rsid w:val="00085B2B"/>
    <w:rsid w:val="000A07CD"/>
    <w:rsid w:val="000E093A"/>
    <w:rsid w:val="000E4352"/>
    <w:rsid w:val="000E5BE0"/>
    <w:rsid w:val="000E7F8D"/>
    <w:rsid w:val="00131E11"/>
    <w:rsid w:val="00134AF7"/>
    <w:rsid w:val="0016250F"/>
    <w:rsid w:val="0017643B"/>
    <w:rsid w:val="001A43B1"/>
    <w:rsid w:val="001A50B6"/>
    <w:rsid w:val="001E03C5"/>
    <w:rsid w:val="001F2288"/>
    <w:rsid w:val="00207615"/>
    <w:rsid w:val="00216063"/>
    <w:rsid w:val="0021646F"/>
    <w:rsid w:val="00223DF1"/>
    <w:rsid w:val="00224666"/>
    <w:rsid w:val="002268B8"/>
    <w:rsid w:val="0023069B"/>
    <w:rsid w:val="002627D6"/>
    <w:rsid w:val="002666CE"/>
    <w:rsid w:val="00286C26"/>
    <w:rsid w:val="00292EF4"/>
    <w:rsid w:val="002B61A0"/>
    <w:rsid w:val="002C24F0"/>
    <w:rsid w:val="003046B3"/>
    <w:rsid w:val="0031153A"/>
    <w:rsid w:val="0031278B"/>
    <w:rsid w:val="00315909"/>
    <w:rsid w:val="00316A12"/>
    <w:rsid w:val="00335326"/>
    <w:rsid w:val="0033732C"/>
    <w:rsid w:val="00355B93"/>
    <w:rsid w:val="003A64EF"/>
    <w:rsid w:val="003D5FCA"/>
    <w:rsid w:val="004012BD"/>
    <w:rsid w:val="0040580C"/>
    <w:rsid w:val="00410907"/>
    <w:rsid w:val="00421DAC"/>
    <w:rsid w:val="00471BA1"/>
    <w:rsid w:val="004D6571"/>
    <w:rsid w:val="004E13AE"/>
    <w:rsid w:val="004F1F52"/>
    <w:rsid w:val="004F2FDB"/>
    <w:rsid w:val="0051226B"/>
    <w:rsid w:val="00521567"/>
    <w:rsid w:val="0053310E"/>
    <w:rsid w:val="00554409"/>
    <w:rsid w:val="005711CC"/>
    <w:rsid w:val="005E79A2"/>
    <w:rsid w:val="005F64FC"/>
    <w:rsid w:val="00640355"/>
    <w:rsid w:val="00650C93"/>
    <w:rsid w:val="00654C8B"/>
    <w:rsid w:val="00661185"/>
    <w:rsid w:val="006742DD"/>
    <w:rsid w:val="00682E90"/>
    <w:rsid w:val="006861F3"/>
    <w:rsid w:val="0068743F"/>
    <w:rsid w:val="006A6FAA"/>
    <w:rsid w:val="006D305C"/>
    <w:rsid w:val="006F2D9B"/>
    <w:rsid w:val="0070430C"/>
    <w:rsid w:val="00711B18"/>
    <w:rsid w:val="00723ADF"/>
    <w:rsid w:val="00727330"/>
    <w:rsid w:val="00730ED7"/>
    <w:rsid w:val="00735080"/>
    <w:rsid w:val="007361B2"/>
    <w:rsid w:val="00746656"/>
    <w:rsid w:val="00754A3D"/>
    <w:rsid w:val="0075624B"/>
    <w:rsid w:val="007631AA"/>
    <w:rsid w:val="0076726D"/>
    <w:rsid w:val="0079775D"/>
    <w:rsid w:val="007B32CC"/>
    <w:rsid w:val="007D46BF"/>
    <w:rsid w:val="00837D3D"/>
    <w:rsid w:val="008630F7"/>
    <w:rsid w:val="0087012C"/>
    <w:rsid w:val="00884177"/>
    <w:rsid w:val="008D01AD"/>
    <w:rsid w:val="008E464D"/>
    <w:rsid w:val="008F22A5"/>
    <w:rsid w:val="008F5047"/>
    <w:rsid w:val="00900A70"/>
    <w:rsid w:val="00907550"/>
    <w:rsid w:val="009152D7"/>
    <w:rsid w:val="00963A66"/>
    <w:rsid w:val="00994CC8"/>
    <w:rsid w:val="009976A3"/>
    <w:rsid w:val="009A25C8"/>
    <w:rsid w:val="009A3EA3"/>
    <w:rsid w:val="009B02DB"/>
    <w:rsid w:val="009D4D7B"/>
    <w:rsid w:val="009E258C"/>
    <w:rsid w:val="009F1AFC"/>
    <w:rsid w:val="00A14546"/>
    <w:rsid w:val="00A24745"/>
    <w:rsid w:val="00A57EE3"/>
    <w:rsid w:val="00A817E9"/>
    <w:rsid w:val="00A823C1"/>
    <w:rsid w:val="00A828F0"/>
    <w:rsid w:val="00AC6DB4"/>
    <w:rsid w:val="00AD1FEE"/>
    <w:rsid w:val="00AE5850"/>
    <w:rsid w:val="00B10C7A"/>
    <w:rsid w:val="00B14ED8"/>
    <w:rsid w:val="00B1784A"/>
    <w:rsid w:val="00B41724"/>
    <w:rsid w:val="00B42F5F"/>
    <w:rsid w:val="00B915CE"/>
    <w:rsid w:val="00BC1379"/>
    <w:rsid w:val="00BD083F"/>
    <w:rsid w:val="00BE3433"/>
    <w:rsid w:val="00BF5358"/>
    <w:rsid w:val="00C01797"/>
    <w:rsid w:val="00C175A3"/>
    <w:rsid w:val="00C22DD1"/>
    <w:rsid w:val="00C261EB"/>
    <w:rsid w:val="00C36FDD"/>
    <w:rsid w:val="00C73EA1"/>
    <w:rsid w:val="00C8282E"/>
    <w:rsid w:val="00C83505"/>
    <w:rsid w:val="00C8482C"/>
    <w:rsid w:val="00C87CE5"/>
    <w:rsid w:val="00CB3780"/>
    <w:rsid w:val="00CC26DD"/>
    <w:rsid w:val="00CE497A"/>
    <w:rsid w:val="00D12A6B"/>
    <w:rsid w:val="00D178FD"/>
    <w:rsid w:val="00D21B11"/>
    <w:rsid w:val="00D36281"/>
    <w:rsid w:val="00D546B2"/>
    <w:rsid w:val="00D80D09"/>
    <w:rsid w:val="00D92AD1"/>
    <w:rsid w:val="00DA3CA7"/>
    <w:rsid w:val="00DB3EF9"/>
    <w:rsid w:val="00E002A6"/>
    <w:rsid w:val="00E179EB"/>
    <w:rsid w:val="00E33FFC"/>
    <w:rsid w:val="00E36481"/>
    <w:rsid w:val="00E447B8"/>
    <w:rsid w:val="00E45269"/>
    <w:rsid w:val="00E52B84"/>
    <w:rsid w:val="00E52D42"/>
    <w:rsid w:val="00E601AB"/>
    <w:rsid w:val="00E968FB"/>
    <w:rsid w:val="00ED1F8A"/>
    <w:rsid w:val="00EE2CEA"/>
    <w:rsid w:val="00F10163"/>
    <w:rsid w:val="00F46E31"/>
    <w:rsid w:val="00FA65EA"/>
    <w:rsid w:val="00FB3F3A"/>
    <w:rsid w:val="00FB61D5"/>
    <w:rsid w:val="00FC722D"/>
    <w:rsid w:val="00FD00A2"/>
    <w:rsid w:val="00FD67A5"/>
    <w:rsid w:val="00FD6CB9"/>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B4988A7146F7462A8B01098311574918"/>
        <w:category>
          <w:name w:val="General"/>
          <w:gallery w:val="placeholder"/>
        </w:category>
        <w:types>
          <w:type w:val="bbPlcHdr"/>
        </w:types>
        <w:behaviors>
          <w:behavior w:val="content"/>
        </w:behaviors>
        <w:guid w:val="{44C0D13B-A93E-4FA9-A8C8-D9C6C127DF40}"/>
      </w:docPartPr>
      <w:docPartBody>
        <w:p w:rsidR="004F1607" w:rsidRDefault="0096452C" w:rsidP="0096452C">
          <w:pPr>
            <w:pStyle w:val="B4988A7146F7462A8B01098311574918"/>
          </w:pPr>
          <w:r w:rsidRPr="00A65385">
            <w:rPr>
              <w:rStyle w:val="PlaceholderText"/>
            </w:rPr>
            <w:t>Click or tap here to enter text.</w:t>
          </w:r>
        </w:p>
      </w:docPartBody>
    </w:docPart>
    <w:docPart>
      <w:docPartPr>
        <w:name w:val="50F477B6376D434AAB9C9D372CA4F780"/>
        <w:category>
          <w:name w:val="General"/>
          <w:gallery w:val="placeholder"/>
        </w:category>
        <w:types>
          <w:type w:val="bbPlcHdr"/>
        </w:types>
        <w:behaviors>
          <w:behavior w:val="content"/>
        </w:behaviors>
        <w:guid w:val="{103519F0-E6C0-4959-B8DD-29E40999DE80}"/>
      </w:docPartPr>
      <w:docPartBody>
        <w:p w:rsidR="004F1607" w:rsidRDefault="0096452C" w:rsidP="0096452C">
          <w:pPr>
            <w:pStyle w:val="50F477B6376D434AAB9C9D372CA4F780"/>
          </w:pPr>
          <w:r w:rsidRPr="00A65385">
            <w:rPr>
              <w:rStyle w:val="PlaceholderText"/>
            </w:rPr>
            <w:t>Click or tap here to enter text.</w:t>
          </w:r>
        </w:p>
      </w:docPartBody>
    </w:docPart>
    <w:docPart>
      <w:docPartPr>
        <w:name w:val="167D2B28519F410A9BC01BB294250171"/>
        <w:category>
          <w:name w:val="General"/>
          <w:gallery w:val="placeholder"/>
        </w:category>
        <w:types>
          <w:type w:val="bbPlcHdr"/>
        </w:types>
        <w:behaviors>
          <w:behavior w:val="content"/>
        </w:behaviors>
        <w:guid w:val="{0EBC5508-0CFE-4074-964B-085502ED3A4B}"/>
      </w:docPartPr>
      <w:docPartBody>
        <w:p w:rsidR="004F1607" w:rsidRDefault="0096452C" w:rsidP="0096452C">
          <w:pPr>
            <w:pStyle w:val="167D2B28519F410A9BC01BB294250171"/>
          </w:pPr>
          <w:r w:rsidRPr="00A65385">
            <w:rPr>
              <w:rStyle w:val="PlaceholderText"/>
            </w:rPr>
            <w:t>Click or tap here to enter text.</w:t>
          </w:r>
        </w:p>
      </w:docPartBody>
    </w:docPart>
    <w:docPart>
      <w:docPartPr>
        <w:name w:val="FED29F62975A4268ADCDCACDC59B8921"/>
        <w:category>
          <w:name w:val="General"/>
          <w:gallery w:val="placeholder"/>
        </w:category>
        <w:types>
          <w:type w:val="bbPlcHdr"/>
        </w:types>
        <w:behaviors>
          <w:behavior w:val="content"/>
        </w:behaviors>
        <w:guid w:val="{BA2D969D-D4DA-496A-9E0D-7F84538D4973}"/>
      </w:docPartPr>
      <w:docPartBody>
        <w:p w:rsidR="004F1607" w:rsidRDefault="0096452C" w:rsidP="0096452C">
          <w:pPr>
            <w:pStyle w:val="FED29F62975A4268ADCDCACDC59B8921"/>
          </w:pPr>
          <w:r w:rsidRPr="00A65385">
            <w:rPr>
              <w:rStyle w:val="PlaceholderText"/>
            </w:rPr>
            <w:t>Click or tap here to enter text.</w:t>
          </w:r>
        </w:p>
      </w:docPartBody>
    </w:docPart>
    <w:docPart>
      <w:docPartPr>
        <w:name w:val="A0C9DFFACEF74664AFBAFD7A3EA2381E"/>
        <w:category>
          <w:name w:val="General"/>
          <w:gallery w:val="placeholder"/>
        </w:category>
        <w:types>
          <w:type w:val="bbPlcHdr"/>
        </w:types>
        <w:behaviors>
          <w:behavior w:val="content"/>
        </w:behaviors>
        <w:guid w:val="{84A06672-47AE-40D1-AD59-88045C0097E8}"/>
      </w:docPartPr>
      <w:docPartBody>
        <w:p w:rsidR="004F1607" w:rsidRDefault="004F1607" w:rsidP="004F1607">
          <w:pPr>
            <w:pStyle w:val="A0C9DFFACEF74664AFBAFD7A3EA2381E"/>
          </w:pPr>
          <w:r w:rsidRPr="00A65385">
            <w:rPr>
              <w:rStyle w:val="PlaceholderText"/>
            </w:rPr>
            <w:t>Click or tap here to enter text.</w:t>
          </w:r>
        </w:p>
      </w:docPartBody>
    </w:docPart>
    <w:docPart>
      <w:docPartPr>
        <w:name w:val="7DE18E90158F460996A379367E778230"/>
        <w:category>
          <w:name w:val="General"/>
          <w:gallery w:val="placeholder"/>
        </w:category>
        <w:types>
          <w:type w:val="bbPlcHdr"/>
        </w:types>
        <w:behaviors>
          <w:behavior w:val="content"/>
        </w:behaviors>
        <w:guid w:val="{CD83D874-CCD4-4061-A5F1-7F422355A0CD}"/>
      </w:docPartPr>
      <w:docPartBody>
        <w:p w:rsidR="004F1607" w:rsidRDefault="004F1607" w:rsidP="004F1607">
          <w:pPr>
            <w:pStyle w:val="7DE18E90158F460996A379367E778230"/>
          </w:pPr>
          <w:r w:rsidRPr="00A65385">
            <w:rPr>
              <w:rStyle w:val="PlaceholderText"/>
            </w:rPr>
            <w:t>Click or tap here to enter text.</w:t>
          </w:r>
        </w:p>
      </w:docPartBody>
    </w:docPart>
    <w:docPart>
      <w:docPartPr>
        <w:name w:val="C4127ADB296A49B1A10DCF0B02B82AC4"/>
        <w:category>
          <w:name w:val="General"/>
          <w:gallery w:val="placeholder"/>
        </w:category>
        <w:types>
          <w:type w:val="bbPlcHdr"/>
        </w:types>
        <w:behaviors>
          <w:behavior w:val="content"/>
        </w:behaviors>
        <w:guid w:val="{DD0FEDC8-02BF-491D-8F26-6896226DB307}"/>
      </w:docPartPr>
      <w:docPartBody>
        <w:p w:rsidR="004F1607" w:rsidRDefault="004F1607" w:rsidP="004F1607">
          <w:pPr>
            <w:pStyle w:val="C4127ADB296A49B1A10DCF0B02B82AC4"/>
          </w:pPr>
          <w:r w:rsidRPr="00A65385">
            <w:rPr>
              <w:rStyle w:val="PlaceholderText"/>
            </w:rPr>
            <w:t>Click or tap here to enter text.</w:t>
          </w:r>
        </w:p>
      </w:docPartBody>
    </w:docPart>
    <w:docPart>
      <w:docPartPr>
        <w:name w:val="74B2590460E241568673C295F4ACC532"/>
        <w:category>
          <w:name w:val="General"/>
          <w:gallery w:val="placeholder"/>
        </w:category>
        <w:types>
          <w:type w:val="bbPlcHdr"/>
        </w:types>
        <w:behaviors>
          <w:behavior w:val="content"/>
        </w:behaviors>
        <w:guid w:val="{FAFBA34D-81AA-48FC-B974-F56DACB95AC0}"/>
      </w:docPartPr>
      <w:docPartBody>
        <w:p w:rsidR="004F1607" w:rsidRDefault="004F1607" w:rsidP="004F1607">
          <w:pPr>
            <w:pStyle w:val="74B2590460E241568673C295F4ACC532"/>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54F41"/>
    <w:rsid w:val="000630E1"/>
    <w:rsid w:val="00123821"/>
    <w:rsid w:val="00255506"/>
    <w:rsid w:val="00305347"/>
    <w:rsid w:val="00432F57"/>
    <w:rsid w:val="0043753B"/>
    <w:rsid w:val="004F1607"/>
    <w:rsid w:val="005A3AED"/>
    <w:rsid w:val="0067423C"/>
    <w:rsid w:val="0096452C"/>
    <w:rsid w:val="00B50D79"/>
    <w:rsid w:val="00BA6B9B"/>
    <w:rsid w:val="00BB07D1"/>
    <w:rsid w:val="00C64446"/>
    <w:rsid w:val="00D26AA1"/>
    <w:rsid w:val="00D84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1607"/>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B0A257AFFA044FADAEEC1A7D9BBFDB6B">
    <w:name w:val="B0A257AFFA044FADAEEC1A7D9BBFDB6B"/>
    <w:rsid w:val="0067423C"/>
    <w:rPr>
      <w:kern w:val="2"/>
      <w14:ligatures w14:val="standardContextual"/>
    </w:rPr>
  </w:style>
  <w:style w:type="paragraph" w:customStyle="1" w:styleId="8CC0F6C0D4BF4C6189D5BAFE69ECECDC">
    <w:name w:val="8CC0F6C0D4BF4C6189D5BAFE69ECECDC"/>
    <w:rsid w:val="0067423C"/>
    <w:rPr>
      <w:kern w:val="2"/>
      <w14:ligatures w14:val="standardContextual"/>
    </w:rPr>
  </w:style>
  <w:style w:type="paragraph" w:customStyle="1" w:styleId="808CBEEFCE3345859CEEB4EA2B449074">
    <w:name w:val="808CBEEFCE3345859CEEB4EA2B449074"/>
    <w:rsid w:val="0067423C"/>
    <w:rPr>
      <w:kern w:val="2"/>
      <w14:ligatures w14:val="standardContextual"/>
    </w:rPr>
  </w:style>
  <w:style w:type="paragraph" w:customStyle="1" w:styleId="2A6534C8CE8C43A292781A53B2C2E5D8">
    <w:name w:val="2A6534C8CE8C43A292781A53B2C2E5D8"/>
    <w:rsid w:val="0067423C"/>
    <w:rPr>
      <w:kern w:val="2"/>
      <w14:ligatures w14:val="standardContextual"/>
    </w:rPr>
  </w:style>
  <w:style w:type="paragraph" w:customStyle="1" w:styleId="3C82A827BC6D4BCD969F0029FB357DDE">
    <w:name w:val="3C82A827BC6D4BCD969F0029FB357DDE"/>
    <w:rsid w:val="0067423C"/>
    <w:rPr>
      <w:kern w:val="2"/>
      <w14:ligatures w14:val="standardContextual"/>
    </w:rPr>
  </w:style>
  <w:style w:type="paragraph" w:customStyle="1" w:styleId="B227A9B7B57D47D9AFE515F19EAD2916">
    <w:name w:val="B227A9B7B57D47D9AFE515F19EAD2916"/>
    <w:rsid w:val="0067423C"/>
    <w:rPr>
      <w:kern w:val="2"/>
      <w14:ligatures w14:val="standardContextual"/>
    </w:rPr>
  </w:style>
  <w:style w:type="paragraph" w:customStyle="1" w:styleId="7406469F495640B9911B36C076076D5E">
    <w:name w:val="7406469F495640B9911B36C076076D5E"/>
    <w:rsid w:val="0067423C"/>
    <w:rPr>
      <w:kern w:val="2"/>
      <w14:ligatures w14:val="standardContextual"/>
    </w:rPr>
  </w:style>
  <w:style w:type="paragraph" w:customStyle="1" w:styleId="D39BE50701D34A88AB22E26884DA4D43">
    <w:name w:val="D39BE50701D34A88AB22E26884DA4D43"/>
    <w:rsid w:val="0096452C"/>
    <w:rPr>
      <w:kern w:val="2"/>
      <w14:ligatures w14:val="standardContextual"/>
    </w:rPr>
  </w:style>
  <w:style w:type="paragraph" w:customStyle="1" w:styleId="A0C9DFFACEF74664AFBAFD7A3EA2381E">
    <w:name w:val="A0C9DFFACEF74664AFBAFD7A3EA2381E"/>
    <w:rsid w:val="004F1607"/>
    <w:rPr>
      <w:kern w:val="2"/>
      <w14:ligatures w14:val="standardContextual"/>
    </w:rPr>
  </w:style>
  <w:style w:type="paragraph" w:customStyle="1" w:styleId="2ADFFB5B0190490D8A066994E8AA4254">
    <w:name w:val="2ADFFB5B0190490D8A066994E8AA4254"/>
    <w:rsid w:val="0096452C"/>
    <w:rPr>
      <w:kern w:val="2"/>
      <w14:ligatures w14:val="standardContextual"/>
    </w:rPr>
  </w:style>
  <w:style w:type="paragraph" w:customStyle="1" w:styleId="B4988A7146F7462A8B01098311574918">
    <w:name w:val="B4988A7146F7462A8B01098311574918"/>
    <w:rsid w:val="0096452C"/>
    <w:rPr>
      <w:kern w:val="2"/>
      <w14:ligatures w14:val="standardContextual"/>
    </w:rPr>
  </w:style>
  <w:style w:type="paragraph" w:customStyle="1" w:styleId="50F477B6376D434AAB9C9D372CA4F780">
    <w:name w:val="50F477B6376D434AAB9C9D372CA4F780"/>
    <w:rsid w:val="0096452C"/>
    <w:rPr>
      <w:kern w:val="2"/>
      <w14:ligatures w14:val="standardContextual"/>
    </w:rPr>
  </w:style>
  <w:style w:type="paragraph" w:customStyle="1" w:styleId="167D2B28519F410A9BC01BB294250171">
    <w:name w:val="167D2B28519F410A9BC01BB294250171"/>
    <w:rsid w:val="0096452C"/>
    <w:rPr>
      <w:kern w:val="2"/>
      <w14:ligatures w14:val="standardContextual"/>
    </w:rPr>
  </w:style>
  <w:style w:type="paragraph" w:customStyle="1" w:styleId="FED29F62975A4268ADCDCACDC59B8921">
    <w:name w:val="FED29F62975A4268ADCDCACDC59B8921"/>
    <w:rsid w:val="0096452C"/>
    <w:rPr>
      <w:kern w:val="2"/>
      <w14:ligatures w14:val="standardContextual"/>
    </w:rPr>
  </w:style>
  <w:style w:type="paragraph" w:customStyle="1" w:styleId="4429662615B845A39686A93A2581804E">
    <w:name w:val="4429662615B845A39686A93A2581804E"/>
    <w:rsid w:val="004F1607"/>
    <w:rPr>
      <w:kern w:val="2"/>
      <w14:ligatures w14:val="standardContextual"/>
    </w:rPr>
  </w:style>
  <w:style w:type="paragraph" w:customStyle="1" w:styleId="8F33942A567D486FA45C8D8B5F0BE48F">
    <w:name w:val="8F33942A567D486FA45C8D8B5F0BE48F"/>
    <w:rsid w:val="004F1607"/>
    <w:rPr>
      <w:kern w:val="2"/>
      <w14:ligatures w14:val="standardContextual"/>
    </w:rPr>
  </w:style>
  <w:style w:type="paragraph" w:customStyle="1" w:styleId="173AD21D35274BAA8654816CEFE808AA">
    <w:name w:val="173AD21D35274BAA8654816CEFE808AA"/>
    <w:rsid w:val="004F1607"/>
    <w:rPr>
      <w:kern w:val="2"/>
      <w14:ligatures w14:val="standardContextual"/>
    </w:rPr>
  </w:style>
  <w:style w:type="paragraph" w:customStyle="1" w:styleId="6E57C4A9148541F1A8E3678DB572C9F6">
    <w:name w:val="6E57C4A9148541F1A8E3678DB572C9F6"/>
    <w:rsid w:val="004F1607"/>
    <w:rPr>
      <w:kern w:val="2"/>
      <w14:ligatures w14:val="standardContextual"/>
    </w:rPr>
  </w:style>
  <w:style w:type="paragraph" w:customStyle="1" w:styleId="38BBC2EE5DC4496CB98D0E228F8FB166">
    <w:name w:val="38BBC2EE5DC4496CB98D0E228F8FB166"/>
    <w:rsid w:val="004F1607"/>
    <w:rPr>
      <w:kern w:val="2"/>
      <w14:ligatures w14:val="standardContextual"/>
    </w:rPr>
  </w:style>
  <w:style w:type="paragraph" w:customStyle="1" w:styleId="D08A02C23A384AB3B64BFFF50D5B21BD">
    <w:name w:val="D08A02C23A384AB3B64BFFF50D5B21BD"/>
    <w:rsid w:val="004F1607"/>
    <w:rPr>
      <w:kern w:val="2"/>
      <w14:ligatures w14:val="standardContextual"/>
    </w:rPr>
  </w:style>
  <w:style w:type="paragraph" w:customStyle="1" w:styleId="DC6F762679A74C248B1FCDBDAAB1E942">
    <w:name w:val="DC6F762679A74C248B1FCDBDAAB1E942"/>
    <w:rsid w:val="004F1607"/>
    <w:rPr>
      <w:kern w:val="2"/>
      <w14:ligatures w14:val="standardContextual"/>
    </w:rPr>
  </w:style>
  <w:style w:type="paragraph" w:customStyle="1" w:styleId="7DE18E90158F460996A379367E778230">
    <w:name w:val="7DE18E90158F460996A379367E778230"/>
    <w:rsid w:val="004F1607"/>
    <w:rPr>
      <w:kern w:val="2"/>
      <w14:ligatures w14:val="standardContextual"/>
    </w:rPr>
  </w:style>
  <w:style w:type="paragraph" w:customStyle="1" w:styleId="C4127ADB296A49B1A10DCF0B02B82AC4">
    <w:name w:val="C4127ADB296A49B1A10DCF0B02B82AC4"/>
    <w:rsid w:val="004F1607"/>
    <w:rPr>
      <w:kern w:val="2"/>
      <w14:ligatures w14:val="standardContextual"/>
    </w:rPr>
  </w:style>
  <w:style w:type="paragraph" w:customStyle="1" w:styleId="74B2590460E241568673C295F4ACC532">
    <w:name w:val="74B2590460E241568673C295F4ACC532"/>
    <w:rsid w:val="004F160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0</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2023-11-22T16:07:00Z</dcterms:created>
  <dcterms:modified xsi:type="dcterms:W3CDTF">2023-11-22T16:07:00Z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