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0B891" w14:textId="7849C302" w:rsidR="008F22A5" w:rsidRPr="0072107A" w:rsidRDefault="003B2AE7" w:rsidP="0072107A">
      <w:pPr>
        <w:pStyle w:val="Title"/>
      </w:pPr>
      <w:r>
        <w:t>Voting For</w:t>
      </w:r>
      <w:r w:rsidR="00727A2C">
        <w:t>m</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8D286D3"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28F5628D" w14:textId="77777777" w:rsidR="00B23399" w:rsidRPr="00DA5999" w:rsidRDefault="00B23399" w:rsidP="00DA5999">
            <w:pPr>
              <w:pStyle w:val="ColumnHeading"/>
            </w:pPr>
            <w:r w:rsidRPr="00DA5999">
              <w:t>CP Details</w:t>
            </w:r>
          </w:p>
        </w:tc>
      </w:tr>
      <w:tr w:rsidR="00193115" w:rsidRPr="00973740" w14:paraId="104B1E77" w14:textId="77777777" w:rsidTr="00DA5999">
        <w:trPr>
          <w:trHeight w:val="227"/>
        </w:trPr>
        <w:tc>
          <w:tcPr>
            <w:tcW w:w="2192" w:type="pct"/>
          </w:tcPr>
          <w:p w14:paraId="6F8B310E" w14:textId="77777777" w:rsidR="00193115" w:rsidRPr="0072107A" w:rsidRDefault="00193115" w:rsidP="00DA5999">
            <w:r w:rsidRPr="0072107A">
              <w:t>CP number</w:t>
            </w:r>
            <w:r w:rsidR="00916C37" w:rsidRPr="0072107A">
              <w:t>:</w:t>
            </w:r>
          </w:p>
        </w:tc>
        <w:tc>
          <w:tcPr>
            <w:tcW w:w="2808" w:type="pct"/>
          </w:tcPr>
          <w:p w14:paraId="49E5CF36" w14:textId="65C3686A" w:rsidR="00193115" w:rsidRPr="00973740" w:rsidRDefault="008C3E4C" w:rsidP="00DA5999">
            <w:r>
              <w:t>435</w:t>
            </w:r>
          </w:p>
        </w:tc>
      </w:tr>
      <w:tr w:rsidR="00193115" w:rsidRPr="00973740" w14:paraId="5CB649AA" w14:textId="77777777" w:rsidTr="00DA5999">
        <w:trPr>
          <w:trHeight w:val="227"/>
        </w:trPr>
        <w:tc>
          <w:tcPr>
            <w:tcW w:w="2192" w:type="pct"/>
          </w:tcPr>
          <w:p w14:paraId="2CDC7886" w14:textId="77777777" w:rsidR="00193115" w:rsidRPr="0072107A" w:rsidRDefault="00916C37" w:rsidP="00DA5999">
            <w:r w:rsidRPr="0072107A">
              <w:t>CP Title:</w:t>
            </w:r>
          </w:p>
        </w:tc>
        <w:tc>
          <w:tcPr>
            <w:tcW w:w="2808" w:type="pct"/>
          </w:tcPr>
          <w:p w14:paraId="2108767C" w14:textId="7E8601B9" w:rsidR="00193115" w:rsidRPr="00A71D3F" w:rsidRDefault="008C3E4C" w:rsidP="00DA5999">
            <w:r w:rsidRPr="008C3E4C">
              <w:t>Party Novation Process</w:t>
            </w:r>
          </w:p>
        </w:tc>
      </w:tr>
      <w:tr w:rsidR="00916C37" w:rsidRPr="00973740" w14:paraId="07159B52" w14:textId="77777777" w:rsidTr="00DA5999">
        <w:trPr>
          <w:trHeight w:val="227"/>
        </w:trPr>
        <w:tc>
          <w:tcPr>
            <w:tcW w:w="2192" w:type="pct"/>
          </w:tcPr>
          <w:p w14:paraId="5834D7B2" w14:textId="77777777" w:rsidR="00916C37" w:rsidRPr="0072107A" w:rsidRDefault="00916C37" w:rsidP="00DA5999">
            <w:r w:rsidRPr="0072107A">
              <w:t>Parties Impacted:</w:t>
            </w:r>
          </w:p>
        </w:tc>
        <w:tc>
          <w:tcPr>
            <w:tcW w:w="2808" w:type="pct"/>
          </w:tcPr>
          <w:p w14:paraId="7E43B8CD" w14:textId="2B7B108B" w:rsidR="00916C37" w:rsidRPr="00973740" w:rsidRDefault="008C3E4C" w:rsidP="00DA5999">
            <w:r>
              <w:t>All Parties</w:t>
            </w:r>
          </w:p>
        </w:tc>
      </w:tr>
      <w:tr w:rsidR="00916C37" w:rsidRPr="00973740" w14:paraId="6FD21DA9" w14:textId="77777777" w:rsidTr="00DA5999">
        <w:trPr>
          <w:trHeight w:val="227"/>
        </w:trPr>
        <w:tc>
          <w:tcPr>
            <w:tcW w:w="2192" w:type="pct"/>
          </w:tcPr>
          <w:p w14:paraId="62F43C3A" w14:textId="77777777" w:rsidR="00916C37" w:rsidRPr="0072107A" w:rsidRDefault="00916C37" w:rsidP="00DA5999">
            <w:r w:rsidRPr="0072107A">
              <w:t>Part 1</w:t>
            </w:r>
            <w:r w:rsidR="008A35FA">
              <w:t xml:space="preserve"> </w:t>
            </w:r>
            <w:r w:rsidRPr="0072107A">
              <w:t>/ Part 2 Matter:</w:t>
            </w:r>
          </w:p>
        </w:tc>
        <w:tc>
          <w:tcPr>
            <w:tcW w:w="2808" w:type="pct"/>
          </w:tcPr>
          <w:p w14:paraId="4EB77A0D" w14:textId="234FDF35" w:rsidR="00916C37" w:rsidRPr="00973740" w:rsidRDefault="003B2AE7" w:rsidP="00DA5999">
            <w:r>
              <w:t xml:space="preserve">Part </w:t>
            </w:r>
            <w:r w:rsidR="008C3E4C">
              <w:t xml:space="preserve">1 </w:t>
            </w:r>
            <w:r>
              <w:t>Matter</w:t>
            </w:r>
          </w:p>
        </w:tc>
      </w:tr>
      <w:tr w:rsidR="00916C37" w:rsidRPr="00973740" w14:paraId="764A51CB" w14:textId="77777777" w:rsidTr="00DA5999">
        <w:trPr>
          <w:trHeight w:val="227"/>
        </w:trPr>
        <w:tc>
          <w:tcPr>
            <w:tcW w:w="2192" w:type="pct"/>
          </w:tcPr>
          <w:p w14:paraId="6AC8CD89" w14:textId="77777777" w:rsidR="00916C37" w:rsidRPr="0072107A" w:rsidRDefault="00916C37" w:rsidP="00DA5999">
            <w:r w:rsidRPr="0072107A">
              <w:t>Implementation Date:</w:t>
            </w:r>
          </w:p>
        </w:tc>
        <w:tc>
          <w:tcPr>
            <w:tcW w:w="2808" w:type="pct"/>
          </w:tcPr>
          <w:p w14:paraId="3481E566" w14:textId="111FC191" w:rsidR="00916C37" w:rsidRPr="00973740" w:rsidRDefault="008C3E4C" w:rsidP="008C3E4C">
            <w:r>
              <w:t>Next release after approval.</w:t>
            </w:r>
          </w:p>
        </w:tc>
      </w:tr>
      <w:tr w:rsidR="00916C37" w:rsidRPr="00973740" w14:paraId="3C97C123" w14:textId="77777777" w:rsidTr="00DA5999">
        <w:trPr>
          <w:trHeight w:val="227"/>
        </w:trPr>
        <w:tc>
          <w:tcPr>
            <w:tcW w:w="2192" w:type="pct"/>
          </w:tcPr>
          <w:p w14:paraId="1C30CD7D" w14:textId="77777777" w:rsidR="00916C37" w:rsidRPr="0072107A" w:rsidRDefault="00916C37" w:rsidP="00DA5999">
            <w:r w:rsidRPr="0072107A">
              <w:t>Voting End Date:</w:t>
            </w:r>
          </w:p>
        </w:tc>
        <w:tc>
          <w:tcPr>
            <w:tcW w:w="2808" w:type="pct"/>
          </w:tcPr>
          <w:p w14:paraId="1747E7E4" w14:textId="5F207BB2" w:rsidR="00916C37" w:rsidRPr="00973740" w:rsidRDefault="008C3E4C" w:rsidP="00DA5999">
            <w:r>
              <w:t xml:space="preserve">15 April </w:t>
            </w:r>
            <w:r w:rsidR="006255AC">
              <w:t>202</w:t>
            </w:r>
            <w:r w:rsidR="00AA47A6">
              <w:t>4</w:t>
            </w:r>
          </w:p>
        </w:tc>
      </w:tr>
    </w:tbl>
    <w:p w14:paraId="24D9351B"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4634F4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BD71B09" w14:textId="77777777" w:rsidR="004A45C0" w:rsidRPr="00DA5999" w:rsidRDefault="004A45C0" w:rsidP="00DA5999">
            <w:pPr>
              <w:pStyle w:val="ColumnHeading"/>
            </w:pPr>
            <w:r w:rsidRPr="00DA5999">
              <w:t>Respondent Details</w:t>
            </w:r>
          </w:p>
        </w:tc>
      </w:tr>
      <w:tr w:rsidR="00B23399" w:rsidRPr="00973740" w14:paraId="3FE5401A" w14:textId="77777777" w:rsidTr="00DA5999">
        <w:tc>
          <w:tcPr>
            <w:tcW w:w="2192" w:type="pct"/>
          </w:tcPr>
          <w:p w14:paraId="78825627"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6BCFE948DE3D42F4A383E3A1188D41EC"/>
            </w:placeholder>
            <w:showingPlcHdr/>
          </w:sdtPr>
          <w:sdtEndPr/>
          <w:sdtContent>
            <w:tc>
              <w:tcPr>
                <w:tcW w:w="2808" w:type="pct"/>
              </w:tcPr>
              <w:p w14:paraId="3B301D6A" w14:textId="1366E401"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21523026" w14:textId="77777777" w:rsidTr="00DA5999">
        <w:tc>
          <w:tcPr>
            <w:tcW w:w="2192" w:type="pct"/>
          </w:tcPr>
          <w:p w14:paraId="58D9020E"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777C1FCF61FC41BA9251E5579CAAC0A6"/>
            </w:placeholder>
            <w:showingPlcHdr/>
            <w:dropDownList>
              <w:listItem w:value="Choose an item."/>
              <w:listItem w:displayText="Supplier" w:value="Supplier"/>
              <w:listItem w:displayText="DNO" w:value="DNO"/>
              <w:listItem w:displayText="IDNO" w:value="IDNO"/>
              <w:listItem w:displayText="CVA Registrant" w:value="CVA Registrant"/>
              <w:listItem w:displayText="OTSO" w:value="OTSO"/>
              <w:listItem w:displayText="Gas Supplier" w:value="Gas Supplier"/>
              <w:listItem w:displayText="Safe Isolation Provider" w:value="Safe Isolation Provider"/>
            </w:dropDownList>
          </w:sdtPr>
          <w:sdtEndPr/>
          <w:sdtContent>
            <w:tc>
              <w:tcPr>
                <w:tcW w:w="2808" w:type="pct"/>
              </w:tcPr>
              <w:p w14:paraId="1830C069" w14:textId="6F785A8A" w:rsidR="00B23399" w:rsidRPr="008A35FA" w:rsidRDefault="00A71D3F" w:rsidP="00DA5999">
                <w:pPr>
                  <w:rPr>
                    <w:color w:val="A6A6A6" w:themeColor="background1" w:themeShade="A6"/>
                  </w:rPr>
                </w:pPr>
                <w:r w:rsidRPr="005D19FB">
                  <w:rPr>
                    <w:rStyle w:val="PlaceholderText"/>
                  </w:rPr>
                  <w:t>Choose an item.</w:t>
                </w:r>
              </w:p>
            </w:tc>
          </w:sdtContent>
        </w:sdt>
      </w:tr>
      <w:tr w:rsidR="00B23399" w:rsidRPr="00973740" w14:paraId="7D1F931F" w14:textId="77777777" w:rsidTr="00DA5999">
        <w:tc>
          <w:tcPr>
            <w:tcW w:w="2192" w:type="pct"/>
          </w:tcPr>
          <w:p w14:paraId="690DD787"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78622B303E75456B8A5581AB499E0A2A"/>
            </w:placeholder>
            <w:showingPlcHdr/>
            <w:text/>
          </w:sdtPr>
          <w:sdtEndPr/>
          <w:sdtContent>
            <w:tc>
              <w:tcPr>
                <w:tcW w:w="2808" w:type="pct"/>
              </w:tcPr>
              <w:p w14:paraId="531238F3" w14:textId="49540AF3"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02BCDF99" w14:textId="77777777" w:rsidTr="00DA5999">
        <w:tc>
          <w:tcPr>
            <w:tcW w:w="2192" w:type="pct"/>
          </w:tcPr>
          <w:p w14:paraId="3F5C0C17"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2723D10620584DC4AF96E9C3E23CAC75"/>
            </w:placeholder>
            <w:showingPlcHdr/>
            <w:text/>
          </w:sdtPr>
          <w:sdtEndPr/>
          <w:sdtContent>
            <w:tc>
              <w:tcPr>
                <w:tcW w:w="2808" w:type="pct"/>
              </w:tcPr>
              <w:p w14:paraId="4948A3B3" w14:textId="5FE4CFA5"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1DF5A61" w14:textId="77777777" w:rsidTr="00DA5999">
        <w:tc>
          <w:tcPr>
            <w:tcW w:w="2192" w:type="pct"/>
          </w:tcPr>
          <w:p w14:paraId="22DAB4B2"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38BA212B83AB4B399539B07DA18B59B5"/>
            </w:placeholder>
            <w:showingPlcHdr/>
            <w:text/>
          </w:sdtPr>
          <w:sdtEndPr/>
          <w:sdtContent>
            <w:tc>
              <w:tcPr>
                <w:tcW w:w="2808" w:type="pct"/>
              </w:tcPr>
              <w:p w14:paraId="3B52C86A" w14:textId="2C4194A2"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40A7EE3E" w14:textId="77777777" w:rsidTr="00DA5999">
        <w:tc>
          <w:tcPr>
            <w:tcW w:w="2192" w:type="pct"/>
          </w:tcPr>
          <w:p w14:paraId="209B2D35"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A77E1192B48D490CB1809666D7A9F8C0"/>
            </w:placeholder>
            <w:showingPlcHdr/>
            <w:text/>
          </w:sdtPr>
          <w:sdtEndPr/>
          <w:sdtContent>
            <w:tc>
              <w:tcPr>
                <w:tcW w:w="2808" w:type="pct"/>
              </w:tcPr>
              <w:p w14:paraId="7C22085E" w14:textId="610235A4"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6F4227C3" w14:textId="77777777" w:rsidTr="00DA5999">
        <w:tc>
          <w:tcPr>
            <w:tcW w:w="2192" w:type="pct"/>
          </w:tcPr>
          <w:p w14:paraId="056B902D"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595F95AB766F4D86AC998287F80D48B3"/>
            </w:placeholder>
            <w:showingPlcHdr/>
            <w:text/>
          </w:sdtPr>
          <w:sdtEndPr/>
          <w:sdtContent>
            <w:tc>
              <w:tcPr>
                <w:tcW w:w="2808" w:type="pct"/>
              </w:tcPr>
              <w:p w14:paraId="0A86C50D" w14:textId="68801256" w:rsidR="00B23399" w:rsidRPr="008A35FA" w:rsidRDefault="00A71D3F" w:rsidP="00DA5999">
                <w:pPr>
                  <w:rPr>
                    <w:color w:val="A6A6A6" w:themeColor="background1" w:themeShade="A6"/>
                  </w:rPr>
                </w:pPr>
                <w:r w:rsidRPr="005D19FB">
                  <w:rPr>
                    <w:rStyle w:val="PlaceholderText"/>
                  </w:rPr>
                  <w:t>Click here to enter text.</w:t>
                </w:r>
              </w:p>
            </w:tc>
          </w:sdtContent>
        </w:sdt>
      </w:tr>
      <w:tr w:rsidR="00B23399" w:rsidRPr="00973740" w14:paraId="79389DD3" w14:textId="77777777" w:rsidTr="00DA5999">
        <w:tc>
          <w:tcPr>
            <w:tcW w:w="2192" w:type="pct"/>
          </w:tcPr>
          <w:p w14:paraId="57FC4BD7"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AF02DE30BF244F26A1C704034FB41E29"/>
            </w:placeholder>
            <w:showingPlcHdr/>
            <w:text/>
          </w:sdtPr>
          <w:sdtEndPr/>
          <w:sdtContent>
            <w:tc>
              <w:tcPr>
                <w:tcW w:w="2808" w:type="pct"/>
              </w:tcPr>
              <w:p w14:paraId="04F65572" w14:textId="5E8FD135" w:rsidR="00B23399" w:rsidRPr="008A35FA" w:rsidRDefault="00A71D3F" w:rsidP="00DA5999">
                <w:pPr>
                  <w:rPr>
                    <w:color w:val="A6A6A6" w:themeColor="background1" w:themeShade="A6"/>
                  </w:rPr>
                </w:pPr>
                <w:r w:rsidRPr="005D19FB">
                  <w:rPr>
                    <w:rStyle w:val="PlaceholderText"/>
                  </w:rPr>
                  <w:t>Click here to enter text.</w:t>
                </w:r>
              </w:p>
            </w:tc>
          </w:sdtContent>
        </w:sdt>
      </w:tr>
    </w:tbl>
    <w:p w14:paraId="0C0B9653"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1CF31C48"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3392AC92" w14:textId="77777777" w:rsidR="005F26DE" w:rsidRPr="00DA5999" w:rsidRDefault="005F26DE" w:rsidP="00DA5999">
            <w:pPr>
              <w:pStyle w:val="ColumnHeading"/>
            </w:pPr>
            <w:r w:rsidRPr="00973740">
              <w:t>Response</w:t>
            </w:r>
          </w:p>
        </w:tc>
      </w:tr>
      <w:tr w:rsidR="005F26DE" w:rsidRPr="00973740" w14:paraId="1E6CDE04" w14:textId="77777777" w:rsidTr="00DA5999">
        <w:tc>
          <w:tcPr>
            <w:tcW w:w="2195" w:type="pct"/>
          </w:tcPr>
          <w:p w14:paraId="3590B552"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BDA8B77D0B5E467493AC8F9D87B7076E"/>
            </w:placeholder>
            <w:showingPlcHdr/>
            <w:dropDownList>
              <w:listItem w:value="Choose an item."/>
              <w:listItem w:displayText="Accept" w:value="Accept"/>
              <w:listItem w:displayText="Reject" w:value="Reject"/>
            </w:dropDownList>
          </w:sdtPr>
          <w:sdtEndPr/>
          <w:sdtContent>
            <w:tc>
              <w:tcPr>
                <w:tcW w:w="2805" w:type="pct"/>
              </w:tcPr>
              <w:p w14:paraId="0B88E95A" w14:textId="7FF039E4" w:rsidR="005F26DE" w:rsidRPr="008A35FA" w:rsidRDefault="00A71D3F" w:rsidP="00DA5999">
                <w:pPr>
                  <w:rPr>
                    <w:color w:val="A6A6A6" w:themeColor="background1" w:themeShade="A6"/>
                  </w:rPr>
                </w:pPr>
                <w:r w:rsidRPr="005D19FB">
                  <w:rPr>
                    <w:rStyle w:val="PlaceholderText"/>
                  </w:rPr>
                  <w:t>Choose an item.</w:t>
                </w:r>
              </w:p>
            </w:tc>
          </w:sdtContent>
        </w:sdt>
      </w:tr>
      <w:tr w:rsidR="005F26DE" w:rsidRPr="00973740" w14:paraId="3D48BD63" w14:textId="77777777" w:rsidTr="00DA5999">
        <w:tc>
          <w:tcPr>
            <w:tcW w:w="2195" w:type="pct"/>
            <w:tcBorders>
              <w:bottom w:val="single" w:sz="4" w:space="0" w:color="auto"/>
            </w:tcBorders>
          </w:tcPr>
          <w:p w14:paraId="518DFB65"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B7780C7AB4B742969BC85E4CB4B50185"/>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EF23785" w14:textId="3BE898A1" w:rsidR="005F26DE" w:rsidRPr="008A35FA" w:rsidRDefault="00A71D3F" w:rsidP="00DA5999">
                <w:pPr>
                  <w:rPr>
                    <w:color w:val="A6A6A6" w:themeColor="background1" w:themeShade="A6"/>
                  </w:rPr>
                </w:pPr>
                <w:r w:rsidRPr="005D19FB">
                  <w:rPr>
                    <w:rStyle w:val="PlaceholderText"/>
                  </w:rPr>
                  <w:t>Choose an item.</w:t>
                </w:r>
              </w:p>
            </w:tc>
          </w:sdtContent>
        </w:sdt>
      </w:tr>
      <w:tr w:rsidR="00973740" w:rsidRPr="00973740" w14:paraId="1D142BC5" w14:textId="77777777" w:rsidTr="00DA5999">
        <w:tc>
          <w:tcPr>
            <w:tcW w:w="2195" w:type="pct"/>
          </w:tcPr>
          <w:p w14:paraId="2A96512A"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994000238B23444B96F7A63129E0049B"/>
            </w:placeholder>
            <w:showingPlcHdr/>
          </w:sdtPr>
          <w:sdtEndPr/>
          <w:sdtContent>
            <w:tc>
              <w:tcPr>
                <w:tcW w:w="2805" w:type="pct"/>
              </w:tcPr>
              <w:p w14:paraId="63B475B2" w14:textId="20984D5D" w:rsidR="00973740" w:rsidRPr="008A35FA" w:rsidRDefault="00A71D3F" w:rsidP="00A71D3F">
                <w:pPr>
                  <w:rPr>
                    <w:color w:val="A6A6A6" w:themeColor="background1" w:themeShade="A6"/>
                  </w:rPr>
                </w:pPr>
                <w:r w:rsidRPr="005D19FB">
                  <w:rPr>
                    <w:rStyle w:val="PlaceholderText"/>
                  </w:rPr>
                  <w:t>Click here to enter text.</w:t>
                </w:r>
              </w:p>
            </w:tc>
          </w:sdtContent>
        </w:sdt>
      </w:tr>
      <w:tr w:rsidR="00973740" w:rsidRPr="00973740" w14:paraId="0508CB43" w14:textId="77777777" w:rsidTr="00DA5999">
        <w:tc>
          <w:tcPr>
            <w:tcW w:w="2195" w:type="pct"/>
          </w:tcPr>
          <w:p w14:paraId="29DFF2F1"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CD09C75C17A74FFCB48AF3B140B7F42B"/>
            </w:placeholder>
            <w:showingPlcHdr/>
          </w:sdtPr>
          <w:sdtEndPr/>
          <w:sdtContent>
            <w:tc>
              <w:tcPr>
                <w:tcW w:w="2805" w:type="pct"/>
              </w:tcPr>
              <w:p w14:paraId="0F77E13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D6A849C" w14:textId="77777777" w:rsid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2E20DE9A"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3A6E2226" w14:textId="77777777" w:rsidR="00973740" w:rsidRPr="00A94393" w:rsidRDefault="00973740" w:rsidP="00A94393">
            <w:pPr>
              <w:pStyle w:val="ColumnHeading"/>
            </w:pPr>
            <w:r w:rsidRPr="00A94393">
              <w:lastRenderedPageBreak/>
              <w:t>DCUSA Objectives</w:t>
            </w:r>
          </w:p>
        </w:tc>
      </w:tr>
      <w:tr w:rsidR="005F26DE" w:rsidRPr="00973740" w14:paraId="400FFD6A" w14:textId="77777777" w:rsidTr="00A94393">
        <w:tc>
          <w:tcPr>
            <w:tcW w:w="5000" w:type="pct"/>
            <w:tcBorders>
              <w:bottom w:val="single" w:sz="4" w:space="0" w:color="auto"/>
            </w:tcBorders>
            <w:shd w:val="clear" w:color="auto" w:fill="D9D9D9" w:themeFill="background1" w:themeFillShade="D9"/>
          </w:tcPr>
          <w:p w14:paraId="3E0888C5" w14:textId="77777777" w:rsidR="00973740" w:rsidRPr="0072107A" w:rsidRDefault="00973740" w:rsidP="0072107A">
            <w:pPr>
              <w:pStyle w:val="ObjectivesHeading"/>
            </w:pPr>
            <w:r w:rsidRPr="0072107A">
              <w:t>DCUSA General Objectives</w:t>
            </w:r>
          </w:p>
          <w:p w14:paraId="6873CAB3" w14:textId="77777777" w:rsidR="00973740" w:rsidRPr="004D3204" w:rsidRDefault="00973740" w:rsidP="0072107A">
            <w:pPr>
              <w:pStyle w:val="ListNumber"/>
              <w:numPr>
                <w:ilvl w:val="0"/>
                <w:numId w:val="17"/>
              </w:numPr>
            </w:pPr>
            <w:r w:rsidRPr="004D3204">
              <w:t xml:space="preserve">The development, </w:t>
            </w:r>
            <w:proofErr w:type="gramStart"/>
            <w:r w:rsidRPr="004D3204">
              <w:t>maintenance</w:t>
            </w:r>
            <w:proofErr w:type="gramEnd"/>
            <w:r w:rsidRPr="004D3204">
              <w:t xml:space="preserve"> and operation by each of the DNO Parties and IDNO Parties of an efficient, co-ordinated, and economical Distribution System.</w:t>
            </w:r>
          </w:p>
          <w:p w14:paraId="3D342CC3"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w:t>
            </w:r>
            <w:proofErr w:type="gramStart"/>
            <w:r w:rsidRPr="004D3204">
              <w:t>distribution</w:t>
            </w:r>
            <w:proofErr w:type="gramEnd"/>
            <w:r w:rsidRPr="004D3204">
              <w:t xml:space="preserve"> and purchase of electricity. </w:t>
            </w:r>
          </w:p>
          <w:p w14:paraId="15A618B9"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00F298E"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00B9F6D8" w14:textId="577BB533" w:rsidR="00973740" w:rsidRPr="004D3204" w:rsidRDefault="00542907" w:rsidP="0072107A">
            <w:pPr>
              <w:pStyle w:val="ListNumber"/>
              <w:numPr>
                <w:ilvl w:val="0"/>
                <w:numId w:val="17"/>
              </w:numPr>
            </w:pPr>
            <w:r w:rsidRPr="00542907">
              <w:t>Compliance with the EU Internal Market Regulation and any relevant legally binding decisions of the European Commission and/or the Agency for the Co-operation of Energy Regulators.</w:t>
            </w:r>
          </w:p>
          <w:p w14:paraId="793F702B" w14:textId="77777777" w:rsidR="00973740" w:rsidRPr="004D3204" w:rsidRDefault="00973740" w:rsidP="0072107A">
            <w:pPr>
              <w:pStyle w:val="ObjectivesHeading"/>
            </w:pPr>
            <w:r w:rsidRPr="004D3204">
              <w:t xml:space="preserve">DCUSA Charging Objectives </w:t>
            </w:r>
          </w:p>
          <w:p w14:paraId="11BF0834"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68AA652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6BF7F7E3"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22EDB46E"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42FA845" w14:textId="44023610" w:rsidR="00973740" w:rsidRPr="004D3204" w:rsidRDefault="00973740" w:rsidP="0072107A">
            <w:pPr>
              <w:pStyle w:val="ListNumber"/>
              <w:numPr>
                <w:ilvl w:val="0"/>
                <w:numId w:val="17"/>
              </w:numPr>
            </w:pPr>
            <w:r w:rsidRPr="004D3204">
              <w:t xml:space="preserve">That compliance by each DNO Party with the Charging Methodologies facilitates </w:t>
            </w:r>
            <w:r w:rsidR="00542907">
              <w:t>c</w:t>
            </w:r>
            <w:r w:rsidR="00542907" w:rsidRPr="00542907">
              <w:t xml:space="preserve">ompliance with the EU Internal Market Regulation and any relevant legally binding decisions of the European Commission and/or the Agency for the Co-operation of Energy </w:t>
            </w:r>
            <w:proofErr w:type="gramStart"/>
            <w:r w:rsidR="00542907" w:rsidRPr="00542907">
              <w:t>Regulators.</w:t>
            </w:r>
            <w:r w:rsidRPr="004D3204">
              <w:t>.</w:t>
            </w:r>
            <w:proofErr w:type="gramEnd"/>
          </w:p>
          <w:p w14:paraId="03571D69"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18279DB8" w14:textId="6ACD521C" w:rsidR="005F26DE" w:rsidRPr="00973740" w:rsidRDefault="005F26DE" w:rsidP="0072107A"/>
    <w:sectPr w:rsidR="005F26DE" w:rsidRPr="00973740" w:rsidSect="008C3E4C">
      <w:footerReference w:type="default" r:id="rId8"/>
      <w:headerReference w:type="first" r:id="rId9"/>
      <w:footerReference w:type="first" r:id="rId10"/>
      <w:endnotePr>
        <w:numFmt w:val="decimal"/>
      </w:endnotePr>
      <w:pgSz w:w="11907" w:h="16840" w:code="9"/>
      <w:pgMar w:top="1843" w:right="1418" w:bottom="993"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5AB8B1" w14:textId="77777777" w:rsidR="00E42032" w:rsidRDefault="00E42032" w:rsidP="0072107A">
      <w:r>
        <w:separator/>
      </w:r>
    </w:p>
  </w:endnote>
  <w:endnote w:type="continuationSeparator" w:id="0">
    <w:p w14:paraId="612BA056" w14:textId="77777777" w:rsidR="00E42032" w:rsidRDefault="00E42032"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2011C7" w14:textId="61907678" w:rsidR="00FD00A2" w:rsidRPr="00973740" w:rsidRDefault="008C3E4C" w:rsidP="0072107A">
    <w:pPr>
      <w:pStyle w:val="Footer"/>
    </w:pPr>
    <w:r>
      <w:t>DCP 435</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rsidR="00B65B0F">
      <w:t>Version 1.0</w:t>
    </w:r>
    <w:r w:rsidR="00FD00A2" w:rsidRPr="009737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EE01DC" w14:textId="17756E05" w:rsidR="008A35FA" w:rsidRDefault="008C3E4C">
    <w:pPr>
      <w:pStyle w:val="Footer"/>
    </w:pPr>
    <w:r>
      <w:t>DCP 435</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B65B0F">
      <w:t>Version 1.0</w:t>
    </w:r>
    <w:r w:rsidR="008A35FA" w:rsidRPr="0097374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5678E3" w14:textId="77777777" w:rsidR="00E42032" w:rsidRDefault="00E42032" w:rsidP="0072107A">
      <w:r>
        <w:separator/>
      </w:r>
    </w:p>
  </w:footnote>
  <w:footnote w:type="continuationSeparator" w:id="0">
    <w:p w14:paraId="3C6CE18F" w14:textId="77777777" w:rsidR="00E42032" w:rsidRDefault="00E42032" w:rsidP="0072107A">
      <w:r>
        <w:continuationSeparator/>
      </w:r>
    </w:p>
  </w:footnote>
  <w:footnote w:id="1">
    <w:p w14:paraId="448FB4D0" w14:textId="77777777" w:rsidR="005F26DE" w:rsidRDefault="005F26DE" w:rsidP="0072107A">
      <w:pPr>
        <w:pStyle w:val="FootnoteText"/>
      </w:pPr>
      <w:r>
        <w:rPr>
          <w:rStyle w:val="FootnoteReference"/>
        </w:rPr>
        <w:footnoteRef/>
      </w:r>
      <w:r w:rsidR="004D3204">
        <w:t xml:space="preserve"> </w:t>
      </w:r>
      <w:r w:rsidR="004D3204" w:rsidRPr="00957B20">
        <w:t>If you are a DNO Party please fill in one “Party Name” row for each of your Licence Areas. All other DCUSA Parties please complete only the “Party Name 1” row.</w:t>
      </w:r>
    </w:p>
  </w:footnote>
  <w:footnote w:id="2">
    <w:p w14:paraId="581878C3"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3EE3B" w14:textId="55AE25EA" w:rsidR="001D313A" w:rsidRDefault="00340116">
    <w:pPr>
      <w:pStyle w:val="Header"/>
    </w:pPr>
    <w:r w:rsidRPr="00A61E19">
      <w:rPr>
        <w:noProof/>
        <w:lang w:eastAsia="en-GB"/>
      </w:rPr>
      <w:drawing>
        <wp:anchor distT="0" distB="0" distL="114300" distR="114300" simplePos="0" relativeHeight="251658752" behindDoc="1" locked="0" layoutInCell="1" allowOverlap="1" wp14:anchorId="49A60EB5" wp14:editId="1468DBA0">
          <wp:simplePos x="0" y="0"/>
          <wp:positionH relativeFrom="page">
            <wp:align>left</wp:align>
          </wp:positionH>
          <wp:positionV relativeFrom="page">
            <wp:align>top</wp:align>
          </wp:positionV>
          <wp:extent cx="7584130" cy="1695450"/>
          <wp:effectExtent l="0" t="0" r="0" b="0"/>
          <wp:wrapNone/>
          <wp:docPr id="113084209" name="Picture 1130842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87179" cy="1696132"/>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292781937">
    <w:abstractNumId w:val="9"/>
  </w:num>
  <w:num w:numId="2" w16cid:durableId="460422304">
    <w:abstractNumId w:val="5"/>
  </w:num>
  <w:num w:numId="3" w16cid:durableId="1603763416">
    <w:abstractNumId w:val="9"/>
  </w:num>
  <w:num w:numId="4" w16cid:durableId="522670165">
    <w:abstractNumId w:val="3"/>
  </w:num>
  <w:num w:numId="5" w16cid:durableId="2146391756">
    <w:abstractNumId w:val="9"/>
  </w:num>
  <w:num w:numId="6" w16cid:durableId="651105640">
    <w:abstractNumId w:val="2"/>
  </w:num>
  <w:num w:numId="7" w16cid:durableId="509098853">
    <w:abstractNumId w:val="9"/>
  </w:num>
  <w:num w:numId="8" w16cid:durableId="1838576400">
    <w:abstractNumId w:val="4"/>
  </w:num>
  <w:num w:numId="9" w16cid:durableId="61409641">
    <w:abstractNumId w:val="7"/>
  </w:num>
  <w:num w:numId="10" w16cid:durableId="621880548">
    <w:abstractNumId w:val="1"/>
  </w:num>
  <w:num w:numId="11" w16cid:durableId="538855965">
    <w:abstractNumId w:val="7"/>
  </w:num>
  <w:num w:numId="12" w16cid:durableId="726412196">
    <w:abstractNumId w:val="0"/>
  </w:num>
  <w:num w:numId="13" w16cid:durableId="1046611917">
    <w:abstractNumId w:val="7"/>
  </w:num>
  <w:num w:numId="14" w16cid:durableId="2067950017">
    <w:abstractNumId w:val="8"/>
  </w:num>
  <w:num w:numId="15" w16cid:durableId="1131167880">
    <w:abstractNumId w:val="6"/>
  </w:num>
  <w:num w:numId="16" w16cid:durableId="14504737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69321798">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ocumentProtection w:edit="readOnly" w:enforcement="0"/>
  <w:defaultTabStop w:val="720"/>
  <w:drawingGridHorizontalSpacing w:val="120"/>
  <w:displayHorizontalDrawingGridEvery w:val="2"/>
  <w:displayVerticalDrawingGridEvery w:val="2"/>
  <w:characterSpacingControl w:val="doNotCompress"/>
  <w:hdrShapeDefaults>
    <o:shapedefaults v:ext="edit" spidmax="36865"/>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AE7"/>
    <w:rsid w:val="00077D80"/>
    <w:rsid w:val="000E1DBD"/>
    <w:rsid w:val="00134AF7"/>
    <w:rsid w:val="00147AF0"/>
    <w:rsid w:val="00171886"/>
    <w:rsid w:val="00190980"/>
    <w:rsid w:val="00193115"/>
    <w:rsid w:val="001A242F"/>
    <w:rsid w:val="001C2A5F"/>
    <w:rsid w:val="001D313A"/>
    <w:rsid w:val="001D3D83"/>
    <w:rsid w:val="001E03C5"/>
    <w:rsid w:val="001F256A"/>
    <w:rsid w:val="001F5567"/>
    <w:rsid w:val="00223DF1"/>
    <w:rsid w:val="0023069B"/>
    <w:rsid w:val="002B61A0"/>
    <w:rsid w:val="002E12C0"/>
    <w:rsid w:val="0031153A"/>
    <w:rsid w:val="00340116"/>
    <w:rsid w:val="0034443A"/>
    <w:rsid w:val="003B2AE7"/>
    <w:rsid w:val="0040580C"/>
    <w:rsid w:val="00410907"/>
    <w:rsid w:val="004572E2"/>
    <w:rsid w:val="004A45C0"/>
    <w:rsid w:val="004C652A"/>
    <w:rsid w:val="004D3204"/>
    <w:rsid w:val="005124D0"/>
    <w:rsid w:val="005258A1"/>
    <w:rsid w:val="00542907"/>
    <w:rsid w:val="00554409"/>
    <w:rsid w:val="005A6203"/>
    <w:rsid w:val="005C36AB"/>
    <w:rsid w:val="005F1DC2"/>
    <w:rsid w:val="005F26DE"/>
    <w:rsid w:val="005F2D28"/>
    <w:rsid w:val="006255AC"/>
    <w:rsid w:val="006849B3"/>
    <w:rsid w:val="00697019"/>
    <w:rsid w:val="00711B18"/>
    <w:rsid w:val="00720546"/>
    <w:rsid w:val="0072107A"/>
    <w:rsid w:val="00727A2C"/>
    <w:rsid w:val="007361B2"/>
    <w:rsid w:val="0076726D"/>
    <w:rsid w:val="00807039"/>
    <w:rsid w:val="00884177"/>
    <w:rsid w:val="008A35FA"/>
    <w:rsid w:val="008C3E4C"/>
    <w:rsid w:val="008D01AD"/>
    <w:rsid w:val="008F22A5"/>
    <w:rsid w:val="008F73FC"/>
    <w:rsid w:val="00916C37"/>
    <w:rsid w:val="00963A66"/>
    <w:rsid w:val="00973740"/>
    <w:rsid w:val="009A3EA3"/>
    <w:rsid w:val="009B02DB"/>
    <w:rsid w:val="009F1AFC"/>
    <w:rsid w:val="00A71D3F"/>
    <w:rsid w:val="00A817E9"/>
    <w:rsid w:val="00A828F0"/>
    <w:rsid w:val="00A94393"/>
    <w:rsid w:val="00AA47A6"/>
    <w:rsid w:val="00AB28A4"/>
    <w:rsid w:val="00AC6DB4"/>
    <w:rsid w:val="00B23399"/>
    <w:rsid w:val="00B65B0F"/>
    <w:rsid w:val="00C01797"/>
    <w:rsid w:val="00C14337"/>
    <w:rsid w:val="00CE497A"/>
    <w:rsid w:val="00D7706F"/>
    <w:rsid w:val="00DA5999"/>
    <w:rsid w:val="00DB3EF9"/>
    <w:rsid w:val="00DB3F55"/>
    <w:rsid w:val="00DC3F31"/>
    <w:rsid w:val="00DC59D8"/>
    <w:rsid w:val="00DD667B"/>
    <w:rsid w:val="00DD669B"/>
    <w:rsid w:val="00E42032"/>
    <w:rsid w:val="00E50519"/>
    <w:rsid w:val="00E66188"/>
    <w:rsid w:val="00EA5EE1"/>
    <w:rsid w:val="00EE2CEA"/>
    <w:rsid w:val="00EF062E"/>
    <w:rsid w:val="00F01B18"/>
    <w:rsid w:val="00F66F8D"/>
    <w:rsid w:val="00F83C2E"/>
    <w:rsid w:val="00FD00A2"/>
    <w:rsid w:val="00FE194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3771F89D"/>
  <w15:chartTrackingRefBased/>
  <w15:docId w15:val="{5C18E948-60CD-459B-B7AA-353DF43C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 w:type="paragraph" w:styleId="BalloonText">
    <w:name w:val="Balloon Text"/>
    <w:basedOn w:val="Normal"/>
    <w:link w:val="BalloonTextChar"/>
    <w:uiPriority w:val="99"/>
    <w:semiHidden/>
    <w:unhideWhenUsed/>
    <w:rsid w:val="003B2AE7"/>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2AE7"/>
    <w:rPr>
      <w:rFonts w:ascii="Segoe UI" w:hAnsi="Segoe UI" w:cs="Segoe UI"/>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wnsendD\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6BCFE948DE3D42F4A383E3A1188D41EC"/>
        <w:category>
          <w:name w:val="General"/>
          <w:gallery w:val="placeholder"/>
        </w:category>
        <w:types>
          <w:type w:val="bbPlcHdr"/>
        </w:types>
        <w:behaviors>
          <w:behavior w:val="content"/>
        </w:behaviors>
        <w:guid w:val="{39AB362A-6254-4D14-B3EE-2DB22BD89707}"/>
      </w:docPartPr>
      <w:docPartBody>
        <w:p w:rsidR="0063588F" w:rsidRDefault="00DF6C2B">
          <w:pPr>
            <w:pStyle w:val="6BCFE948DE3D42F4A383E3A1188D41EC"/>
          </w:pPr>
          <w:r w:rsidRPr="005D19FB">
            <w:rPr>
              <w:rStyle w:val="PlaceholderText"/>
            </w:rPr>
            <w:t>Click here to enter text.</w:t>
          </w:r>
        </w:p>
      </w:docPartBody>
    </w:docPart>
    <w:docPart>
      <w:docPartPr>
        <w:name w:val="777C1FCF61FC41BA9251E5579CAAC0A6"/>
        <w:category>
          <w:name w:val="General"/>
          <w:gallery w:val="placeholder"/>
        </w:category>
        <w:types>
          <w:type w:val="bbPlcHdr"/>
        </w:types>
        <w:behaviors>
          <w:behavior w:val="content"/>
        </w:behaviors>
        <w:guid w:val="{D4D50103-E931-49AC-A891-DF362F42EF3E}"/>
      </w:docPartPr>
      <w:docPartBody>
        <w:p w:rsidR="0063588F" w:rsidRDefault="00DF6C2B">
          <w:pPr>
            <w:pStyle w:val="777C1FCF61FC41BA9251E5579CAAC0A6"/>
          </w:pPr>
          <w:r w:rsidRPr="005D19FB">
            <w:rPr>
              <w:rStyle w:val="PlaceholderText"/>
            </w:rPr>
            <w:t>Choose an item.</w:t>
          </w:r>
        </w:p>
      </w:docPartBody>
    </w:docPart>
    <w:docPart>
      <w:docPartPr>
        <w:name w:val="78622B303E75456B8A5581AB499E0A2A"/>
        <w:category>
          <w:name w:val="General"/>
          <w:gallery w:val="placeholder"/>
        </w:category>
        <w:types>
          <w:type w:val="bbPlcHdr"/>
        </w:types>
        <w:behaviors>
          <w:behavior w:val="content"/>
        </w:behaviors>
        <w:guid w:val="{5C045718-8639-4682-843F-76180AE3AD5B}"/>
      </w:docPartPr>
      <w:docPartBody>
        <w:p w:rsidR="0063588F" w:rsidRDefault="00DF6C2B">
          <w:pPr>
            <w:pStyle w:val="78622B303E75456B8A5581AB499E0A2A"/>
          </w:pPr>
          <w:r w:rsidRPr="005D19FB">
            <w:rPr>
              <w:rStyle w:val="PlaceholderText"/>
            </w:rPr>
            <w:t>Click here to enter text.</w:t>
          </w:r>
        </w:p>
      </w:docPartBody>
    </w:docPart>
    <w:docPart>
      <w:docPartPr>
        <w:name w:val="2723D10620584DC4AF96E9C3E23CAC75"/>
        <w:category>
          <w:name w:val="General"/>
          <w:gallery w:val="placeholder"/>
        </w:category>
        <w:types>
          <w:type w:val="bbPlcHdr"/>
        </w:types>
        <w:behaviors>
          <w:behavior w:val="content"/>
        </w:behaviors>
        <w:guid w:val="{331DAB5C-CA17-4164-A32F-83CFB99F5B7F}"/>
      </w:docPartPr>
      <w:docPartBody>
        <w:p w:rsidR="0063588F" w:rsidRDefault="00DF6C2B">
          <w:pPr>
            <w:pStyle w:val="2723D10620584DC4AF96E9C3E23CAC75"/>
          </w:pPr>
          <w:r w:rsidRPr="005D19FB">
            <w:rPr>
              <w:rStyle w:val="PlaceholderText"/>
            </w:rPr>
            <w:t>Click here to enter text.</w:t>
          </w:r>
        </w:p>
      </w:docPartBody>
    </w:docPart>
    <w:docPart>
      <w:docPartPr>
        <w:name w:val="38BA212B83AB4B399539B07DA18B59B5"/>
        <w:category>
          <w:name w:val="General"/>
          <w:gallery w:val="placeholder"/>
        </w:category>
        <w:types>
          <w:type w:val="bbPlcHdr"/>
        </w:types>
        <w:behaviors>
          <w:behavior w:val="content"/>
        </w:behaviors>
        <w:guid w:val="{E9E4AEEC-F4C7-4F09-AAD8-8BE633F61CC4}"/>
      </w:docPartPr>
      <w:docPartBody>
        <w:p w:rsidR="0063588F" w:rsidRDefault="00DF6C2B">
          <w:pPr>
            <w:pStyle w:val="38BA212B83AB4B399539B07DA18B59B5"/>
          </w:pPr>
          <w:r w:rsidRPr="005D19FB">
            <w:rPr>
              <w:rStyle w:val="PlaceholderText"/>
            </w:rPr>
            <w:t>Click here to enter text.</w:t>
          </w:r>
        </w:p>
      </w:docPartBody>
    </w:docPart>
    <w:docPart>
      <w:docPartPr>
        <w:name w:val="A77E1192B48D490CB1809666D7A9F8C0"/>
        <w:category>
          <w:name w:val="General"/>
          <w:gallery w:val="placeholder"/>
        </w:category>
        <w:types>
          <w:type w:val="bbPlcHdr"/>
        </w:types>
        <w:behaviors>
          <w:behavior w:val="content"/>
        </w:behaviors>
        <w:guid w:val="{E38B73DF-2D7C-49C5-B4C3-22118CC07869}"/>
      </w:docPartPr>
      <w:docPartBody>
        <w:p w:rsidR="0063588F" w:rsidRDefault="00DF6C2B">
          <w:pPr>
            <w:pStyle w:val="A77E1192B48D490CB1809666D7A9F8C0"/>
          </w:pPr>
          <w:r w:rsidRPr="005D19FB">
            <w:rPr>
              <w:rStyle w:val="PlaceholderText"/>
            </w:rPr>
            <w:t>Click here to enter text.</w:t>
          </w:r>
        </w:p>
      </w:docPartBody>
    </w:docPart>
    <w:docPart>
      <w:docPartPr>
        <w:name w:val="595F95AB766F4D86AC998287F80D48B3"/>
        <w:category>
          <w:name w:val="General"/>
          <w:gallery w:val="placeholder"/>
        </w:category>
        <w:types>
          <w:type w:val="bbPlcHdr"/>
        </w:types>
        <w:behaviors>
          <w:behavior w:val="content"/>
        </w:behaviors>
        <w:guid w:val="{46BFCF3F-AFDD-40C9-8D2B-0FD64B016FF1}"/>
      </w:docPartPr>
      <w:docPartBody>
        <w:p w:rsidR="0063588F" w:rsidRDefault="00DF6C2B">
          <w:pPr>
            <w:pStyle w:val="595F95AB766F4D86AC998287F80D48B3"/>
          </w:pPr>
          <w:r w:rsidRPr="005D19FB">
            <w:rPr>
              <w:rStyle w:val="PlaceholderText"/>
            </w:rPr>
            <w:t>Click here to enter text.</w:t>
          </w:r>
        </w:p>
      </w:docPartBody>
    </w:docPart>
    <w:docPart>
      <w:docPartPr>
        <w:name w:val="AF02DE30BF244F26A1C704034FB41E29"/>
        <w:category>
          <w:name w:val="General"/>
          <w:gallery w:val="placeholder"/>
        </w:category>
        <w:types>
          <w:type w:val="bbPlcHdr"/>
        </w:types>
        <w:behaviors>
          <w:behavior w:val="content"/>
        </w:behaviors>
        <w:guid w:val="{B04E0D4A-459A-462E-BBD3-10C4CC220696}"/>
      </w:docPartPr>
      <w:docPartBody>
        <w:p w:rsidR="0063588F" w:rsidRDefault="00DF6C2B">
          <w:pPr>
            <w:pStyle w:val="AF02DE30BF244F26A1C704034FB41E29"/>
          </w:pPr>
          <w:r w:rsidRPr="005D19FB">
            <w:rPr>
              <w:rStyle w:val="PlaceholderText"/>
            </w:rPr>
            <w:t>Click here to enter text.</w:t>
          </w:r>
        </w:p>
      </w:docPartBody>
    </w:docPart>
    <w:docPart>
      <w:docPartPr>
        <w:name w:val="BDA8B77D0B5E467493AC8F9D87B7076E"/>
        <w:category>
          <w:name w:val="General"/>
          <w:gallery w:val="placeholder"/>
        </w:category>
        <w:types>
          <w:type w:val="bbPlcHdr"/>
        </w:types>
        <w:behaviors>
          <w:behavior w:val="content"/>
        </w:behaviors>
        <w:guid w:val="{1FDC5768-127A-44C6-B9DC-E864AFBFEB72}"/>
      </w:docPartPr>
      <w:docPartBody>
        <w:p w:rsidR="0063588F" w:rsidRDefault="00DF6C2B">
          <w:pPr>
            <w:pStyle w:val="BDA8B77D0B5E467493AC8F9D87B7076E"/>
          </w:pPr>
          <w:r w:rsidRPr="005D19FB">
            <w:rPr>
              <w:rStyle w:val="PlaceholderText"/>
            </w:rPr>
            <w:t>Choose an item.</w:t>
          </w:r>
        </w:p>
      </w:docPartBody>
    </w:docPart>
    <w:docPart>
      <w:docPartPr>
        <w:name w:val="B7780C7AB4B742969BC85E4CB4B50185"/>
        <w:category>
          <w:name w:val="General"/>
          <w:gallery w:val="placeholder"/>
        </w:category>
        <w:types>
          <w:type w:val="bbPlcHdr"/>
        </w:types>
        <w:behaviors>
          <w:behavior w:val="content"/>
        </w:behaviors>
        <w:guid w:val="{21123936-A2C9-4142-A4C6-57242C0DD583}"/>
      </w:docPartPr>
      <w:docPartBody>
        <w:p w:rsidR="0063588F" w:rsidRDefault="00DF6C2B">
          <w:pPr>
            <w:pStyle w:val="B7780C7AB4B742969BC85E4CB4B50185"/>
          </w:pPr>
          <w:r w:rsidRPr="005D19FB">
            <w:rPr>
              <w:rStyle w:val="PlaceholderText"/>
            </w:rPr>
            <w:t>Choose an item.</w:t>
          </w:r>
        </w:p>
      </w:docPartBody>
    </w:docPart>
    <w:docPart>
      <w:docPartPr>
        <w:name w:val="994000238B23444B96F7A63129E0049B"/>
        <w:category>
          <w:name w:val="General"/>
          <w:gallery w:val="placeholder"/>
        </w:category>
        <w:types>
          <w:type w:val="bbPlcHdr"/>
        </w:types>
        <w:behaviors>
          <w:behavior w:val="content"/>
        </w:behaviors>
        <w:guid w:val="{7943255F-F763-4E97-9736-FA33F9C36A67}"/>
      </w:docPartPr>
      <w:docPartBody>
        <w:p w:rsidR="0063588F" w:rsidRDefault="00DF6C2B">
          <w:pPr>
            <w:pStyle w:val="994000238B23444B96F7A63129E0049B"/>
          </w:pPr>
          <w:r w:rsidRPr="005D19FB">
            <w:rPr>
              <w:rStyle w:val="PlaceholderText"/>
            </w:rPr>
            <w:t>Click here to enter text.</w:t>
          </w:r>
        </w:p>
      </w:docPartBody>
    </w:docPart>
    <w:docPart>
      <w:docPartPr>
        <w:name w:val="CD09C75C17A74FFCB48AF3B140B7F42B"/>
        <w:category>
          <w:name w:val="General"/>
          <w:gallery w:val="placeholder"/>
        </w:category>
        <w:types>
          <w:type w:val="bbPlcHdr"/>
        </w:types>
        <w:behaviors>
          <w:behavior w:val="content"/>
        </w:behaviors>
        <w:guid w:val="{9483FA2B-48E6-46A1-9A7B-437E530EC040}"/>
      </w:docPartPr>
      <w:docPartBody>
        <w:p w:rsidR="0063588F" w:rsidRDefault="00DF6C2B">
          <w:pPr>
            <w:pStyle w:val="CD09C75C17A74FFCB48AF3B140B7F42B"/>
          </w:pPr>
          <w:r w:rsidRPr="005D19FB">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insDel="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2A4"/>
    <w:rsid w:val="00474451"/>
    <w:rsid w:val="0063588F"/>
    <w:rsid w:val="008052A4"/>
    <w:rsid w:val="009757BD"/>
    <w:rsid w:val="00DF6C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052A4"/>
    <w:rPr>
      <w:color w:val="808080"/>
    </w:rPr>
  </w:style>
  <w:style w:type="paragraph" w:customStyle="1" w:styleId="6BCFE948DE3D42F4A383E3A1188D41EC">
    <w:name w:val="6BCFE948DE3D42F4A383E3A1188D41EC"/>
  </w:style>
  <w:style w:type="paragraph" w:customStyle="1" w:styleId="777C1FCF61FC41BA9251E5579CAAC0A6">
    <w:name w:val="777C1FCF61FC41BA9251E5579CAAC0A6"/>
  </w:style>
  <w:style w:type="paragraph" w:customStyle="1" w:styleId="78622B303E75456B8A5581AB499E0A2A">
    <w:name w:val="78622B303E75456B8A5581AB499E0A2A"/>
  </w:style>
  <w:style w:type="paragraph" w:customStyle="1" w:styleId="2723D10620584DC4AF96E9C3E23CAC75">
    <w:name w:val="2723D10620584DC4AF96E9C3E23CAC75"/>
  </w:style>
  <w:style w:type="paragraph" w:customStyle="1" w:styleId="38BA212B83AB4B399539B07DA18B59B5">
    <w:name w:val="38BA212B83AB4B399539B07DA18B59B5"/>
  </w:style>
  <w:style w:type="paragraph" w:customStyle="1" w:styleId="A77E1192B48D490CB1809666D7A9F8C0">
    <w:name w:val="A77E1192B48D490CB1809666D7A9F8C0"/>
  </w:style>
  <w:style w:type="paragraph" w:customStyle="1" w:styleId="595F95AB766F4D86AC998287F80D48B3">
    <w:name w:val="595F95AB766F4D86AC998287F80D48B3"/>
  </w:style>
  <w:style w:type="paragraph" w:customStyle="1" w:styleId="AF02DE30BF244F26A1C704034FB41E29">
    <w:name w:val="AF02DE30BF244F26A1C704034FB41E29"/>
  </w:style>
  <w:style w:type="paragraph" w:customStyle="1" w:styleId="BDA8B77D0B5E467493AC8F9D87B7076E">
    <w:name w:val="BDA8B77D0B5E467493AC8F9D87B7076E"/>
  </w:style>
  <w:style w:type="paragraph" w:customStyle="1" w:styleId="B7780C7AB4B742969BC85E4CB4B50185">
    <w:name w:val="B7780C7AB4B742969BC85E4CB4B50185"/>
  </w:style>
  <w:style w:type="paragraph" w:customStyle="1" w:styleId="994000238B23444B96F7A63129E0049B">
    <w:name w:val="994000238B23444B96F7A63129E0049B"/>
  </w:style>
  <w:style w:type="paragraph" w:customStyle="1" w:styleId="CD09C75C17A74FFCB48AF3B140B7F42B">
    <w:name w:val="CD09C75C17A74FFCB48AF3B140B7F42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AC7288-399C-48C0-84FC-46A4342C76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19</TotalTime>
  <Pages>2</Pages>
  <Words>482</Words>
  <Characters>2754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Dylan Townsend</dc:creator>
  <cp:keywords/>
  <dc:description/>
  <cp:lastModifiedBy>Craig Booth</cp:lastModifiedBy>
  <cp:revision>10</cp:revision>
  <cp:lastPrinted>2021-01-12T10:24:00Z</cp:lastPrinted>
  <dcterms:created xsi:type="dcterms:W3CDTF">2022-10-31T16:46:00Z</dcterms:created>
  <dcterms:modified xsi:type="dcterms:W3CDTF">2024-03-11T12:58:00Z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363</vt:lpwstr>
  </property>
  <property fmtid="{D5CDD505-2E9C-101B-9397-08002B2CF9AE}" pid="3" name="Date">
    <vt:lpwstr>20 March 2020</vt:lpwstr>
  </property>
  <property fmtid="{D5CDD505-2E9C-101B-9397-08002B2CF9AE}" pid="4" name="Version">
    <vt:lpwstr>Version 1.0</vt:lpwstr>
  </property>
</Properties>
</file>