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079A7" w14:textId="2C042220" w:rsidR="00315909" w:rsidRPr="00315909" w:rsidRDefault="002627D6" w:rsidP="0051226B">
      <w:pPr>
        <w:pStyle w:val="Title"/>
        <w:spacing w:after="120"/>
        <w:contextualSpacing w:val="0"/>
        <w:rPr>
          <w:rFonts w:ascii="Calibri" w:hAnsi="Calibri"/>
          <w:i/>
          <w:sz w:val="22"/>
          <w:szCs w:val="22"/>
        </w:rPr>
      </w:pPr>
      <w:r w:rsidRPr="002B7C6C">
        <w:rPr>
          <w:rFonts w:ascii="Calibri" w:hAnsi="Calibri" w:cs="Calibri"/>
          <w:sz w:val="22"/>
          <w:szCs w:val="22"/>
        </w:rPr>
        <w:t xml:space="preserve">DCP </w:t>
      </w:r>
      <w:r w:rsidR="0051226B">
        <w:rPr>
          <w:rFonts w:ascii="Calibri" w:hAnsi="Calibri" w:cs="Calibri"/>
          <w:sz w:val="22"/>
          <w:szCs w:val="22"/>
        </w:rPr>
        <w:t>4</w:t>
      </w:r>
      <w:r w:rsidR="00A93B3F">
        <w:rPr>
          <w:rFonts w:ascii="Calibri" w:hAnsi="Calibri" w:cs="Calibri"/>
          <w:sz w:val="22"/>
          <w:szCs w:val="22"/>
        </w:rPr>
        <w:t>39</w:t>
      </w:r>
      <w:r w:rsidRPr="002B7C6C">
        <w:rPr>
          <w:rFonts w:ascii="Calibri" w:hAnsi="Calibri" w:cs="Calibri"/>
          <w:sz w:val="22"/>
          <w:szCs w:val="22"/>
        </w:rPr>
        <w:t xml:space="preserve">- </w:t>
      </w:r>
      <w:r w:rsidR="00A93B3F" w:rsidRPr="00A93B3F">
        <w:rPr>
          <w:rFonts w:ascii="Calibri" w:hAnsi="Calibri" w:cs="Calibri"/>
          <w:sz w:val="22"/>
          <w:szCs w:val="22"/>
        </w:rPr>
        <w:t>Backdating Tariff Changes</w:t>
      </w:r>
    </w:p>
    <w:p w14:paraId="5AD26110" w14:textId="0040F680"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754A3D">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05845644"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650CBE">
        <w:rPr>
          <w:rFonts w:ascii="Calibri" w:hAnsi="Calibri"/>
          <w:sz w:val="22"/>
          <w:szCs w:val="22"/>
        </w:rPr>
        <w:t>0</w:t>
      </w:r>
      <w:r w:rsidR="00A93B3F">
        <w:rPr>
          <w:rFonts w:ascii="Calibri" w:hAnsi="Calibri"/>
          <w:sz w:val="22"/>
          <w:szCs w:val="22"/>
        </w:rPr>
        <w:t>5</w:t>
      </w:r>
      <w:r w:rsidR="00BD083F">
        <w:rPr>
          <w:rFonts w:ascii="Calibri" w:hAnsi="Calibri"/>
          <w:sz w:val="22"/>
          <w:szCs w:val="22"/>
        </w:rPr>
        <w:t xml:space="preserve"> </w:t>
      </w:r>
      <w:r w:rsidR="00650CBE">
        <w:rPr>
          <w:rFonts w:ascii="Calibri" w:hAnsi="Calibri"/>
          <w:sz w:val="22"/>
          <w:szCs w:val="22"/>
        </w:rPr>
        <w:t>July</w:t>
      </w:r>
      <w:r w:rsidR="00131E11">
        <w:rPr>
          <w:rFonts w:ascii="Calibri" w:hAnsi="Calibri"/>
          <w:sz w:val="22"/>
          <w:szCs w:val="22"/>
        </w:rPr>
        <w:t xml:space="preserve"> </w:t>
      </w:r>
      <w:r w:rsidR="004D6571" w:rsidRPr="004D6571">
        <w:rPr>
          <w:rFonts w:ascii="Calibri" w:hAnsi="Calibri"/>
          <w:sz w:val="22"/>
          <w:szCs w:val="22"/>
        </w:rPr>
        <w:t>202</w:t>
      </w:r>
      <w:r w:rsidR="0073379B">
        <w:rPr>
          <w:rFonts w:ascii="Calibri" w:hAnsi="Calibri"/>
          <w:sz w:val="22"/>
          <w:szCs w:val="22"/>
        </w:rPr>
        <w:t>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342B67B8" w:rsidR="00A24745" w:rsidRPr="004F1F52" w:rsidRDefault="00AD1FEE" w:rsidP="004F1F52">
            <w:pPr>
              <w:pStyle w:val="Question"/>
              <w:rPr>
                <w:rFonts w:cs="Arial"/>
                <w:bCs/>
              </w:rPr>
            </w:pPr>
            <w:r w:rsidRPr="00F452E8">
              <w:t>Do you understand the intent of the Change Proposal?</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12C91193" w:rsidR="00A24745" w:rsidRDefault="00A57EE3" w:rsidP="004D6571">
            <w:pPr>
              <w:pStyle w:val="Question"/>
            </w:pPr>
            <w:r w:rsidRPr="00F452E8">
              <w:t>Are you supportive of the principles that support this C</w:t>
            </w:r>
            <w:r>
              <w:t xml:space="preserve">hange </w:t>
            </w:r>
            <w:r w:rsidRPr="00F452E8">
              <w:t>P</w:t>
            </w:r>
            <w:r>
              <w:t>roposal?</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C1379" w14:paraId="6D2F5A8E" w14:textId="77777777" w:rsidTr="006E00FE">
        <w:trPr>
          <w:cnfStyle w:val="100000000000" w:firstRow="1" w:lastRow="0" w:firstColumn="0" w:lastColumn="0" w:oddVBand="0" w:evenVBand="0" w:oddHBand="0" w:evenHBand="0" w:firstRowFirstColumn="0" w:firstRowLastColumn="0" w:lastRowFirstColumn="0" w:lastRowLastColumn="0"/>
        </w:trPr>
        <w:tc>
          <w:tcPr>
            <w:tcW w:w="9287" w:type="dxa"/>
          </w:tcPr>
          <w:p w14:paraId="258B5457" w14:textId="3D999A4B" w:rsidR="00BC1379" w:rsidRDefault="00A93B3F" w:rsidP="006E00FE">
            <w:pPr>
              <w:pStyle w:val="Question"/>
            </w:pPr>
            <w:r w:rsidRPr="00BA110C">
              <w:t xml:space="preserve">What’s your experience of backdating </w:t>
            </w:r>
            <w:proofErr w:type="spellStart"/>
            <w:r w:rsidRPr="00BA110C">
              <w:t>DUoS</w:t>
            </w:r>
            <w:proofErr w:type="spellEnd"/>
            <w:r w:rsidRPr="00BA110C">
              <w:t xml:space="preserve"> tariffs in practice (what works well, what doesn’t work well etc)?</w:t>
            </w:r>
          </w:p>
        </w:tc>
      </w:tr>
      <w:tr w:rsidR="00BC1379" w14:paraId="602ACA56" w14:textId="77777777" w:rsidTr="006E00FE">
        <w:sdt>
          <w:sdtPr>
            <w:tag w:val="dcusa_response2"/>
            <w:id w:val="1106308938"/>
            <w:placeholder>
              <w:docPart w:val="A0C9DFFACEF74664AFBAFD7A3EA2381E"/>
            </w:placeholder>
            <w:showingPlcHdr/>
          </w:sdtPr>
          <w:sdtEndPr/>
          <w:sdtContent>
            <w:tc>
              <w:tcPr>
                <w:tcW w:w="9287" w:type="dxa"/>
              </w:tcPr>
              <w:p w14:paraId="4CB1E854" w14:textId="77777777" w:rsidR="00BC1379" w:rsidRDefault="00BC1379" w:rsidP="006E00FE">
                <w:pPr>
                  <w:pStyle w:val="BodyText"/>
                </w:pPr>
                <w:r w:rsidRPr="00A65385">
                  <w:rPr>
                    <w:rStyle w:val="PlaceholderText"/>
                  </w:rPr>
                  <w:t>Click or tap here to enter text.</w:t>
                </w:r>
              </w:p>
            </w:tc>
          </w:sdtContent>
        </w:sdt>
      </w:tr>
    </w:tbl>
    <w:p w14:paraId="304D4FBB" w14:textId="77777777" w:rsidR="00BC1379" w:rsidRDefault="00BC1379"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53CF8" w14:paraId="3AE8D249" w14:textId="77777777" w:rsidTr="00053CF8">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2CF7D666" w14:textId="6030FB83" w:rsidR="00053CF8" w:rsidRDefault="00A93B3F" w:rsidP="00053CF8">
            <w:pPr>
              <w:pStyle w:val="Question"/>
            </w:pPr>
            <w:r w:rsidRPr="00784AC5">
              <w:t>For suppliers only- If you’re no longer the supplier for an MPAN, what is your process for back billing customers and refunding/debt collection? Do you follow the same process for COT customers</w:t>
            </w:r>
            <w:r w:rsidR="00650CBE">
              <w:t>?</w:t>
            </w:r>
          </w:p>
        </w:tc>
      </w:tr>
      <w:tr w:rsidR="00053CF8" w14:paraId="48EE88FF" w14:textId="77777777" w:rsidTr="00053CF8">
        <w:sdt>
          <w:sdtPr>
            <w:tag w:val="dcusa_response2"/>
            <w:id w:val="319164678"/>
            <w:placeholder>
              <w:docPart w:val="C4127ADB296A49B1A10DCF0B02B82AC4"/>
            </w:placeholder>
            <w:showingPlcHdr/>
          </w:sdtPr>
          <w:sdtEndPr/>
          <w:sdtContent>
            <w:tc>
              <w:tcPr>
                <w:tcW w:w="9070" w:type="dxa"/>
              </w:tcPr>
              <w:p w14:paraId="10D7FC16" w14:textId="77777777" w:rsidR="00053CF8" w:rsidRDefault="00053CF8" w:rsidP="00053CF8">
                <w:pPr>
                  <w:pStyle w:val="BodyText"/>
                </w:pPr>
                <w:r w:rsidRPr="00A65385">
                  <w:rPr>
                    <w:rStyle w:val="PlaceholderText"/>
                  </w:rPr>
                  <w:t>Click or tap here to enter text.</w:t>
                </w:r>
              </w:p>
            </w:tc>
          </w:sdtContent>
        </w:sdt>
      </w:tr>
    </w:tbl>
    <w:p w14:paraId="4B0B3F2B" w14:textId="77777777" w:rsidR="00723ADF" w:rsidRDefault="00723AD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B3780" w14:paraId="27C1D671" w14:textId="77777777" w:rsidTr="00CB3780">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39B67561" w14:textId="4AF0FA56" w:rsidR="00CB3780" w:rsidRDefault="00A93B3F" w:rsidP="00CB3780">
            <w:pPr>
              <w:pStyle w:val="Question"/>
            </w:pPr>
            <w:r w:rsidRPr="00784AC5">
              <w:lastRenderedPageBreak/>
              <w:t>Are there any other industry codes that may be impacted by this change? Please elaborate on what these codes are</w:t>
            </w:r>
            <w:r>
              <w:t>.</w:t>
            </w:r>
          </w:p>
        </w:tc>
      </w:tr>
      <w:tr w:rsidR="00CB3780" w14:paraId="5B501C7A" w14:textId="77777777" w:rsidTr="00CB3780">
        <w:sdt>
          <w:sdtPr>
            <w:tag w:val="dcusa_response2"/>
            <w:id w:val="-1821418024"/>
            <w:placeholder>
              <w:docPart w:val="74B2590460E241568673C295F4ACC532"/>
            </w:placeholder>
            <w:showingPlcHdr/>
          </w:sdtPr>
          <w:sdtEndPr/>
          <w:sdtContent>
            <w:tc>
              <w:tcPr>
                <w:tcW w:w="9070" w:type="dxa"/>
              </w:tcPr>
              <w:p w14:paraId="524C7C79" w14:textId="77777777" w:rsidR="00CB3780" w:rsidRDefault="00CB3780" w:rsidP="00CB3780">
                <w:pPr>
                  <w:pStyle w:val="BodyText"/>
                </w:pPr>
                <w:r w:rsidRPr="00A65385">
                  <w:rPr>
                    <w:rStyle w:val="PlaceholderText"/>
                  </w:rPr>
                  <w:t>Click or tap here to enter text.</w:t>
                </w:r>
              </w:p>
            </w:tc>
          </w:sdtContent>
        </w:sdt>
      </w:tr>
    </w:tbl>
    <w:p w14:paraId="683B65A9" w14:textId="77777777" w:rsidR="00C36FDD" w:rsidRDefault="00C36FDD" w:rsidP="0023069B">
      <w:pPr>
        <w:pStyle w:val="BodyText"/>
        <w:rPr>
          <w:rFonts w:ascii="Calibri" w:hAnsi="Calibri"/>
          <w:sz w:val="22"/>
          <w:szCs w:val="22"/>
        </w:rPr>
      </w:pPr>
    </w:p>
    <w:p w14:paraId="10FB6F65"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033BC307"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48D735E7" w14:textId="3788E4D1" w:rsidR="00650CBE" w:rsidRDefault="00A93B3F" w:rsidP="0067408E">
            <w:pPr>
              <w:pStyle w:val="Question"/>
            </w:pPr>
            <w:r>
              <w:t xml:space="preserve">If this change is not implemented what are the potential impacts </w:t>
            </w:r>
            <w:proofErr w:type="spellStart"/>
            <w:r>
              <w:t>ie</w:t>
            </w:r>
            <w:proofErr w:type="spellEnd"/>
            <w:r>
              <w:t xml:space="preserve"> system constraints, additional manual intervention etc</w:t>
            </w:r>
            <w:r>
              <w:t>.</w:t>
            </w:r>
          </w:p>
        </w:tc>
      </w:tr>
      <w:tr w:rsidR="00650CBE" w14:paraId="1D8C8238" w14:textId="77777777" w:rsidTr="0067408E">
        <w:sdt>
          <w:sdtPr>
            <w:tag w:val="dcusa_response2"/>
            <w:id w:val="2058277122"/>
            <w:placeholder>
              <w:docPart w:val="BB66B83D8CB049E99C42014F11A9A62D"/>
            </w:placeholder>
            <w:showingPlcHdr/>
          </w:sdtPr>
          <w:sdtEndPr/>
          <w:sdtContent>
            <w:tc>
              <w:tcPr>
                <w:tcW w:w="9070" w:type="dxa"/>
              </w:tcPr>
              <w:p w14:paraId="26B58A6F" w14:textId="77777777" w:rsidR="00650CBE" w:rsidRDefault="00650CBE" w:rsidP="0067408E">
                <w:pPr>
                  <w:pStyle w:val="BodyText"/>
                </w:pPr>
                <w:r w:rsidRPr="00A65385">
                  <w:rPr>
                    <w:rStyle w:val="PlaceholderText"/>
                  </w:rPr>
                  <w:t>Click or tap here to enter text.</w:t>
                </w:r>
              </w:p>
            </w:tc>
          </w:sdtContent>
        </w:sdt>
      </w:tr>
    </w:tbl>
    <w:p w14:paraId="5C9090F5" w14:textId="77777777" w:rsidR="00650CBE" w:rsidRDefault="00650CBE" w:rsidP="0023069B">
      <w:pPr>
        <w:pStyle w:val="BodyText"/>
        <w:rPr>
          <w:rFonts w:ascii="Calibri" w:hAnsi="Calibri"/>
          <w:sz w:val="22"/>
          <w:szCs w:val="22"/>
        </w:rPr>
      </w:pPr>
    </w:p>
    <w:p w14:paraId="3070A3DB"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23B46282"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572AE587" w14:textId="1ABB0162" w:rsidR="00650CBE" w:rsidRDefault="00A93B3F" w:rsidP="00650CBE">
            <w:pPr>
              <w:pStyle w:val="Question"/>
            </w:pPr>
            <w:r>
              <w:t>Are there any solutions that have not been considered by the Working Group? Please elaborate on what these solutions are</w:t>
            </w:r>
            <w:r>
              <w:t>.</w:t>
            </w:r>
          </w:p>
        </w:tc>
      </w:tr>
      <w:tr w:rsidR="00650CBE" w14:paraId="10A7478E" w14:textId="77777777" w:rsidTr="0067408E">
        <w:sdt>
          <w:sdtPr>
            <w:tag w:val="dcusa_response2"/>
            <w:id w:val="1822851057"/>
            <w:placeholder>
              <w:docPart w:val="F32BF5B932EE4D329DEFB34EDEAEFC0C"/>
            </w:placeholder>
            <w:showingPlcHdr/>
          </w:sdtPr>
          <w:sdtEndPr/>
          <w:sdtContent>
            <w:tc>
              <w:tcPr>
                <w:tcW w:w="9070" w:type="dxa"/>
              </w:tcPr>
              <w:p w14:paraId="5A33CF5F" w14:textId="77777777" w:rsidR="00650CBE" w:rsidRDefault="00650CBE" w:rsidP="00650CBE">
                <w:pPr>
                  <w:pStyle w:val="BodyText"/>
                </w:pPr>
                <w:r w:rsidRPr="00A65385">
                  <w:rPr>
                    <w:rStyle w:val="PlaceholderText"/>
                  </w:rPr>
                  <w:t>Click or tap here to enter text.</w:t>
                </w:r>
              </w:p>
            </w:tc>
          </w:sdtContent>
        </w:sdt>
      </w:tr>
    </w:tbl>
    <w:p w14:paraId="0E9D2316" w14:textId="77777777" w:rsidR="00650CBE" w:rsidRDefault="00650CBE" w:rsidP="0023069B">
      <w:pPr>
        <w:pStyle w:val="BodyText"/>
        <w:rPr>
          <w:rFonts w:ascii="Calibri" w:hAnsi="Calibri"/>
          <w:sz w:val="22"/>
          <w:szCs w:val="22"/>
        </w:rPr>
      </w:pPr>
    </w:p>
    <w:p w14:paraId="131D2991"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3C64DA40"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11B7347A" w14:textId="72ADE078" w:rsidR="00650CBE" w:rsidRDefault="00A93B3F" w:rsidP="00650CBE">
            <w:pPr>
              <w:pStyle w:val="Question"/>
            </w:pPr>
            <w:r>
              <w:t>Are there any other time periods that may be considered more appropriate. Please elaborate on which timescales, barriers to implementation and ways to overcome these?</w:t>
            </w:r>
          </w:p>
        </w:tc>
      </w:tr>
      <w:tr w:rsidR="00650CBE" w14:paraId="4F1B4423" w14:textId="77777777" w:rsidTr="0067408E">
        <w:sdt>
          <w:sdtPr>
            <w:tag w:val="dcusa_response2"/>
            <w:id w:val="360945447"/>
            <w:placeholder>
              <w:docPart w:val="E5A968D7EEF74E0387E79F1BE266414F"/>
            </w:placeholder>
            <w:showingPlcHdr/>
          </w:sdtPr>
          <w:sdtEndPr/>
          <w:sdtContent>
            <w:tc>
              <w:tcPr>
                <w:tcW w:w="9070" w:type="dxa"/>
              </w:tcPr>
              <w:p w14:paraId="0415B05B" w14:textId="77777777" w:rsidR="00650CBE" w:rsidRDefault="00650CBE" w:rsidP="00650CBE">
                <w:pPr>
                  <w:pStyle w:val="BodyText"/>
                </w:pPr>
                <w:r w:rsidRPr="00A65385">
                  <w:rPr>
                    <w:rStyle w:val="PlaceholderText"/>
                  </w:rPr>
                  <w:t>Click or tap here to enter text.</w:t>
                </w:r>
              </w:p>
            </w:tc>
          </w:sdtContent>
        </w:sdt>
      </w:tr>
    </w:tbl>
    <w:p w14:paraId="73244D86" w14:textId="77777777" w:rsidR="00650CBE" w:rsidRDefault="00650CBE" w:rsidP="0023069B">
      <w:pPr>
        <w:pStyle w:val="BodyText"/>
        <w:rPr>
          <w:rFonts w:ascii="Calibri" w:hAnsi="Calibri"/>
          <w:sz w:val="22"/>
          <w:szCs w:val="22"/>
        </w:rPr>
      </w:pPr>
    </w:p>
    <w:p w14:paraId="659BA03B"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0D0E315D"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78952736" w14:textId="1DA60996" w:rsidR="00650CBE" w:rsidRDefault="00A93B3F" w:rsidP="0067408E">
            <w:pPr>
              <w:pStyle w:val="Question"/>
            </w:pPr>
            <w:r>
              <w:t>What would be the impact to customers if this change were to be implemented?</w:t>
            </w:r>
          </w:p>
        </w:tc>
      </w:tr>
      <w:tr w:rsidR="00650CBE" w14:paraId="33F96CF9" w14:textId="77777777" w:rsidTr="0067408E">
        <w:sdt>
          <w:sdtPr>
            <w:tag w:val="dcusa_response2"/>
            <w:id w:val="-1247572327"/>
            <w:placeholder>
              <w:docPart w:val="785855F44B4D4612B45527E5B90BA2FD"/>
            </w:placeholder>
            <w:showingPlcHdr/>
          </w:sdtPr>
          <w:sdtEndPr/>
          <w:sdtContent>
            <w:tc>
              <w:tcPr>
                <w:tcW w:w="9070" w:type="dxa"/>
              </w:tcPr>
              <w:p w14:paraId="7488823E" w14:textId="77777777" w:rsidR="00650CBE" w:rsidRDefault="00650CBE" w:rsidP="0067408E">
                <w:pPr>
                  <w:pStyle w:val="BodyText"/>
                </w:pPr>
                <w:r w:rsidRPr="00A65385">
                  <w:rPr>
                    <w:rStyle w:val="PlaceholderText"/>
                  </w:rPr>
                  <w:t>Click or tap here to enter text.</w:t>
                </w:r>
              </w:p>
            </w:tc>
          </w:sdtContent>
        </w:sdt>
      </w:tr>
    </w:tbl>
    <w:p w14:paraId="399D18ED" w14:textId="77777777" w:rsidR="00650CBE" w:rsidRDefault="00650CBE" w:rsidP="0023069B">
      <w:pPr>
        <w:pStyle w:val="BodyText"/>
        <w:rPr>
          <w:rFonts w:ascii="Calibri" w:hAnsi="Calibri"/>
          <w:sz w:val="22"/>
          <w:szCs w:val="22"/>
        </w:rPr>
      </w:pPr>
    </w:p>
    <w:p w14:paraId="2E973F9E"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77D1EEA4"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230E54A4" w14:textId="0E39E25A" w:rsidR="00650CBE" w:rsidRDefault="00A93B3F" w:rsidP="00A93B3F">
            <w:pPr>
              <w:pStyle w:val="Question"/>
            </w:pPr>
            <w:r w:rsidRPr="00A93B3F">
              <w:lastRenderedPageBreak/>
              <w:t>Is the RF period a suitable time for these errors to be identified and resolved? Who do you believe should be responsible for identifying any network charging errors within the RF period (14 months currently, 4 months post MHHS), i.e. customers, suppliers, distributors etc?  Please provide rationale</w:t>
            </w:r>
            <w:r w:rsidR="00650CBE">
              <w:t>.</w:t>
            </w:r>
          </w:p>
        </w:tc>
      </w:tr>
      <w:tr w:rsidR="00650CBE" w14:paraId="2E8ECB02" w14:textId="77777777" w:rsidTr="0067408E">
        <w:sdt>
          <w:sdtPr>
            <w:tag w:val="dcusa_response2"/>
            <w:id w:val="1350988492"/>
            <w:placeholder>
              <w:docPart w:val="5C99EF9C76C14E8ABF9E74758560C615"/>
            </w:placeholder>
            <w:showingPlcHdr/>
          </w:sdtPr>
          <w:sdtEndPr/>
          <w:sdtContent>
            <w:tc>
              <w:tcPr>
                <w:tcW w:w="9070" w:type="dxa"/>
              </w:tcPr>
              <w:p w14:paraId="4BBD0C54" w14:textId="77777777" w:rsidR="00650CBE" w:rsidRDefault="00650CBE" w:rsidP="0067408E">
                <w:pPr>
                  <w:pStyle w:val="BodyText"/>
                </w:pPr>
                <w:r w:rsidRPr="00A65385">
                  <w:rPr>
                    <w:rStyle w:val="PlaceholderText"/>
                  </w:rPr>
                  <w:t>Click or tap here to enter text.</w:t>
                </w:r>
              </w:p>
            </w:tc>
          </w:sdtContent>
        </w:sdt>
      </w:tr>
    </w:tbl>
    <w:p w14:paraId="226C1A8D"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93B3F" w14:paraId="63C80EF1" w14:textId="77777777" w:rsidTr="00680E61">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575E9D5E" w14:textId="55BAD51C" w:rsidR="00A93B3F" w:rsidRDefault="00A93B3F" w:rsidP="00A93B3F">
            <w:pPr>
              <w:pStyle w:val="Question"/>
            </w:pPr>
            <w:r w:rsidRPr="00A93B3F">
              <w:t>Do you have any comments on the legal advice received on the limitations act?</w:t>
            </w:r>
          </w:p>
        </w:tc>
      </w:tr>
      <w:tr w:rsidR="00A93B3F" w14:paraId="3D04067C" w14:textId="77777777" w:rsidTr="00680E61">
        <w:sdt>
          <w:sdtPr>
            <w:tag w:val="dcusa_response2"/>
            <w:id w:val="-174111446"/>
            <w:placeholder>
              <w:docPart w:val="FE5219F9D5AA4976BC2C25DD03AB2EAF"/>
            </w:placeholder>
            <w:showingPlcHdr/>
          </w:sdtPr>
          <w:sdtContent>
            <w:tc>
              <w:tcPr>
                <w:tcW w:w="9070" w:type="dxa"/>
              </w:tcPr>
              <w:p w14:paraId="0CF20DB1" w14:textId="77777777" w:rsidR="00A93B3F" w:rsidRDefault="00A93B3F" w:rsidP="00680E61">
                <w:pPr>
                  <w:pStyle w:val="BodyText"/>
                </w:pPr>
                <w:r w:rsidRPr="00A65385">
                  <w:rPr>
                    <w:rStyle w:val="PlaceholderText"/>
                  </w:rPr>
                  <w:t>Click or tap here to enter text.</w:t>
                </w:r>
              </w:p>
            </w:tc>
          </w:sdtContent>
        </w:sdt>
      </w:tr>
    </w:tbl>
    <w:p w14:paraId="042E83C1" w14:textId="77777777" w:rsidR="00650CBE" w:rsidRDefault="00650CBE" w:rsidP="0023069B">
      <w:pPr>
        <w:pStyle w:val="BodyText"/>
        <w:rPr>
          <w:rFonts w:ascii="Calibri" w:hAnsi="Calibri"/>
          <w:sz w:val="22"/>
          <w:szCs w:val="22"/>
        </w:rPr>
      </w:pPr>
    </w:p>
    <w:p w14:paraId="004C50BC"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36FDD" w14:paraId="74DC0366" w14:textId="77777777" w:rsidTr="006E00FE">
        <w:trPr>
          <w:cnfStyle w:val="100000000000" w:firstRow="1" w:lastRow="0" w:firstColumn="0" w:lastColumn="0" w:oddVBand="0" w:evenVBand="0" w:oddHBand="0" w:evenHBand="0" w:firstRowFirstColumn="0" w:firstRowLastColumn="0" w:lastRowFirstColumn="0" w:lastRowLastColumn="0"/>
        </w:trPr>
        <w:tc>
          <w:tcPr>
            <w:tcW w:w="9287" w:type="dxa"/>
          </w:tcPr>
          <w:p w14:paraId="00591735" w14:textId="110238A8" w:rsidR="00C36FDD" w:rsidRDefault="00A93B3F" w:rsidP="006E00FE">
            <w:pPr>
              <w:pStyle w:val="Question"/>
            </w:pPr>
            <w:r w:rsidRPr="00571044">
              <w:t>D</w:t>
            </w:r>
            <w:r>
              <w:t>o you have any comments on the drafted legal text</w:t>
            </w:r>
            <w:r w:rsidR="00650CBE" w:rsidRPr="00333D7C">
              <w:t>?</w:t>
            </w:r>
          </w:p>
        </w:tc>
      </w:tr>
      <w:tr w:rsidR="00C36FDD" w14:paraId="115CB8CE" w14:textId="77777777" w:rsidTr="006E00FE">
        <w:sdt>
          <w:sdtPr>
            <w:tag w:val="dcusa_response2"/>
            <w:id w:val="537794847"/>
            <w:placeholder>
              <w:docPart w:val="7DE18E90158F460996A379367E778230"/>
            </w:placeholder>
            <w:showingPlcHdr/>
          </w:sdtPr>
          <w:sdtEndPr/>
          <w:sdtContent>
            <w:tc>
              <w:tcPr>
                <w:tcW w:w="9287" w:type="dxa"/>
              </w:tcPr>
              <w:p w14:paraId="377B5445" w14:textId="77777777" w:rsidR="00C36FDD" w:rsidRDefault="00C36FDD" w:rsidP="006E00FE">
                <w:pPr>
                  <w:pStyle w:val="BodyText"/>
                </w:pPr>
                <w:r w:rsidRPr="00A65385">
                  <w:rPr>
                    <w:rStyle w:val="PlaceholderText"/>
                  </w:rPr>
                  <w:t>Click or tap here to enter text.</w:t>
                </w:r>
              </w:p>
            </w:tc>
          </w:sdtContent>
        </w:sdt>
      </w:tr>
    </w:tbl>
    <w:p w14:paraId="411959D5"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6D1149D5"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468EBDB9" w14:textId="5A437950" w:rsidR="008E464D" w:rsidRDefault="00A93B3F" w:rsidP="008B4EEE">
            <w:pPr>
              <w:pStyle w:val="Question"/>
            </w:pPr>
            <w:r w:rsidRPr="007532B3">
              <w:t>Do you consider th</w:t>
            </w:r>
            <w:r>
              <w:t xml:space="preserve">e solution </w:t>
            </w:r>
            <w:r w:rsidRPr="007532B3">
              <w:t>better facilitates the DCUSA objectives? Please give supporting reasons</w:t>
            </w:r>
            <w:r>
              <w:t>.</w:t>
            </w:r>
          </w:p>
        </w:tc>
      </w:tr>
      <w:tr w:rsidR="008E464D" w14:paraId="7D41AA53" w14:textId="77777777" w:rsidTr="008B4EEE">
        <w:sdt>
          <w:sdtPr>
            <w:tag w:val="dcusa_response4"/>
            <w:id w:val="-27270909"/>
            <w:placeholder>
              <w:docPart w:val="B4988A7146F7462A8B01098311574918"/>
            </w:placeholder>
            <w:showingPlcHdr/>
          </w:sdtPr>
          <w:sdtEndPr/>
          <w:sdtContent>
            <w:tc>
              <w:tcPr>
                <w:tcW w:w="9287" w:type="dxa"/>
              </w:tcPr>
              <w:p w14:paraId="4B4A523C" w14:textId="77777777" w:rsidR="008E464D" w:rsidRDefault="008E464D" w:rsidP="008B4EEE">
                <w:pPr>
                  <w:pStyle w:val="BodyText"/>
                </w:pPr>
                <w:r w:rsidRPr="00A65385">
                  <w:rPr>
                    <w:rStyle w:val="PlaceholderText"/>
                  </w:rPr>
                  <w:t>Click or tap here to enter text.</w:t>
                </w:r>
              </w:p>
            </w:tc>
          </w:sdtContent>
        </w:sdt>
      </w:tr>
    </w:tbl>
    <w:p w14:paraId="22E67C01"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16E82B12"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574F43C8" w14:textId="3D95FF7E" w:rsidR="008E464D" w:rsidRDefault="00A93B3F" w:rsidP="008B4EEE">
            <w:pPr>
              <w:pStyle w:val="Question"/>
            </w:pPr>
            <w:r w:rsidRPr="00C363D8">
              <w:t>Are you aware of any wider industry developments that may impact upon or be impacted by this CP?</w:t>
            </w:r>
          </w:p>
        </w:tc>
      </w:tr>
      <w:tr w:rsidR="008E464D" w14:paraId="3547944B" w14:textId="77777777" w:rsidTr="008B4EEE">
        <w:sdt>
          <w:sdtPr>
            <w:tag w:val="dcusa_response4"/>
            <w:id w:val="121583683"/>
            <w:placeholder>
              <w:docPart w:val="50F477B6376D434AAB9C9D372CA4F780"/>
            </w:placeholder>
            <w:showingPlcHdr/>
          </w:sdtPr>
          <w:sdtEndPr/>
          <w:sdtContent>
            <w:tc>
              <w:tcPr>
                <w:tcW w:w="9287" w:type="dxa"/>
              </w:tcPr>
              <w:p w14:paraId="63C91C17" w14:textId="77777777" w:rsidR="008E464D" w:rsidRDefault="008E464D" w:rsidP="008B4EEE">
                <w:pPr>
                  <w:pStyle w:val="BodyText"/>
                </w:pPr>
                <w:r w:rsidRPr="00A65385">
                  <w:rPr>
                    <w:rStyle w:val="PlaceholderText"/>
                  </w:rPr>
                  <w:t>Click or tap here to enter text.</w:t>
                </w:r>
              </w:p>
            </w:tc>
          </w:sdtContent>
        </w:sdt>
      </w:tr>
    </w:tbl>
    <w:p w14:paraId="619A9DAB"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06B526DE"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26BEF476" w14:textId="3A5D2E11" w:rsidR="008E464D" w:rsidRDefault="00A93B3F" w:rsidP="008B4EEE">
            <w:pPr>
              <w:pStyle w:val="Question"/>
            </w:pPr>
            <w:r w:rsidRPr="00A56BDA">
              <w:t>What date do you believe this change proposal should be implemented? Please provide rationale.</w:t>
            </w:r>
          </w:p>
        </w:tc>
      </w:tr>
      <w:tr w:rsidR="008E464D" w14:paraId="26AD0484" w14:textId="77777777" w:rsidTr="008B4EEE">
        <w:sdt>
          <w:sdtPr>
            <w:tag w:val="dcusa_response4"/>
            <w:id w:val="-1762898301"/>
            <w:placeholder>
              <w:docPart w:val="167D2B28519F410A9BC01BB294250171"/>
            </w:placeholder>
            <w:showingPlcHdr/>
          </w:sdtPr>
          <w:sdtEndPr/>
          <w:sdtContent>
            <w:tc>
              <w:tcPr>
                <w:tcW w:w="9287" w:type="dxa"/>
              </w:tcPr>
              <w:p w14:paraId="6EA0B783" w14:textId="77777777" w:rsidR="008E464D" w:rsidRDefault="008E464D" w:rsidP="008B4EEE">
                <w:pPr>
                  <w:pStyle w:val="BodyText"/>
                </w:pPr>
                <w:r w:rsidRPr="00A65385">
                  <w:rPr>
                    <w:rStyle w:val="PlaceholderText"/>
                  </w:rPr>
                  <w:t>Click or tap here to enter text.</w:t>
                </w:r>
              </w:p>
            </w:tc>
          </w:sdtContent>
        </w:sdt>
      </w:tr>
    </w:tbl>
    <w:p w14:paraId="32679974"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19E48370"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40FBE09B" w14:textId="2902CAB7" w:rsidR="008E464D" w:rsidRDefault="009A25C8" w:rsidP="008B4EEE">
            <w:pPr>
              <w:pStyle w:val="Question"/>
            </w:pPr>
            <w:r>
              <w:t>Do you have any other comments?</w:t>
            </w:r>
          </w:p>
        </w:tc>
      </w:tr>
      <w:tr w:rsidR="008E464D" w14:paraId="1A6A2E68" w14:textId="77777777" w:rsidTr="008B4EEE">
        <w:sdt>
          <w:sdtPr>
            <w:tag w:val="dcusa_response4"/>
            <w:id w:val="-1074200589"/>
            <w:placeholder>
              <w:docPart w:val="FED29F62975A4268ADCDCACDC59B8921"/>
            </w:placeholder>
            <w:showingPlcHdr/>
          </w:sdtPr>
          <w:sdtEndPr/>
          <w:sdtContent>
            <w:tc>
              <w:tcPr>
                <w:tcW w:w="9287" w:type="dxa"/>
              </w:tcPr>
              <w:p w14:paraId="6E930D17" w14:textId="77777777" w:rsidR="008E464D" w:rsidRDefault="008E464D" w:rsidP="008B4EEE">
                <w:pPr>
                  <w:pStyle w:val="BodyText"/>
                </w:pPr>
                <w:r w:rsidRPr="00A65385">
                  <w:rPr>
                    <w:rStyle w:val="PlaceholderText"/>
                  </w:rPr>
                  <w:t>Click or tap here to enter text.</w:t>
                </w:r>
              </w:p>
            </w:tc>
          </w:sdtContent>
        </w:sdt>
      </w:tr>
    </w:tbl>
    <w:p w14:paraId="55C41F97" w14:textId="77777777" w:rsidR="008E464D" w:rsidRDefault="008E464D" w:rsidP="0023069B">
      <w:pPr>
        <w:pStyle w:val="BodyText"/>
        <w:rPr>
          <w:rFonts w:ascii="Calibri" w:hAnsi="Calibri"/>
          <w:sz w:val="22"/>
          <w:szCs w:val="22"/>
        </w:rPr>
      </w:pPr>
    </w:p>
    <w:sectPr w:rsidR="008E464D"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18D7D" w14:textId="77777777" w:rsidR="0070430C" w:rsidRDefault="0070430C" w:rsidP="00FD00A2">
      <w:r>
        <w:separator/>
      </w:r>
    </w:p>
  </w:endnote>
  <w:endnote w:type="continuationSeparator" w:id="0">
    <w:p w14:paraId="1E54ED05" w14:textId="77777777" w:rsidR="0070430C" w:rsidRDefault="0070430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F2AF2" w14:textId="77777777" w:rsidR="0070430C" w:rsidRDefault="0070430C" w:rsidP="00FD00A2">
      <w:r>
        <w:separator/>
      </w:r>
    </w:p>
  </w:footnote>
  <w:footnote w:type="continuationSeparator" w:id="0">
    <w:p w14:paraId="6DE78F95" w14:textId="77777777" w:rsidR="0070430C" w:rsidRDefault="0070430C"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395D0" w14:textId="11A68618"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2627D6">
      <w:rPr>
        <w:rFonts w:ascii="Calibri" w:hAnsi="Calibri"/>
      </w:rPr>
      <w:t xml:space="preserve">DCP </w:t>
    </w:r>
    <w:r w:rsidR="00131E11">
      <w:rPr>
        <w:rFonts w:ascii="Calibri" w:hAnsi="Calibri"/>
      </w:rPr>
      <w:t>4</w:t>
    </w:r>
    <w:r w:rsidR="00A93B3F">
      <w:rPr>
        <w:rFonts w:ascii="Calibri" w:hAnsi="Calibri"/>
      </w:rPr>
      <w:t>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E3F2E29"/>
    <w:multiLevelType w:val="multilevel"/>
    <w:tmpl w:val="7F5C7444"/>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1"/>
  </w:num>
  <w:num w:numId="2" w16cid:durableId="1976443881">
    <w:abstractNumId w:val="5"/>
  </w:num>
  <w:num w:numId="3" w16cid:durableId="2020816508">
    <w:abstractNumId w:val="11"/>
  </w:num>
  <w:num w:numId="4" w16cid:durableId="2129930717">
    <w:abstractNumId w:val="3"/>
  </w:num>
  <w:num w:numId="5" w16cid:durableId="1109009051">
    <w:abstractNumId w:val="11"/>
  </w:num>
  <w:num w:numId="6" w16cid:durableId="1349914420">
    <w:abstractNumId w:val="2"/>
  </w:num>
  <w:num w:numId="7" w16cid:durableId="39596718">
    <w:abstractNumId w:val="11"/>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10"/>
  </w:num>
  <w:num w:numId="20" w16cid:durableId="2998431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2B87"/>
    <w:rsid w:val="00037511"/>
    <w:rsid w:val="000436E1"/>
    <w:rsid w:val="0005157A"/>
    <w:rsid w:val="00053CF8"/>
    <w:rsid w:val="00075722"/>
    <w:rsid w:val="00077D80"/>
    <w:rsid w:val="00085B2B"/>
    <w:rsid w:val="000A07CD"/>
    <w:rsid w:val="000B74B8"/>
    <w:rsid w:val="000E093A"/>
    <w:rsid w:val="000E4352"/>
    <w:rsid w:val="000E5BE0"/>
    <w:rsid w:val="000E7F8D"/>
    <w:rsid w:val="00131E11"/>
    <w:rsid w:val="00134AF7"/>
    <w:rsid w:val="0016250F"/>
    <w:rsid w:val="0017643B"/>
    <w:rsid w:val="001A43B1"/>
    <w:rsid w:val="001A50B6"/>
    <w:rsid w:val="001E03C5"/>
    <w:rsid w:val="001F2288"/>
    <w:rsid w:val="00207615"/>
    <w:rsid w:val="00216063"/>
    <w:rsid w:val="0021646F"/>
    <w:rsid w:val="00223DF1"/>
    <w:rsid w:val="00224666"/>
    <w:rsid w:val="002268B8"/>
    <w:rsid w:val="0023069B"/>
    <w:rsid w:val="002627D6"/>
    <w:rsid w:val="002666CE"/>
    <w:rsid w:val="00286C26"/>
    <w:rsid w:val="00292EF4"/>
    <w:rsid w:val="002B61A0"/>
    <w:rsid w:val="002C24F0"/>
    <w:rsid w:val="003046B3"/>
    <w:rsid w:val="0031153A"/>
    <w:rsid w:val="0031278B"/>
    <w:rsid w:val="00315909"/>
    <w:rsid w:val="00316A12"/>
    <w:rsid w:val="00335326"/>
    <w:rsid w:val="0033732C"/>
    <w:rsid w:val="00355B93"/>
    <w:rsid w:val="003A64EF"/>
    <w:rsid w:val="003D5FCA"/>
    <w:rsid w:val="004012BD"/>
    <w:rsid w:val="0040580C"/>
    <w:rsid w:val="00410907"/>
    <w:rsid w:val="00421DAC"/>
    <w:rsid w:val="00471BA1"/>
    <w:rsid w:val="004D6571"/>
    <w:rsid w:val="004E13AE"/>
    <w:rsid w:val="004F1F52"/>
    <w:rsid w:val="004F2FDB"/>
    <w:rsid w:val="0051226B"/>
    <w:rsid w:val="00521567"/>
    <w:rsid w:val="0053310E"/>
    <w:rsid w:val="00554409"/>
    <w:rsid w:val="005711CC"/>
    <w:rsid w:val="005E79A2"/>
    <w:rsid w:val="005F64FC"/>
    <w:rsid w:val="00640355"/>
    <w:rsid w:val="00650C93"/>
    <w:rsid w:val="00650CBE"/>
    <w:rsid w:val="00654C8B"/>
    <w:rsid w:val="00661185"/>
    <w:rsid w:val="006742DD"/>
    <w:rsid w:val="00682E90"/>
    <w:rsid w:val="006861F3"/>
    <w:rsid w:val="0068743F"/>
    <w:rsid w:val="006A6FAA"/>
    <w:rsid w:val="006D305C"/>
    <w:rsid w:val="006F2D9B"/>
    <w:rsid w:val="0070430C"/>
    <w:rsid w:val="00711B18"/>
    <w:rsid w:val="00723ADF"/>
    <w:rsid w:val="00727330"/>
    <w:rsid w:val="00730ED7"/>
    <w:rsid w:val="0073379B"/>
    <w:rsid w:val="00735080"/>
    <w:rsid w:val="007361B2"/>
    <w:rsid w:val="00746656"/>
    <w:rsid w:val="00754A3D"/>
    <w:rsid w:val="0075624B"/>
    <w:rsid w:val="007631AA"/>
    <w:rsid w:val="0076726D"/>
    <w:rsid w:val="0079775D"/>
    <w:rsid w:val="007B32CC"/>
    <w:rsid w:val="007D46BF"/>
    <w:rsid w:val="00837D3D"/>
    <w:rsid w:val="008630F7"/>
    <w:rsid w:val="0087012C"/>
    <w:rsid w:val="00884177"/>
    <w:rsid w:val="008D01AD"/>
    <w:rsid w:val="008E464D"/>
    <w:rsid w:val="008F22A5"/>
    <w:rsid w:val="008F5047"/>
    <w:rsid w:val="00900A70"/>
    <w:rsid w:val="00907550"/>
    <w:rsid w:val="009152D7"/>
    <w:rsid w:val="00963A66"/>
    <w:rsid w:val="00994CC8"/>
    <w:rsid w:val="009976A3"/>
    <w:rsid w:val="009A25C8"/>
    <w:rsid w:val="009A3EA3"/>
    <w:rsid w:val="009B02DB"/>
    <w:rsid w:val="009D4D7B"/>
    <w:rsid w:val="009E258C"/>
    <w:rsid w:val="009F1AFC"/>
    <w:rsid w:val="00A14546"/>
    <w:rsid w:val="00A24745"/>
    <w:rsid w:val="00A57EE3"/>
    <w:rsid w:val="00A817E9"/>
    <w:rsid w:val="00A823C1"/>
    <w:rsid w:val="00A828F0"/>
    <w:rsid w:val="00A93B3F"/>
    <w:rsid w:val="00AC6DB4"/>
    <w:rsid w:val="00AD1FEE"/>
    <w:rsid w:val="00AE5850"/>
    <w:rsid w:val="00B10C7A"/>
    <w:rsid w:val="00B14ED8"/>
    <w:rsid w:val="00B1784A"/>
    <w:rsid w:val="00B41724"/>
    <w:rsid w:val="00B42F5F"/>
    <w:rsid w:val="00B915CE"/>
    <w:rsid w:val="00BC1379"/>
    <w:rsid w:val="00BD083F"/>
    <w:rsid w:val="00BE3433"/>
    <w:rsid w:val="00BF5358"/>
    <w:rsid w:val="00C01797"/>
    <w:rsid w:val="00C175A3"/>
    <w:rsid w:val="00C22DD1"/>
    <w:rsid w:val="00C261EB"/>
    <w:rsid w:val="00C36FDD"/>
    <w:rsid w:val="00C73EA1"/>
    <w:rsid w:val="00C8282E"/>
    <w:rsid w:val="00C83505"/>
    <w:rsid w:val="00C8482C"/>
    <w:rsid w:val="00C87CE5"/>
    <w:rsid w:val="00CB3780"/>
    <w:rsid w:val="00CC26DD"/>
    <w:rsid w:val="00CE497A"/>
    <w:rsid w:val="00D12A6B"/>
    <w:rsid w:val="00D178FD"/>
    <w:rsid w:val="00D21B11"/>
    <w:rsid w:val="00D36281"/>
    <w:rsid w:val="00D546B2"/>
    <w:rsid w:val="00D80D09"/>
    <w:rsid w:val="00D92AD1"/>
    <w:rsid w:val="00DA3CA7"/>
    <w:rsid w:val="00DB3EF9"/>
    <w:rsid w:val="00E002A6"/>
    <w:rsid w:val="00E179EB"/>
    <w:rsid w:val="00E33FFC"/>
    <w:rsid w:val="00E36481"/>
    <w:rsid w:val="00E447B8"/>
    <w:rsid w:val="00E45269"/>
    <w:rsid w:val="00E52B84"/>
    <w:rsid w:val="00E52D42"/>
    <w:rsid w:val="00E601AB"/>
    <w:rsid w:val="00E968FB"/>
    <w:rsid w:val="00ED1F8A"/>
    <w:rsid w:val="00EE2CEA"/>
    <w:rsid w:val="00F10163"/>
    <w:rsid w:val="00F46E31"/>
    <w:rsid w:val="00FA65EA"/>
    <w:rsid w:val="00FB3F3A"/>
    <w:rsid w:val="00FB61D5"/>
    <w:rsid w:val="00FC722D"/>
    <w:rsid w:val="00FD00A2"/>
    <w:rsid w:val="00FD67A5"/>
    <w:rsid w:val="00FD6CB9"/>
    <w:rsid w:val="00FF77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B4988A7146F7462A8B01098311574918"/>
        <w:category>
          <w:name w:val="General"/>
          <w:gallery w:val="placeholder"/>
        </w:category>
        <w:types>
          <w:type w:val="bbPlcHdr"/>
        </w:types>
        <w:behaviors>
          <w:behavior w:val="content"/>
        </w:behaviors>
        <w:guid w:val="{44C0D13B-A93E-4FA9-A8C8-D9C6C127DF40}"/>
      </w:docPartPr>
      <w:docPartBody>
        <w:p w:rsidR="004F1607" w:rsidRDefault="0096452C" w:rsidP="0096452C">
          <w:pPr>
            <w:pStyle w:val="B4988A7146F7462A8B01098311574918"/>
          </w:pPr>
          <w:r w:rsidRPr="00A65385">
            <w:rPr>
              <w:rStyle w:val="PlaceholderText"/>
            </w:rPr>
            <w:t>Click or tap here to enter text.</w:t>
          </w:r>
        </w:p>
      </w:docPartBody>
    </w:docPart>
    <w:docPart>
      <w:docPartPr>
        <w:name w:val="50F477B6376D434AAB9C9D372CA4F780"/>
        <w:category>
          <w:name w:val="General"/>
          <w:gallery w:val="placeholder"/>
        </w:category>
        <w:types>
          <w:type w:val="bbPlcHdr"/>
        </w:types>
        <w:behaviors>
          <w:behavior w:val="content"/>
        </w:behaviors>
        <w:guid w:val="{103519F0-E6C0-4959-B8DD-29E40999DE80}"/>
      </w:docPartPr>
      <w:docPartBody>
        <w:p w:rsidR="004F1607" w:rsidRDefault="0096452C" w:rsidP="0096452C">
          <w:pPr>
            <w:pStyle w:val="50F477B6376D434AAB9C9D372CA4F780"/>
          </w:pPr>
          <w:r w:rsidRPr="00A65385">
            <w:rPr>
              <w:rStyle w:val="PlaceholderText"/>
            </w:rPr>
            <w:t>Click or tap here to enter text.</w:t>
          </w:r>
        </w:p>
      </w:docPartBody>
    </w:docPart>
    <w:docPart>
      <w:docPartPr>
        <w:name w:val="167D2B28519F410A9BC01BB294250171"/>
        <w:category>
          <w:name w:val="General"/>
          <w:gallery w:val="placeholder"/>
        </w:category>
        <w:types>
          <w:type w:val="bbPlcHdr"/>
        </w:types>
        <w:behaviors>
          <w:behavior w:val="content"/>
        </w:behaviors>
        <w:guid w:val="{0EBC5508-0CFE-4074-964B-085502ED3A4B}"/>
      </w:docPartPr>
      <w:docPartBody>
        <w:p w:rsidR="004F1607" w:rsidRDefault="0096452C" w:rsidP="0096452C">
          <w:pPr>
            <w:pStyle w:val="167D2B28519F410A9BC01BB294250171"/>
          </w:pPr>
          <w:r w:rsidRPr="00A65385">
            <w:rPr>
              <w:rStyle w:val="PlaceholderText"/>
            </w:rPr>
            <w:t>Click or tap here to enter text.</w:t>
          </w:r>
        </w:p>
      </w:docPartBody>
    </w:docPart>
    <w:docPart>
      <w:docPartPr>
        <w:name w:val="FED29F62975A4268ADCDCACDC59B8921"/>
        <w:category>
          <w:name w:val="General"/>
          <w:gallery w:val="placeholder"/>
        </w:category>
        <w:types>
          <w:type w:val="bbPlcHdr"/>
        </w:types>
        <w:behaviors>
          <w:behavior w:val="content"/>
        </w:behaviors>
        <w:guid w:val="{BA2D969D-D4DA-496A-9E0D-7F84538D4973}"/>
      </w:docPartPr>
      <w:docPartBody>
        <w:p w:rsidR="004F1607" w:rsidRDefault="0096452C" w:rsidP="0096452C">
          <w:pPr>
            <w:pStyle w:val="FED29F62975A4268ADCDCACDC59B8921"/>
          </w:pPr>
          <w:r w:rsidRPr="00A65385">
            <w:rPr>
              <w:rStyle w:val="PlaceholderText"/>
            </w:rPr>
            <w:t>Click or tap here to enter text.</w:t>
          </w:r>
        </w:p>
      </w:docPartBody>
    </w:docPart>
    <w:docPart>
      <w:docPartPr>
        <w:name w:val="A0C9DFFACEF74664AFBAFD7A3EA2381E"/>
        <w:category>
          <w:name w:val="General"/>
          <w:gallery w:val="placeholder"/>
        </w:category>
        <w:types>
          <w:type w:val="bbPlcHdr"/>
        </w:types>
        <w:behaviors>
          <w:behavior w:val="content"/>
        </w:behaviors>
        <w:guid w:val="{84A06672-47AE-40D1-AD59-88045C0097E8}"/>
      </w:docPartPr>
      <w:docPartBody>
        <w:p w:rsidR="004F1607" w:rsidRDefault="004F1607" w:rsidP="004F1607">
          <w:pPr>
            <w:pStyle w:val="A0C9DFFACEF74664AFBAFD7A3EA2381E"/>
          </w:pPr>
          <w:r w:rsidRPr="00A65385">
            <w:rPr>
              <w:rStyle w:val="PlaceholderText"/>
            </w:rPr>
            <w:t>Click or tap here to enter text.</w:t>
          </w:r>
        </w:p>
      </w:docPartBody>
    </w:docPart>
    <w:docPart>
      <w:docPartPr>
        <w:name w:val="7DE18E90158F460996A379367E778230"/>
        <w:category>
          <w:name w:val="General"/>
          <w:gallery w:val="placeholder"/>
        </w:category>
        <w:types>
          <w:type w:val="bbPlcHdr"/>
        </w:types>
        <w:behaviors>
          <w:behavior w:val="content"/>
        </w:behaviors>
        <w:guid w:val="{CD83D874-CCD4-4061-A5F1-7F422355A0CD}"/>
      </w:docPartPr>
      <w:docPartBody>
        <w:p w:rsidR="004F1607" w:rsidRDefault="004F1607" w:rsidP="004F1607">
          <w:pPr>
            <w:pStyle w:val="7DE18E90158F460996A379367E778230"/>
          </w:pPr>
          <w:r w:rsidRPr="00A65385">
            <w:rPr>
              <w:rStyle w:val="PlaceholderText"/>
            </w:rPr>
            <w:t>Click or tap here to enter text.</w:t>
          </w:r>
        </w:p>
      </w:docPartBody>
    </w:docPart>
    <w:docPart>
      <w:docPartPr>
        <w:name w:val="C4127ADB296A49B1A10DCF0B02B82AC4"/>
        <w:category>
          <w:name w:val="General"/>
          <w:gallery w:val="placeholder"/>
        </w:category>
        <w:types>
          <w:type w:val="bbPlcHdr"/>
        </w:types>
        <w:behaviors>
          <w:behavior w:val="content"/>
        </w:behaviors>
        <w:guid w:val="{DD0FEDC8-02BF-491D-8F26-6896226DB307}"/>
      </w:docPartPr>
      <w:docPartBody>
        <w:p w:rsidR="004F1607" w:rsidRDefault="004F1607" w:rsidP="004F1607">
          <w:pPr>
            <w:pStyle w:val="C4127ADB296A49B1A10DCF0B02B82AC4"/>
          </w:pPr>
          <w:r w:rsidRPr="00A65385">
            <w:rPr>
              <w:rStyle w:val="PlaceholderText"/>
            </w:rPr>
            <w:t>Click or tap here to enter text.</w:t>
          </w:r>
        </w:p>
      </w:docPartBody>
    </w:docPart>
    <w:docPart>
      <w:docPartPr>
        <w:name w:val="74B2590460E241568673C295F4ACC532"/>
        <w:category>
          <w:name w:val="General"/>
          <w:gallery w:val="placeholder"/>
        </w:category>
        <w:types>
          <w:type w:val="bbPlcHdr"/>
        </w:types>
        <w:behaviors>
          <w:behavior w:val="content"/>
        </w:behaviors>
        <w:guid w:val="{FAFBA34D-81AA-48FC-B974-F56DACB95AC0}"/>
      </w:docPartPr>
      <w:docPartBody>
        <w:p w:rsidR="004F1607" w:rsidRDefault="004F1607" w:rsidP="004F1607">
          <w:pPr>
            <w:pStyle w:val="74B2590460E241568673C295F4ACC532"/>
          </w:pPr>
          <w:r w:rsidRPr="00A65385">
            <w:rPr>
              <w:rStyle w:val="PlaceholderText"/>
            </w:rPr>
            <w:t>Click or tap here to enter text.</w:t>
          </w:r>
        </w:p>
      </w:docPartBody>
    </w:docPart>
    <w:docPart>
      <w:docPartPr>
        <w:name w:val="BB66B83D8CB049E99C42014F11A9A62D"/>
        <w:category>
          <w:name w:val="General"/>
          <w:gallery w:val="placeholder"/>
        </w:category>
        <w:types>
          <w:type w:val="bbPlcHdr"/>
        </w:types>
        <w:behaviors>
          <w:behavior w:val="content"/>
        </w:behaviors>
        <w:guid w:val="{644DB8D1-E4CB-4401-A9C8-5F2615A941BA}"/>
      </w:docPartPr>
      <w:docPartBody>
        <w:p w:rsidR="00972D31" w:rsidRDefault="00972D31" w:rsidP="00972D31">
          <w:pPr>
            <w:pStyle w:val="BB66B83D8CB049E99C42014F11A9A62D"/>
          </w:pPr>
          <w:r w:rsidRPr="00A65385">
            <w:rPr>
              <w:rStyle w:val="PlaceholderText"/>
            </w:rPr>
            <w:t>Click or tap here to enter text.</w:t>
          </w:r>
        </w:p>
      </w:docPartBody>
    </w:docPart>
    <w:docPart>
      <w:docPartPr>
        <w:name w:val="785855F44B4D4612B45527E5B90BA2FD"/>
        <w:category>
          <w:name w:val="General"/>
          <w:gallery w:val="placeholder"/>
        </w:category>
        <w:types>
          <w:type w:val="bbPlcHdr"/>
        </w:types>
        <w:behaviors>
          <w:behavior w:val="content"/>
        </w:behaviors>
        <w:guid w:val="{51A88170-96B9-47AB-BFF1-F342819ABC0F}"/>
      </w:docPartPr>
      <w:docPartBody>
        <w:p w:rsidR="00972D31" w:rsidRDefault="00972D31" w:rsidP="00972D31">
          <w:pPr>
            <w:pStyle w:val="785855F44B4D4612B45527E5B90BA2FD"/>
          </w:pPr>
          <w:r w:rsidRPr="00A65385">
            <w:rPr>
              <w:rStyle w:val="PlaceholderText"/>
            </w:rPr>
            <w:t>Click or tap here to enter text.</w:t>
          </w:r>
        </w:p>
      </w:docPartBody>
    </w:docPart>
    <w:docPart>
      <w:docPartPr>
        <w:name w:val="5C99EF9C76C14E8ABF9E74758560C615"/>
        <w:category>
          <w:name w:val="General"/>
          <w:gallery w:val="placeholder"/>
        </w:category>
        <w:types>
          <w:type w:val="bbPlcHdr"/>
        </w:types>
        <w:behaviors>
          <w:behavior w:val="content"/>
        </w:behaviors>
        <w:guid w:val="{A26B68AE-DDAE-4416-A1CC-9C1A99C84407}"/>
      </w:docPartPr>
      <w:docPartBody>
        <w:p w:rsidR="00972D31" w:rsidRDefault="00972D31" w:rsidP="00972D31">
          <w:pPr>
            <w:pStyle w:val="5C99EF9C76C14E8ABF9E74758560C615"/>
          </w:pPr>
          <w:r w:rsidRPr="00A65385">
            <w:rPr>
              <w:rStyle w:val="PlaceholderText"/>
            </w:rPr>
            <w:t>Click or tap here to enter text.</w:t>
          </w:r>
        </w:p>
      </w:docPartBody>
    </w:docPart>
    <w:docPart>
      <w:docPartPr>
        <w:name w:val="F32BF5B932EE4D329DEFB34EDEAEFC0C"/>
        <w:category>
          <w:name w:val="General"/>
          <w:gallery w:val="placeholder"/>
        </w:category>
        <w:types>
          <w:type w:val="bbPlcHdr"/>
        </w:types>
        <w:behaviors>
          <w:behavior w:val="content"/>
        </w:behaviors>
        <w:guid w:val="{43C22D7C-C300-4335-A070-5A201441CD4D}"/>
      </w:docPartPr>
      <w:docPartBody>
        <w:p w:rsidR="00972D31" w:rsidRDefault="00972D31" w:rsidP="00972D31">
          <w:pPr>
            <w:pStyle w:val="F32BF5B932EE4D329DEFB34EDEAEFC0C"/>
          </w:pPr>
          <w:r w:rsidRPr="00A65385">
            <w:rPr>
              <w:rStyle w:val="PlaceholderText"/>
            </w:rPr>
            <w:t>Click or tap here to enter text.</w:t>
          </w:r>
        </w:p>
      </w:docPartBody>
    </w:docPart>
    <w:docPart>
      <w:docPartPr>
        <w:name w:val="E5A968D7EEF74E0387E79F1BE266414F"/>
        <w:category>
          <w:name w:val="General"/>
          <w:gallery w:val="placeholder"/>
        </w:category>
        <w:types>
          <w:type w:val="bbPlcHdr"/>
        </w:types>
        <w:behaviors>
          <w:behavior w:val="content"/>
        </w:behaviors>
        <w:guid w:val="{46EF1B94-C730-4BF5-85A1-6EEEE50E97AD}"/>
      </w:docPartPr>
      <w:docPartBody>
        <w:p w:rsidR="00972D31" w:rsidRDefault="00972D31" w:rsidP="00972D31">
          <w:pPr>
            <w:pStyle w:val="E5A968D7EEF74E0387E79F1BE266414F"/>
          </w:pPr>
          <w:r w:rsidRPr="00A65385">
            <w:rPr>
              <w:rStyle w:val="PlaceholderText"/>
            </w:rPr>
            <w:t>Click or tap here to enter text.</w:t>
          </w:r>
        </w:p>
      </w:docPartBody>
    </w:docPart>
    <w:docPart>
      <w:docPartPr>
        <w:name w:val="FE5219F9D5AA4976BC2C25DD03AB2EAF"/>
        <w:category>
          <w:name w:val="General"/>
          <w:gallery w:val="placeholder"/>
        </w:category>
        <w:types>
          <w:type w:val="bbPlcHdr"/>
        </w:types>
        <w:behaviors>
          <w:behavior w:val="content"/>
        </w:behaviors>
        <w:guid w:val="{1ED87BF4-E1AD-4792-9F45-582D71539893}"/>
      </w:docPartPr>
      <w:docPartBody>
        <w:p w:rsidR="005B33EA" w:rsidRDefault="005B33EA" w:rsidP="005B33EA">
          <w:pPr>
            <w:pStyle w:val="FE5219F9D5AA4976BC2C25DD03AB2EAF"/>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054F41"/>
    <w:rsid w:val="000630E1"/>
    <w:rsid w:val="000B74B8"/>
    <w:rsid w:val="00123821"/>
    <w:rsid w:val="00255506"/>
    <w:rsid w:val="00305347"/>
    <w:rsid w:val="00432F57"/>
    <w:rsid w:val="0043753B"/>
    <w:rsid w:val="004F1607"/>
    <w:rsid w:val="005A3AED"/>
    <w:rsid w:val="005B33EA"/>
    <w:rsid w:val="0067423C"/>
    <w:rsid w:val="0096452C"/>
    <w:rsid w:val="00972D31"/>
    <w:rsid w:val="00B50D79"/>
    <w:rsid w:val="00BA6B9B"/>
    <w:rsid w:val="00BB07D1"/>
    <w:rsid w:val="00C64446"/>
    <w:rsid w:val="00D26AA1"/>
    <w:rsid w:val="00D84B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33EA"/>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FE5219F9D5AA4976BC2C25DD03AB2EAF">
    <w:name w:val="FE5219F9D5AA4976BC2C25DD03AB2EAF"/>
    <w:rsid w:val="005B33EA"/>
    <w:pPr>
      <w:spacing w:line="278" w:lineRule="auto"/>
    </w:pPr>
    <w:rPr>
      <w:kern w:val="2"/>
      <w:sz w:val="24"/>
      <w:szCs w:val="24"/>
      <w14:ligatures w14:val="standardContextual"/>
    </w:rPr>
  </w:style>
  <w:style w:type="paragraph" w:customStyle="1" w:styleId="BB66B83D8CB049E99C42014F11A9A62D">
    <w:name w:val="BB66B83D8CB049E99C42014F11A9A62D"/>
    <w:rsid w:val="00972D31"/>
    <w:pPr>
      <w:spacing w:line="278" w:lineRule="auto"/>
    </w:pPr>
    <w:rPr>
      <w:kern w:val="2"/>
      <w:sz w:val="24"/>
      <w:szCs w:val="24"/>
      <w14:ligatures w14:val="standardContextual"/>
    </w:rPr>
  </w:style>
  <w:style w:type="paragraph" w:customStyle="1" w:styleId="785855F44B4D4612B45527E5B90BA2FD">
    <w:name w:val="785855F44B4D4612B45527E5B90BA2FD"/>
    <w:rsid w:val="00972D31"/>
    <w:pPr>
      <w:spacing w:line="278" w:lineRule="auto"/>
    </w:pPr>
    <w:rPr>
      <w:kern w:val="2"/>
      <w:sz w:val="24"/>
      <w:szCs w:val="24"/>
      <w14:ligatures w14:val="standardContextual"/>
    </w:rPr>
  </w:style>
  <w:style w:type="paragraph" w:customStyle="1" w:styleId="5C99EF9C76C14E8ABF9E74758560C615">
    <w:name w:val="5C99EF9C76C14E8ABF9E74758560C615"/>
    <w:rsid w:val="00972D31"/>
    <w:pPr>
      <w:spacing w:line="278" w:lineRule="auto"/>
    </w:pPr>
    <w:rPr>
      <w:kern w:val="2"/>
      <w:sz w:val="24"/>
      <w:szCs w:val="24"/>
      <w14:ligatures w14:val="standardContextual"/>
    </w:rPr>
  </w:style>
  <w:style w:type="paragraph" w:customStyle="1" w:styleId="A0C9DFFACEF74664AFBAFD7A3EA2381E">
    <w:name w:val="A0C9DFFACEF74664AFBAFD7A3EA2381E"/>
    <w:rsid w:val="004F1607"/>
    <w:rPr>
      <w:kern w:val="2"/>
      <w14:ligatures w14:val="standardContextual"/>
    </w:rPr>
  </w:style>
  <w:style w:type="paragraph" w:customStyle="1" w:styleId="F32BF5B932EE4D329DEFB34EDEAEFC0C">
    <w:name w:val="F32BF5B932EE4D329DEFB34EDEAEFC0C"/>
    <w:rsid w:val="00972D31"/>
    <w:pPr>
      <w:spacing w:line="278" w:lineRule="auto"/>
    </w:pPr>
    <w:rPr>
      <w:kern w:val="2"/>
      <w:sz w:val="24"/>
      <w:szCs w:val="24"/>
      <w14:ligatures w14:val="standardContextual"/>
    </w:rPr>
  </w:style>
  <w:style w:type="paragraph" w:customStyle="1" w:styleId="B4988A7146F7462A8B01098311574918">
    <w:name w:val="B4988A7146F7462A8B01098311574918"/>
    <w:rsid w:val="0096452C"/>
    <w:rPr>
      <w:kern w:val="2"/>
      <w14:ligatures w14:val="standardContextual"/>
    </w:rPr>
  </w:style>
  <w:style w:type="paragraph" w:customStyle="1" w:styleId="50F477B6376D434AAB9C9D372CA4F780">
    <w:name w:val="50F477B6376D434AAB9C9D372CA4F780"/>
    <w:rsid w:val="0096452C"/>
    <w:rPr>
      <w:kern w:val="2"/>
      <w14:ligatures w14:val="standardContextual"/>
    </w:rPr>
  </w:style>
  <w:style w:type="paragraph" w:customStyle="1" w:styleId="167D2B28519F410A9BC01BB294250171">
    <w:name w:val="167D2B28519F410A9BC01BB294250171"/>
    <w:rsid w:val="0096452C"/>
    <w:rPr>
      <w:kern w:val="2"/>
      <w14:ligatures w14:val="standardContextual"/>
    </w:rPr>
  </w:style>
  <w:style w:type="paragraph" w:customStyle="1" w:styleId="FED29F62975A4268ADCDCACDC59B8921">
    <w:name w:val="FED29F62975A4268ADCDCACDC59B8921"/>
    <w:rsid w:val="0096452C"/>
    <w:rPr>
      <w:kern w:val="2"/>
      <w14:ligatures w14:val="standardContextual"/>
    </w:rPr>
  </w:style>
  <w:style w:type="paragraph" w:customStyle="1" w:styleId="E5A968D7EEF74E0387E79F1BE266414F">
    <w:name w:val="E5A968D7EEF74E0387E79F1BE266414F"/>
    <w:rsid w:val="00972D31"/>
    <w:pPr>
      <w:spacing w:line="278" w:lineRule="auto"/>
    </w:pPr>
    <w:rPr>
      <w:kern w:val="2"/>
      <w:sz w:val="24"/>
      <w:szCs w:val="24"/>
      <w14:ligatures w14:val="standardContextual"/>
    </w:rPr>
  </w:style>
  <w:style w:type="paragraph" w:customStyle="1" w:styleId="7DE18E90158F460996A379367E778230">
    <w:name w:val="7DE18E90158F460996A379367E778230"/>
    <w:rsid w:val="004F1607"/>
    <w:rPr>
      <w:kern w:val="2"/>
      <w14:ligatures w14:val="standardContextual"/>
    </w:rPr>
  </w:style>
  <w:style w:type="paragraph" w:customStyle="1" w:styleId="C4127ADB296A49B1A10DCF0B02B82AC4">
    <w:name w:val="C4127ADB296A49B1A10DCF0B02B82AC4"/>
    <w:rsid w:val="004F1607"/>
    <w:rPr>
      <w:kern w:val="2"/>
      <w14:ligatures w14:val="standardContextual"/>
    </w:rPr>
  </w:style>
  <w:style w:type="paragraph" w:customStyle="1" w:styleId="74B2590460E241568673C295F4ACC532">
    <w:name w:val="74B2590460E241568673C295F4ACC532"/>
    <w:rsid w:val="004F160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0</TotalTime>
  <Pages>3</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cp:lastPrinted>2022-03-17T16:48:00Z</cp:lastPrinted>
  <dcterms:created xsi:type="dcterms:W3CDTF">2024-06-14T10:20:00Z</dcterms:created>
  <dcterms:modified xsi:type="dcterms:W3CDTF">2024-06-14T10:20:00Z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