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079A7" w14:textId="1107CF01" w:rsidR="00315909" w:rsidRPr="00315909" w:rsidRDefault="002627D6" w:rsidP="0051226B">
      <w:pPr>
        <w:pStyle w:val="Title"/>
        <w:spacing w:after="120"/>
        <w:contextualSpacing w:val="0"/>
        <w:rPr>
          <w:rFonts w:ascii="Calibri" w:hAnsi="Calibri"/>
          <w:i/>
          <w:sz w:val="22"/>
          <w:szCs w:val="22"/>
        </w:rPr>
      </w:pPr>
      <w:r w:rsidRPr="002B7C6C">
        <w:rPr>
          <w:rFonts w:ascii="Calibri" w:hAnsi="Calibri" w:cs="Calibri"/>
          <w:sz w:val="22"/>
          <w:szCs w:val="22"/>
        </w:rPr>
        <w:t xml:space="preserve">DCP </w:t>
      </w:r>
      <w:r w:rsidR="0051226B">
        <w:rPr>
          <w:rFonts w:ascii="Calibri" w:hAnsi="Calibri" w:cs="Calibri"/>
          <w:sz w:val="22"/>
          <w:szCs w:val="22"/>
        </w:rPr>
        <w:t>421</w:t>
      </w:r>
      <w:r w:rsidRPr="002B7C6C">
        <w:rPr>
          <w:rFonts w:ascii="Calibri" w:hAnsi="Calibri" w:cs="Calibri"/>
          <w:sz w:val="22"/>
          <w:szCs w:val="22"/>
        </w:rPr>
        <w:t xml:space="preserve">- </w:t>
      </w:r>
      <w:r w:rsidR="0051226B" w:rsidRPr="0051226B">
        <w:rPr>
          <w:rFonts w:ascii="Calibri" w:hAnsi="Calibri" w:cs="Calibri"/>
          <w:sz w:val="22"/>
          <w:szCs w:val="22"/>
        </w:rPr>
        <w:t>Update the Tables in schedule 15 of DCUSA</w:t>
      </w: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02E3F019"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D42926">
        <w:rPr>
          <w:rFonts w:ascii="Calibri" w:hAnsi="Calibri"/>
          <w:sz w:val="22"/>
          <w:szCs w:val="22"/>
        </w:rPr>
        <w:t>29</w:t>
      </w:r>
      <w:r w:rsidR="00BD083F">
        <w:rPr>
          <w:rFonts w:ascii="Calibri" w:hAnsi="Calibri"/>
          <w:sz w:val="22"/>
          <w:szCs w:val="22"/>
        </w:rPr>
        <w:t xml:space="preserve"> </w:t>
      </w:r>
      <w:r w:rsidR="00D42926">
        <w:rPr>
          <w:rFonts w:ascii="Calibri" w:hAnsi="Calibri"/>
          <w:sz w:val="22"/>
          <w:szCs w:val="22"/>
        </w:rPr>
        <w:t>July</w:t>
      </w:r>
      <w:r w:rsidR="0079775D">
        <w:rPr>
          <w:rFonts w:ascii="Calibri" w:hAnsi="Calibri"/>
          <w:sz w:val="22"/>
          <w:szCs w:val="22"/>
        </w:rPr>
        <w:t xml:space="preserve"> </w:t>
      </w:r>
      <w:r w:rsidR="004D6571" w:rsidRPr="004D6571">
        <w:rPr>
          <w:rFonts w:ascii="Calibri" w:hAnsi="Calibri"/>
          <w:sz w:val="22"/>
          <w:szCs w:val="22"/>
        </w:rPr>
        <w:t>202</w:t>
      </w:r>
      <w:r w:rsidR="00D42926">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p w14:paraId="411959D5"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6D1149D5"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68EBDB9" w14:textId="720B89C1" w:rsidR="008E464D" w:rsidRDefault="00D42926" w:rsidP="008B4EEE">
            <w:pPr>
              <w:pStyle w:val="Question"/>
            </w:pPr>
            <w:r>
              <w:t xml:space="preserve">Do you have any comments on </w:t>
            </w:r>
            <w:r w:rsidRPr="00174A1B">
              <w:t>Attachment 5_Proposed</w:t>
            </w:r>
            <w:r>
              <w:t xml:space="preserve"> Cost Information</w:t>
            </w:r>
            <w:r w:rsidRPr="00174A1B">
              <w:t xml:space="preserve"> Template</w:t>
            </w:r>
            <w:r>
              <w:t xml:space="preserve"> and do you believe its contents are fit for purpose</w:t>
            </w:r>
            <w:r>
              <w:t>?</w:t>
            </w:r>
          </w:p>
        </w:tc>
      </w:tr>
      <w:tr w:rsidR="008E464D" w14:paraId="7D41AA53" w14:textId="77777777" w:rsidTr="008B4EEE">
        <w:sdt>
          <w:sdtPr>
            <w:tag w:val="dcusa_response4"/>
            <w:id w:val="-27270909"/>
            <w:placeholder>
              <w:docPart w:val="B4988A7146F7462A8B01098311574918"/>
            </w:placeholder>
            <w:showingPlcHdr/>
          </w:sdtPr>
          <w:sdtEndPr/>
          <w:sdtContent>
            <w:tc>
              <w:tcPr>
                <w:tcW w:w="9287" w:type="dxa"/>
              </w:tcPr>
              <w:p w14:paraId="4B4A523C" w14:textId="77777777" w:rsidR="008E464D" w:rsidRDefault="008E464D" w:rsidP="008B4EEE">
                <w:pPr>
                  <w:pStyle w:val="BodyText"/>
                </w:pPr>
                <w:r w:rsidRPr="00A65385">
                  <w:rPr>
                    <w:rStyle w:val="PlaceholderText"/>
                  </w:rPr>
                  <w:t>Click or tap here to enter text.</w:t>
                </w:r>
              </w:p>
            </w:tc>
          </w:sdtContent>
        </w:sdt>
      </w:tr>
    </w:tbl>
    <w:p w14:paraId="22E67C01"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6E82B12"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574F43C8" w14:textId="45B583C5" w:rsidR="008E464D" w:rsidRDefault="00D42926" w:rsidP="008B4EEE">
            <w:pPr>
              <w:pStyle w:val="Question"/>
            </w:pPr>
            <w:r>
              <w:rPr>
                <w:rFonts w:cs="Arial"/>
                <w:bCs/>
              </w:rPr>
              <w:t>Do you have any comments on the proposed drafted legal text?</w:t>
            </w:r>
          </w:p>
        </w:tc>
      </w:tr>
      <w:tr w:rsidR="008E464D" w14:paraId="3547944B" w14:textId="77777777" w:rsidTr="008B4EEE">
        <w:sdt>
          <w:sdtPr>
            <w:tag w:val="dcusa_response4"/>
            <w:id w:val="121583683"/>
            <w:placeholder>
              <w:docPart w:val="50F477B6376D434AAB9C9D372CA4F780"/>
            </w:placeholder>
            <w:showingPlcHdr/>
          </w:sdtPr>
          <w:sdtEndPr/>
          <w:sdtContent>
            <w:tc>
              <w:tcPr>
                <w:tcW w:w="9287" w:type="dxa"/>
              </w:tcPr>
              <w:p w14:paraId="63C91C17" w14:textId="77777777" w:rsidR="008E464D" w:rsidRDefault="008E464D" w:rsidP="008B4EEE">
                <w:pPr>
                  <w:pStyle w:val="BodyText"/>
                </w:pPr>
                <w:r w:rsidRPr="00A65385">
                  <w:rPr>
                    <w:rStyle w:val="PlaceholderText"/>
                  </w:rPr>
                  <w:t>Click or tap here to enter text.</w:t>
                </w:r>
              </w:p>
            </w:tc>
          </w:sdtContent>
        </w:sdt>
      </w:tr>
    </w:tbl>
    <w:p w14:paraId="619A9DAB"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06B526DE"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26BEF476" w14:textId="53DF75F4" w:rsidR="008E464D" w:rsidRDefault="00D42926" w:rsidP="008B4EEE">
            <w:pPr>
              <w:pStyle w:val="Question"/>
            </w:pPr>
            <w:r w:rsidRPr="00D509F5">
              <w:rPr>
                <w:rFonts w:cs="Arial"/>
                <w:bCs/>
              </w:rPr>
              <w:t>Do you agree that 5 Working Days is an appropriate timescale for the secretariat to update the website with any approved changes to the template</w:t>
            </w:r>
            <w:r>
              <w:rPr>
                <w:rFonts w:cs="Arial"/>
                <w:bCs/>
              </w:rPr>
              <w:t>?</w:t>
            </w:r>
          </w:p>
        </w:tc>
      </w:tr>
      <w:tr w:rsidR="008E464D" w14:paraId="26AD0484" w14:textId="77777777" w:rsidTr="008B4EEE">
        <w:sdt>
          <w:sdtPr>
            <w:tag w:val="dcusa_response4"/>
            <w:id w:val="-1762898301"/>
            <w:placeholder>
              <w:docPart w:val="167D2B28519F410A9BC01BB294250171"/>
            </w:placeholder>
            <w:showingPlcHdr/>
          </w:sdtPr>
          <w:sdtEndPr/>
          <w:sdtContent>
            <w:tc>
              <w:tcPr>
                <w:tcW w:w="9287" w:type="dxa"/>
              </w:tcPr>
              <w:p w14:paraId="6EA0B783" w14:textId="77777777" w:rsidR="008E464D" w:rsidRDefault="008E464D" w:rsidP="008B4EEE">
                <w:pPr>
                  <w:pStyle w:val="BodyText"/>
                </w:pPr>
                <w:r w:rsidRPr="00A65385">
                  <w:rPr>
                    <w:rStyle w:val="PlaceholderText"/>
                  </w:rPr>
                  <w:t>Click or tap here to enter text.</w:t>
                </w:r>
              </w:p>
            </w:tc>
          </w:sdtContent>
        </w:sdt>
      </w:tr>
    </w:tbl>
    <w:p w14:paraId="32679974"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9E48370"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0FBE09B" w14:textId="2902CAB7" w:rsidR="008E464D" w:rsidRDefault="009A25C8" w:rsidP="008B4EEE">
            <w:pPr>
              <w:pStyle w:val="Question"/>
            </w:pPr>
            <w:r>
              <w:t>Do you have any other comments?</w:t>
            </w:r>
          </w:p>
        </w:tc>
      </w:tr>
      <w:tr w:rsidR="008E464D" w14:paraId="1A6A2E68" w14:textId="77777777" w:rsidTr="008B4EEE">
        <w:sdt>
          <w:sdtPr>
            <w:tag w:val="dcusa_response4"/>
            <w:id w:val="-1074200589"/>
            <w:placeholder>
              <w:docPart w:val="FED29F62975A4268ADCDCACDC59B8921"/>
            </w:placeholder>
            <w:showingPlcHdr/>
          </w:sdtPr>
          <w:sdtEndPr/>
          <w:sdtContent>
            <w:tc>
              <w:tcPr>
                <w:tcW w:w="9287" w:type="dxa"/>
              </w:tcPr>
              <w:p w14:paraId="6E930D17" w14:textId="77777777" w:rsidR="008E464D" w:rsidRDefault="008E464D" w:rsidP="008B4EEE">
                <w:pPr>
                  <w:pStyle w:val="BodyText"/>
                </w:pPr>
                <w:r w:rsidRPr="00A65385">
                  <w:rPr>
                    <w:rStyle w:val="PlaceholderText"/>
                  </w:rPr>
                  <w:t>Click or tap here to enter text.</w:t>
                </w:r>
              </w:p>
            </w:tc>
          </w:sdtContent>
        </w:sdt>
      </w:tr>
    </w:tbl>
    <w:p w14:paraId="55C41F97" w14:textId="77777777" w:rsidR="008E464D" w:rsidRDefault="008E464D" w:rsidP="0023069B">
      <w:pPr>
        <w:pStyle w:val="BodyText"/>
        <w:rPr>
          <w:rFonts w:ascii="Calibri" w:hAnsi="Calibri"/>
          <w:sz w:val="22"/>
          <w:szCs w:val="22"/>
        </w:rPr>
      </w:pPr>
    </w:p>
    <w:sectPr w:rsidR="008E464D"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3EA67" w14:textId="77777777" w:rsidR="00075722" w:rsidRDefault="00075722" w:rsidP="00FD00A2">
      <w:r>
        <w:separator/>
      </w:r>
    </w:p>
  </w:endnote>
  <w:endnote w:type="continuationSeparator" w:id="0">
    <w:p w14:paraId="5539B667" w14:textId="77777777" w:rsidR="00075722" w:rsidRDefault="00075722"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64367" w14:textId="77777777" w:rsidR="00075722" w:rsidRDefault="00075722" w:rsidP="00FD00A2">
      <w:r>
        <w:separator/>
      </w:r>
    </w:p>
  </w:footnote>
  <w:footnote w:type="continuationSeparator" w:id="0">
    <w:p w14:paraId="0C3915DB" w14:textId="77777777" w:rsidR="00075722" w:rsidRDefault="00075722"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395D0" w14:textId="3A132A14"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2627D6">
      <w:rPr>
        <w:rFonts w:ascii="Calibri" w:hAnsi="Calibri"/>
      </w:rPr>
      <w:t xml:space="preserve">DCP </w:t>
    </w:r>
    <w:r w:rsidR="003046B3">
      <w:rPr>
        <w:rFonts w:ascii="Calibri" w:hAnsi="Calibri"/>
      </w:rPr>
      <w:t>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75722"/>
    <w:rsid w:val="00077D80"/>
    <w:rsid w:val="00085B2B"/>
    <w:rsid w:val="000A07CD"/>
    <w:rsid w:val="000E093A"/>
    <w:rsid w:val="000E4352"/>
    <w:rsid w:val="000E5BE0"/>
    <w:rsid w:val="000E7F8D"/>
    <w:rsid w:val="00134AF7"/>
    <w:rsid w:val="0016250F"/>
    <w:rsid w:val="0017643B"/>
    <w:rsid w:val="001A43B1"/>
    <w:rsid w:val="001A50B6"/>
    <w:rsid w:val="001E03C5"/>
    <w:rsid w:val="001F2288"/>
    <w:rsid w:val="00207615"/>
    <w:rsid w:val="00216063"/>
    <w:rsid w:val="0021646F"/>
    <w:rsid w:val="00223DF1"/>
    <w:rsid w:val="002268B8"/>
    <w:rsid w:val="0023069B"/>
    <w:rsid w:val="002627D6"/>
    <w:rsid w:val="002666CE"/>
    <w:rsid w:val="00286C26"/>
    <w:rsid w:val="00292EF4"/>
    <w:rsid w:val="002B61A0"/>
    <w:rsid w:val="002C24F0"/>
    <w:rsid w:val="003046B3"/>
    <w:rsid w:val="0031153A"/>
    <w:rsid w:val="0031278B"/>
    <w:rsid w:val="00315909"/>
    <w:rsid w:val="00316A12"/>
    <w:rsid w:val="00335326"/>
    <w:rsid w:val="0033732C"/>
    <w:rsid w:val="00355B93"/>
    <w:rsid w:val="003A64EF"/>
    <w:rsid w:val="003D5FCA"/>
    <w:rsid w:val="004012BD"/>
    <w:rsid w:val="0040580C"/>
    <w:rsid w:val="00410907"/>
    <w:rsid w:val="00421DAC"/>
    <w:rsid w:val="004472C0"/>
    <w:rsid w:val="00471BA1"/>
    <w:rsid w:val="004D6571"/>
    <w:rsid w:val="004E13AE"/>
    <w:rsid w:val="004F1F52"/>
    <w:rsid w:val="0051226B"/>
    <w:rsid w:val="00521567"/>
    <w:rsid w:val="0053310E"/>
    <w:rsid w:val="00554409"/>
    <w:rsid w:val="005711CC"/>
    <w:rsid w:val="005E79A2"/>
    <w:rsid w:val="005F64FC"/>
    <w:rsid w:val="00640355"/>
    <w:rsid w:val="00650C93"/>
    <w:rsid w:val="00654C8B"/>
    <w:rsid w:val="00661185"/>
    <w:rsid w:val="006742DD"/>
    <w:rsid w:val="00682E90"/>
    <w:rsid w:val="006861F3"/>
    <w:rsid w:val="0068743F"/>
    <w:rsid w:val="006A6FAA"/>
    <w:rsid w:val="006D305C"/>
    <w:rsid w:val="006F2D9B"/>
    <w:rsid w:val="00707D89"/>
    <w:rsid w:val="00711B18"/>
    <w:rsid w:val="00727330"/>
    <w:rsid w:val="00730ED7"/>
    <w:rsid w:val="00735080"/>
    <w:rsid w:val="007361B2"/>
    <w:rsid w:val="00746656"/>
    <w:rsid w:val="00754A3D"/>
    <w:rsid w:val="0075624B"/>
    <w:rsid w:val="007631AA"/>
    <w:rsid w:val="0076726D"/>
    <w:rsid w:val="0079775D"/>
    <w:rsid w:val="007B32CC"/>
    <w:rsid w:val="007D46BF"/>
    <w:rsid w:val="00837D3D"/>
    <w:rsid w:val="008630F7"/>
    <w:rsid w:val="0087012C"/>
    <w:rsid w:val="00884177"/>
    <w:rsid w:val="008D01AD"/>
    <w:rsid w:val="008E464D"/>
    <w:rsid w:val="008F22A5"/>
    <w:rsid w:val="008F5047"/>
    <w:rsid w:val="00900A70"/>
    <w:rsid w:val="00907550"/>
    <w:rsid w:val="009152D7"/>
    <w:rsid w:val="00963A66"/>
    <w:rsid w:val="00994CC8"/>
    <w:rsid w:val="009976A3"/>
    <w:rsid w:val="009A25C8"/>
    <w:rsid w:val="009A3EA3"/>
    <w:rsid w:val="009B02DB"/>
    <w:rsid w:val="009E258C"/>
    <w:rsid w:val="009F1AFC"/>
    <w:rsid w:val="00A24745"/>
    <w:rsid w:val="00A57EE3"/>
    <w:rsid w:val="00A817E9"/>
    <w:rsid w:val="00A823C1"/>
    <w:rsid w:val="00A828F0"/>
    <w:rsid w:val="00AC6DB4"/>
    <w:rsid w:val="00AD1FEE"/>
    <w:rsid w:val="00AE5850"/>
    <w:rsid w:val="00B10C7A"/>
    <w:rsid w:val="00B14ED8"/>
    <w:rsid w:val="00B1784A"/>
    <w:rsid w:val="00B41724"/>
    <w:rsid w:val="00B42F5F"/>
    <w:rsid w:val="00B915CE"/>
    <w:rsid w:val="00BD083F"/>
    <w:rsid w:val="00BE3433"/>
    <w:rsid w:val="00BF5358"/>
    <w:rsid w:val="00C01797"/>
    <w:rsid w:val="00C175A3"/>
    <w:rsid w:val="00C22DD1"/>
    <w:rsid w:val="00C261EB"/>
    <w:rsid w:val="00C73EA1"/>
    <w:rsid w:val="00C8282E"/>
    <w:rsid w:val="00C83505"/>
    <w:rsid w:val="00C8482C"/>
    <w:rsid w:val="00C87CE5"/>
    <w:rsid w:val="00CC26DD"/>
    <w:rsid w:val="00CE497A"/>
    <w:rsid w:val="00D12A6B"/>
    <w:rsid w:val="00D178FD"/>
    <w:rsid w:val="00D21B11"/>
    <w:rsid w:val="00D36281"/>
    <w:rsid w:val="00D42926"/>
    <w:rsid w:val="00D546B2"/>
    <w:rsid w:val="00D80D09"/>
    <w:rsid w:val="00D92AD1"/>
    <w:rsid w:val="00DA3CA7"/>
    <w:rsid w:val="00DB3EF9"/>
    <w:rsid w:val="00E002A6"/>
    <w:rsid w:val="00E179EB"/>
    <w:rsid w:val="00E33FFC"/>
    <w:rsid w:val="00E36481"/>
    <w:rsid w:val="00E447B8"/>
    <w:rsid w:val="00E45269"/>
    <w:rsid w:val="00E52B84"/>
    <w:rsid w:val="00E52D42"/>
    <w:rsid w:val="00E601AB"/>
    <w:rsid w:val="00E968FB"/>
    <w:rsid w:val="00ED1F8A"/>
    <w:rsid w:val="00EE2CEA"/>
    <w:rsid w:val="00F10163"/>
    <w:rsid w:val="00F46E31"/>
    <w:rsid w:val="00FA65EA"/>
    <w:rsid w:val="00FB3F3A"/>
    <w:rsid w:val="00FB61D5"/>
    <w:rsid w:val="00FC722D"/>
    <w:rsid w:val="00FD00A2"/>
    <w:rsid w:val="00FD67A5"/>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B4988A7146F7462A8B01098311574918"/>
        <w:category>
          <w:name w:val="General"/>
          <w:gallery w:val="placeholder"/>
        </w:category>
        <w:types>
          <w:type w:val="bbPlcHdr"/>
        </w:types>
        <w:behaviors>
          <w:behavior w:val="content"/>
        </w:behaviors>
        <w:guid w:val="{44C0D13B-A93E-4FA9-A8C8-D9C6C127DF40}"/>
      </w:docPartPr>
      <w:docPartBody>
        <w:p w:rsidR="00DA4E81" w:rsidRDefault="0096452C" w:rsidP="0096452C">
          <w:pPr>
            <w:pStyle w:val="B4988A7146F7462A8B01098311574918"/>
          </w:pPr>
          <w:r w:rsidRPr="00A65385">
            <w:rPr>
              <w:rStyle w:val="PlaceholderText"/>
            </w:rPr>
            <w:t>Click or tap here to enter text.</w:t>
          </w:r>
        </w:p>
      </w:docPartBody>
    </w:docPart>
    <w:docPart>
      <w:docPartPr>
        <w:name w:val="50F477B6376D434AAB9C9D372CA4F780"/>
        <w:category>
          <w:name w:val="General"/>
          <w:gallery w:val="placeholder"/>
        </w:category>
        <w:types>
          <w:type w:val="bbPlcHdr"/>
        </w:types>
        <w:behaviors>
          <w:behavior w:val="content"/>
        </w:behaviors>
        <w:guid w:val="{103519F0-E6C0-4959-B8DD-29E40999DE80}"/>
      </w:docPartPr>
      <w:docPartBody>
        <w:p w:rsidR="00DA4E81" w:rsidRDefault="0096452C" w:rsidP="0096452C">
          <w:pPr>
            <w:pStyle w:val="50F477B6376D434AAB9C9D372CA4F780"/>
          </w:pPr>
          <w:r w:rsidRPr="00A65385">
            <w:rPr>
              <w:rStyle w:val="PlaceholderText"/>
            </w:rPr>
            <w:t>Click or tap here to enter text.</w:t>
          </w:r>
        </w:p>
      </w:docPartBody>
    </w:docPart>
    <w:docPart>
      <w:docPartPr>
        <w:name w:val="167D2B28519F410A9BC01BB294250171"/>
        <w:category>
          <w:name w:val="General"/>
          <w:gallery w:val="placeholder"/>
        </w:category>
        <w:types>
          <w:type w:val="bbPlcHdr"/>
        </w:types>
        <w:behaviors>
          <w:behavior w:val="content"/>
        </w:behaviors>
        <w:guid w:val="{0EBC5508-0CFE-4074-964B-085502ED3A4B}"/>
      </w:docPartPr>
      <w:docPartBody>
        <w:p w:rsidR="00DA4E81" w:rsidRDefault="0096452C" w:rsidP="0096452C">
          <w:pPr>
            <w:pStyle w:val="167D2B28519F410A9BC01BB294250171"/>
          </w:pPr>
          <w:r w:rsidRPr="00A65385">
            <w:rPr>
              <w:rStyle w:val="PlaceholderText"/>
            </w:rPr>
            <w:t>Click or tap here to enter text.</w:t>
          </w:r>
        </w:p>
      </w:docPartBody>
    </w:docPart>
    <w:docPart>
      <w:docPartPr>
        <w:name w:val="FED29F62975A4268ADCDCACDC59B8921"/>
        <w:category>
          <w:name w:val="General"/>
          <w:gallery w:val="placeholder"/>
        </w:category>
        <w:types>
          <w:type w:val="bbPlcHdr"/>
        </w:types>
        <w:behaviors>
          <w:behavior w:val="content"/>
        </w:behaviors>
        <w:guid w:val="{BA2D969D-D4DA-496A-9E0D-7F84538D4973}"/>
      </w:docPartPr>
      <w:docPartBody>
        <w:p w:rsidR="00DA4E81" w:rsidRDefault="0096452C" w:rsidP="0096452C">
          <w:pPr>
            <w:pStyle w:val="FED29F62975A4268ADCDCACDC59B8921"/>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54F41"/>
    <w:rsid w:val="000630E1"/>
    <w:rsid w:val="00123821"/>
    <w:rsid w:val="00255506"/>
    <w:rsid w:val="00305347"/>
    <w:rsid w:val="00432F57"/>
    <w:rsid w:val="0043753B"/>
    <w:rsid w:val="004472C0"/>
    <w:rsid w:val="005A3AED"/>
    <w:rsid w:val="0067423C"/>
    <w:rsid w:val="0096452C"/>
    <w:rsid w:val="00BA6B9B"/>
    <w:rsid w:val="00BB07D1"/>
    <w:rsid w:val="00C64446"/>
    <w:rsid w:val="00D26AA1"/>
    <w:rsid w:val="00D84B32"/>
    <w:rsid w:val="00DA4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452C"/>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B0A257AFFA044FADAEEC1A7D9BBFDB6B">
    <w:name w:val="B0A257AFFA044FADAEEC1A7D9BBFDB6B"/>
    <w:rsid w:val="0067423C"/>
    <w:rPr>
      <w:kern w:val="2"/>
      <w14:ligatures w14:val="standardContextual"/>
    </w:rPr>
  </w:style>
  <w:style w:type="paragraph" w:customStyle="1" w:styleId="8CC0F6C0D4BF4C6189D5BAFE69ECECDC">
    <w:name w:val="8CC0F6C0D4BF4C6189D5BAFE69ECECDC"/>
    <w:rsid w:val="0067423C"/>
    <w:rPr>
      <w:kern w:val="2"/>
      <w14:ligatures w14:val="standardContextual"/>
    </w:rPr>
  </w:style>
  <w:style w:type="paragraph" w:customStyle="1" w:styleId="808CBEEFCE3345859CEEB4EA2B449074">
    <w:name w:val="808CBEEFCE3345859CEEB4EA2B449074"/>
    <w:rsid w:val="0067423C"/>
    <w:rPr>
      <w:kern w:val="2"/>
      <w14:ligatures w14:val="standardContextual"/>
    </w:rPr>
  </w:style>
  <w:style w:type="paragraph" w:customStyle="1" w:styleId="2A6534C8CE8C43A292781A53B2C2E5D8">
    <w:name w:val="2A6534C8CE8C43A292781A53B2C2E5D8"/>
    <w:rsid w:val="0067423C"/>
    <w:rPr>
      <w:kern w:val="2"/>
      <w14:ligatures w14:val="standardContextual"/>
    </w:rPr>
  </w:style>
  <w:style w:type="paragraph" w:customStyle="1" w:styleId="3C82A827BC6D4BCD969F0029FB357DDE">
    <w:name w:val="3C82A827BC6D4BCD969F0029FB357DDE"/>
    <w:rsid w:val="0067423C"/>
    <w:rPr>
      <w:kern w:val="2"/>
      <w14:ligatures w14:val="standardContextual"/>
    </w:rPr>
  </w:style>
  <w:style w:type="paragraph" w:customStyle="1" w:styleId="B227A9B7B57D47D9AFE515F19EAD2916">
    <w:name w:val="B227A9B7B57D47D9AFE515F19EAD2916"/>
    <w:rsid w:val="0067423C"/>
    <w:rPr>
      <w:kern w:val="2"/>
      <w14:ligatures w14:val="standardContextual"/>
    </w:rPr>
  </w:style>
  <w:style w:type="paragraph" w:customStyle="1" w:styleId="7406469F495640B9911B36C076076D5E">
    <w:name w:val="7406469F495640B9911B36C076076D5E"/>
    <w:rsid w:val="0067423C"/>
    <w:rPr>
      <w:kern w:val="2"/>
      <w14:ligatures w14:val="standardContextual"/>
    </w:rPr>
  </w:style>
  <w:style w:type="paragraph" w:customStyle="1" w:styleId="D39BE50701D34A88AB22E26884DA4D43">
    <w:name w:val="D39BE50701D34A88AB22E26884DA4D43"/>
    <w:rsid w:val="0096452C"/>
    <w:rPr>
      <w:kern w:val="2"/>
      <w14:ligatures w14:val="standardContextual"/>
    </w:rPr>
  </w:style>
  <w:style w:type="paragraph" w:customStyle="1" w:styleId="2ADFFB5B0190490D8A066994E8AA4254">
    <w:name w:val="2ADFFB5B0190490D8A066994E8AA4254"/>
    <w:rsid w:val="0096452C"/>
    <w:rPr>
      <w:kern w:val="2"/>
      <w14:ligatures w14:val="standardContextual"/>
    </w:rPr>
  </w:style>
  <w:style w:type="paragraph" w:customStyle="1" w:styleId="B4988A7146F7462A8B01098311574918">
    <w:name w:val="B4988A7146F7462A8B01098311574918"/>
    <w:rsid w:val="0096452C"/>
    <w:rPr>
      <w:kern w:val="2"/>
      <w14:ligatures w14:val="standardContextual"/>
    </w:rPr>
  </w:style>
  <w:style w:type="paragraph" w:customStyle="1" w:styleId="50F477B6376D434AAB9C9D372CA4F780">
    <w:name w:val="50F477B6376D434AAB9C9D372CA4F780"/>
    <w:rsid w:val="0096452C"/>
    <w:rPr>
      <w:kern w:val="2"/>
      <w14:ligatures w14:val="standardContextual"/>
    </w:rPr>
  </w:style>
  <w:style w:type="paragraph" w:customStyle="1" w:styleId="167D2B28519F410A9BC01BB294250171">
    <w:name w:val="167D2B28519F410A9BC01BB294250171"/>
    <w:rsid w:val="0096452C"/>
    <w:rPr>
      <w:kern w:val="2"/>
      <w14:ligatures w14:val="standardContextual"/>
    </w:rPr>
  </w:style>
  <w:style w:type="paragraph" w:customStyle="1" w:styleId="FED29F62975A4268ADCDCACDC59B8921">
    <w:name w:val="FED29F62975A4268ADCDCACDC59B8921"/>
    <w:rsid w:val="0096452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2024-07-15T07:59:00Z</dcterms:created>
  <dcterms:modified xsi:type="dcterms:W3CDTF">2024-07-15T07:59:00Z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