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12382" w14:textId="61D3E7FE"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4E7F48EC" w14:textId="77777777" w:rsidR="00340116" w:rsidRDefault="00340116" w:rsidP="0072107A">
      <w:pPr>
        <w:pStyle w:val="Title"/>
      </w:pPr>
    </w:p>
    <w:p w14:paraId="18559588" w14:textId="77777777" w:rsidR="00340116" w:rsidRDefault="00340116" w:rsidP="0072107A">
      <w:pPr>
        <w:pStyle w:val="Title"/>
      </w:pPr>
    </w:p>
    <w:p w14:paraId="1740B891" w14:textId="50CA5EF8" w:rsidR="008F22A5" w:rsidRPr="0072107A" w:rsidRDefault="00193115" w:rsidP="0072107A">
      <w:pPr>
        <w:pStyle w:val="Title"/>
      </w:pPr>
      <w:r w:rsidRPr="0072107A">
        <w:t xml:space="preserve">Attachment </w:t>
      </w:r>
      <w:r w:rsidR="00B70E53">
        <w:t>1</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77798C70" w:rsidR="00193115" w:rsidRPr="00973740" w:rsidRDefault="001A242F" w:rsidP="00DA5999">
            <w:r>
              <w:t>4</w:t>
            </w:r>
            <w:r w:rsidR="00B70E53">
              <w:t>39</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01DEE299" w:rsidR="00193115" w:rsidRPr="00A71D3F" w:rsidRDefault="009D4E49" w:rsidP="00DA5999">
            <w:r w:rsidRPr="009D4E49">
              <w:t>Backdating Tariff Changes</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13322C6D" w:rsidR="00916C37" w:rsidRPr="00973740" w:rsidRDefault="00F709FF" w:rsidP="00DA5999">
            <w:r w:rsidRPr="00C55A89">
              <w:rPr>
                <w:sz w:val="24"/>
              </w:rPr>
              <w:t>Suppliers/</w:t>
            </w:r>
            <w:r>
              <w:rPr>
                <w:sz w:val="24"/>
              </w:rPr>
              <w:t xml:space="preserve"> </w:t>
            </w:r>
            <w:r w:rsidRPr="00C55A89">
              <w:rPr>
                <w:sz w:val="24"/>
              </w:rPr>
              <w:t>DNOs</w:t>
            </w:r>
            <w:r>
              <w:rPr>
                <w:sz w:val="24"/>
              </w:rPr>
              <w:t xml:space="preserve">/ </w:t>
            </w:r>
            <w:r w:rsidRPr="00C55A89">
              <w:rPr>
                <w:sz w:val="24"/>
              </w:rPr>
              <w:t>IDNOs</w:t>
            </w:r>
            <w:r>
              <w:rPr>
                <w:sz w:val="24"/>
              </w:rPr>
              <w:t xml:space="preserve">/ </w:t>
            </w:r>
            <w:r w:rsidRPr="00C55A89">
              <w:rPr>
                <w:sz w:val="24"/>
              </w:rPr>
              <w:t xml:space="preserve">CVA </w:t>
            </w:r>
            <w:r>
              <w:rPr>
                <w:sz w:val="24"/>
              </w:rPr>
              <w:t>Registrants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01FB5201" w:rsidR="00916C37" w:rsidRPr="00973740" w:rsidRDefault="003B2AE7" w:rsidP="00DA5999">
            <w:r>
              <w:t xml:space="preserve">Part </w:t>
            </w:r>
            <w:r w:rsidR="00B70E53">
              <w:t>1</w:t>
            </w:r>
            <w:r w:rsidR="001F5567">
              <w:t xml:space="preserve">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6639AB98" w:rsidR="00916C37" w:rsidRPr="00973740" w:rsidRDefault="00B70E53" w:rsidP="00DA5999">
            <w:r>
              <w:t>0</w:t>
            </w:r>
            <w:r w:rsidRPr="007025F0">
              <w:t>1 April 2025</w:t>
            </w:r>
          </w:p>
        </w:tc>
      </w:tr>
      <w:tr w:rsidR="00B70E53" w:rsidRPr="00973740" w14:paraId="3C97C123" w14:textId="77777777" w:rsidTr="00DA5999">
        <w:trPr>
          <w:trHeight w:val="227"/>
        </w:trPr>
        <w:tc>
          <w:tcPr>
            <w:tcW w:w="2192" w:type="pct"/>
          </w:tcPr>
          <w:p w14:paraId="1C30CD7D" w14:textId="77777777" w:rsidR="00B70E53" w:rsidRPr="0072107A" w:rsidRDefault="00B70E53" w:rsidP="00B70E53">
            <w:r w:rsidRPr="0072107A">
              <w:t>Voting End Date:</w:t>
            </w:r>
          </w:p>
        </w:tc>
        <w:tc>
          <w:tcPr>
            <w:tcW w:w="2808" w:type="pct"/>
          </w:tcPr>
          <w:p w14:paraId="1747E7E4" w14:textId="2E91272A" w:rsidR="00B70E53" w:rsidRPr="00973740" w:rsidRDefault="00B70E53" w:rsidP="00B70E53">
            <w:r>
              <w:t>1</w:t>
            </w:r>
            <w:r w:rsidR="00F709FF">
              <w:t>7</w:t>
            </w:r>
            <w:r>
              <w:t xml:space="preserve"> September 2024</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1366E401"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6F785A8A" w:rsidR="00B23399" w:rsidRPr="008A35FA" w:rsidRDefault="00A71D3F" w:rsidP="00DA5999">
                <w:pPr>
                  <w:rPr>
                    <w:color w:val="A6A6A6" w:themeColor="background1" w:themeShade="A6"/>
                  </w:rPr>
                </w:pPr>
                <w:r w:rsidRPr="005D19FB">
                  <w:rPr>
                    <w:rStyle w:val="PlaceholderText"/>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49540AF3"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5FE4CFA5"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2C4194A2"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610235A4"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68801256"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5E8FD135" w:rsidR="00B23399" w:rsidRPr="008A35FA" w:rsidRDefault="00A71D3F" w:rsidP="00DA5999">
                <w:pPr>
                  <w:rPr>
                    <w:color w:val="A6A6A6" w:themeColor="background1" w:themeShade="A6"/>
                  </w:rPr>
                </w:pPr>
                <w:r w:rsidRPr="005D19FB">
                  <w:rPr>
                    <w:rStyle w:val="PlaceholderText"/>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FF039E4" w:rsidR="005F26DE" w:rsidRPr="008A35FA" w:rsidRDefault="00A71D3F" w:rsidP="00DA5999">
                <w:pPr>
                  <w:rPr>
                    <w:color w:val="A6A6A6" w:themeColor="background1" w:themeShade="A6"/>
                  </w:rPr>
                </w:pPr>
                <w:r w:rsidRPr="005D19FB">
                  <w:rPr>
                    <w:rStyle w:val="PlaceholderText"/>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3BE898A1" w:rsidR="005F26DE" w:rsidRPr="008A35FA" w:rsidRDefault="00A71D3F" w:rsidP="00DA5999">
                <w:pPr>
                  <w:rPr>
                    <w:color w:val="A6A6A6" w:themeColor="background1" w:themeShade="A6"/>
                  </w:rPr>
                </w:pPr>
                <w:r w:rsidRPr="005D19FB">
                  <w:rPr>
                    <w:rStyle w:val="PlaceholderText"/>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20984D5D" w:rsidR="00973740" w:rsidRPr="008A35FA" w:rsidRDefault="00A71D3F" w:rsidP="00A71D3F">
                <w:pPr>
                  <w:rPr>
                    <w:color w:val="A6A6A6" w:themeColor="background1" w:themeShade="A6"/>
                  </w:rPr>
                </w:pPr>
                <w:r w:rsidRPr="005D19FB">
                  <w:rPr>
                    <w:rStyle w:val="PlaceholderText"/>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lastRenderedPageBreak/>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793F702B" w14:textId="199528C8"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18279DB8" w14:textId="6ACD521C"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011C7" w14:textId="5C2840BC"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E01DC" w14:textId="46AE65B5"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 xml:space="preserve">If you are a DNO </w:t>
      </w:r>
      <w:proofErr w:type="gramStart"/>
      <w:r w:rsidR="004D3204" w:rsidRPr="00957B20">
        <w:t>Party</w:t>
      </w:r>
      <w:proofErr w:type="gramEnd"/>
      <w:r w:rsidR="004D3204" w:rsidRPr="00957B20">
        <w:t xml:space="preserve">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 xml:space="preserve">Please note that for Part 1 matters the Authority may </w:t>
      </w:r>
      <w:proofErr w:type="gramStart"/>
      <w:r w:rsidR="004D3204" w:rsidRPr="00957B20">
        <w:t>take into account</w:t>
      </w:r>
      <w:proofErr w:type="gramEnd"/>
      <w:r w:rsidR="004D3204" w:rsidRPr="00957B20">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BB373" w14:textId="421B293A"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B70E53">
      <w:t>439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20482" w14:textId="6E7DE351" w:rsidR="001D313A" w:rsidRPr="00973740" w:rsidRDefault="00340116" w:rsidP="001D313A">
    <w:pPr>
      <w:pStyle w:val="Header"/>
    </w:pPr>
    <w:r w:rsidRPr="00A61E19">
      <w:rPr>
        <w:noProof/>
        <w:lang w:eastAsia="en-GB"/>
      </w:rPr>
      <w:drawing>
        <wp:anchor distT="0" distB="0" distL="114300" distR="114300" simplePos="0" relativeHeight="251658752" behindDoc="1" locked="0" layoutInCell="1" allowOverlap="1" wp14:anchorId="49A60EB5" wp14:editId="48187CF0">
          <wp:simplePos x="0" y="0"/>
          <wp:positionH relativeFrom="margin">
            <wp:posOffset>-552541</wp:posOffset>
          </wp:positionH>
          <wp:positionV relativeFrom="page">
            <wp:posOffset>135618</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313A" w:rsidRPr="00973740">
      <w:tab/>
    </w:r>
  </w:p>
  <w:p w14:paraId="5713EE3B" w14:textId="0E59F41F"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92781937">
    <w:abstractNumId w:val="9"/>
  </w:num>
  <w:num w:numId="2" w16cid:durableId="460422304">
    <w:abstractNumId w:val="5"/>
  </w:num>
  <w:num w:numId="3" w16cid:durableId="1603763416">
    <w:abstractNumId w:val="9"/>
  </w:num>
  <w:num w:numId="4" w16cid:durableId="522670165">
    <w:abstractNumId w:val="3"/>
  </w:num>
  <w:num w:numId="5" w16cid:durableId="2146391756">
    <w:abstractNumId w:val="9"/>
  </w:num>
  <w:num w:numId="6" w16cid:durableId="651105640">
    <w:abstractNumId w:val="2"/>
  </w:num>
  <w:num w:numId="7" w16cid:durableId="509098853">
    <w:abstractNumId w:val="9"/>
  </w:num>
  <w:num w:numId="8" w16cid:durableId="1838576400">
    <w:abstractNumId w:val="4"/>
  </w:num>
  <w:num w:numId="9" w16cid:durableId="61409641">
    <w:abstractNumId w:val="7"/>
  </w:num>
  <w:num w:numId="10" w16cid:durableId="621880548">
    <w:abstractNumId w:val="1"/>
  </w:num>
  <w:num w:numId="11" w16cid:durableId="538855965">
    <w:abstractNumId w:val="7"/>
  </w:num>
  <w:num w:numId="12" w16cid:durableId="726412196">
    <w:abstractNumId w:val="0"/>
  </w:num>
  <w:num w:numId="13" w16cid:durableId="1046611917">
    <w:abstractNumId w:val="7"/>
  </w:num>
  <w:num w:numId="14" w16cid:durableId="2067950017">
    <w:abstractNumId w:val="8"/>
  </w:num>
  <w:num w:numId="15" w16cid:durableId="1131167880">
    <w:abstractNumId w:val="6"/>
  </w:num>
  <w:num w:numId="16" w16cid:durableId="14504737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932179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3481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42B2D"/>
    <w:rsid w:val="00147AF0"/>
    <w:rsid w:val="00171886"/>
    <w:rsid w:val="00190980"/>
    <w:rsid w:val="00193115"/>
    <w:rsid w:val="001A242F"/>
    <w:rsid w:val="001C2A5F"/>
    <w:rsid w:val="001D313A"/>
    <w:rsid w:val="001D3D83"/>
    <w:rsid w:val="001E03C5"/>
    <w:rsid w:val="001F256A"/>
    <w:rsid w:val="001F5567"/>
    <w:rsid w:val="00223DF1"/>
    <w:rsid w:val="0023069B"/>
    <w:rsid w:val="0025131B"/>
    <w:rsid w:val="00275D11"/>
    <w:rsid w:val="002B61A0"/>
    <w:rsid w:val="002E12C0"/>
    <w:rsid w:val="0031153A"/>
    <w:rsid w:val="00340116"/>
    <w:rsid w:val="0034443A"/>
    <w:rsid w:val="0035712C"/>
    <w:rsid w:val="003B2AE7"/>
    <w:rsid w:val="0040580C"/>
    <w:rsid w:val="00410907"/>
    <w:rsid w:val="004572E2"/>
    <w:rsid w:val="004A45C0"/>
    <w:rsid w:val="004C652A"/>
    <w:rsid w:val="004D3204"/>
    <w:rsid w:val="005124D0"/>
    <w:rsid w:val="005258A1"/>
    <w:rsid w:val="00554409"/>
    <w:rsid w:val="005A6203"/>
    <w:rsid w:val="005C36AB"/>
    <w:rsid w:val="005F1DC2"/>
    <w:rsid w:val="005F26DE"/>
    <w:rsid w:val="005F2D28"/>
    <w:rsid w:val="006255AC"/>
    <w:rsid w:val="006849B3"/>
    <w:rsid w:val="00697019"/>
    <w:rsid w:val="00711B18"/>
    <w:rsid w:val="00720546"/>
    <w:rsid w:val="0072107A"/>
    <w:rsid w:val="00727A2C"/>
    <w:rsid w:val="007361B2"/>
    <w:rsid w:val="0076726D"/>
    <w:rsid w:val="00807039"/>
    <w:rsid w:val="00873ABC"/>
    <w:rsid w:val="00884177"/>
    <w:rsid w:val="008A35FA"/>
    <w:rsid w:val="008D01AD"/>
    <w:rsid w:val="008F22A5"/>
    <w:rsid w:val="008F73FC"/>
    <w:rsid w:val="00916C37"/>
    <w:rsid w:val="00963A66"/>
    <w:rsid w:val="00973740"/>
    <w:rsid w:val="009A3EA3"/>
    <w:rsid w:val="009B02DB"/>
    <w:rsid w:val="009D4E49"/>
    <w:rsid w:val="009F1AFC"/>
    <w:rsid w:val="00A12FE0"/>
    <w:rsid w:val="00A71D3F"/>
    <w:rsid w:val="00A817E9"/>
    <w:rsid w:val="00A828F0"/>
    <w:rsid w:val="00A94393"/>
    <w:rsid w:val="00AB28A4"/>
    <w:rsid w:val="00AC6DB4"/>
    <w:rsid w:val="00B23399"/>
    <w:rsid w:val="00B65B0F"/>
    <w:rsid w:val="00B70E53"/>
    <w:rsid w:val="00C01797"/>
    <w:rsid w:val="00C14337"/>
    <w:rsid w:val="00CE12F8"/>
    <w:rsid w:val="00CE497A"/>
    <w:rsid w:val="00D7706F"/>
    <w:rsid w:val="00DA5999"/>
    <w:rsid w:val="00DB3EF9"/>
    <w:rsid w:val="00DB3F55"/>
    <w:rsid w:val="00DC59D8"/>
    <w:rsid w:val="00DD667B"/>
    <w:rsid w:val="00DD669B"/>
    <w:rsid w:val="00E42032"/>
    <w:rsid w:val="00E50519"/>
    <w:rsid w:val="00E66188"/>
    <w:rsid w:val="00EA5EE1"/>
    <w:rsid w:val="00EE2CEA"/>
    <w:rsid w:val="00EF062E"/>
    <w:rsid w:val="00F01B18"/>
    <w:rsid w:val="00F66F8D"/>
    <w:rsid w:val="00F709FF"/>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275D11"/>
    <w:rsid w:val="00474451"/>
    <w:rsid w:val="0063588F"/>
    <w:rsid w:val="008052A4"/>
    <w:rsid w:val="009757BD"/>
    <w:rsid w:val="00A12FE0"/>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0</TotalTime>
  <Pages>2</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Andy Green</cp:lastModifiedBy>
  <cp:revision>2</cp:revision>
  <cp:lastPrinted>2021-01-12T10:24:00Z</cp:lastPrinted>
  <dcterms:created xsi:type="dcterms:W3CDTF">2024-08-26T14:31:00Z</dcterms:created>
  <dcterms:modified xsi:type="dcterms:W3CDTF">2024-08-26T14:31:00Z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